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7FE596DA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</w:t>
      </w:r>
      <w:r w:rsidR="00AA73D8">
        <w:rPr>
          <w:rFonts w:ascii="Corbel" w:hAnsi="Corbel"/>
          <w:b/>
          <w:smallCaps/>
          <w:sz w:val="24"/>
          <w:szCs w:val="24"/>
        </w:rPr>
        <w:t>2</w:t>
      </w:r>
      <w:r w:rsidR="00165636">
        <w:rPr>
          <w:rFonts w:ascii="Corbel" w:hAnsi="Corbel"/>
          <w:b/>
          <w:smallCaps/>
          <w:sz w:val="24"/>
          <w:szCs w:val="24"/>
        </w:rPr>
        <w:t>1-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165636">
        <w:rPr>
          <w:rFonts w:ascii="Corbel" w:hAnsi="Corbel"/>
          <w:b/>
          <w:smallCaps/>
          <w:sz w:val="24"/>
          <w:szCs w:val="24"/>
        </w:rPr>
        <w:t>6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4BD8474E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F0693">
        <w:rPr>
          <w:rFonts w:ascii="Corbel" w:hAnsi="Corbel"/>
          <w:sz w:val="20"/>
          <w:szCs w:val="20"/>
        </w:rPr>
        <w:t>202</w:t>
      </w:r>
      <w:r w:rsidR="00AA73D8">
        <w:rPr>
          <w:rFonts w:ascii="Corbel" w:hAnsi="Corbel"/>
          <w:sz w:val="20"/>
          <w:szCs w:val="20"/>
        </w:rPr>
        <w:t>3</w:t>
      </w:r>
      <w:r w:rsidR="001F0693">
        <w:rPr>
          <w:rFonts w:ascii="Corbel" w:hAnsi="Corbel"/>
          <w:sz w:val="20"/>
          <w:szCs w:val="20"/>
        </w:rPr>
        <w:t>/202</w:t>
      </w:r>
      <w:r w:rsidR="00AA73D8">
        <w:rPr>
          <w:rFonts w:ascii="Corbel" w:hAnsi="Corbel"/>
          <w:sz w:val="20"/>
          <w:szCs w:val="20"/>
        </w:rPr>
        <w:t>4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AAA1" w14:textId="77777777" w:rsidR="003A5BDE" w:rsidRDefault="003A5BDE" w:rsidP="00EE1771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Specjalnej</w:t>
            </w:r>
          </w:p>
          <w:p w14:paraId="2DE9D368" w14:textId="77777777" w:rsidR="00EE1771" w:rsidRPr="009C54AE" w:rsidRDefault="00EE1771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Badań Nad Niepełnosprawnością Intelektualną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D9240BA" w:rsidR="003A5BDE" w:rsidRPr="009C54AE" w:rsidRDefault="00F76C1D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47B296D8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65F007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C05E7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F7209C7" w:rsidR="003A5BDE" w:rsidRPr="009C54AE" w:rsidRDefault="001F0693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273B465E" w:rsidR="003A5BDE" w:rsidRPr="009C54AE" w:rsidRDefault="000C05E7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7CBE2727" w:rsidR="003A5BDE" w:rsidRPr="009C54AE" w:rsidRDefault="000C05E7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3FB49BE5" w:rsidR="003A5BDE" w:rsidRPr="009C54AE" w:rsidRDefault="00DD59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5C9B7215" w:rsidR="003A5BDE" w:rsidRPr="00AC0BBD" w:rsidRDefault="001F0693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z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</w:t>
            </w:r>
            <w:r>
              <w:rPr>
                <w:rStyle w:val="fontstyle01"/>
                <w:rFonts w:ascii="Corbel" w:hAnsi="Corbel"/>
                <w:b w:val="0"/>
                <w:bCs/>
              </w:rPr>
              <w:t>a</w:t>
            </w:r>
            <w:r>
              <w:rPr>
                <w:rStyle w:val="fontstyle01"/>
                <w:rFonts w:ascii="Corbel" w:hAnsi="Corbel"/>
                <w:b w:val="0"/>
                <w:bCs/>
              </w:rPr>
              <w:t>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z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0C05E7">
        <w:tc>
          <w:tcPr>
            <w:tcW w:w="1681" w:type="dxa"/>
          </w:tcPr>
          <w:p w14:paraId="215F13B0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Opisze</w:t>
            </w:r>
            <w:r w:rsidRPr="000C05E7">
              <w:t xml:space="preserve">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0C05E7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o specjalnych potrzebach eduk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a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cyjnych w okresie przedszkolnym i młodszym wieku szkolnym</w:t>
            </w:r>
            <w:r w:rsidRPr="000C05E7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rozwoju motoryczn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e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go, poznawczego i emocjonalno-społecznego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.</w:t>
            </w:r>
            <w:r w:rsidR="000D3BA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0C05E7">
        <w:tc>
          <w:tcPr>
            <w:tcW w:w="1681" w:type="dxa"/>
          </w:tcPr>
          <w:p w14:paraId="7D1C5294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0C05E7" w:rsidRDefault="000D3BA9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diagnostycznych</w:t>
            </w:r>
            <w:r w:rsidRPr="000C05E7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0C05E7">
        <w:tc>
          <w:tcPr>
            <w:tcW w:w="1681" w:type="dxa"/>
          </w:tcPr>
          <w:p w14:paraId="74C52651" w14:textId="47230CD6" w:rsidR="00A22BBF" w:rsidRPr="000C05E7" w:rsidRDefault="001B41FD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komunikacji dzieci i uczniów o specjalnych p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trzebach edukacyjnych z szerszym środowiskiem społec</w:t>
            </w:r>
            <w:r w:rsidRPr="000C05E7">
              <w:rPr>
                <w:rFonts w:ascii="Corbel" w:hAnsi="Corbel"/>
                <w:sz w:val="24"/>
                <w:szCs w:val="24"/>
              </w:rPr>
              <w:t>z</w:t>
            </w:r>
            <w:r w:rsidRPr="000C05E7">
              <w:rPr>
                <w:rFonts w:ascii="Corbel" w:hAnsi="Corbel"/>
                <w:sz w:val="24"/>
                <w:szCs w:val="24"/>
              </w:rPr>
              <w:t>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0C05E7">
        <w:tc>
          <w:tcPr>
            <w:tcW w:w="1681" w:type="dxa"/>
          </w:tcPr>
          <w:p w14:paraId="38BE5586" w14:textId="2244AC0B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i interpretuje poszczególne sfery funkcjonow</w:t>
            </w:r>
            <w:r w:rsidRPr="000C05E7">
              <w:rPr>
                <w:rFonts w:ascii="Corbel" w:hAnsi="Corbel"/>
                <w:sz w:val="24"/>
                <w:szCs w:val="24"/>
              </w:rPr>
              <w:t>a</w:t>
            </w:r>
            <w:r w:rsidRPr="000C05E7">
              <w:rPr>
                <w:rFonts w:ascii="Corbel" w:hAnsi="Corbel"/>
                <w:sz w:val="24"/>
                <w:szCs w:val="24"/>
              </w:rPr>
              <w:t>nia dziecka i ucznia o SPE, z uwzględnieniem jego p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0C05E7">
        <w:tc>
          <w:tcPr>
            <w:tcW w:w="1681" w:type="dxa"/>
          </w:tcPr>
          <w:p w14:paraId="0554BFD9" w14:textId="029CF02A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R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ozpozna</w:t>
            </w:r>
            <w:r w:rsidRPr="000C05E7">
              <w:rPr>
                <w:rFonts w:ascii="Corbel" w:hAnsi="Corbel"/>
                <w:sz w:val="24"/>
                <w:szCs w:val="24"/>
              </w:rPr>
              <w:t>je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lastRenderedPageBreak/>
              <w:t>dziecka w wieku przedszkolnym i ucznia w młodszym wi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e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ku szkolnym </w:t>
            </w:r>
            <w:r w:rsidRPr="000C05E7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0C05E7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0C05E7">
              <w:rPr>
                <w:rFonts w:ascii="Corbel" w:hAnsi="Corbel"/>
                <w:sz w:val="24"/>
                <w:szCs w:val="24"/>
              </w:rPr>
              <w:t>ych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0C05E7">
              <w:rPr>
                <w:rFonts w:ascii="Corbel" w:hAnsi="Corbel"/>
                <w:sz w:val="24"/>
                <w:szCs w:val="24"/>
              </w:rPr>
              <w:t>ów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organizowania środowiska edukacyjnego oraz wspom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a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gania dziecka lub ucznia i jego rodziców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w procesie 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y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chowania i kształcenia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0C05E7">
        <w:tc>
          <w:tcPr>
            <w:tcW w:w="1681" w:type="dxa"/>
          </w:tcPr>
          <w:p w14:paraId="707D3532" w14:textId="3B6B4826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0C05E7" w:rsidRDefault="004D05F7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Potrafi zintegrować informacje uzyskane za pomocą m</w:t>
            </w:r>
            <w:r w:rsidRPr="000C05E7">
              <w:rPr>
                <w:rFonts w:ascii="Corbel" w:hAnsi="Corbel"/>
                <w:sz w:val="24"/>
                <w:szCs w:val="24"/>
              </w:rPr>
              <w:t>e</w:t>
            </w:r>
            <w:r w:rsidRPr="000C05E7">
              <w:rPr>
                <w:rFonts w:ascii="Corbel" w:hAnsi="Corbel"/>
                <w:sz w:val="24"/>
                <w:szCs w:val="24"/>
              </w:rPr>
              <w:t>tod bezpośrednich i pośrednich (od specjalistów – psych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0C05E7">
        <w:tc>
          <w:tcPr>
            <w:tcW w:w="1681" w:type="dxa"/>
          </w:tcPr>
          <w:p w14:paraId="4830BF6E" w14:textId="41249DF0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przyjęcia współodpowiedzialn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o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ści za sposób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planowania i realizacji 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y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chowania i kształcenia dzieci lub uczniów ze specjalnymi potrzebami rozwojowymi lub edukacyjnymi</w:t>
            </w:r>
            <w:r w:rsidRPr="000C05E7">
              <w:rPr>
                <w:rFonts w:ascii="Corbel" w:hAnsi="Corbel"/>
                <w:sz w:val="24"/>
                <w:szCs w:val="24"/>
              </w:rPr>
              <w:t>, z uwzglę</w:t>
            </w:r>
            <w:r w:rsidRPr="000C05E7">
              <w:rPr>
                <w:rFonts w:ascii="Corbel" w:hAnsi="Corbel"/>
                <w:sz w:val="24"/>
                <w:szCs w:val="24"/>
              </w:rPr>
              <w:t>d</w:t>
            </w:r>
            <w:r w:rsidRPr="000C05E7">
              <w:rPr>
                <w:rFonts w:ascii="Corbel" w:hAnsi="Corbel"/>
                <w:sz w:val="24"/>
                <w:szCs w:val="24"/>
              </w:rPr>
              <w:t>nieniem przestrzegania zasad etycznego postępowania</w:t>
            </w:r>
            <w:r w:rsidR="001B41FD" w:rsidRPr="000C05E7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E036" w14:textId="33C6CE42" w:rsidR="00C77535" w:rsidRPr="000C05E7" w:rsidRDefault="00C77535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  <w:r w:rsidRPr="000C05E7">
              <w:rPr>
                <w:rFonts w:ascii="Corbel" w:hAnsi="Corbel"/>
                <w:sz w:val="24"/>
                <w:szCs w:val="24"/>
              </w:rPr>
              <w:t>wspieraj</w:t>
            </w:r>
            <w:r w:rsidRPr="000C05E7">
              <w:rPr>
                <w:rFonts w:ascii="Corbel" w:hAnsi="Corbel"/>
                <w:sz w:val="24"/>
                <w:szCs w:val="24"/>
              </w:rPr>
              <w:t>ą</w:t>
            </w:r>
            <w:r w:rsidRPr="000C05E7">
              <w:rPr>
                <w:rFonts w:ascii="Corbel" w:hAnsi="Corbel"/>
                <w:sz w:val="24"/>
                <w:szCs w:val="24"/>
              </w:rPr>
              <w:t>cych podopiecznych o specjalnych potrzebach edukacyjnych wynikających z niepełnospra</w:t>
            </w:r>
            <w:r w:rsidRPr="000C05E7">
              <w:rPr>
                <w:rFonts w:ascii="Corbel" w:hAnsi="Corbel"/>
                <w:sz w:val="24"/>
                <w:szCs w:val="24"/>
              </w:rPr>
              <w:t>w</w:t>
            </w:r>
            <w:r w:rsidRPr="000C05E7">
              <w:rPr>
                <w:rFonts w:ascii="Corbel" w:hAnsi="Corbel"/>
                <w:sz w:val="24"/>
                <w:szCs w:val="24"/>
              </w:rPr>
              <w:t>ności (niepełnosprawność intelektualna, zaburzenia ze spektrum autyzmu, dysfunkcje wzr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ku, dysfunkcje słuchu, niepełnosprawność ruchowa, afazja, 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C0F13D7" w:rsidR="003A5BDE" w:rsidRPr="000C05E7" w:rsidRDefault="00990F8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niedostosow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a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77B99E3D" w:rsidR="00FC062C" w:rsidRPr="000C05E7" w:rsidRDefault="00841CC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  <w:r w:rsidRPr="000C05E7">
              <w:rPr>
                <w:rFonts w:ascii="Corbel" w:hAnsi="Corbel"/>
                <w:sz w:val="24"/>
                <w:szCs w:val="24"/>
              </w:rPr>
              <w:t>mło</w:t>
            </w:r>
            <w:r w:rsidRPr="000C05E7">
              <w:rPr>
                <w:rFonts w:ascii="Corbel" w:hAnsi="Corbel"/>
                <w:sz w:val="24"/>
                <w:szCs w:val="24"/>
              </w:rPr>
              <w:t>d</w:t>
            </w:r>
            <w:r w:rsidRPr="000C05E7">
              <w:rPr>
                <w:rFonts w:ascii="Corbel" w:hAnsi="Corbel"/>
                <w:sz w:val="24"/>
                <w:szCs w:val="24"/>
              </w:rPr>
              <w:t>szym wieku 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wynikających z wychowywania się w środowisku o trudnej sytuacji 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5469E2B2" w:rsidR="00C05D1B" w:rsidRDefault="00C05D1B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</w:t>
            </w:r>
            <w:r w:rsidR="000C05E7">
              <w:rPr>
                <w:rFonts w:ascii="Corbel" w:hAnsi="Corbel"/>
                <w:sz w:val="24"/>
                <w:szCs w:val="24"/>
              </w:rPr>
              <w:t>widualnych programów edukacyjno-</w:t>
            </w:r>
            <w:r>
              <w:rPr>
                <w:rFonts w:ascii="Corbel" w:hAnsi="Corbel"/>
                <w:sz w:val="24"/>
                <w:szCs w:val="24"/>
              </w:rPr>
              <w:t>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0C05E7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Forma zajęć d</w:t>
            </w:r>
            <w:r w:rsidRPr="000C05E7">
              <w:rPr>
                <w:rFonts w:ascii="Corbel" w:hAnsi="Corbel"/>
                <w:sz w:val="24"/>
                <w:szCs w:val="24"/>
              </w:rPr>
              <w:t>y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14:paraId="74358CA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C05E7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C05E7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0C05E7" w:rsidRDefault="00C05D1B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0C05E7" w:rsidRDefault="00E92F9D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0C05E7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6E8818AC" w:rsidR="003A5BD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6BE0" w14:textId="61627812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A52295" w14:textId="6F2C7203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ECCA9" w14:textId="77777777" w:rsidR="00B9492B" w:rsidRPr="009C54AE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435F80E3" w:rsidR="003A5BDE" w:rsidRPr="000C05E7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0641B238" w:rsidR="003A5BDE" w:rsidRPr="009C54AE" w:rsidRDefault="00B9492B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502C2615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366050AB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41E05CA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Diagnostyka pedagogiczna, Impuls, Kraków 2011</w:t>
            </w:r>
          </w:p>
          <w:p w14:paraId="420F7A91" w14:textId="686484F1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nia, Impuls, Kraków 2013</w:t>
            </w:r>
          </w:p>
          <w:p w14:paraId="3D4C2EB4" w14:textId="059FF4CA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VB-MAPP, Warszawa 2015</w:t>
            </w:r>
          </w:p>
          <w:p w14:paraId="558D9F99" w14:textId="063B3097" w:rsidR="006D03D5" w:rsidRDefault="006D03D5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Reichler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R.J.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Bashford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M.D.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L.M.,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Psychoedukacyjny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SPOA,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Hanna </w:t>
            </w:r>
            <w:proofErr w:type="spellStart"/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77777777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387ED9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387ED9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387ED9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387ED9">
              <w:rPr>
                <w:rStyle w:val="fontstyle01"/>
                <w:rFonts w:ascii="Corbel" w:hAnsi="Corbel"/>
              </w:rPr>
              <w:t xml:space="preserve"> R.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61D0486F" w14:textId="1626C5F1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r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czego osób z różnymi potrzebami edukacyjnymi, Impuls, Kraków 2011</w:t>
            </w:r>
          </w:p>
          <w:p w14:paraId="0E77B03B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</w:t>
            </w:r>
          </w:p>
          <w:p w14:paraId="20B08793" w14:textId="04389002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0C05E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cjalnymi potrzebami edukacyjnymi</w:t>
            </w:r>
            <w:r w:rsidR="000C05E7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2B006F4A" w:rsidR="003A5BDE" w:rsidRPr="00D5212B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cjalnych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Kruk-Lasocka J.,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Sekułowicz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M. (red.): Wczesna diagnoza i terapia dzieci z utrudnieniami w rozwoju. Interdyscyplinarne problemy. Wr</w:t>
            </w:r>
            <w:r w:rsidRPr="00800C7C">
              <w:rPr>
                <w:rStyle w:val="fontstyle01"/>
                <w:rFonts w:ascii="Corbel" w:hAnsi="Corbel"/>
              </w:rPr>
              <w:t>o</w:t>
            </w:r>
            <w:r w:rsidRPr="00800C7C">
              <w:rPr>
                <w:rStyle w:val="fontstyle01"/>
                <w:rFonts w:ascii="Corbel" w:hAnsi="Corbel"/>
              </w:rPr>
              <w:t>cław 2004.</w:t>
            </w:r>
          </w:p>
          <w:p w14:paraId="31CF072C" w14:textId="64546B05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M.: Diagnoza i wspomaganie dziecka. Wybrane zagadni</w:t>
            </w:r>
            <w:r w:rsidRPr="00800C7C">
              <w:rPr>
                <w:rStyle w:val="fontstyle01"/>
                <w:rFonts w:ascii="Corbel" w:hAnsi="Corbel"/>
              </w:rPr>
              <w:t>e</w:t>
            </w:r>
            <w:r w:rsidRPr="00800C7C">
              <w:rPr>
                <w:rStyle w:val="fontstyle01"/>
                <w:rFonts w:ascii="Corbel" w:hAnsi="Corbel"/>
              </w:rPr>
              <w:t xml:space="preserve">nia. Warszawa 2007 </w:t>
            </w:r>
          </w:p>
          <w:p w14:paraId="7371760E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4A0A075B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>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72FF97F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002F72C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Głodkowska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759C6D51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0B2CE03D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800C7C">
              <w:rPr>
                <w:rFonts w:ascii="Corbel" w:hAnsi="Corbel"/>
                <w:sz w:val="24"/>
                <w:szCs w:val="24"/>
              </w:rPr>
              <w:t>p</w:t>
            </w:r>
            <w:r w:rsidRPr="00800C7C">
              <w:rPr>
                <w:rFonts w:ascii="Corbel" w:hAnsi="Corbel"/>
                <w:sz w:val="24"/>
                <w:szCs w:val="24"/>
              </w:rPr>
              <w:t>o</w:t>
            </w:r>
            <w:r w:rsidRPr="00800C7C">
              <w:rPr>
                <w:rFonts w:ascii="Corbel" w:hAnsi="Corbel"/>
                <w:sz w:val="24"/>
                <w:szCs w:val="24"/>
              </w:rPr>
              <w:t>trzebach edukacyjnych // W : Problemy wychowawcze dzieci i mł</w:t>
            </w:r>
            <w:r w:rsidRPr="00800C7C">
              <w:rPr>
                <w:rFonts w:ascii="Corbel" w:hAnsi="Corbel"/>
                <w:sz w:val="24"/>
                <w:szCs w:val="24"/>
              </w:rPr>
              <w:t>o</w:t>
            </w:r>
            <w:r w:rsidRPr="00800C7C">
              <w:rPr>
                <w:rFonts w:ascii="Corbel" w:hAnsi="Corbel"/>
                <w:sz w:val="24"/>
                <w:szCs w:val="24"/>
              </w:rPr>
              <w:t xml:space="preserve">dzieży T. 2., pod red. Małgorzaty Łoskot - Poznań : Wydaw. FORUM 2010. </w:t>
            </w:r>
          </w:p>
          <w:p w14:paraId="75A626BF" w14:textId="1D35537E" w:rsidR="003A5BDE" w:rsidRPr="000C05E7" w:rsidRDefault="006D03D5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CC37B" w14:textId="77777777" w:rsidR="0089035C" w:rsidRDefault="0089035C" w:rsidP="003A5BDE">
      <w:pPr>
        <w:spacing w:after="0" w:line="240" w:lineRule="auto"/>
      </w:pPr>
      <w:r>
        <w:separator/>
      </w:r>
    </w:p>
  </w:endnote>
  <w:endnote w:type="continuationSeparator" w:id="0">
    <w:p w14:paraId="3B87453B" w14:textId="77777777" w:rsidR="0089035C" w:rsidRDefault="0089035C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CD533" w14:textId="77777777" w:rsidR="0089035C" w:rsidRDefault="0089035C" w:rsidP="003A5BDE">
      <w:pPr>
        <w:spacing w:after="0" w:line="240" w:lineRule="auto"/>
      </w:pPr>
      <w:r>
        <w:separator/>
      </w:r>
    </w:p>
  </w:footnote>
  <w:footnote w:type="continuationSeparator" w:id="0">
    <w:p w14:paraId="66708101" w14:textId="77777777" w:rsidR="0089035C" w:rsidRDefault="0089035C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3082"/>
    <w:rsid w:val="00086DD6"/>
    <w:rsid w:val="000C05E7"/>
    <w:rsid w:val="000D3BA9"/>
    <w:rsid w:val="000E5BFC"/>
    <w:rsid w:val="00165636"/>
    <w:rsid w:val="001A043E"/>
    <w:rsid w:val="001B41FD"/>
    <w:rsid w:val="001F0693"/>
    <w:rsid w:val="001F6A04"/>
    <w:rsid w:val="0023072E"/>
    <w:rsid w:val="002407E4"/>
    <w:rsid w:val="00263E6A"/>
    <w:rsid w:val="00284C81"/>
    <w:rsid w:val="002A0BC0"/>
    <w:rsid w:val="002E4F23"/>
    <w:rsid w:val="00381233"/>
    <w:rsid w:val="0038416B"/>
    <w:rsid w:val="00395054"/>
    <w:rsid w:val="003A19BA"/>
    <w:rsid w:val="003A5BDE"/>
    <w:rsid w:val="003E00BB"/>
    <w:rsid w:val="0042478B"/>
    <w:rsid w:val="004262FB"/>
    <w:rsid w:val="004424F6"/>
    <w:rsid w:val="004444EB"/>
    <w:rsid w:val="00466C5C"/>
    <w:rsid w:val="004D05F7"/>
    <w:rsid w:val="005F255F"/>
    <w:rsid w:val="00620A9B"/>
    <w:rsid w:val="006A2F2F"/>
    <w:rsid w:val="006D03D5"/>
    <w:rsid w:val="006D27E0"/>
    <w:rsid w:val="007064F9"/>
    <w:rsid w:val="0072515C"/>
    <w:rsid w:val="007623D5"/>
    <w:rsid w:val="0078473F"/>
    <w:rsid w:val="007F1D23"/>
    <w:rsid w:val="00800C7C"/>
    <w:rsid w:val="008113E3"/>
    <w:rsid w:val="00814821"/>
    <w:rsid w:val="0081532D"/>
    <w:rsid w:val="00841CC8"/>
    <w:rsid w:val="0089035C"/>
    <w:rsid w:val="008B67DE"/>
    <w:rsid w:val="008B6D67"/>
    <w:rsid w:val="00974863"/>
    <w:rsid w:val="00990F88"/>
    <w:rsid w:val="009B4330"/>
    <w:rsid w:val="009D529D"/>
    <w:rsid w:val="009E7315"/>
    <w:rsid w:val="00A12784"/>
    <w:rsid w:val="00A159C3"/>
    <w:rsid w:val="00A22BBF"/>
    <w:rsid w:val="00AA73D8"/>
    <w:rsid w:val="00B0549E"/>
    <w:rsid w:val="00B31650"/>
    <w:rsid w:val="00B66811"/>
    <w:rsid w:val="00B702C1"/>
    <w:rsid w:val="00B92FC0"/>
    <w:rsid w:val="00B9492B"/>
    <w:rsid w:val="00C05D1B"/>
    <w:rsid w:val="00C14B96"/>
    <w:rsid w:val="00C76FBF"/>
    <w:rsid w:val="00C77535"/>
    <w:rsid w:val="00CB16C8"/>
    <w:rsid w:val="00CC61B0"/>
    <w:rsid w:val="00CE6BBB"/>
    <w:rsid w:val="00D21B91"/>
    <w:rsid w:val="00D5212B"/>
    <w:rsid w:val="00DB4299"/>
    <w:rsid w:val="00DD59DE"/>
    <w:rsid w:val="00E41E0F"/>
    <w:rsid w:val="00E92F9D"/>
    <w:rsid w:val="00EE1771"/>
    <w:rsid w:val="00F16410"/>
    <w:rsid w:val="00F16FD2"/>
    <w:rsid w:val="00F76C1D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1636</Words>
  <Characters>9821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Lew-Koralewicz</dc:creator>
  <cp:lastModifiedBy>user</cp:lastModifiedBy>
  <cp:revision>4</cp:revision>
  <dcterms:created xsi:type="dcterms:W3CDTF">2021-09-28T07:17:00Z</dcterms:created>
  <dcterms:modified xsi:type="dcterms:W3CDTF">2021-09-28T08:14:00Z</dcterms:modified>
</cp:coreProperties>
</file>