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5D0" w:rsidRPr="00E960BB" w:rsidRDefault="00997F14" w:rsidP="008F15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F15D0" w:rsidRPr="00E960BB">
        <w:rPr>
          <w:rFonts w:ascii="Corbel" w:hAnsi="Corbel"/>
          <w:bCs/>
          <w:i/>
        </w:rPr>
        <w:t xml:space="preserve">Załącznik nr 1.5 do Zarządzenia Rektora UR  nr </w:t>
      </w:r>
      <w:r w:rsidR="008F15D0">
        <w:rPr>
          <w:rFonts w:ascii="Corbel" w:hAnsi="Corbel"/>
          <w:bCs/>
          <w:i/>
        </w:rPr>
        <w:t>7</w:t>
      </w:r>
      <w:r w:rsidR="008F15D0" w:rsidRPr="00E960BB">
        <w:rPr>
          <w:rFonts w:ascii="Corbel" w:hAnsi="Corbel"/>
          <w:bCs/>
          <w:i/>
        </w:rPr>
        <w:t>/20</w:t>
      </w:r>
      <w:r w:rsidR="008F15D0">
        <w:rPr>
          <w:rFonts w:ascii="Corbel" w:hAnsi="Corbel"/>
          <w:bCs/>
          <w:i/>
        </w:rPr>
        <w:t>23</w:t>
      </w:r>
    </w:p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601E6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276D">
        <w:rPr>
          <w:rFonts w:ascii="Corbel" w:hAnsi="Corbel"/>
          <w:i/>
          <w:smallCaps/>
          <w:sz w:val="24"/>
          <w:szCs w:val="24"/>
        </w:rPr>
        <w:t>2024-2029</w:t>
      </w:r>
      <w:r w:rsidR="00D0276D" w:rsidRPr="00EA4832">
        <w:rPr>
          <w:rFonts w:ascii="Corbel" w:hAnsi="Corbel"/>
          <w:i/>
          <w:sz w:val="20"/>
          <w:szCs w:val="20"/>
        </w:rPr>
        <w:t xml:space="preserve"> </w:t>
      </w:r>
      <w:r w:rsidR="00D0276D">
        <w:rPr>
          <w:rFonts w:ascii="Corbel" w:hAnsi="Corbel"/>
          <w:i/>
          <w:sz w:val="20"/>
          <w:szCs w:val="20"/>
        </w:rPr>
        <w:br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776A77">
        <w:rPr>
          <w:rFonts w:ascii="Corbel" w:hAnsi="Corbel"/>
          <w:sz w:val="20"/>
          <w:szCs w:val="20"/>
        </w:rPr>
        <w:t>202</w:t>
      </w:r>
      <w:r w:rsidR="00D0276D">
        <w:rPr>
          <w:rFonts w:ascii="Corbel" w:hAnsi="Corbel"/>
          <w:sz w:val="20"/>
          <w:szCs w:val="20"/>
        </w:rPr>
        <w:t>7</w:t>
      </w:r>
      <w:r w:rsidR="009231F2">
        <w:rPr>
          <w:rFonts w:ascii="Corbel" w:hAnsi="Corbel"/>
          <w:sz w:val="20"/>
          <w:szCs w:val="20"/>
        </w:rPr>
        <w:t>/2</w:t>
      </w:r>
      <w:r w:rsidR="000052DD">
        <w:rPr>
          <w:rFonts w:ascii="Corbel" w:hAnsi="Corbel"/>
          <w:sz w:val="20"/>
          <w:szCs w:val="20"/>
        </w:rPr>
        <w:t>02</w:t>
      </w:r>
      <w:r w:rsidR="00D0276D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451E7" w:rsidRPr="009C54AE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451E7" w:rsidRPr="00296623" w:rsidRDefault="00AE0B15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451E7" w:rsidRPr="009C54AE" w:rsidRDefault="00776A7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51E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sem. 7, 8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451E7" w:rsidRPr="00296623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C.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51E7" w:rsidRPr="009C54AE" w:rsidTr="00B819C8">
        <w:tc>
          <w:tcPr>
            <w:tcW w:w="2694" w:type="dxa"/>
            <w:vAlign w:val="center"/>
          </w:tcPr>
          <w:p w:rsidR="005451E7" w:rsidRPr="009C54AE" w:rsidRDefault="005451E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451E7" w:rsidRPr="009C54AE" w:rsidRDefault="005451E7" w:rsidP="00587C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B9422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451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776A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CD62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psychologia 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CD62D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CD62D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5451E7" w:rsidRDefault="005451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E417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Potrzeby rozwojowe i edukacyjne dzieci w wieku przedszkolnym i wczesnoszkolnym.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FF43DF">
            <w:pPr>
              <w:pStyle w:val="Akapitzlist"/>
              <w:spacing w:after="0" w:line="240" w:lineRule="auto"/>
              <w:ind w:left="176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procesem diagnostycznym, sposoby i modele diagnozowania. Diagnoza funkcjonalna dzieci  – obszary, sposoby, narzędzia.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FF43DF">
            <w:pPr>
              <w:pStyle w:val="Akapitzlist"/>
              <w:spacing w:after="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Przepisy prawa a planowanie, organizacja i prowadzenie pomocy pedagogiczno-psychologicznej w przedszkolu i szkole.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przedszkolna i wspomaganie dzieci w osiąganiu gotowości do nauki w szkole.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gotowości do uczenia się czytania i pisania w ujęciu Anny Brzezińskiej i Grażyny Krasowicz – Kupis.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kompetencji matematycznych dzieci w przedszkolu w ujęciu Edyty Gruszczyk-Kolczyńskiej i Urszuli Oszwy.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funkcjonalna rozwoju gotowości emocjonalno- społecznej dzieci w wieku przedszkol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nym i młodszym wieku szkolnym.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kompetencji polonistycznych i matematycznych dzieci szkolnych.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Prawidłowości rozwojowe dzieci przedszkolnych i w młodszym wieku szkolnym w zakresie funkcji percepcyjno-motorycznych i procesów poznawczych. Metody diagnozy rozwoju poznawczego na etapie edukacji przedszkolnej i wczesnoszkolnej w ujęciu G.Krasowicz-Kupis, K. Wiejak, K.Gruszczyk-Kolczyńskiej.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a planowanie, organizacja i prowadzenie pomocy pedagogiczno-psychologicznej w przedszkolu i szkole.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Specyficzne i specjalne potrzeby edukacyjne dzieci. Rozpoznawanie potrzeb rozwojowych i edukacyjnych uczniów.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a dojrzałość szkolna – analiza narzędzi do jej diagnozy (Test DS. 1 Barbary Wilgockiej-Okoń, SGE-5 Koźmińskiej, SGS Frydrychowicz, propozycja E.Gruszczyk-Kolczyńskiej).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do nauki czytania i pisania– test G.Krasowicz-Kupis, A.Brzezińskiej. Testy diagnozy świadomości fonologicznej B.Kaji, G.Krasowicz-Kupis.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diagnozowania kompetencji matematycznych dzieci w wieku przedszkolnym  i młodszym wieku szkolnym– testy E. Gruszczyk-Kolczyńskiej i U. Oszwy.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Skala Poczucie Kontroli u Dzieci Przedszkolnych Barbary Szmigielskiej. SPD a gotowość szkolna.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kompetencji szkolnych uczniów w edukacji wczesnoszkolnej - umiejętności czytania i pisania, liczenia, rozumowania  operacyjnego. 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diagnozy rozwoju emocjonalno-społecznego dzieci w wieku przedszkolnym i młodszym wieku szkolnym.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dziecka – funkcjonowanie w grupie rówieśniczej, w rodzinie.</w:t>
            </w:r>
          </w:p>
        </w:tc>
      </w:tr>
      <w:tr w:rsidR="00FF43DF" w:rsidRPr="009C54AE" w:rsidTr="00923D7D">
        <w:tc>
          <w:tcPr>
            <w:tcW w:w="9639" w:type="dxa"/>
          </w:tcPr>
          <w:p w:rsidR="00FF43DF" w:rsidRDefault="00FF43DF" w:rsidP="00971D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napisać opinię o dziecku do PPP? Jak interpretować opinie z PPP?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E51E17" w:rsidRDefault="00D075ED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E51E17" w:rsidRDefault="00D075ED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2C118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E51E17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2C118C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118C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</w:tcPr>
          <w:p w:rsidR="0015388D" w:rsidRPr="00E51E17" w:rsidRDefault="00871B84" w:rsidP="00E51E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E51E17" w:rsidRDefault="00871B84" w:rsidP="00E51E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E1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sem.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sem.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(treści z wykładów i ćwiczeń z sem.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F15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D62DA" w:rsidRDefault="00CD62DA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E5EAB" w:rsidP="00C41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55F3F" w:rsidRPr="00A55F3F" w:rsidTr="00A55F3F">
        <w:trPr>
          <w:trHeight w:val="397"/>
        </w:trPr>
        <w:tc>
          <w:tcPr>
            <w:tcW w:w="7513" w:type="dxa"/>
          </w:tcPr>
          <w:p w:rsidR="00A55F3F" w:rsidRPr="00A55F3F" w:rsidRDefault="00A55F3F" w:rsidP="0097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Knopik T., Oszwa U., Domagała-Zyśk E., Diagnoza funkcjonalna jako standard pomocy psychologiczno-pedagogicznej – od założeń teoretycznych do praktyki diagnostyczno-terapeutycznej. Kwartalnik Pedagogiczny 2019, nr 2;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Knopik T., Oszwa U., Domagała-Zyśk E., Diagnoza funkcjonalna rozwoju społeczno-emocjonalnego uczniów  w wieku 9-13 lat. Lublin 2017;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Diagnoza przedszkolna i wspomaganie dzieci w osiąganiu gotowości do nauki w szkole. ORE;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 xml:space="preserve">Ciechomska M., Ciechomski M., Potrzeby psychiczne dziecka w wieku przedszkolnym i wczesnoszkolnym. [W:] Dzieci z trudnościami adaptacyjnymi w młodszym wieku, pod red. E. Śmiechowskiej-Petrovskyj. 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2016;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Brzezińska A., Specyficzne i specjalne potrzeby edukacyjne. Edukacja 2014, nr 2;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Brzezińska A., Wiejak K., Gruszczyńska K., Katalog metod rozwoju poznawczego dziecka na etapie edukacji przedszkolnej i wczesnoszkolnej. Warszawa 2015;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Czarnocka M., Udzielanie i dokumentowanie pomocy psychologiczno-pedagogicznej w szkole i przedszkolu od września 2022. Warszawa 2022;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Dybowska E., Diagnoza pedagogiczna środowiska rodzinnego. [W:] Wybrane zagadnienia pedagogiki rodziny, pod red. A. Błasiak i E.Dybowskiej. Kraków 2010;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Zych A., Efektywna obserwacja nauczycielska w przedszkolu w świetle diagnozy funkcjonalnej. ORE, Warszawa 2019;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wnioski. Warszawa 2013;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rodzinnym. Bydgoszcz 2004;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Deptuła M., Misiuk A., Diagnozowanie kompetencji społecznych dzieci w wieku przedszkolnym i młodszym szkolnym. Warszawa 2016;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Frydrychowicz A. i in., Skala Gotowości Szkolnej. Podręcznik. Warszawa 2006;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Koźniewska E., Matuszewski A. i in., Skala Gotowości Edukacyjnej  pięciolatków (SGE-5) Obserwacyjna metoda dla nauczycieli. ORE. Warszawa 2010;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Górniewicz E., Diagnozowanie trudności w czytaniu i pisaniu. Toruń 2017;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uzdolnionych. Warszawa 2014;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Gaweł E., Diagnoza trudności matematycznych w PPP. Kraków 2020;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Cieszyńska J., Korendo M., Wczesna interwencja terapeutyczna. Wspomaganie rozwoju dziecka. Od noworodka do 6.roku życia. Kraków 2007;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Matejczaj J., Rozwój dziecka. Wiek przedszkolny (2/3-5/6 lat). Niezbędnik Dobrego Nauczyciela T.2., pod. red. A. Brzezińskiej (on line);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Kamza A., Rozwój dziecka. Wczesny wiek szkolny (5/6-8/9 lat). Niezbędnik Dobrego Nauczyciela T.3., pod. red. A. Brzezińskiej (on line).</w:t>
            </w:r>
          </w:p>
          <w:p w:rsidR="00A55F3F" w:rsidRPr="00A55F3F" w:rsidRDefault="00A55F3F" w:rsidP="00971DBB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5F3F" w:rsidRPr="00A55F3F" w:rsidTr="00A55F3F">
        <w:trPr>
          <w:trHeight w:val="397"/>
        </w:trPr>
        <w:tc>
          <w:tcPr>
            <w:tcW w:w="7513" w:type="dxa"/>
          </w:tcPr>
          <w:p w:rsidR="00A55F3F" w:rsidRPr="00A55F3F" w:rsidRDefault="00A55F3F" w:rsidP="00971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Obuchowski K., Galaktyka potrzeb. Warszawa 2000;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Skarbek K., Wrońska I., Diagnoza i wspomaganie rozwoju psychoruchowego dziecka w wieku przedszkolnym. Kraków 2017;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Tanajewska A., Naprawa R., Kołodziejska D., Diagnoza rozwoju dziecka przedszkolnego przed rozpoczęciem  nauki w szkole. Gdańsk 2014;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rozwiązania. Warszawa 2006;</w:t>
            </w:r>
          </w:p>
          <w:p w:rsidR="00A55F3F" w:rsidRPr="00A55F3F" w:rsidRDefault="00A55F3F" w:rsidP="00A55F3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5F3F">
              <w:rPr>
                <w:rFonts w:ascii="Corbel" w:hAnsi="Corbel"/>
                <w:b w:val="0"/>
                <w:smallCaps w:val="0"/>
                <w:szCs w:val="24"/>
              </w:rPr>
              <w:t>Skałbania B., Diagnostyka pedagogiczna: wybrane obszary ba</w:t>
            </w:r>
            <w:r w:rsidRPr="00A55F3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dawcze i rozwiązania praktyczne.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917" w:rsidRDefault="00760917" w:rsidP="00C16ABF">
      <w:pPr>
        <w:spacing w:after="0" w:line="240" w:lineRule="auto"/>
      </w:pPr>
      <w:r>
        <w:separator/>
      </w:r>
    </w:p>
  </w:endnote>
  <w:endnote w:type="continuationSeparator" w:id="0">
    <w:p w:rsidR="00760917" w:rsidRDefault="007609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917" w:rsidRDefault="00760917" w:rsidP="00C16ABF">
      <w:pPr>
        <w:spacing w:after="0" w:line="240" w:lineRule="auto"/>
      </w:pPr>
      <w:r>
        <w:separator/>
      </w:r>
    </w:p>
  </w:footnote>
  <w:footnote w:type="continuationSeparator" w:id="0">
    <w:p w:rsidR="00760917" w:rsidRDefault="007609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D0FE7"/>
    <w:multiLevelType w:val="hybridMultilevel"/>
    <w:tmpl w:val="6626441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161368"/>
    <w:multiLevelType w:val="hybridMultilevel"/>
    <w:tmpl w:val="5F5229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13BC8"/>
    <w:multiLevelType w:val="hybridMultilevel"/>
    <w:tmpl w:val="3E2CA212"/>
    <w:lvl w:ilvl="0" w:tplc="9A820C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02306C"/>
    <w:multiLevelType w:val="hybridMultilevel"/>
    <w:tmpl w:val="DB8C05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52D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3FBD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2891"/>
    <w:rsid w:val="001640A7"/>
    <w:rsid w:val="00164198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8C"/>
    <w:rsid w:val="002C1F06"/>
    <w:rsid w:val="002C1F0C"/>
    <w:rsid w:val="002D18AE"/>
    <w:rsid w:val="002D3375"/>
    <w:rsid w:val="002D73D4"/>
    <w:rsid w:val="002F02A3"/>
    <w:rsid w:val="002F4ABE"/>
    <w:rsid w:val="003018BA"/>
    <w:rsid w:val="0030395F"/>
    <w:rsid w:val="00305C92"/>
    <w:rsid w:val="003145CB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8613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03E"/>
    <w:rsid w:val="00543ACC"/>
    <w:rsid w:val="005451E7"/>
    <w:rsid w:val="00563D28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01E6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0917"/>
    <w:rsid w:val="0076353E"/>
    <w:rsid w:val="00763BF1"/>
    <w:rsid w:val="00766FD4"/>
    <w:rsid w:val="00776A77"/>
    <w:rsid w:val="0078168C"/>
    <w:rsid w:val="00787C2A"/>
    <w:rsid w:val="00790E27"/>
    <w:rsid w:val="007A4022"/>
    <w:rsid w:val="007A6E6E"/>
    <w:rsid w:val="007C0AED"/>
    <w:rsid w:val="007C3299"/>
    <w:rsid w:val="007C3BCC"/>
    <w:rsid w:val="007C4546"/>
    <w:rsid w:val="007D6E56"/>
    <w:rsid w:val="007E372F"/>
    <w:rsid w:val="007E738A"/>
    <w:rsid w:val="007F1652"/>
    <w:rsid w:val="007F4155"/>
    <w:rsid w:val="0081554D"/>
    <w:rsid w:val="0081707E"/>
    <w:rsid w:val="00830223"/>
    <w:rsid w:val="008449B3"/>
    <w:rsid w:val="0085634F"/>
    <w:rsid w:val="0085747A"/>
    <w:rsid w:val="00871B84"/>
    <w:rsid w:val="00884922"/>
    <w:rsid w:val="00885F64"/>
    <w:rsid w:val="008917F9"/>
    <w:rsid w:val="00896C7D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D0"/>
    <w:rsid w:val="008F6E29"/>
    <w:rsid w:val="00916188"/>
    <w:rsid w:val="009231F2"/>
    <w:rsid w:val="00923D7D"/>
    <w:rsid w:val="009508DF"/>
    <w:rsid w:val="00950DAC"/>
    <w:rsid w:val="00954A07"/>
    <w:rsid w:val="00976E2E"/>
    <w:rsid w:val="00994701"/>
    <w:rsid w:val="00997F14"/>
    <w:rsid w:val="009A5937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26C4"/>
    <w:rsid w:val="00A53FA5"/>
    <w:rsid w:val="00A54817"/>
    <w:rsid w:val="00A55F3F"/>
    <w:rsid w:val="00A601C8"/>
    <w:rsid w:val="00A60799"/>
    <w:rsid w:val="00A82F29"/>
    <w:rsid w:val="00A84C85"/>
    <w:rsid w:val="00A97DE1"/>
    <w:rsid w:val="00AA6E55"/>
    <w:rsid w:val="00AB053C"/>
    <w:rsid w:val="00AD1146"/>
    <w:rsid w:val="00AD27D3"/>
    <w:rsid w:val="00AD66D6"/>
    <w:rsid w:val="00AE0B15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2A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416C0"/>
    <w:rsid w:val="00C56036"/>
    <w:rsid w:val="00C61DC5"/>
    <w:rsid w:val="00C67E92"/>
    <w:rsid w:val="00C70A26"/>
    <w:rsid w:val="00C73BDE"/>
    <w:rsid w:val="00C766DF"/>
    <w:rsid w:val="00C94B98"/>
    <w:rsid w:val="00CA2B96"/>
    <w:rsid w:val="00CA3003"/>
    <w:rsid w:val="00CA5089"/>
    <w:rsid w:val="00CB42CB"/>
    <w:rsid w:val="00CC1CA4"/>
    <w:rsid w:val="00CD62DA"/>
    <w:rsid w:val="00CD6897"/>
    <w:rsid w:val="00CE5BAC"/>
    <w:rsid w:val="00CF25BE"/>
    <w:rsid w:val="00CF78ED"/>
    <w:rsid w:val="00D0276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4171D"/>
    <w:rsid w:val="00E44EB6"/>
    <w:rsid w:val="00E51E17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EE5EAB"/>
    <w:rsid w:val="00F070AB"/>
    <w:rsid w:val="00F17567"/>
    <w:rsid w:val="00F27A7B"/>
    <w:rsid w:val="00F34F9D"/>
    <w:rsid w:val="00F526AF"/>
    <w:rsid w:val="00F55333"/>
    <w:rsid w:val="00F617C3"/>
    <w:rsid w:val="00F7066B"/>
    <w:rsid w:val="00F80789"/>
    <w:rsid w:val="00F83B28"/>
    <w:rsid w:val="00F86D4E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43DF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65CC"/>
  <w15:docId w15:val="{3BD7C22A-AFF2-4892-932F-108D701D3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1BC6D-B5BE-41D4-8C40-114B297A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235</TotalTime>
  <Pages>1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67</cp:revision>
  <cp:lastPrinted>2019-02-06T12:12:00Z</cp:lastPrinted>
  <dcterms:created xsi:type="dcterms:W3CDTF">2019-04-17T09:43:00Z</dcterms:created>
  <dcterms:modified xsi:type="dcterms:W3CDTF">2024-07-08T07:44:00Z</dcterms:modified>
</cp:coreProperties>
</file>