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220CB" w:rsidR="00FD2BEA" w:rsidP="27FC95D1" w:rsidRDefault="00997F14" w14:paraId="2F402359" w14:textId="3E1CB48A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7FC95D1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7FC95D1" w:rsidR="00D8678B">
        <w:rPr>
          <w:rFonts w:ascii="Corbel" w:hAnsi="Corbel"/>
          <w:i w:val="1"/>
          <w:iCs w:val="1"/>
        </w:rPr>
        <w:t xml:space="preserve">Załącznik nr </w:t>
      </w:r>
      <w:r w:rsidRPr="27FC95D1" w:rsidR="006F31E2">
        <w:rPr>
          <w:rFonts w:ascii="Corbel" w:hAnsi="Corbel"/>
          <w:i w:val="1"/>
          <w:iCs w:val="1"/>
        </w:rPr>
        <w:t>1.5</w:t>
      </w:r>
      <w:r w:rsidRPr="27FC95D1" w:rsidR="00D8678B">
        <w:rPr>
          <w:rFonts w:ascii="Corbel" w:hAnsi="Corbel"/>
          <w:i w:val="1"/>
          <w:iCs w:val="1"/>
        </w:rPr>
        <w:t xml:space="preserve"> do Zarządzenia</w:t>
      </w:r>
      <w:r w:rsidRPr="27FC95D1" w:rsidR="002A22BF">
        <w:rPr>
          <w:rFonts w:ascii="Corbel" w:hAnsi="Corbel"/>
          <w:i w:val="1"/>
          <w:iCs w:val="1"/>
        </w:rPr>
        <w:t xml:space="preserve"> Rektora </w:t>
      </w:r>
      <w:r w:rsidRPr="27FC95D1" w:rsidR="002A22BF">
        <w:rPr>
          <w:rFonts w:ascii="Corbel" w:hAnsi="Corbel"/>
          <w:i w:val="1"/>
          <w:iCs w:val="1"/>
        </w:rPr>
        <w:t xml:space="preserve">UR </w:t>
      </w:r>
      <w:r w:rsidRPr="27FC95D1" w:rsidR="00CD6897">
        <w:rPr>
          <w:rFonts w:ascii="Corbel" w:hAnsi="Corbel"/>
          <w:i w:val="1"/>
          <w:iCs w:val="1"/>
        </w:rPr>
        <w:t>nr</w:t>
      </w:r>
      <w:r w:rsidRPr="27FC95D1" w:rsidR="00CD6897">
        <w:rPr>
          <w:rFonts w:ascii="Corbel" w:hAnsi="Corbel"/>
          <w:i w:val="1"/>
          <w:iCs w:val="1"/>
        </w:rPr>
        <w:t xml:space="preserve"> </w:t>
      </w:r>
      <w:r w:rsidRPr="27FC95D1" w:rsidR="006F4616">
        <w:rPr>
          <w:rFonts w:ascii="Corbel" w:hAnsi="Corbel"/>
          <w:i w:val="1"/>
          <w:iCs w:val="1"/>
        </w:rPr>
        <w:t>7</w:t>
      </w:r>
      <w:r w:rsidRPr="27FC95D1" w:rsidR="00F17567">
        <w:rPr>
          <w:rFonts w:ascii="Corbel" w:hAnsi="Corbel"/>
          <w:i w:val="1"/>
          <w:iCs w:val="1"/>
        </w:rPr>
        <w:t>/20</w:t>
      </w:r>
      <w:r w:rsidRPr="27FC95D1" w:rsidR="006F4616">
        <w:rPr>
          <w:rFonts w:ascii="Corbel" w:hAnsi="Corbel"/>
          <w:i w:val="1"/>
          <w:iCs w:val="1"/>
        </w:rPr>
        <w:t>23</w:t>
      </w:r>
    </w:p>
    <w:p w:rsidR="00BB7726" w:rsidP="009C54AE" w:rsidRDefault="00BB7726" w14:paraId="65D5611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9C54AE" w:rsidRDefault="0085747A" w14:paraId="45F9D4E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27FC95D1" w:rsidRDefault="0071620A" w14:paraId="1C6A0BFF" w14:textId="40287C9E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7FC95D1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7FC95D1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7FC95D1" w:rsidR="00A45C48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27FC95D1" w:rsidR="479BA2A6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27FC95D1" w:rsidR="00A45C48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7FC95D1" w:rsidR="704B7879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85747A" w:rsidP="00EA4832" w:rsidRDefault="00EA4832" w14:paraId="2B5AFA33" w14:textId="55F534C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7FC95D1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7FC95D1" w:rsidR="0085747A">
        <w:rPr>
          <w:rFonts w:ascii="Corbel" w:hAnsi="Corbel"/>
          <w:i w:val="1"/>
          <w:iCs w:val="1"/>
          <w:sz w:val="20"/>
          <w:szCs w:val="20"/>
        </w:rPr>
        <w:t>(</w:t>
      </w:r>
      <w:r w:rsidRPr="27FC95D1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27FC95D1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C3D31B8" w14:textId="5BA6334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F231C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8F4B83">
        <w:rPr>
          <w:rFonts w:ascii="Corbel" w:hAnsi="Corbel"/>
          <w:sz w:val="20"/>
          <w:szCs w:val="20"/>
        </w:rPr>
        <w:t xml:space="preserve">ok akademicki </w:t>
      </w:r>
      <w:r w:rsidR="00A45C48">
        <w:rPr>
          <w:rFonts w:ascii="Corbel" w:hAnsi="Corbel"/>
          <w:sz w:val="20"/>
          <w:szCs w:val="20"/>
        </w:rPr>
        <w:t>202</w:t>
      </w:r>
      <w:r w:rsidR="1BA5DB36">
        <w:rPr>
          <w:rFonts w:ascii="Corbel" w:hAnsi="Corbel"/>
          <w:sz w:val="20"/>
          <w:szCs w:val="20"/>
        </w:rPr>
        <w:t>5</w:t>
      </w:r>
      <w:r w:rsidR="00A45C48">
        <w:rPr>
          <w:rFonts w:ascii="Corbel" w:hAnsi="Corbel"/>
          <w:sz w:val="20"/>
          <w:szCs w:val="20"/>
        </w:rPr>
        <w:t>/202</w:t>
      </w:r>
      <w:r w:rsidR="13421230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32A94C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3F0DF6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40754D" w:rsidTr="55001BB6" w14:paraId="1BA77F4C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6AB71A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F4B83" w:rsidR="0040754D" w:rsidP="00E326A5" w:rsidRDefault="0040754D" w14:paraId="0D80A7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>Socjologia rodziny</w:t>
            </w:r>
          </w:p>
        </w:tc>
      </w:tr>
      <w:tr w:rsidRPr="009C54AE" w:rsidR="0040754D" w:rsidTr="55001BB6" w14:paraId="12AC7C3C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03CB42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40754D" w:rsidRDefault="0040754D" w14:paraId="27B981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4D">
              <w:rPr>
                <w:rFonts w:ascii="Corbel" w:hAnsi="Corbel"/>
                <w:b w:val="0"/>
                <w:sz w:val="24"/>
                <w:szCs w:val="24"/>
              </w:rPr>
              <w:t>S1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0754D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Pr="009C54AE" w:rsidR="0040754D" w:rsidTr="55001BB6" w14:paraId="03A7602E" w14:textId="77777777">
        <w:tc>
          <w:tcPr>
            <w:tcW w:w="2694" w:type="dxa"/>
            <w:tcMar/>
            <w:vAlign w:val="center"/>
          </w:tcPr>
          <w:p w:rsidRPr="009C54AE" w:rsidR="0040754D" w:rsidP="00EA4832" w:rsidRDefault="0040754D" w14:paraId="7E26B42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E326A5" w:rsidRDefault="0040754D" w14:paraId="2DD947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  <w:bookmarkStart w:name="_GoBack" w:id="0"/>
        <w:bookmarkEnd w:id="0"/>
      </w:tr>
      <w:tr w:rsidRPr="009C54AE" w:rsidR="0040754D" w:rsidTr="55001BB6" w14:paraId="0510B43A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472165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55001BB6" w:rsidRDefault="00BF231C" w14:paraId="67355BD4" w14:textId="4027C22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5001BB6" w:rsidR="00BF231C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40754D" w:rsidTr="55001BB6" w14:paraId="1F2B5A44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6CDED1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E326A5" w:rsidRDefault="0040754D" w14:paraId="3B0DE5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40754D" w:rsidTr="55001BB6" w14:paraId="72F9602A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5D329D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F4B83" w:rsidR="0040754D" w:rsidP="00E326A5" w:rsidRDefault="0040754D" w14:paraId="79D4C7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40754D" w:rsidTr="55001BB6" w14:paraId="0C4D8534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63EB1E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E326A5" w:rsidRDefault="0040754D" w14:paraId="4E00B5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40754D" w:rsidTr="55001BB6" w14:paraId="741DBCB5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14FBCB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E326A5" w:rsidRDefault="0040754D" w14:paraId="1ACAE0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40754D" w:rsidTr="55001BB6" w14:paraId="044DB114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33DD4F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8F4B83" w:rsidR="0040754D" w:rsidP="00047B72" w:rsidRDefault="0040754D" w14:paraId="4C30B9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 xml:space="preserve">Rok </w:t>
            </w:r>
            <w:r w:rsidRPr="008F4B83" w:rsidR="00047B72">
              <w:rPr>
                <w:rFonts w:ascii="Corbel" w:hAnsi="Corbel"/>
                <w:sz w:val="24"/>
                <w:szCs w:val="24"/>
              </w:rPr>
              <w:t>2, Semestr IV</w:t>
            </w:r>
          </w:p>
        </w:tc>
      </w:tr>
      <w:tr w:rsidRPr="009C54AE" w:rsidR="0040754D" w:rsidTr="55001BB6" w14:paraId="3D9DE294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338EF5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E326A5" w:rsidRDefault="00047B72" w14:paraId="0E5DC0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9C54AE" w:rsidR="0040754D" w:rsidTr="55001BB6" w14:paraId="04F92344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6D0A2D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E326A5" w:rsidRDefault="0040754D" w14:paraId="3A81146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40754D" w:rsidTr="55001BB6" w14:paraId="6D94C3D3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64CAAB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E326A5" w:rsidRDefault="0040754D" w14:paraId="4E2B48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Pr="009C54AE" w:rsidR="0040754D" w:rsidTr="55001BB6" w14:paraId="1E7208DD" w14:textId="77777777">
        <w:tc>
          <w:tcPr>
            <w:tcW w:w="2694" w:type="dxa"/>
            <w:tcMar/>
            <w:vAlign w:val="center"/>
          </w:tcPr>
          <w:p w:rsidRPr="009C54AE" w:rsidR="0040754D" w:rsidP="009C54AE" w:rsidRDefault="0040754D" w14:paraId="7F2970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60D5F" w:rsidR="0040754D" w:rsidP="00E326A5" w:rsidRDefault="0040754D" w14:paraId="73C66D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Pr="00BB7726" w:rsidR="00BB7726" w:rsidP="0957B9C7" w:rsidRDefault="0085747A" w14:paraId="17CABBB6" w14:textId="77777777">
      <w:pPr>
        <w:pStyle w:val="Podpunkty"/>
        <w:spacing w:after="100" w:afterAutospacing="on"/>
        <w:ind w:left="0"/>
        <w:rPr>
          <w:rFonts w:ascii="Corbel" w:hAnsi="Corbel"/>
          <w:b w:val="0"/>
          <w:bCs w:val="0"/>
          <w:i w:val="1"/>
          <w:iCs w:val="1"/>
          <w:sz w:val="24"/>
          <w:szCs w:val="24"/>
        </w:rPr>
      </w:pPr>
      <w:r w:rsidRPr="0957B9C7" w:rsidR="0085747A">
        <w:rPr>
          <w:rFonts w:ascii="Corbel" w:hAnsi="Corbel"/>
          <w:sz w:val="24"/>
          <w:szCs w:val="24"/>
        </w:rPr>
        <w:t xml:space="preserve">* </w:t>
      </w:r>
      <w:r w:rsidRPr="0957B9C7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0957B9C7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957B9C7" w:rsidR="0085747A">
        <w:rPr>
          <w:rFonts w:ascii="Corbel" w:hAnsi="Corbel"/>
          <w:b w:val="0"/>
          <w:bCs w:val="0"/>
          <w:sz w:val="24"/>
          <w:szCs w:val="24"/>
        </w:rPr>
        <w:t>e,</w:t>
      </w:r>
      <w:r w:rsidRPr="0957B9C7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957B9C7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957B9C7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55001BB6" w:rsidP="55001BB6" w:rsidRDefault="55001BB6" w14:paraId="31FE70AA" w14:textId="37E6141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923D7D" w:rsidP="00047B72" w:rsidRDefault="0085747A" w14:paraId="578FFC2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864"/>
        <w:gridCol w:w="963"/>
        <w:gridCol w:w="963"/>
        <w:gridCol w:w="963"/>
      </w:tblGrid>
      <w:tr w:rsidRPr="009C54AE" w:rsidR="00015B8F" w:rsidTr="27FC95D1" w14:paraId="7A18F0E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8F4B83" w:rsidRDefault="00015B8F" w14:paraId="49C91F2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8F4B83" w:rsidRDefault="002B5EA0" w14:paraId="43BC59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4B83" w:rsidRDefault="00015B8F" w14:paraId="2BC94B7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4B83" w:rsidRDefault="00015B8F" w14:paraId="6461EE1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4B83" w:rsidRDefault="00015B8F" w14:paraId="1BF8204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4B83" w:rsidRDefault="00015B8F" w14:paraId="18FC276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15B8F" w14:paraId="1C8076C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4B83" w:rsidRDefault="00015B8F" w14:paraId="075A954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4B83" w:rsidRDefault="00015B8F" w14:paraId="391C9EF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4B83" w:rsidRDefault="00015B8F" w14:paraId="1A0BB7C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4B83" w:rsidRDefault="00015B8F" w14:paraId="4E96612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7FC95D1" w14:paraId="24E3CE5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47B72" w14:paraId="29DF87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15B8F" w14:paraId="7F6F0C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15B8F" w14:paraId="6236F6E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47B72" w14:paraId="71ABDB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15B8F" w14:paraId="690182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15B8F" w14:paraId="79E75E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15B8F" w14:paraId="3C337B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15B8F" w14:paraId="1E111B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15B8F" w14:paraId="11484B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4B83" w:rsidRDefault="00047B72" w14:paraId="1D8225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047B72" w:rsidRDefault="00923D7D" w14:paraId="526F114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9F7BE4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F4B83" w:rsidP="00F83B28" w:rsidRDefault="008F4B83" w14:paraId="1F2914FC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8F4B83" w14:paraId="004C1EBD" w14:textId="30AD0B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4617D2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0343E3D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E87BAB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27FC95D1" w:rsidRDefault="00E22FBC" w14:paraId="1813EFDE" w14:textId="0AE5B0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7FC95D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7FC95D1" w:rsidR="00E22FBC">
        <w:rPr>
          <w:rFonts w:ascii="Corbel" w:hAnsi="Corbel"/>
          <w:caps w:val="0"/>
          <w:smallCaps w:val="0"/>
        </w:rPr>
        <w:t>For</w:t>
      </w:r>
      <w:r w:rsidRPr="27FC95D1" w:rsidR="00445970">
        <w:rPr>
          <w:rFonts w:ascii="Corbel" w:hAnsi="Corbel"/>
          <w:caps w:val="0"/>
          <w:smallCaps w:val="0"/>
        </w:rPr>
        <w:t xml:space="preserve">ma zaliczenia </w:t>
      </w:r>
      <w:r w:rsidRPr="27FC95D1" w:rsidR="00445970">
        <w:rPr>
          <w:rFonts w:ascii="Corbel" w:hAnsi="Corbel"/>
          <w:caps w:val="0"/>
          <w:smallCaps w:val="0"/>
        </w:rPr>
        <w:t xml:space="preserve">przedmiotu </w:t>
      </w:r>
      <w:r w:rsidRPr="27FC95D1" w:rsidR="00E22FBC">
        <w:rPr>
          <w:rFonts w:ascii="Corbel" w:hAnsi="Corbel"/>
          <w:caps w:val="0"/>
          <w:smallCaps w:val="0"/>
        </w:rPr>
        <w:t>(</w:t>
      </w:r>
      <w:r w:rsidRPr="27FC95D1" w:rsidR="00E22FBC">
        <w:rPr>
          <w:rFonts w:ascii="Corbel" w:hAnsi="Corbel"/>
          <w:caps w:val="0"/>
          <w:smallCaps w:val="0"/>
        </w:rPr>
        <w:t xml:space="preserve">z toku) </w:t>
      </w:r>
      <w:r w:rsidRPr="27FC95D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8F4B83" w:rsidP="009C54AE" w:rsidRDefault="008F4B83" w14:paraId="799A58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047B72" w14:paraId="4FE5DD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407FDBD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4217B8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8F4B83" w:rsidP="009C54AE" w:rsidRDefault="008F4B83" w14:paraId="313E9B9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35C2D71" w14:textId="77777777">
        <w:tc>
          <w:tcPr>
            <w:tcW w:w="9670" w:type="dxa"/>
          </w:tcPr>
          <w:p w:rsidRPr="009C54AE" w:rsidR="0085747A" w:rsidP="00047B72" w:rsidRDefault="00047B72" w14:paraId="138DD61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4617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Wstęp do socjologii </w:t>
            </w:r>
          </w:p>
        </w:tc>
      </w:tr>
    </w:tbl>
    <w:p w:rsidR="00047B72" w:rsidP="009C54AE" w:rsidRDefault="00047B72" w14:paraId="42481B2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7FC95D1" w:rsidRDefault="27FC95D1" w14:paraId="4A99834D" w14:textId="2736C1E6">
      <w:r>
        <w:br w:type="page"/>
      </w:r>
    </w:p>
    <w:p w:rsidRPr="00C05F44" w:rsidR="0085747A" w:rsidP="27FC95D1" w:rsidRDefault="008F4B83" w14:paraId="63464523" w14:textId="266F34DC">
      <w:pPr>
        <w:pStyle w:val="Punktygwne"/>
        <w:spacing w:before="0" w:after="0"/>
        <w:rPr>
          <w:rFonts w:ascii="Corbel" w:hAnsi="Corbel"/>
        </w:rPr>
      </w:pPr>
      <w:r w:rsidRPr="27FC95D1" w:rsidR="0071620A">
        <w:rPr>
          <w:rFonts w:ascii="Corbel" w:hAnsi="Corbel"/>
        </w:rPr>
        <w:t>3.</w:t>
      </w:r>
      <w:r w:rsidRPr="27FC95D1" w:rsidR="0085747A">
        <w:rPr>
          <w:rFonts w:ascii="Corbel" w:hAnsi="Corbel"/>
        </w:rPr>
        <w:t xml:space="preserve"> </w:t>
      </w:r>
      <w:r w:rsidRPr="27FC95D1" w:rsidR="00A84C85">
        <w:rPr>
          <w:rFonts w:ascii="Corbel" w:hAnsi="Corbel"/>
        </w:rPr>
        <w:t xml:space="preserve">cele, efekty uczenia </w:t>
      </w:r>
      <w:r w:rsidRPr="27FC95D1" w:rsidR="00A84C85">
        <w:rPr>
          <w:rFonts w:ascii="Corbel" w:hAnsi="Corbel"/>
        </w:rPr>
        <w:t>się</w:t>
      </w:r>
      <w:r w:rsidRPr="27FC95D1" w:rsidR="0085747A">
        <w:rPr>
          <w:rFonts w:ascii="Corbel" w:hAnsi="Corbel"/>
        </w:rPr>
        <w:t xml:space="preserve">,</w:t>
      </w:r>
      <w:r w:rsidRPr="27FC95D1" w:rsidR="0085747A">
        <w:rPr>
          <w:rFonts w:ascii="Corbel" w:hAnsi="Corbel"/>
        </w:rPr>
        <w:t xml:space="preserve"> treści Programowe i stosowane metody Dydaktyczne</w:t>
      </w:r>
    </w:p>
    <w:p w:rsidRPr="001D234A" w:rsidR="0085747A" w:rsidP="001D234A" w:rsidRDefault="0071620A" w14:paraId="19D742B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Pr="00C8338C" w:rsidR="00A85798" w:rsidTr="00DF4A1B" w14:paraId="1D2DA26C" w14:textId="77777777">
        <w:tc>
          <w:tcPr>
            <w:tcW w:w="567" w:type="dxa"/>
            <w:vAlign w:val="center"/>
          </w:tcPr>
          <w:p w:rsidRPr="00C8338C" w:rsidR="00A85798" w:rsidP="00DF4A1B" w:rsidRDefault="00A85798" w14:paraId="24310C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C8338C" w:rsidR="00A85798" w:rsidP="00A85798" w:rsidRDefault="00A85798" w14:paraId="08B830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zapoznanie studentów z terminologią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z zakresu socjologii rodziny.</w:t>
            </w:r>
          </w:p>
        </w:tc>
      </w:tr>
      <w:tr w:rsidRPr="00C8338C" w:rsidR="00A85798" w:rsidTr="00DF4A1B" w14:paraId="5F0F1255" w14:textId="77777777">
        <w:tc>
          <w:tcPr>
            <w:tcW w:w="567" w:type="dxa"/>
            <w:vAlign w:val="center"/>
          </w:tcPr>
          <w:p w:rsidRPr="00C8338C" w:rsidR="00A85798" w:rsidP="00DF4A1B" w:rsidRDefault="00A85798" w14:paraId="7ABCC33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C8338C" w:rsidR="00A85798" w:rsidP="00A85798" w:rsidRDefault="00A85798" w14:paraId="369A78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4D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nauczenie studentów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rozróżnia różnych typów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związków i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>oraz pełnion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przez nich funkcji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C8338C" w:rsidR="00A85798" w:rsidTr="00DF4A1B" w14:paraId="306D5E90" w14:textId="77777777">
        <w:tc>
          <w:tcPr>
            <w:tcW w:w="567" w:type="dxa"/>
            <w:vAlign w:val="center"/>
          </w:tcPr>
          <w:p w:rsidRPr="00C8338C" w:rsidR="00A85798" w:rsidP="00DF4A1B" w:rsidRDefault="00A85798" w14:paraId="603F3C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C8338C" w:rsidR="00A85798" w:rsidP="00A85798" w:rsidRDefault="00A85798" w14:paraId="7507344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w studentach umiejętności analizy czynników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wpływając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na przeobrażenia zachodzące w rodzinie</w:t>
            </w:r>
          </w:p>
        </w:tc>
      </w:tr>
      <w:tr w:rsidRPr="00C8338C" w:rsidR="00A85798" w:rsidTr="00DF4A1B" w14:paraId="2270AF62" w14:textId="77777777">
        <w:tc>
          <w:tcPr>
            <w:tcW w:w="567" w:type="dxa"/>
            <w:vAlign w:val="center"/>
          </w:tcPr>
          <w:p w:rsidRPr="00C8338C" w:rsidR="00A85798" w:rsidP="00DF4A1B" w:rsidRDefault="00A85798" w14:paraId="6ED17A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Pr="00C8338C" w:rsidR="00A85798" w:rsidP="00A85798" w:rsidRDefault="00A85798" w14:paraId="7567994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umiejętności swobodnej dyskusji w grupie na tematy związane z rodziną, jej problemami i wartościami</w:t>
            </w:r>
          </w:p>
        </w:tc>
      </w:tr>
    </w:tbl>
    <w:p w:rsidRPr="009C54AE" w:rsidR="00FD2BEA" w:rsidP="009C54AE" w:rsidRDefault="00FD2BEA" w14:paraId="7BAB933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B3C01" w:rsidP="00FD2BEA" w:rsidRDefault="009F4610" w14:paraId="003BC9F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8F4B83" w:rsidP="00FD2BEA" w:rsidRDefault="008F4B83" w14:paraId="65EC89F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F4B83" w:rsidTr="008F4B83" w14:paraId="2CBE1AF3" w14:textId="77777777"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4B83" w:rsidR="008F4B83" w:rsidP="00356DC8" w:rsidRDefault="008F4B83" w14:paraId="2E1DF0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 w:rsidRPr="008F4B83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F4B83" w:rsidP="00356DC8" w:rsidRDefault="008F4B83" w14:paraId="4DA0D2B1" w14:textId="3E76BF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F4B83" w:rsidR="008F4B83" w:rsidP="00356DC8" w:rsidRDefault="008F4B83" w14:paraId="2DBFA8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4"/>
              </w:rPr>
            </w:pPr>
            <w:r w:rsidRPr="008F4B83">
              <w:rPr>
                <w:rFonts w:ascii="Corbel" w:hAnsi="Corbel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Pr="008F4B83">
              <w:rPr>
                <w:rStyle w:val="Zakotwiczenieprzypisudolnego"/>
                <w:rFonts w:ascii="Corbel" w:hAnsi="Corbel"/>
                <w:b w:val="0"/>
                <w:smallCaps w:val="0"/>
                <w:sz w:val="20"/>
                <w:szCs w:val="24"/>
                <w:vertAlign w:val="baseline"/>
              </w:rPr>
              <w:footnoteReference w:id="1"/>
            </w:r>
          </w:p>
        </w:tc>
      </w:tr>
      <w:tr w:rsidRPr="00C8338C" w:rsidR="00A85798" w:rsidTr="00356DC8" w14:paraId="61E1AC08" w14:textId="77777777">
        <w:tc>
          <w:tcPr>
            <w:tcW w:w="1418" w:type="dxa"/>
          </w:tcPr>
          <w:p w:rsidRPr="00C8338C" w:rsidR="00A85798" w:rsidP="00DF4A1B" w:rsidRDefault="00A85798" w14:paraId="625F72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:rsidRPr="00FE2871" w:rsidR="00A85798" w:rsidP="00DF4A1B" w:rsidRDefault="00A85798" w14:paraId="02B4C63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socjologiczną z zakresu socjologii rodziny </w:t>
            </w:r>
          </w:p>
        </w:tc>
        <w:tc>
          <w:tcPr>
            <w:tcW w:w="1873" w:type="dxa"/>
          </w:tcPr>
          <w:p w:rsidRPr="00C8338C" w:rsidR="00A85798" w:rsidP="00DF4A1B" w:rsidRDefault="00A85798" w14:paraId="6C24FB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C8338C" w:rsidR="00A85798" w:rsidTr="00356DC8" w14:paraId="15BA8F39" w14:textId="77777777">
        <w:tc>
          <w:tcPr>
            <w:tcW w:w="1418" w:type="dxa"/>
          </w:tcPr>
          <w:p w:rsidRPr="00C8338C" w:rsidR="00A85798" w:rsidP="00DF4A1B" w:rsidRDefault="00A85798" w14:paraId="2991A6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:rsidRPr="00FE2871" w:rsidR="00A85798" w:rsidP="00DF4A1B" w:rsidRDefault="00A85798" w14:paraId="53A4661A" w14:textId="084859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Zna i rozumie różne rodzaje struktur i instytucji społecznych,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szczególności ich istotne elementy związane z rodzinami  </w:t>
            </w:r>
          </w:p>
        </w:tc>
        <w:tc>
          <w:tcPr>
            <w:tcW w:w="1873" w:type="dxa"/>
          </w:tcPr>
          <w:p w:rsidRPr="00FE2871" w:rsidR="00A85798" w:rsidP="00DF4A1B" w:rsidRDefault="00A85798" w14:paraId="64EDE6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C8338C" w:rsidR="00A85798" w:rsidTr="00356DC8" w14:paraId="28B379C7" w14:textId="77777777">
        <w:tc>
          <w:tcPr>
            <w:tcW w:w="1418" w:type="dxa"/>
          </w:tcPr>
          <w:p w:rsidRPr="00C8338C" w:rsidR="00A85798" w:rsidP="00DF4A1B" w:rsidRDefault="00A85798" w14:paraId="311543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:rsidRPr="00C8338C" w:rsidR="00A85798" w:rsidP="00DF4A1B" w:rsidRDefault="00A85798" w14:paraId="17B8CA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w sposób innowacyjny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konkretne zadania z zakresu socjologii rodziny z zastosowaniem systemów normatywnych oraz wybranych norm i reguł</w:t>
            </w:r>
          </w:p>
        </w:tc>
        <w:tc>
          <w:tcPr>
            <w:tcW w:w="1873" w:type="dxa"/>
          </w:tcPr>
          <w:p w:rsidRPr="00C8338C" w:rsidR="00A85798" w:rsidP="00DF4A1B" w:rsidRDefault="00A85798" w14:paraId="274F4F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C8338C" w:rsidR="00A85798" w:rsidTr="00356DC8" w14:paraId="51ED7AF6" w14:textId="77777777">
        <w:tc>
          <w:tcPr>
            <w:tcW w:w="1418" w:type="dxa"/>
          </w:tcPr>
          <w:p w:rsidRPr="00C8338C" w:rsidR="00A85798" w:rsidP="00DF4A1B" w:rsidRDefault="00A85798" w14:paraId="085398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:rsidRPr="00FE2871" w:rsidR="00A85798" w:rsidP="00DF4A1B" w:rsidRDefault="00A85798" w14:paraId="0A1D35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Współdziała i pracuje w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grupie, przyjmując w niej różne role</w:t>
            </w:r>
          </w:p>
        </w:tc>
        <w:tc>
          <w:tcPr>
            <w:tcW w:w="1873" w:type="dxa"/>
          </w:tcPr>
          <w:p w:rsidRPr="00FE2871" w:rsidR="00A85798" w:rsidP="00DF4A1B" w:rsidRDefault="00A85798" w14:paraId="1D90AA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6B3C01" w:rsidP="001D234A" w:rsidRDefault="006B3C01" w14:paraId="0B247A5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Pr="009C54AE" w:rsidR="0085747A" w:rsidP="009C54AE" w:rsidRDefault="00675843" w14:paraId="11752CC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1D234A" w:rsidR="0085747A" w:rsidP="001D234A" w:rsidRDefault="0085747A" w14:paraId="574470D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7FC95D1" w14:paraId="6B50CAA7" w14:textId="77777777">
        <w:tc>
          <w:tcPr>
            <w:tcW w:w="9639" w:type="dxa"/>
            <w:tcMar/>
          </w:tcPr>
          <w:p w:rsidRPr="009C54AE" w:rsidR="0085747A" w:rsidP="009C54AE" w:rsidRDefault="0085747A" w14:paraId="77AAB78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A4A96" w:rsidTr="27FC95D1" w14:paraId="39A40E12" w14:textId="77777777">
        <w:tc>
          <w:tcPr>
            <w:tcW w:w="9639" w:type="dxa"/>
            <w:tcMar/>
          </w:tcPr>
          <w:p w:rsidRPr="00C8338C" w:rsidR="000A4A96" w:rsidP="000A4A96" w:rsidRDefault="000A4A96" w14:paraId="157B63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Rodzina jako przedmiot zainteresowań socjologii – typy rodzin. </w:t>
            </w:r>
          </w:p>
        </w:tc>
      </w:tr>
      <w:tr w:rsidRPr="009C54AE" w:rsidR="000A4A96" w:rsidTr="27FC95D1" w14:paraId="10215B40" w14:textId="77777777">
        <w:tc>
          <w:tcPr>
            <w:tcW w:w="9639" w:type="dxa"/>
            <w:tcMar/>
          </w:tcPr>
          <w:p w:rsidRPr="00C8338C" w:rsidR="000A4A96" w:rsidP="000A4A96" w:rsidRDefault="000A4A96" w14:paraId="65BC9E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Rodzina na przestrzeni dziejów.</w:t>
            </w:r>
          </w:p>
        </w:tc>
      </w:tr>
      <w:tr w:rsidRPr="009C54AE" w:rsidR="000A4A96" w:rsidTr="27FC95D1" w14:paraId="720FD58E" w14:textId="77777777">
        <w:tc>
          <w:tcPr>
            <w:tcW w:w="9639" w:type="dxa"/>
            <w:tcMar/>
          </w:tcPr>
          <w:p w:rsidRPr="00C8338C" w:rsidR="000A4A96" w:rsidP="00E326A5" w:rsidRDefault="000A4A96" w14:paraId="6AB66364" w14:textId="0FEFB8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FC95D1" w:rsidR="4F2D7D8F">
              <w:rPr>
                <w:rFonts w:ascii="Corbel" w:hAnsi="Corbel"/>
                <w:sz w:val="24"/>
                <w:szCs w:val="24"/>
              </w:rPr>
              <w:t>Teoria autonomicznej rodziny małej i krytyka koncepcji rodziny nuklearnej.</w:t>
            </w:r>
          </w:p>
        </w:tc>
      </w:tr>
      <w:tr w:rsidRPr="009C54AE" w:rsidR="000A4A96" w:rsidTr="27FC95D1" w14:paraId="3798B68A" w14:textId="77777777">
        <w:tc>
          <w:tcPr>
            <w:tcW w:w="9639" w:type="dxa"/>
            <w:tcMar/>
          </w:tcPr>
          <w:p w:rsidRPr="00C8338C" w:rsidR="000A4A96" w:rsidP="00E326A5" w:rsidRDefault="000A4A96" w14:paraId="6480ADCE" w14:textId="7777777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Funkcje rodziny i cykl </w:t>
            </w:r>
            <w:r w:rsidRPr="00C8338C">
              <w:rPr>
                <w:rFonts w:ascii="Corbel" w:hAnsi="Corbel"/>
                <w:bCs/>
                <w:sz w:val="24"/>
                <w:szCs w:val="24"/>
              </w:rPr>
              <w:t xml:space="preserve">życia rodziny  </w:t>
            </w:r>
          </w:p>
        </w:tc>
      </w:tr>
      <w:tr w:rsidRPr="009C54AE" w:rsidR="000A4A96" w:rsidTr="27FC95D1" w14:paraId="209228EA" w14:textId="77777777">
        <w:tc>
          <w:tcPr>
            <w:tcW w:w="9639" w:type="dxa"/>
            <w:tcMar/>
          </w:tcPr>
          <w:p w:rsidRPr="00C8338C" w:rsidR="000A4A96" w:rsidP="00E326A5" w:rsidRDefault="000A4A96" w14:paraId="789FABE3" w14:textId="7777777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</w:p>
        </w:tc>
      </w:tr>
      <w:tr w:rsidRPr="009C54AE" w:rsidR="000A4A96" w:rsidTr="27FC95D1" w14:paraId="67C0A15A" w14:textId="77777777">
        <w:tc>
          <w:tcPr>
            <w:tcW w:w="9639" w:type="dxa"/>
            <w:tcMar/>
          </w:tcPr>
          <w:p w:rsidRPr="00C8338C" w:rsidR="000A4A96" w:rsidP="00E326A5" w:rsidRDefault="000A4A96" w14:paraId="22385FD1" w14:textId="7777777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Alternatywne modele rodzin.</w:t>
            </w:r>
          </w:p>
        </w:tc>
      </w:tr>
      <w:tr w:rsidRPr="009C54AE" w:rsidR="000A4A96" w:rsidTr="27FC95D1" w14:paraId="2A246E56" w14:textId="77777777">
        <w:tc>
          <w:tcPr>
            <w:tcW w:w="9639" w:type="dxa"/>
            <w:tcMar/>
          </w:tcPr>
          <w:p w:rsidRPr="00C8338C" w:rsidR="000A4A96" w:rsidP="00E326A5" w:rsidRDefault="000A4A96" w14:paraId="63FADE06" w14:textId="7777777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Reprodukcja struktury społecznej w rodzinie – socjalizacja i style wychowania</w:t>
            </w:r>
          </w:p>
        </w:tc>
      </w:tr>
      <w:tr w:rsidRPr="009C54AE" w:rsidR="000A4A96" w:rsidTr="27FC95D1" w14:paraId="52FD41AA" w14:textId="77777777">
        <w:tc>
          <w:tcPr>
            <w:tcW w:w="9639" w:type="dxa"/>
            <w:tcMar/>
          </w:tcPr>
          <w:p w:rsidRPr="00C8338C" w:rsidR="000A4A96" w:rsidP="00E326A5" w:rsidRDefault="000A4A96" w14:paraId="52A9B122" w14:textId="77777777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Konflikty w rodzinie – rozwody, separacja, konflikt wokół zasobów i podziału pracy  </w:t>
            </w:r>
          </w:p>
        </w:tc>
      </w:tr>
      <w:tr w:rsidRPr="009C54AE" w:rsidR="000A4A96" w:rsidTr="27FC95D1" w14:paraId="47F4FDBD" w14:textId="77777777">
        <w:tc>
          <w:tcPr>
            <w:tcW w:w="9639" w:type="dxa"/>
            <w:tcMar/>
          </w:tcPr>
          <w:p w:rsidRPr="00C8338C" w:rsidR="000A4A96" w:rsidP="00E326A5" w:rsidRDefault="000A4A96" w14:paraId="58CCE834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</w:tc>
      </w:tr>
      <w:tr w:rsidRPr="009C54AE" w:rsidR="000A4A96" w:rsidTr="27FC95D1" w14:paraId="36DD5FE1" w14:textId="77777777">
        <w:tc>
          <w:tcPr>
            <w:tcW w:w="9639" w:type="dxa"/>
            <w:tcMar/>
          </w:tcPr>
          <w:p w:rsidRPr="00C8338C" w:rsidR="000A4A96" w:rsidP="00E326A5" w:rsidRDefault="000A4A96" w14:paraId="1CB71640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Czy kryzys rodziny? Przemiany rodziny w liczbach. Spór o wartości rodzinne</w:t>
            </w:r>
          </w:p>
        </w:tc>
      </w:tr>
      <w:tr w:rsidRPr="009C54AE" w:rsidR="000A4A96" w:rsidTr="27FC95D1" w14:paraId="4807C921" w14:textId="77777777">
        <w:tc>
          <w:tcPr>
            <w:tcW w:w="9639" w:type="dxa"/>
            <w:tcMar/>
          </w:tcPr>
          <w:p w:rsidRPr="00C8338C" w:rsidR="000A4A96" w:rsidP="00E326A5" w:rsidRDefault="000A4A96" w14:paraId="65B41147" w14:textId="5B94D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FC95D1" w:rsidR="4F2D7D8F">
              <w:rPr>
                <w:rFonts w:ascii="Corbel" w:hAnsi="Corbel"/>
                <w:sz w:val="24"/>
                <w:szCs w:val="24"/>
              </w:rPr>
              <w:t xml:space="preserve">Małżeństwo i rodzina w </w:t>
            </w:r>
            <w:r w:rsidRPr="27FC95D1" w:rsidR="4F2D7D8F">
              <w:rPr>
                <w:rFonts w:ascii="Corbel" w:hAnsi="Corbel"/>
                <w:sz w:val="24"/>
                <w:szCs w:val="24"/>
              </w:rPr>
              <w:t>Polsce i</w:t>
            </w:r>
            <w:r w:rsidRPr="27FC95D1" w:rsidR="4F2D7D8F">
              <w:rPr>
                <w:rFonts w:ascii="Corbel" w:hAnsi="Corbel"/>
                <w:sz w:val="24"/>
                <w:szCs w:val="24"/>
              </w:rPr>
              <w:t xml:space="preserve"> na świecie – sytuacja i kierunek przeobrażeń. Wybrane badania socjologiczne dotyczące współczesnych rodzin.</w:t>
            </w:r>
          </w:p>
        </w:tc>
      </w:tr>
    </w:tbl>
    <w:p w:rsidRPr="009C54AE" w:rsidR="0085747A" w:rsidP="009C54AE" w:rsidRDefault="0085747A" w14:paraId="6DBBC5E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7A3799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7FC95D1" w:rsidR="009F4610">
        <w:rPr>
          <w:rFonts w:ascii="Corbel" w:hAnsi="Corbel"/>
          <w:caps w:val="0"/>
          <w:smallCaps w:val="0"/>
        </w:rPr>
        <w:t>3.4 Metody dydaktyczne</w:t>
      </w:r>
      <w:r w:rsidRPr="27FC95D1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27FC95D1" w:rsidP="27FC95D1" w:rsidRDefault="27FC95D1" w14:paraId="41EBCB40" w14:textId="73AB362A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85747A" w:rsidP="009C54AE" w:rsidRDefault="003D2C7F" w14:paraId="357BA3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 w:rsidR="0008595A">
        <w:rPr>
          <w:rFonts w:ascii="Corbel" w:hAnsi="Corbel"/>
          <w:b w:val="0"/>
          <w:smallCaps w:val="0"/>
          <w:szCs w:val="24"/>
        </w:rPr>
        <w:t>ja</w:t>
      </w:r>
    </w:p>
    <w:p w:rsidR="00FE2871" w:rsidP="009C54AE" w:rsidRDefault="00FE2871" w14:paraId="6334322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27FC95D1" w:rsidRDefault="27FC95D1" w14:paraId="7F5DB8C6" w14:textId="40F96B9C">
      <w:r>
        <w:br w:type="page"/>
      </w:r>
    </w:p>
    <w:p w:rsidRPr="009C54AE" w:rsidR="00923D7D" w:rsidP="009C54AE" w:rsidRDefault="00C61DC5" w14:paraId="647443E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E43FB0" w:rsidR="0085747A" w:rsidP="00E43FB0" w:rsidRDefault="0085747A" w14:paraId="5B5DD0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C05F44" w14:paraId="441D9DAC" w14:textId="77777777">
        <w:tc>
          <w:tcPr>
            <w:tcW w:w="1985" w:type="dxa"/>
            <w:vAlign w:val="center"/>
          </w:tcPr>
          <w:p w:rsidRPr="009C54AE" w:rsidR="0085747A" w:rsidP="009C54AE" w:rsidRDefault="0071620A" w14:paraId="392516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5ED91C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A14EB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1F928E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47C6A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E43FB0" w:rsidTr="00C05F44" w14:paraId="43605396" w14:textId="77777777">
        <w:tc>
          <w:tcPr>
            <w:tcW w:w="1985" w:type="dxa"/>
          </w:tcPr>
          <w:p w:rsidRPr="009C54AE" w:rsidR="00E43FB0" w:rsidP="00E326A5" w:rsidRDefault="00E43FB0" w14:paraId="3F3698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E43FB0" w:rsidR="00E43FB0" w:rsidP="00E43FB0" w:rsidRDefault="00FE2871" w14:paraId="2C7584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E43FB0"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E43FB0" w:rsidR="00E43FB0" w:rsidP="00E43FB0" w:rsidRDefault="00E43FB0" w14:paraId="336BA3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Pr="009C54AE" w:rsidR="00E43FB0" w:rsidTr="00C05F44" w14:paraId="6C1751E6" w14:textId="77777777">
        <w:tc>
          <w:tcPr>
            <w:tcW w:w="1985" w:type="dxa"/>
          </w:tcPr>
          <w:p w:rsidRPr="009C54AE" w:rsidR="00E43FB0" w:rsidP="00E326A5" w:rsidRDefault="00E43FB0" w14:paraId="617371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E43FB0" w:rsidR="00E43FB0" w:rsidP="00E326A5" w:rsidRDefault="00FE2871" w14:paraId="24D98E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E43FB0" w:rsidR="00E43FB0" w:rsidP="00E326A5" w:rsidRDefault="00E43FB0" w14:paraId="49375DD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Pr="009C54AE" w:rsidR="00E43FB0" w:rsidTr="00C05F44" w14:paraId="13492045" w14:textId="77777777">
        <w:tc>
          <w:tcPr>
            <w:tcW w:w="1985" w:type="dxa"/>
          </w:tcPr>
          <w:p w:rsidRPr="009C54AE" w:rsidR="00E43FB0" w:rsidP="00E326A5" w:rsidRDefault="00E43FB0" w14:paraId="55ADD4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:rsidRPr="00E43FB0" w:rsidR="00E43FB0" w:rsidP="00E326A5" w:rsidRDefault="00FE2871" w14:paraId="08AF94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E43FB0"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E43FB0" w:rsidR="00E43FB0" w:rsidP="00E326A5" w:rsidRDefault="00E43FB0" w14:paraId="52F16F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Pr="009C54AE" w:rsidR="00E43FB0" w:rsidTr="00C05F44" w14:paraId="614B7A6A" w14:textId="77777777">
        <w:tc>
          <w:tcPr>
            <w:tcW w:w="1985" w:type="dxa"/>
          </w:tcPr>
          <w:p w:rsidRPr="009C54AE" w:rsidR="00E43FB0" w:rsidP="00E326A5" w:rsidRDefault="00E43FB0" w14:paraId="7767AB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Pr="00E43FB0" w:rsidR="00E43FB0" w:rsidP="00E326A5" w:rsidRDefault="00FE2871" w14:paraId="5F2606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E43FB0" w:rsidR="00E43FB0" w:rsidP="00E326A5" w:rsidRDefault="00E43FB0" w14:paraId="50DD9F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:rsidR="00923D7D" w:rsidP="009C54AE" w:rsidRDefault="00923D7D" w14:paraId="27A422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D220CB" w:rsidP="009C54AE" w:rsidRDefault="00D220CB" w14:paraId="5EBE1B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760FD1" w:rsidRDefault="003E1941" w14:paraId="3E3FB8E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3E072C" w:rsidP="00760FD1" w:rsidRDefault="003E072C" w14:paraId="546A65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7FC95D1" w14:paraId="0DB998B4" w14:textId="77777777">
        <w:tc>
          <w:tcPr>
            <w:tcW w:w="9670" w:type="dxa"/>
            <w:tcMar/>
          </w:tcPr>
          <w:p w:rsidRPr="00594003" w:rsidR="0085747A" w:rsidP="27FC95D1" w:rsidRDefault="00D101D4" w14:paraId="2DA4C0DF" w14:textId="47F0614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7FC95D1" w:rsidR="7D301C4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Konwersatorium:</w:t>
            </w:r>
            <w:r w:rsidRPr="27FC95D1" w:rsidR="5F2AD50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7FC95D1" w:rsidR="4C6925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kolokwium</w:t>
            </w:r>
            <w:r w:rsidRPr="27FC95D1" w:rsidR="7D301C4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7FC95D1" w:rsidR="53FCC3E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– Lista </w:t>
            </w:r>
            <w:r w:rsidRPr="27FC95D1" w:rsidR="517C010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składające</w:t>
            </w:r>
            <w:r w:rsidRPr="27FC95D1" w:rsidR="53FCC3E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7FC95D1" w:rsidR="7D301C4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się z około 30 pytań</w:t>
            </w:r>
            <w:r w:rsidRPr="27FC95D1" w:rsidR="5EE6474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Warunkiem zaliczenia przedmiotu jest uzyskanie średniej z odpowiedzi z pytań wynoszącej co najmniej 3,0. </w:t>
            </w:r>
          </w:p>
          <w:p w:rsidRPr="00760FD1" w:rsidR="0085747A" w:rsidP="004617D2" w:rsidRDefault="00760FD1" w14:paraId="2487ED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:rsidRPr="009C54AE" w:rsidR="0085747A" w:rsidP="009C54AE" w:rsidRDefault="0085747A" w14:paraId="2423E7B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CC3738" w:rsidRDefault="0085747A" w14:paraId="107D256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CC3738" w:rsidR="003E072C" w:rsidP="00CC3738" w:rsidRDefault="003E072C" w14:paraId="10D232F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95771F6" w14:textId="77777777">
        <w:tc>
          <w:tcPr>
            <w:tcW w:w="4962" w:type="dxa"/>
            <w:vAlign w:val="center"/>
          </w:tcPr>
          <w:p w:rsidRPr="009C54AE" w:rsidR="0085747A" w:rsidP="009C54AE" w:rsidRDefault="00C61DC5" w14:paraId="2C10DD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1DFC0BA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5D620B3" w14:textId="77777777">
        <w:tc>
          <w:tcPr>
            <w:tcW w:w="4962" w:type="dxa"/>
          </w:tcPr>
          <w:p w:rsidRPr="009C54AE" w:rsidR="0085747A" w:rsidP="009C54AE" w:rsidRDefault="00C61DC5" w14:paraId="5ABBCCF9" w14:textId="351575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F4616" w:rsidRDefault="00CC3738" w14:paraId="71B347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A31CAE8" w14:textId="77777777">
        <w:tc>
          <w:tcPr>
            <w:tcW w:w="4962" w:type="dxa"/>
          </w:tcPr>
          <w:p w:rsidRPr="009C54AE" w:rsidR="00C61DC5" w:rsidP="009C54AE" w:rsidRDefault="00C61DC5" w14:paraId="02B120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038FE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6F4616" w:rsidRDefault="00CC3738" w14:paraId="0596EDE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2975BCBD" w14:textId="77777777">
        <w:tc>
          <w:tcPr>
            <w:tcW w:w="4962" w:type="dxa"/>
          </w:tcPr>
          <w:p w:rsidRPr="009C54AE" w:rsidR="00C61DC5" w:rsidP="009C54AE" w:rsidRDefault="00C61DC5" w14:paraId="3341CFC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C373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6F4616" w:rsidRDefault="00CC3738" w14:paraId="7ECD6A5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Pr="009C54AE" w:rsidR="0085747A" w:rsidTr="00923D7D" w14:paraId="53F8430C" w14:textId="77777777">
        <w:tc>
          <w:tcPr>
            <w:tcW w:w="4962" w:type="dxa"/>
          </w:tcPr>
          <w:p w:rsidRPr="009C54AE" w:rsidR="0085747A" w:rsidP="009C54AE" w:rsidRDefault="0085747A" w14:paraId="24D661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F4616" w:rsidRDefault="00CC3738" w14:paraId="4F6440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445F0465" w14:textId="77777777">
        <w:tc>
          <w:tcPr>
            <w:tcW w:w="4962" w:type="dxa"/>
          </w:tcPr>
          <w:p w:rsidRPr="009C54AE" w:rsidR="0085747A" w:rsidP="009C54AE" w:rsidRDefault="0085747A" w14:paraId="763117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F4616" w:rsidRDefault="00CC3738" w14:paraId="546511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C387D0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E21ED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D220CB" w:rsidRDefault="0071620A" w14:paraId="26A063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1442AD" w:rsidP="00D220CB" w:rsidRDefault="001442AD" w14:paraId="195FF4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356DC8" w14:paraId="5F65A86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21200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CC3738" w14:paraId="379B64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356DC8" w14:paraId="3EF6D29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9FB9F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CC3738" w14:paraId="251202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FD2BEA" w:rsidP="00D220CB" w:rsidRDefault="00FD2BEA" w14:paraId="1DFA19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FD2BEA" w:rsidP="009C54AE" w:rsidRDefault="00FD2BEA" w14:paraId="1EA6207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6637FB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A85798" w:rsidP="009C54AE" w:rsidRDefault="00A85798" w14:paraId="0CC93D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A85798" w:rsidTr="00356DC8" w14:paraId="7703F25A" w14:textId="77777777">
        <w:trPr>
          <w:trHeight w:val="397"/>
        </w:trPr>
        <w:tc>
          <w:tcPr>
            <w:tcW w:w="9520" w:type="dxa"/>
          </w:tcPr>
          <w:p w:rsidRPr="00356DC8" w:rsidR="00A85798" w:rsidP="00A85798" w:rsidRDefault="00A85798" w14:paraId="1A75C447" w14:textId="77777777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CC3738" w:rsidR="00A85798" w:rsidP="00A85798" w:rsidRDefault="00A85798" w14:paraId="32F797B5" w14:textId="45A72F43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Szlendak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T., </w:t>
            </w:r>
            <w:r w:rsidRPr="004617D2">
              <w:rPr>
                <w:rFonts w:ascii="Corbel" w:hAnsi="Corbel"/>
                <w:bCs/>
                <w:i/>
                <w:szCs w:val="24"/>
              </w:rPr>
              <w:t>Socjologia rodziny</w:t>
            </w:r>
            <w:r w:rsidRPr="00CC3738">
              <w:rPr>
                <w:rFonts w:ascii="Corbel" w:hAnsi="Corbel"/>
                <w:bCs/>
                <w:szCs w:val="24"/>
              </w:rPr>
              <w:t>, Warszawa 2010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:rsidRPr="00CC3738" w:rsidR="00A85798" w:rsidP="00A85798" w:rsidRDefault="00A85798" w14:paraId="5F83D245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Slany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K., </w:t>
            </w:r>
            <w:r w:rsidRPr="001D0DCE">
              <w:rPr>
                <w:rFonts w:ascii="Corbel" w:hAnsi="Corbel"/>
                <w:bCs/>
                <w:i/>
                <w:szCs w:val="24"/>
              </w:rPr>
              <w:t>Alternatywne formy życia małżeńsko-rodzinnego w ponowoczesnym świecie</w:t>
            </w:r>
            <w:r w:rsidRPr="00CC3738">
              <w:rPr>
                <w:rFonts w:ascii="Corbel" w:hAnsi="Corbel"/>
                <w:bCs/>
                <w:szCs w:val="24"/>
              </w:rPr>
              <w:t>, Kraków 2003.</w:t>
            </w:r>
          </w:p>
          <w:p w:rsidRPr="00CC3738" w:rsidR="00A85798" w:rsidP="00A85798" w:rsidRDefault="00A85798" w14:paraId="5F2680E6" w14:textId="7EB0F78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Giza-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Poleszczuk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i system społeczny</w:t>
            </w:r>
            <w:r w:rsidRPr="00CC3738">
              <w:rPr>
                <w:rFonts w:ascii="Corbel" w:hAnsi="Corbel"/>
                <w:bCs/>
                <w:szCs w:val="24"/>
              </w:rPr>
              <w:t xml:space="preserve">, w: M.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Marody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(red.), W</w:t>
            </w:r>
            <w:r w:rsidRPr="001D0DCE">
              <w:rPr>
                <w:rFonts w:ascii="Corbel" w:hAnsi="Corbel"/>
                <w:bCs/>
                <w:i/>
                <w:szCs w:val="24"/>
              </w:rPr>
              <w:t>ymiary życia społecznego. Polska na przełomie XX i XXI w</w:t>
            </w:r>
            <w:r w:rsidRPr="00CC3738">
              <w:rPr>
                <w:rFonts w:ascii="Corbel" w:hAnsi="Corbel"/>
                <w:bCs/>
                <w:szCs w:val="24"/>
              </w:rPr>
              <w:t>., Warszawa 2002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:rsidRPr="00CC3738" w:rsidR="00A85798" w:rsidP="00A85798" w:rsidRDefault="00A85798" w14:paraId="632BDD9B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Adamski F.,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Wymiar społeczno-kulturowy</w:t>
            </w:r>
            <w:r w:rsidRPr="00CC3738">
              <w:rPr>
                <w:rFonts w:ascii="Corbel" w:hAnsi="Corbel"/>
                <w:bCs/>
                <w:szCs w:val="24"/>
              </w:rPr>
              <w:t>, Kraków 2002.</w:t>
            </w:r>
          </w:p>
          <w:p w:rsidR="00A85798" w:rsidP="00A85798" w:rsidRDefault="00A85798" w14:paraId="1FD6636C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Kwak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 xml:space="preserve">Rodzina w dobie przemian. Małżeństwo i </w:t>
            </w:r>
            <w:proofErr w:type="spellStart"/>
            <w:r w:rsidRPr="001D0DCE">
              <w:rPr>
                <w:rFonts w:ascii="Corbel" w:hAnsi="Corbel"/>
                <w:bCs/>
                <w:i/>
                <w:szCs w:val="24"/>
              </w:rPr>
              <w:t>kohabitacja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>, Warszawa 2005.</w:t>
            </w:r>
          </w:p>
          <w:p w:rsidRPr="009C54AE" w:rsidR="00A85798" w:rsidP="00A85798" w:rsidRDefault="00A85798" w14:paraId="24E16C49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Pr="009C54AE" w:rsidR="00A85798" w:rsidTr="00356DC8" w14:paraId="37B74470" w14:textId="77777777">
        <w:trPr>
          <w:trHeight w:val="397"/>
        </w:trPr>
        <w:tc>
          <w:tcPr>
            <w:tcW w:w="9520" w:type="dxa"/>
          </w:tcPr>
          <w:p w:rsidRPr="00356DC8" w:rsidR="00A85798" w:rsidP="00A85798" w:rsidRDefault="00A85798" w14:paraId="6D754B9F" w14:textId="77777777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CC3738" w:rsidR="00A85798" w:rsidP="00A85798" w:rsidRDefault="00A85798" w14:paraId="47E30660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Duch-Krzysztoszek D., </w:t>
            </w:r>
            <w:r w:rsidRPr="001D0DCE">
              <w:rPr>
                <w:rFonts w:ascii="Corbel" w:hAnsi="Corbel"/>
                <w:bCs/>
                <w:i/>
                <w:szCs w:val="24"/>
              </w:rPr>
              <w:t>Małżeństwo, seks, prokreacja</w:t>
            </w:r>
            <w:r w:rsidRPr="00CC3738">
              <w:rPr>
                <w:rFonts w:ascii="Corbel" w:hAnsi="Corbel"/>
                <w:bCs/>
                <w:szCs w:val="24"/>
              </w:rPr>
              <w:t>, Warszawa 1999.</w:t>
            </w:r>
          </w:p>
          <w:p w:rsidR="00A85798" w:rsidP="00A85798" w:rsidRDefault="00A85798" w14:paraId="6B787534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8338C">
              <w:rPr>
                <w:rFonts w:ascii="Corbel" w:hAnsi="Corbel"/>
                <w:bCs/>
                <w:szCs w:val="24"/>
              </w:rPr>
              <w:t xml:space="preserve">Tyszka Z.,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we współczesnym świecie</w:t>
            </w:r>
            <w:r w:rsidRPr="00C8338C">
              <w:rPr>
                <w:rFonts w:ascii="Corbel" w:hAnsi="Corbel"/>
                <w:bCs/>
                <w:szCs w:val="24"/>
              </w:rPr>
              <w:t>, Poznań 2002.</w:t>
            </w:r>
          </w:p>
          <w:p w:rsidRPr="00CC3738" w:rsidR="00A85798" w:rsidP="00A85798" w:rsidRDefault="00A85798" w14:paraId="07352E0D" w14:textId="1F50B92B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Duch-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Krzystoszek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D. </w:t>
            </w:r>
            <w:r w:rsidRPr="001D0DCE">
              <w:rPr>
                <w:rFonts w:ascii="Corbel" w:hAnsi="Corbel"/>
                <w:bCs/>
                <w:i/>
                <w:szCs w:val="24"/>
              </w:rPr>
              <w:t>Kto rządzi w rodzinie. Socjologiczna analiza relacji w małżeństwie</w:t>
            </w:r>
            <w:r w:rsidRPr="00CC3738">
              <w:rPr>
                <w:rFonts w:ascii="Corbel" w:hAnsi="Corbel"/>
                <w:bCs/>
                <w:szCs w:val="24"/>
              </w:rPr>
              <w:t xml:space="preserve">. Wydawnictwo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IFiS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PAN, Warszawa 2007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:rsidRPr="00CC3738" w:rsidR="00A85798" w:rsidP="00A85798" w:rsidRDefault="00A85798" w14:paraId="1E345A67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Dyczewski L.,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Społeczeństwo. Państwo</w:t>
            </w:r>
            <w:r w:rsidRPr="00CC3738">
              <w:rPr>
                <w:rFonts w:ascii="Corbel" w:hAnsi="Corbel"/>
                <w:bCs/>
                <w:szCs w:val="24"/>
              </w:rPr>
              <w:t>, Lublin 2000.</w:t>
            </w:r>
          </w:p>
          <w:p w:rsidRPr="00CC3738" w:rsidR="00A85798" w:rsidP="00A85798" w:rsidRDefault="00A85798" w14:paraId="597CE54D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Blaski i cienie życia rodzinnego</w:t>
            </w:r>
            <w:r w:rsidRPr="00CC3738">
              <w:rPr>
                <w:rFonts w:ascii="Corbel" w:hAnsi="Corbel"/>
                <w:bCs/>
                <w:szCs w:val="24"/>
              </w:rPr>
              <w:t>, Poznań 2004.</w:t>
            </w:r>
          </w:p>
          <w:p w:rsidRPr="00CC3738" w:rsidR="00A85798" w:rsidP="00A85798" w:rsidRDefault="00A85798" w14:paraId="2775AA8B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Współczesne rodziny polskie – ich stan i kierunek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:rsidRPr="00CC3738" w:rsidR="00A85798" w:rsidP="00A85798" w:rsidRDefault="00A85798" w14:paraId="681C5BBA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Z.,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czasach szybkich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:rsidRPr="00CC3738" w:rsidR="00A85798" w:rsidP="00A85798" w:rsidRDefault="00A85798" w14:paraId="22F7E87B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Warzywoda-Kruszyńska W., Szukalski P.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zmieniającym się społeczeństwie polskim</w:t>
            </w:r>
            <w:r w:rsidRPr="00CC3738">
              <w:rPr>
                <w:rFonts w:ascii="Corbel" w:hAnsi="Corbel"/>
                <w:bCs/>
                <w:szCs w:val="24"/>
              </w:rPr>
              <w:t>, Łódź 2004.</w:t>
            </w:r>
          </w:p>
          <w:p w:rsidRPr="00CC3738" w:rsidR="00A85798" w:rsidP="00A85798" w:rsidRDefault="00A85798" w14:paraId="1B9E7E78" w14:textId="5D9B0662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Żebrowski J.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polska na przełomie wieków</w:t>
            </w:r>
            <w:r w:rsidRPr="00CC3738">
              <w:rPr>
                <w:rFonts w:ascii="Corbel" w:hAnsi="Corbel"/>
                <w:bCs/>
                <w:szCs w:val="24"/>
              </w:rPr>
              <w:t>, Gdańsk 2001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:rsidR="00A85798" w:rsidP="00A85798" w:rsidRDefault="00A85798" w14:paraId="76DC58BF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Żurek A., </w:t>
            </w:r>
            <w:r>
              <w:rPr>
                <w:rFonts w:ascii="Corbel" w:hAnsi="Corbel"/>
                <w:bCs/>
                <w:i/>
                <w:szCs w:val="24"/>
              </w:rPr>
              <w:t>Single</w:t>
            </w:r>
            <w:r w:rsidRPr="001D0DCE">
              <w:rPr>
                <w:rFonts w:ascii="Corbel" w:hAnsi="Corbel"/>
                <w:bCs/>
                <w:i/>
                <w:szCs w:val="24"/>
              </w:rPr>
              <w:t>: żyjąc w pojedynkę</w:t>
            </w:r>
            <w:r w:rsidRPr="00CC3738">
              <w:rPr>
                <w:rFonts w:ascii="Corbel" w:hAnsi="Corbel"/>
                <w:bCs/>
                <w:szCs w:val="24"/>
              </w:rPr>
              <w:t>, Poznań 2008.</w:t>
            </w:r>
          </w:p>
          <w:p w:rsidRPr="009C54AE" w:rsidR="00A85798" w:rsidP="00A85798" w:rsidRDefault="00A85798" w14:paraId="2A667585" w14:textId="77777777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6DAD44B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07B67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FFF" w:rsidP="00C16ABF" w:rsidRDefault="009D0FFF" w14:paraId="21E20D21" w14:textId="77777777">
      <w:pPr>
        <w:spacing w:after="0" w:line="240" w:lineRule="auto"/>
      </w:pPr>
      <w:r>
        <w:separator/>
      </w:r>
    </w:p>
  </w:endnote>
  <w:endnote w:type="continuationSeparator" w:id="0">
    <w:p w:rsidR="009D0FFF" w:rsidP="00C16ABF" w:rsidRDefault="009D0FFF" w14:paraId="43C6C29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4634942"/>
      <w:docPartObj>
        <w:docPartGallery w:val="Page Numbers (Bottom of Page)"/>
        <w:docPartUnique/>
      </w:docPartObj>
    </w:sdtPr>
    <w:sdtEndPr/>
    <w:sdtContent>
      <w:p w:rsidR="001442AD" w:rsidRDefault="001442AD" w14:paraId="41FA1C06" w14:textId="2AA5AB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DC8">
          <w:rPr>
            <w:noProof/>
          </w:rPr>
          <w:t>4</w:t>
        </w:r>
        <w:r>
          <w:fldChar w:fldCharType="end"/>
        </w:r>
      </w:p>
    </w:sdtContent>
  </w:sdt>
  <w:p w:rsidR="001D234A" w:rsidRDefault="001D234A" w14:paraId="391BF3D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FFF" w:rsidP="00C16ABF" w:rsidRDefault="009D0FFF" w14:paraId="4EAC410E" w14:textId="77777777">
      <w:pPr>
        <w:spacing w:after="0" w:line="240" w:lineRule="auto"/>
      </w:pPr>
      <w:r>
        <w:separator/>
      </w:r>
    </w:p>
  </w:footnote>
  <w:footnote w:type="continuationSeparator" w:id="0">
    <w:p w:rsidR="009D0FFF" w:rsidP="00C16ABF" w:rsidRDefault="009D0FFF" w14:paraId="168CF6DE" w14:textId="77777777">
      <w:pPr>
        <w:spacing w:after="0" w:line="240" w:lineRule="auto"/>
      </w:pPr>
      <w:r>
        <w:continuationSeparator/>
      </w:r>
    </w:p>
  </w:footnote>
  <w:footnote w:id="1">
    <w:p w:rsidR="008F4B83" w:rsidP="008F4B83" w:rsidRDefault="008F4B83" w14:paraId="141CAF00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72"/>
    <w:rsid w:val="00070ED6"/>
    <w:rsid w:val="000742DC"/>
    <w:rsid w:val="00084C12"/>
    <w:rsid w:val="0008595A"/>
    <w:rsid w:val="000870F1"/>
    <w:rsid w:val="0009462C"/>
    <w:rsid w:val="00094B12"/>
    <w:rsid w:val="00096C46"/>
    <w:rsid w:val="000A296F"/>
    <w:rsid w:val="000A2A28"/>
    <w:rsid w:val="000A3CDF"/>
    <w:rsid w:val="000A4A96"/>
    <w:rsid w:val="000B192D"/>
    <w:rsid w:val="000B28EE"/>
    <w:rsid w:val="000B3E37"/>
    <w:rsid w:val="000D04B0"/>
    <w:rsid w:val="000E2CFF"/>
    <w:rsid w:val="000F1C57"/>
    <w:rsid w:val="000F5615"/>
    <w:rsid w:val="00124BFF"/>
    <w:rsid w:val="0012560E"/>
    <w:rsid w:val="00127108"/>
    <w:rsid w:val="00134B13"/>
    <w:rsid w:val="001442AD"/>
    <w:rsid w:val="00146BC0"/>
    <w:rsid w:val="00153C41"/>
    <w:rsid w:val="00154381"/>
    <w:rsid w:val="0015577D"/>
    <w:rsid w:val="001640A7"/>
    <w:rsid w:val="00164FA7"/>
    <w:rsid w:val="00166A03"/>
    <w:rsid w:val="001718A7"/>
    <w:rsid w:val="001737CF"/>
    <w:rsid w:val="00176083"/>
    <w:rsid w:val="00191D32"/>
    <w:rsid w:val="00192F37"/>
    <w:rsid w:val="001A70D2"/>
    <w:rsid w:val="001D234A"/>
    <w:rsid w:val="001D657B"/>
    <w:rsid w:val="001D7B54"/>
    <w:rsid w:val="001E0209"/>
    <w:rsid w:val="001F2CA2"/>
    <w:rsid w:val="002144C0"/>
    <w:rsid w:val="0022477D"/>
    <w:rsid w:val="002278A9"/>
    <w:rsid w:val="002336F9"/>
    <w:rsid w:val="0023557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4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DC8"/>
    <w:rsid w:val="00363F78"/>
    <w:rsid w:val="003A0A5B"/>
    <w:rsid w:val="003A1176"/>
    <w:rsid w:val="003B3001"/>
    <w:rsid w:val="003C0BAE"/>
    <w:rsid w:val="003D18A9"/>
    <w:rsid w:val="003D2C7F"/>
    <w:rsid w:val="003D6CE2"/>
    <w:rsid w:val="003E072C"/>
    <w:rsid w:val="003E1941"/>
    <w:rsid w:val="003E2FE6"/>
    <w:rsid w:val="003E49D5"/>
    <w:rsid w:val="003F205D"/>
    <w:rsid w:val="003F38C0"/>
    <w:rsid w:val="0040754D"/>
    <w:rsid w:val="00414E3C"/>
    <w:rsid w:val="0042244A"/>
    <w:rsid w:val="00427129"/>
    <w:rsid w:val="0042745A"/>
    <w:rsid w:val="00431D5C"/>
    <w:rsid w:val="004362C6"/>
    <w:rsid w:val="00437FA2"/>
    <w:rsid w:val="00445970"/>
    <w:rsid w:val="004517B7"/>
    <w:rsid w:val="004617D2"/>
    <w:rsid w:val="00461EFC"/>
    <w:rsid w:val="004652C2"/>
    <w:rsid w:val="004706D1"/>
    <w:rsid w:val="00471326"/>
    <w:rsid w:val="0047598D"/>
    <w:rsid w:val="004840FD"/>
    <w:rsid w:val="00490F7D"/>
    <w:rsid w:val="00491678"/>
    <w:rsid w:val="004941F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00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F69"/>
    <w:rsid w:val="006B3C01"/>
    <w:rsid w:val="006D050F"/>
    <w:rsid w:val="006D6139"/>
    <w:rsid w:val="006E5D65"/>
    <w:rsid w:val="006F1282"/>
    <w:rsid w:val="006F1FBC"/>
    <w:rsid w:val="006F31E2"/>
    <w:rsid w:val="006F461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F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E0D"/>
    <w:rsid w:val="0084794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646"/>
    <w:rsid w:val="008E64F4"/>
    <w:rsid w:val="008F12C9"/>
    <w:rsid w:val="008F4B83"/>
    <w:rsid w:val="008F6E29"/>
    <w:rsid w:val="0091388C"/>
    <w:rsid w:val="00916188"/>
    <w:rsid w:val="00923D7D"/>
    <w:rsid w:val="009508DF"/>
    <w:rsid w:val="00950DAC"/>
    <w:rsid w:val="00954A07"/>
    <w:rsid w:val="0099675F"/>
    <w:rsid w:val="00997F14"/>
    <w:rsid w:val="009A78D9"/>
    <w:rsid w:val="009C3E31"/>
    <w:rsid w:val="009C4F3C"/>
    <w:rsid w:val="009C54AE"/>
    <w:rsid w:val="009C788E"/>
    <w:rsid w:val="009D0FFF"/>
    <w:rsid w:val="009D3F3B"/>
    <w:rsid w:val="009D53E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48"/>
    <w:rsid w:val="00A52690"/>
    <w:rsid w:val="00A53FA5"/>
    <w:rsid w:val="00A54817"/>
    <w:rsid w:val="00A601C8"/>
    <w:rsid w:val="00A60799"/>
    <w:rsid w:val="00A84C85"/>
    <w:rsid w:val="00A85798"/>
    <w:rsid w:val="00A9051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419"/>
    <w:rsid w:val="00B8056E"/>
    <w:rsid w:val="00B819C8"/>
    <w:rsid w:val="00B82308"/>
    <w:rsid w:val="00B90885"/>
    <w:rsid w:val="00BB520A"/>
    <w:rsid w:val="00BB57BE"/>
    <w:rsid w:val="00BB7726"/>
    <w:rsid w:val="00BD3869"/>
    <w:rsid w:val="00BD66E9"/>
    <w:rsid w:val="00BD6FF4"/>
    <w:rsid w:val="00BE6A04"/>
    <w:rsid w:val="00BF231C"/>
    <w:rsid w:val="00BF2C41"/>
    <w:rsid w:val="00BF4357"/>
    <w:rsid w:val="00C058B4"/>
    <w:rsid w:val="00C05F44"/>
    <w:rsid w:val="00C131B5"/>
    <w:rsid w:val="00C16ABF"/>
    <w:rsid w:val="00C170AE"/>
    <w:rsid w:val="00C2564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738"/>
    <w:rsid w:val="00CD6897"/>
    <w:rsid w:val="00CE5BAC"/>
    <w:rsid w:val="00CF25BE"/>
    <w:rsid w:val="00CF78ED"/>
    <w:rsid w:val="00D02B25"/>
    <w:rsid w:val="00D02EBA"/>
    <w:rsid w:val="00D101D4"/>
    <w:rsid w:val="00D16FF1"/>
    <w:rsid w:val="00D17C3C"/>
    <w:rsid w:val="00D220C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FB0"/>
    <w:rsid w:val="00E51E44"/>
    <w:rsid w:val="00E616E3"/>
    <w:rsid w:val="00E63348"/>
    <w:rsid w:val="00E742AA"/>
    <w:rsid w:val="00E77E88"/>
    <w:rsid w:val="00E8107D"/>
    <w:rsid w:val="00E960BB"/>
    <w:rsid w:val="00EA2074"/>
    <w:rsid w:val="00EA4832"/>
    <w:rsid w:val="00EA4E9D"/>
    <w:rsid w:val="00EA502D"/>
    <w:rsid w:val="00EC4899"/>
    <w:rsid w:val="00ED03AB"/>
    <w:rsid w:val="00ED32D2"/>
    <w:rsid w:val="00EE32DE"/>
    <w:rsid w:val="00EE5457"/>
    <w:rsid w:val="00EF4B9E"/>
    <w:rsid w:val="00F070AB"/>
    <w:rsid w:val="00F13B50"/>
    <w:rsid w:val="00F17567"/>
    <w:rsid w:val="00F27A7B"/>
    <w:rsid w:val="00F375C3"/>
    <w:rsid w:val="00F526AF"/>
    <w:rsid w:val="00F617C3"/>
    <w:rsid w:val="00F7066B"/>
    <w:rsid w:val="00F83B28"/>
    <w:rsid w:val="00F974DA"/>
    <w:rsid w:val="00FA46E5"/>
    <w:rsid w:val="00FB7DBA"/>
    <w:rsid w:val="00FC1173"/>
    <w:rsid w:val="00FC1C25"/>
    <w:rsid w:val="00FC3F45"/>
    <w:rsid w:val="00FD1CE0"/>
    <w:rsid w:val="00FD2BEA"/>
    <w:rsid w:val="00FD503F"/>
    <w:rsid w:val="00FD7589"/>
    <w:rsid w:val="00FE2871"/>
    <w:rsid w:val="00FE4E8C"/>
    <w:rsid w:val="00FF016A"/>
    <w:rsid w:val="00FF1401"/>
    <w:rsid w:val="00FF5E7D"/>
    <w:rsid w:val="07183271"/>
    <w:rsid w:val="0957B9C7"/>
    <w:rsid w:val="13421230"/>
    <w:rsid w:val="1BA5DB36"/>
    <w:rsid w:val="2444A8A5"/>
    <w:rsid w:val="27FC95D1"/>
    <w:rsid w:val="2817A46C"/>
    <w:rsid w:val="31576F35"/>
    <w:rsid w:val="41D458CB"/>
    <w:rsid w:val="41D458CB"/>
    <w:rsid w:val="479BA2A6"/>
    <w:rsid w:val="4C6925BD"/>
    <w:rsid w:val="4F2D7D8F"/>
    <w:rsid w:val="517C0109"/>
    <w:rsid w:val="53FCC3EE"/>
    <w:rsid w:val="55001BB6"/>
    <w:rsid w:val="5EE64746"/>
    <w:rsid w:val="5F2AD50E"/>
    <w:rsid w:val="704B7879"/>
    <w:rsid w:val="719837CE"/>
    <w:rsid w:val="7D301C42"/>
    <w:rsid w:val="7E3D8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A17D2"/>
  <w15:docId w15:val="{86249667-467A-468B-A794-5A3BE6864B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C3738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rsid w:val="00CC3738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6B3C01"/>
    <w:pPr>
      <w:spacing w:after="120" w:line="480" w:lineRule="auto"/>
    </w:p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6B3C0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7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7D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617D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7D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617D2"/>
    <w:rPr>
      <w:rFonts w:ascii="Calibri" w:hAnsi="Calibri"/>
      <w:b/>
      <w:bCs/>
      <w:lang w:eastAsia="en-US"/>
    </w:rPr>
  </w:style>
  <w:style w:type="character" w:styleId="Zakotwiczenieprzypisudolnego" w:customStyle="1">
    <w:name w:val="Zakotwiczenie przypisu dolnego"/>
    <w:rsid w:val="008F4B83"/>
    <w:rPr>
      <w:vertAlign w:val="superscript"/>
    </w:rPr>
  </w:style>
  <w:style w:type="character" w:styleId="Znakiprzypiswdolnych" w:customStyle="1">
    <w:name w:val="Znaki przypisów dolnych"/>
    <w:qFormat/>
    <w:rsid w:val="008F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1c9aad36dbe141f3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c09a8-f499-4ce7-a59e-9ceb8f79abca}"/>
      </w:docPartPr>
      <w:docPartBody>
        <w:p xmlns:wp14="http://schemas.microsoft.com/office/word/2010/wordml" w14:paraId="00F855DB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8495-ED3D-4F1B-A35C-E67093B03D4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18</revision>
  <lastPrinted>2019-02-06T12:12:00.0000000Z</lastPrinted>
  <dcterms:created xsi:type="dcterms:W3CDTF">2020-10-21T06:43:00.0000000Z</dcterms:created>
  <dcterms:modified xsi:type="dcterms:W3CDTF">2024-07-30T08:47:57.6429477Z</dcterms:modified>
</coreProperties>
</file>