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6812BF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47FA47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D897345" w:rsidRDefault="0071620A" w14:paraId="2FD5B3B0" w14:textId="259355E6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D897345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7D897345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7D89734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D897345" w:rsidR="00D271D5">
        <w:rPr>
          <w:rFonts w:ascii="Corbel" w:hAnsi="Corbel"/>
          <w:smallCaps w:val="1"/>
          <w:sz w:val="24"/>
          <w:szCs w:val="24"/>
        </w:rPr>
        <w:t>2022</w:t>
      </w:r>
      <w:r w:rsidRPr="7D897345" w:rsidR="00D271D5">
        <w:rPr>
          <w:rFonts w:ascii="Corbel" w:hAnsi="Corbel"/>
          <w:smallCaps w:val="1"/>
          <w:sz w:val="24"/>
          <w:szCs w:val="24"/>
        </w:rPr>
        <w:t>/ 2023</w:t>
      </w:r>
      <w:r w:rsidRPr="7D897345" w:rsidR="00D271D5">
        <w:rPr>
          <w:rFonts w:ascii="Corbel" w:hAnsi="Corbel"/>
          <w:smallCaps w:val="1"/>
          <w:sz w:val="24"/>
          <w:szCs w:val="24"/>
        </w:rPr>
        <w:t xml:space="preserve">- 2024/ 2025 </w:t>
      </w:r>
    </w:p>
    <w:p w:rsidR="0085747A" w:rsidP="00EA4832" w:rsidRDefault="00EA4832" w14:paraId="345B38D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AA031AD" w14:textId="094ECDA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36BC8">
        <w:rPr>
          <w:rFonts w:ascii="Corbel" w:hAnsi="Corbel"/>
          <w:sz w:val="20"/>
          <w:szCs w:val="20"/>
        </w:rPr>
        <w:t xml:space="preserve">ok akademicki </w:t>
      </w:r>
      <w:r w:rsidR="6DD91A7F">
        <w:rPr>
          <w:rFonts w:ascii="Corbel" w:hAnsi="Corbel"/>
          <w:sz w:val="20"/>
          <w:szCs w:val="20"/>
        </w:rPr>
        <w:t xml:space="preserve">2024/2025</w:t>
      </w:r>
      <w:r w:rsidR="00536BC8">
        <w:rPr>
          <w:rFonts w:ascii="Corbel" w:hAnsi="Corbel"/>
          <w:sz w:val="20"/>
          <w:szCs w:val="20"/>
        </w:rPr>
        <w:t xml:space="preserve"> </w:t>
      </w:r>
    </w:p>
    <w:p w:rsidRPr="009C54AE" w:rsidR="0085747A" w:rsidP="009C54AE" w:rsidRDefault="0085747A" w14:paraId="5E9E7B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0FCC1F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D897345" w14:paraId="322986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BAB15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87A9928" w:rsidRDefault="00C1187D" w14:paraId="6D535D27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87A9928" w:rsidR="00C1187D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Administracyjnoprawne regulacje zawodów medycznych </w:t>
            </w:r>
            <w:r w:rsidRPr="487A9928" w:rsidR="00536BC8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  <w:tr w:rsidRPr="009C54AE" w:rsidR="0085747A" w:rsidTr="7D897345" w14:paraId="2B1C1C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E26F9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D0DB7" w14:paraId="382CD6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65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7D897345" w14:paraId="66113C7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080C5D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="0085747A" w:rsidP="00536BC8" w:rsidRDefault="00536BC8" w14:paraId="17327072" w14:textId="77777777">
            <w:pPr>
              <w:pStyle w:val="Bezodstpw"/>
            </w:pPr>
            <w:r>
              <w:t xml:space="preserve">Kolegium Nauk Społecznych </w:t>
            </w:r>
          </w:p>
          <w:p w:rsidRPr="009C54AE" w:rsidR="00536BC8" w:rsidP="00536BC8" w:rsidRDefault="00536BC8" w14:paraId="051086D5" w14:noSpellErr="1" w14:textId="1230AAFE">
            <w:pPr>
              <w:pStyle w:val="Bezodstpw"/>
            </w:pPr>
          </w:p>
        </w:tc>
      </w:tr>
      <w:tr w:rsidRPr="009C54AE" w:rsidR="0085747A" w:rsidTr="7D897345" w14:paraId="4FA7ECA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48BB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542EB" w:rsidRDefault="00F52F80" w14:noSpellErr="1" w14:paraId="5D8A36B6" w14:textId="77777777">
            <w:pPr>
              <w:pStyle w:val="Bezodstpw"/>
            </w:pPr>
            <w:r w:rsidR="3C43DA6F">
              <w:rPr/>
              <w:t xml:space="preserve">Instytut Nauk Prawnych </w:t>
            </w:r>
          </w:p>
          <w:p w:rsidRPr="009C54AE" w:rsidR="0085747A" w:rsidP="487A9928" w:rsidRDefault="00F52F80" w14:paraId="22C73779" w14:textId="3D20C7E2">
            <w:pPr>
              <w:pStyle w:val="Bezodstpw"/>
              <w:rPr>
                <w:b w:val="1"/>
                <w:bCs w:val="1"/>
              </w:rPr>
            </w:pPr>
            <w:r w:rsidR="00F52F80">
              <w:rPr/>
              <w:t>Pracownia Technologii Informatycznych i Prawa Medycznego</w:t>
            </w:r>
          </w:p>
        </w:tc>
      </w:tr>
      <w:tr w:rsidRPr="009C54AE" w:rsidR="0085747A" w:rsidTr="7D897345" w14:paraId="5A2A22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2FB3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6BC8" w14:paraId="58FC17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7D897345" w14:paraId="52632DB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D750C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2E60CB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85747A" w:rsidTr="7D897345" w14:paraId="7AAFA2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DDDE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2405" w14:paraId="77A471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D897345" w14:paraId="32197F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F692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03B5" w14:paraId="1462EC8C" w14:textId="292E5B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6217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F52F80" w:rsidTr="7D897345" w14:paraId="6A344772" w14:textId="77777777">
        <w:tc>
          <w:tcPr>
            <w:tcW w:w="2694" w:type="dxa"/>
            <w:tcMar/>
            <w:vAlign w:val="center"/>
          </w:tcPr>
          <w:p w:rsidRPr="009C54AE" w:rsidR="00F52F80" w:rsidP="00F52F80" w:rsidRDefault="00F52F80" w14:paraId="172D73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F52F80" w:rsidP="487A9928" w:rsidRDefault="00F52F80" w14:paraId="45A51C1C" w14:textId="2417755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D897345" w:rsidR="097274E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  <w:r w:rsidRPr="7D897345" w:rsidR="097274E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7D897345" w:rsidR="097274EE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</w:p>
        </w:tc>
      </w:tr>
      <w:tr w:rsidRPr="009C54AE" w:rsidR="00F52F80" w:rsidTr="7D897345" w14:paraId="2AD63581" w14:textId="77777777">
        <w:tc>
          <w:tcPr>
            <w:tcW w:w="2694" w:type="dxa"/>
            <w:tcMar/>
            <w:vAlign w:val="center"/>
          </w:tcPr>
          <w:p w:rsidRPr="009C54AE" w:rsidR="00F52F80" w:rsidP="00F52F80" w:rsidRDefault="00F52F80" w14:paraId="72A5C2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F52F80" w:rsidP="00F52F80" w:rsidRDefault="00F52F80" w14:paraId="5C14F3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F52F80" w:rsidTr="7D897345" w14:paraId="03FCE0A3" w14:textId="77777777">
        <w:tc>
          <w:tcPr>
            <w:tcW w:w="2694" w:type="dxa"/>
            <w:tcMar/>
            <w:vAlign w:val="center"/>
          </w:tcPr>
          <w:p w:rsidRPr="009C54AE" w:rsidR="00F52F80" w:rsidP="00F52F80" w:rsidRDefault="00F52F80" w14:paraId="76CF6C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F52F80" w:rsidP="00F52F80" w:rsidRDefault="00F52F80" w14:paraId="0E7044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52F80" w:rsidTr="7D897345" w14:paraId="7980106E" w14:textId="77777777">
        <w:tc>
          <w:tcPr>
            <w:tcW w:w="2694" w:type="dxa"/>
            <w:tcMar/>
            <w:vAlign w:val="center"/>
          </w:tcPr>
          <w:p w:rsidRPr="009C54AE" w:rsidR="00F52F80" w:rsidP="00F52F80" w:rsidRDefault="00F52F80" w14:paraId="174290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52F80" w:rsidP="00F52F80" w:rsidRDefault="00F52F80" w14:paraId="6F9D1D75" w14:textId="3A2AC3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 </w:t>
            </w:r>
          </w:p>
        </w:tc>
      </w:tr>
      <w:tr w:rsidRPr="009C54AE" w:rsidR="00F52F80" w:rsidTr="7D897345" w14:paraId="7C305C56" w14:textId="77777777">
        <w:tc>
          <w:tcPr>
            <w:tcW w:w="2694" w:type="dxa"/>
            <w:tcMar/>
            <w:vAlign w:val="center"/>
          </w:tcPr>
          <w:p w:rsidRPr="009C54AE" w:rsidR="00F52F80" w:rsidP="00F52F80" w:rsidRDefault="00F52F80" w14:paraId="410340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52F80" w:rsidP="00F52F80" w:rsidRDefault="00F52F80" w14:paraId="34D8CCAA" w14:textId="71BD34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 </w:t>
            </w:r>
          </w:p>
        </w:tc>
      </w:tr>
    </w:tbl>
    <w:p w:rsidRPr="009C54AE" w:rsidR="0085747A" w:rsidP="009C54AE" w:rsidRDefault="0085747A" w14:paraId="6653537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5B6D32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1D04D5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F342DA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5"/>
        <w:gridCol w:w="900"/>
        <w:gridCol w:w="720"/>
        <w:gridCol w:w="885"/>
        <w:gridCol w:w="682"/>
        <w:gridCol w:w="821"/>
        <w:gridCol w:w="763"/>
        <w:gridCol w:w="948"/>
        <w:gridCol w:w="1189"/>
        <w:gridCol w:w="1505"/>
      </w:tblGrid>
      <w:tr w:rsidRPr="009C54AE" w:rsidR="00015B8F" w:rsidTr="7D897345" w14:paraId="78E3D076" w14:textId="77777777"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FC8C6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4860D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C99F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FF29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EFBC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16BA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EF1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683D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F9C1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A875E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3FCE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D897345" w14:paraId="364D5732" w14:textId="77777777">
        <w:trPr>
          <w:trHeight w:val="453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728F7" w14:paraId="56C12585" w14:textId="7B135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C93376" w14:textId="0DE56E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C80F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614D3" w14:paraId="4CF58597" w14:textId="35C06A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12C9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DB20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27362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F8928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E057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BC8" w14:paraId="78963A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9C54AE" w:rsidRDefault="00923D7D" w14:paraId="6FFE14E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173F77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8E8A60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6217D" w14:paraId="7037588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64C188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05497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2405" w:rsidP="00F83B28" w:rsidRDefault="00E22FBC" w14:paraId="4853611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E2405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E22FBC" w:rsidP="00F83B28" w:rsidRDefault="00E22FBC" w14:paraId="41C16F3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:rsidR="00E960BB" w:rsidP="009C54AE" w:rsidRDefault="006E2405" w14:paraId="34D4D6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                       </w:t>
      </w:r>
    </w:p>
    <w:p w:rsidRPr="009C54AE" w:rsidR="00E960BB" w:rsidP="009C54AE" w:rsidRDefault="0085747A" w14:paraId="6429F2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87A9928" w14:paraId="464F91EA" w14:textId="77777777">
        <w:tc>
          <w:tcPr>
            <w:tcW w:w="9670" w:type="dxa"/>
            <w:tcMar/>
          </w:tcPr>
          <w:p w:rsidRPr="009C54AE" w:rsidR="0085747A" w:rsidP="487A9928" w:rsidRDefault="00D24623" w14:paraId="2B0A5445" w14:textId="3C6E796A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87A9928" w:rsidR="00D246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</w:tbl>
    <w:p w:rsidR="00153C41" w:rsidP="009C54AE" w:rsidRDefault="00153C41" w14:paraId="759D965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99DB41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212B5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2CD368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B1966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C54AE" w:rsidR="0085747A" w:rsidTr="00923D7D" w14:paraId="09653CF7" w14:textId="77777777">
        <w:tc>
          <w:tcPr>
            <w:tcW w:w="851" w:type="dxa"/>
            <w:vAlign w:val="center"/>
          </w:tcPr>
          <w:p w:rsidRPr="009C54AE" w:rsidR="0085747A" w:rsidP="009C54AE" w:rsidRDefault="0085747A" w14:paraId="28E40AE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A6500" w:rsidRDefault="00C85BDD" w14:paraId="4F83ABD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dotyczącej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administracyjnoprawnych regulacji w zawodach medycznych. </w:t>
            </w:r>
          </w:p>
        </w:tc>
      </w:tr>
      <w:tr w:rsidRPr="009C54AE" w:rsidR="0085747A" w:rsidTr="00923D7D" w14:paraId="1021E5A0" w14:textId="77777777">
        <w:tc>
          <w:tcPr>
            <w:tcW w:w="851" w:type="dxa"/>
            <w:vAlign w:val="center"/>
          </w:tcPr>
          <w:p w:rsidRPr="009C54AE" w:rsidR="0085747A" w:rsidP="009C54AE" w:rsidRDefault="00C85BDD" w14:paraId="0BE096F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C54AE" w:rsidR="0085747A" w:rsidP="00C85BDD" w:rsidRDefault="00C85BDD" w14:paraId="420D37C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D271D5" w14:paraId="134CF126" w14:textId="77777777">
        <w:trPr>
          <w:trHeight w:val="577"/>
        </w:trPr>
        <w:tc>
          <w:tcPr>
            <w:tcW w:w="851" w:type="dxa"/>
            <w:vAlign w:val="center"/>
          </w:tcPr>
          <w:p w:rsidRPr="009C54AE" w:rsidR="0085747A" w:rsidP="009C54AE" w:rsidRDefault="00C85BDD" w14:paraId="7F72E92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C85BDD" w:rsidP="0080239A" w:rsidRDefault="0080239A" w14:paraId="7667D96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C85BDD" w:rsidR="00C85BDD">
              <w:rPr>
                <w:rFonts w:ascii="Corbel" w:hAnsi="Corbel"/>
                <w:b w:val="0"/>
                <w:sz w:val="24"/>
                <w:szCs w:val="24"/>
              </w:rPr>
              <w:t xml:space="preserve">ształtowanie aktywnej postawy wobec problemów </w:t>
            </w:r>
            <w:r w:rsidR="0063053E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Pr="0063053E" w:rsidR="0063053E">
              <w:rPr>
                <w:rFonts w:ascii="Corbel" w:hAnsi="Corbel"/>
                <w:b w:val="0"/>
                <w:sz w:val="24"/>
                <w:szCs w:val="24"/>
              </w:rPr>
              <w:t>administracyjnoprawnych regulacji w zawodach medycznych.</w:t>
            </w:r>
          </w:p>
          <w:p w:rsidRPr="009C54AE" w:rsidR="0085747A" w:rsidP="00C85BDD" w:rsidRDefault="0085747A" w14:paraId="090B58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9CBE9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BEB57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544E2A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Pr="009C54AE" w:rsidR="0085747A" w:rsidTr="003654AB" w14:paraId="68315E96" w14:textId="77777777">
        <w:tc>
          <w:tcPr>
            <w:tcW w:w="1588" w:type="dxa"/>
            <w:vAlign w:val="center"/>
          </w:tcPr>
          <w:p w:rsidRPr="009C54AE" w:rsidR="0085747A" w:rsidP="009C54AE" w:rsidRDefault="0085747A" w14:paraId="5EB74E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:rsidRPr="009C54AE" w:rsidR="0085747A" w:rsidP="00C05F44" w:rsidRDefault="0085747A" w14:paraId="394A47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1B281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0239A" w:rsidTr="003654AB" w14:paraId="43BEF0A0" w14:textId="77777777">
        <w:tc>
          <w:tcPr>
            <w:tcW w:w="1588" w:type="dxa"/>
          </w:tcPr>
          <w:p w:rsidRPr="009C54AE" w:rsidR="0080239A" w:rsidP="009C54AE" w:rsidRDefault="0080239A" w14:paraId="490689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80239A" w:rsidR="0080239A" w:rsidP="0080239A" w:rsidRDefault="0080239A" w14:paraId="1ADA46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:rsidRPr="009C54AE" w:rsidR="0080239A" w:rsidP="009C54AE" w:rsidRDefault="0080239A" w14:paraId="42C2BC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3654AB" w14:paraId="6F363DB0" w14:textId="77777777">
        <w:tc>
          <w:tcPr>
            <w:tcW w:w="1588" w:type="dxa"/>
          </w:tcPr>
          <w:p w:rsidRPr="009C54AE" w:rsidR="0085747A" w:rsidP="009C54AE" w:rsidRDefault="0085747A" w14:paraId="0F2200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67" w:type="dxa"/>
          </w:tcPr>
          <w:p w:rsidRPr="009C54AE" w:rsidR="0085747A" w:rsidP="0080239A" w:rsidRDefault="0080239A" w14:paraId="2674F2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9C54AE" w:rsidRDefault="0080239A" w14:paraId="6F8C2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3654AB" w14:paraId="7CC9B73F" w14:textId="77777777">
        <w:tc>
          <w:tcPr>
            <w:tcW w:w="1588" w:type="dxa"/>
          </w:tcPr>
          <w:p w:rsidRPr="009C54AE" w:rsidR="0085747A" w:rsidP="004D50FA" w:rsidRDefault="0085747A" w14:paraId="0EE98AA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2AD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67" w:type="dxa"/>
          </w:tcPr>
          <w:p w:rsidRPr="009C54AE" w:rsidR="0085747A" w:rsidP="004D50FA" w:rsidRDefault="004D50FA" w14:paraId="3078793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Pr="009C54AE" w:rsidR="0085747A" w:rsidP="004D50FA" w:rsidRDefault="0080239A" w14:paraId="18CFF3D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4D50FA" w:rsidTr="003654AB" w14:paraId="52B8CBFA" w14:textId="77777777">
        <w:tc>
          <w:tcPr>
            <w:tcW w:w="1588" w:type="dxa"/>
          </w:tcPr>
          <w:p w:rsidRPr="009C54AE" w:rsidR="004D50FA" w:rsidP="004D50FA" w:rsidRDefault="00082AD0" w14:paraId="6187E4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:rsidRPr="004D50FA" w:rsidR="004D50FA" w:rsidP="004D50FA" w:rsidRDefault="004D50FA" w14:paraId="355C6C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80239A" w:rsidR="004D50FA" w:rsidP="004D50FA" w:rsidRDefault="004D50FA" w14:paraId="35C7F2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C4026" w:rsidTr="003654AB" w14:paraId="7F61C4E7" w14:textId="77777777">
        <w:tc>
          <w:tcPr>
            <w:tcW w:w="1588" w:type="dxa"/>
          </w:tcPr>
          <w:p w:rsidR="009C4026" w:rsidP="004D50FA" w:rsidRDefault="009C4026" w14:paraId="167604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9C4026" w:rsidR="009C4026" w:rsidP="009C4026" w:rsidRDefault="009C4026" w14:paraId="48A88A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:rsidRPr="004D50FA" w:rsidR="009C4026" w:rsidP="004D50FA" w:rsidRDefault="009C4026" w14:paraId="04D877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C4026" w:rsidTr="003654AB" w14:paraId="1833056B" w14:textId="77777777">
        <w:tc>
          <w:tcPr>
            <w:tcW w:w="1588" w:type="dxa"/>
          </w:tcPr>
          <w:p w:rsidR="009C4026" w:rsidP="004D50FA" w:rsidRDefault="003D102B" w14:paraId="64CBC8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:rsidRPr="009C4026" w:rsidR="009C4026" w:rsidP="009C4026" w:rsidRDefault="009C4026" w14:paraId="78E730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:rsidRPr="004D50FA" w:rsidR="009C4026" w:rsidP="004D50FA" w:rsidRDefault="009C4026" w14:paraId="584989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9C4026" w:rsidTr="003654AB" w14:paraId="07BC7405" w14:textId="77777777">
        <w:tc>
          <w:tcPr>
            <w:tcW w:w="1588" w:type="dxa"/>
          </w:tcPr>
          <w:p w:rsidR="009C4026" w:rsidP="004D50FA" w:rsidRDefault="003D102B" w14:paraId="786398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:rsidRPr="009C4026" w:rsidR="009C4026" w:rsidP="009C4026" w:rsidRDefault="009C4026" w14:paraId="1FD8EDF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:rsidRPr="004D50FA" w:rsidR="009C4026" w:rsidP="004D50FA" w:rsidRDefault="009C4026" w14:paraId="602F0A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C4026" w:rsidTr="003654AB" w14:paraId="074775D6" w14:textId="77777777">
        <w:tc>
          <w:tcPr>
            <w:tcW w:w="1588" w:type="dxa"/>
          </w:tcPr>
          <w:p w:rsidR="009C4026" w:rsidP="004D50FA" w:rsidRDefault="00D57705" w14:paraId="63BB98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67" w:type="dxa"/>
          </w:tcPr>
          <w:p w:rsidRPr="00782D6F" w:rsidR="00782D6F" w:rsidP="00782D6F" w:rsidRDefault="00782D6F" w14:paraId="2ED5E7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</w:t>
            </w:r>
          </w:p>
          <w:p w:rsidRPr="009C4026" w:rsidR="009C4026" w:rsidP="00782D6F" w:rsidRDefault="00782D6F" w14:paraId="5F2C54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:rsidRPr="009C4026" w:rsidR="009C4026" w:rsidP="004D50FA" w:rsidRDefault="009C4026" w14:paraId="429FCB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782D6F" w:rsidTr="003654AB" w14:paraId="228D8F5C" w14:textId="77777777">
        <w:tc>
          <w:tcPr>
            <w:tcW w:w="1588" w:type="dxa"/>
          </w:tcPr>
          <w:p w:rsidR="00782D6F" w:rsidP="004D50FA" w:rsidRDefault="00782D6F" w14:paraId="5B8047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:rsidRPr="00782D6F" w:rsidR="00782D6F" w:rsidP="00782D6F" w:rsidRDefault="00782D6F" w14:paraId="6354C10A" w14:textId="77777777">
            <w:pPr>
              <w:pStyle w:val="Punktygwne"/>
              <w:spacing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:rsidRPr="009C4026" w:rsidR="00782D6F" w:rsidP="004D50FA" w:rsidRDefault="00782D6F" w14:paraId="457E8A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782D6F" w:rsidTr="003654AB" w14:paraId="4389C13B" w14:textId="77777777">
        <w:tc>
          <w:tcPr>
            <w:tcW w:w="1588" w:type="dxa"/>
          </w:tcPr>
          <w:p w:rsidR="00782D6F" w:rsidP="004D50FA" w:rsidRDefault="00D57705" w14:paraId="2BC183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:rsidRPr="003654AB" w:rsidR="00782D6F" w:rsidP="00782D6F" w:rsidRDefault="003654AB" w14:paraId="39EE19B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:rsidRPr="009C4026" w:rsidR="00782D6F" w:rsidP="004D50FA" w:rsidRDefault="003654AB" w14:paraId="7E5CA7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3654AB" w:rsidTr="003654AB" w14:paraId="37FBFFF2" w14:textId="77777777">
        <w:tc>
          <w:tcPr>
            <w:tcW w:w="1588" w:type="dxa"/>
          </w:tcPr>
          <w:p w:rsidR="003654AB" w:rsidP="004D50FA" w:rsidRDefault="00D57705" w14:paraId="16C6D31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:rsidRPr="003654AB" w:rsidR="003654AB" w:rsidP="00782D6F" w:rsidRDefault="00D24623" w14:paraId="649C1CD3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:rsidRPr="003654AB" w:rsidR="003654AB" w:rsidP="004D50FA" w:rsidRDefault="00D24623" w14:paraId="540AA8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9C54AE" w:rsidR="003D102B" w:rsidTr="003654AB" w14:paraId="2ED1EE3A" w14:textId="77777777">
        <w:tc>
          <w:tcPr>
            <w:tcW w:w="1588" w:type="dxa"/>
          </w:tcPr>
          <w:p w:rsidR="003D102B" w:rsidP="004D50FA" w:rsidRDefault="004912A5" w14:paraId="5996B7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:rsidRPr="00D24623" w:rsidR="003D102B" w:rsidP="00782D6F" w:rsidRDefault="0058028A" w14:paraId="06090DD3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28A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</w:t>
            </w:r>
          </w:p>
        </w:tc>
        <w:tc>
          <w:tcPr>
            <w:tcW w:w="1865" w:type="dxa"/>
          </w:tcPr>
          <w:p w:rsidR="003D102B" w:rsidP="004D50FA" w:rsidRDefault="003D102B" w14:paraId="246416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4D50FA" w:rsidRDefault="0085747A" w14:paraId="46AD018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61FBB4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A6097F1" w14:textId="74C2CB9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11EE186" w:rsidR="0085747A">
        <w:rPr>
          <w:rFonts w:ascii="Corbel" w:hAnsi="Corbel"/>
          <w:sz w:val="24"/>
          <w:szCs w:val="24"/>
        </w:rPr>
        <w:t xml:space="preserve">Problematyka wykładu </w:t>
      </w:r>
      <w:r w:rsidRPr="611EE186" w:rsidR="5C304F37">
        <w:rPr>
          <w:rFonts w:ascii="Corbel" w:hAnsi="Corbel"/>
          <w:sz w:val="24"/>
          <w:szCs w:val="24"/>
        </w:rPr>
        <w:t>nie dotyczy</w:t>
      </w:r>
    </w:p>
    <w:p w:rsidRPr="009C54AE" w:rsidR="00675843" w:rsidP="7D897345" w:rsidRDefault="00675843" w14:paraId="01BE002D" w14:textId="5DB38491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 w:eastAsia="Corbel" w:cs="Corbel"/>
          <w:sz w:val="24"/>
          <w:szCs w:val="24"/>
        </w:rPr>
      </w:pPr>
      <w:r w:rsidRPr="7D897345" w:rsidR="39952BA0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Pr="009C54AE" w:rsidR="00675843" w:rsidP="7D897345" w:rsidRDefault="00675843" w14:paraId="26B1C9DA" w14:textId="31ADC633">
      <w:pPr>
        <w:pStyle w:val="Akapitzlist"/>
        <w:spacing w:after="120" w:line="240" w:lineRule="auto"/>
        <w:ind w:left="360"/>
        <w:jc w:val="both"/>
        <w:rPr>
          <w:rFonts w:ascii="Calibri" w:hAnsi="Calibri" w:eastAsia="Calibri" w:cs="Times New Roman"/>
          <w:sz w:val="22"/>
          <w:szCs w:val="22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5"/>
      </w:tblGrid>
      <w:tr w:rsidRPr="009C54AE" w:rsidR="0085747A" w:rsidTr="00430AB0" w14:paraId="510769DA" w14:textId="77777777">
        <w:tc>
          <w:tcPr>
            <w:tcW w:w="9775" w:type="dxa"/>
          </w:tcPr>
          <w:p w:rsidRPr="009C54AE" w:rsidR="0085747A" w:rsidP="009C54AE" w:rsidRDefault="0085747A" w14:paraId="0D9966B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30AB0" w14:paraId="2E076646" w14:textId="77777777">
        <w:tc>
          <w:tcPr>
            <w:tcW w:w="9775" w:type="dxa"/>
          </w:tcPr>
          <w:p w:rsidRPr="009C54AE" w:rsidR="0085747A" w:rsidP="009C54AE" w:rsidRDefault="00C44F81" w14:paraId="2474C07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zawodu medycznego oraz c</w:t>
            </w:r>
            <w:r w:rsidRPr="00766DC0" w:rsidR="00766DC0">
              <w:rPr>
                <w:rFonts w:ascii="Corbel" w:hAnsi="Corbel"/>
                <w:sz w:val="24"/>
                <w:szCs w:val="24"/>
              </w:rPr>
              <w:t>harakter</w:t>
            </w:r>
            <w:r>
              <w:rPr>
                <w:rFonts w:ascii="Corbel" w:hAnsi="Corbel"/>
                <w:sz w:val="24"/>
                <w:szCs w:val="24"/>
              </w:rPr>
              <w:t xml:space="preserve">ystyka prawna zawodu  medycznego. </w:t>
            </w:r>
          </w:p>
        </w:tc>
      </w:tr>
      <w:tr w:rsidRPr="009C54AE" w:rsidR="0085747A" w:rsidTr="00430AB0" w14:paraId="1CD84268" w14:textId="77777777">
        <w:tc>
          <w:tcPr>
            <w:tcW w:w="9775" w:type="dxa"/>
          </w:tcPr>
          <w:p w:rsidRPr="00D24623" w:rsidR="0085747A" w:rsidP="00D24623" w:rsidRDefault="00D713ED" w14:paraId="6CEB60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Dostęp do zawodów medycznych. </w:t>
            </w:r>
            <w:r w:rsidR="00D2462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0430AB0" w14:paraId="34CD003C" w14:textId="77777777">
        <w:tc>
          <w:tcPr>
            <w:tcW w:w="9775" w:type="dxa"/>
          </w:tcPr>
          <w:p w:rsidRPr="009C54AE" w:rsidR="0085747A" w:rsidP="009C54AE" w:rsidRDefault="009A34E5" w14:paraId="2F784A7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Regulowane i nieuregulowane zawody medyczne. </w:t>
            </w:r>
          </w:p>
        </w:tc>
      </w:tr>
      <w:tr w:rsidRPr="009C54AE" w:rsidR="00D83223" w:rsidTr="00430AB0" w14:paraId="7C162F5A" w14:textId="77777777">
        <w:tc>
          <w:tcPr>
            <w:tcW w:w="9775" w:type="dxa"/>
          </w:tcPr>
          <w:p w:rsidR="00D83223" w:rsidP="009C54AE" w:rsidRDefault="00D83223" w14:paraId="378ECB3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samorządów zawodowych w odniesieniu do wykonywania regulowanych zawodów medycznych. </w:t>
            </w:r>
          </w:p>
        </w:tc>
      </w:tr>
      <w:tr w:rsidRPr="009C54AE" w:rsidR="00DF1A82" w:rsidTr="00430AB0" w14:paraId="404BC833" w14:textId="77777777">
        <w:tc>
          <w:tcPr>
            <w:tcW w:w="9775" w:type="dxa"/>
          </w:tcPr>
          <w:p w:rsidR="00DF1A82" w:rsidP="009C54AE" w:rsidRDefault="009A34E5" w14:paraId="7A2389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Status prawny i zasady wykonywania  regulowanych zawodów medycznych – lekarze, lekarze dentyści, pielęgniarki, położne, fizjoterapeuci, diagności laboratoryjni, farmaceuci oraz psycholodzy.  </w:t>
            </w:r>
          </w:p>
        </w:tc>
      </w:tr>
      <w:tr w:rsidRPr="009C54AE" w:rsidR="00430AB0" w:rsidTr="00430AB0" w14:paraId="22B93234" w14:textId="77777777">
        <w:tc>
          <w:tcPr>
            <w:tcW w:w="9775" w:type="dxa"/>
          </w:tcPr>
          <w:p w:rsidR="00430AB0" w:rsidP="009C54AE" w:rsidRDefault="009A34E5" w14:paraId="364C28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34E5">
              <w:rPr>
                <w:rFonts w:ascii="Corbel" w:hAnsi="Corbel"/>
                <w:sz w:val="24"/>
                <w:szCs w:val="24"/>
              </w:rPr>
              <w:t xml:space="preserve">Status prawny i zasady wykonywania  </w:t>
            </w:r>
            <w:r>
              <w:rPr>
                <w:rFonts w:ascii="Corbel" w:hAnsi="Corbel"/>
                <w:sz w:val="24"/>
                <w:szCs w:val="24"/>
              </w:rPr>
              <w:t>nieu</w:t>
            </w:r>
            <w:r w:rsidRPr="009A34E5">
              <w:rPr>
                <w:rFonts w:ascii="Corbel" w:hAnsi="Corbel"/>
                <w:sz w:val="24"/>
                <w:szCs w:val="24"/>
              </w:rPr>
              <w:t>regulowanych zawodów medycznych</w:t>
            </w:r>
            <w:r>
              <w:rPr>
                <w:rFonts w:ascii="Corbel" w:hAnsi="Corbel"/>
                <w:sz w:val="24"/>
                <w:szCs w:val="24"/>
              </w:rPr>
              <w:t xml:space="preserve"> – ratownicy medyczni, dietetycy, </w:t>
            </w:r>
            <w:proofErr w:type="spellStart"/>
            <w:r w:rsidR="00D83223">
              <w:rPr>
                <w:rFonts w:ascii="Corbel" w:hAnsi="Corbel"/>
                <w:sz w:val="24"/>
                <w:szCs w:val="24"/>
              </w:rPr>
              <w:t>elektroradiolodzy</w:t>
            </w:r>
            <w:proofErr w:type="spellEnd"/>
            <w:r w:rsidR="00D83223">
              <w:rPr>
                <w:rFonts w:ascii="Corbel" w:hAnsi="Corbel"/>
                <w:sz w:val="24"/>
                <w:szCs w:val="24"/>
              </w:rPr>
              <w:t xml:space="preserve"> oraz kosmetolodzy. </w:t>
            </w:r>
          </w:p>
        </w:tc>
      </w:tr>
      <w:tr w:rsidRPr="009C54AE" w:rsidR="00511E6E" w:rsidTr="00430AB0" w14:paraId="4776311D" w14:textId="77777777">
        <w:tc>
          <w:tcPr>
            <w:tcW w:w="9775" w:type="dxa"/>
          </w:tcPr>
          <w:p w:rsidRPr="009A34E5" w:rsidR="00511E6E" w:rsidP="009C54AE" w:rsidRDefault="00511E6E" w14:paraId="35C7A79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Uznawanie kwalifikacji zawodowych mających zastosowanie w ochronie zdrowia. </w:t>
            </w:r>
          </w:p>
        </w:tc>
      </w:tr>
      <w:tr w:rsidRPr="009C54AE" w:rsidR="00D83223" w:rsidTr="00430AB0" w14:paraId="6B1BD368" w14:textId="77777777">
        <w:tc>
          <w:tcPr>
            <w:tcW w:w="9775" w:type="dxa"/>
          </w:tcPr>
          <w:p w:rsidRPr="009A34E5" w:rsidR="00D83223" w:rsidP="009C54AE" w:rsidRDefault="00D83223" w14:paraId="1C4701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naruszenie zasad wykonywania zawodów medycznych </w:t>
            </w:r>
          </w:p>
        </w:tc>
      </w:tr>
    </w:tbl>
    <w:p w:rsidRPr="009C54AE" w:rsidR="0085747A" w:rsidP="009C54AE" w:rsidRDefault="0085747A" w14:paraId="258A2B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1435B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55E6C3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26ABB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7D897345" w:rsidRDefault="00153C41" w14:paraId="13A8BE0D" w14:textId="4E706159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7D897345" w:rsidR="039010AC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 </w:t>
      </w:r>
      <w:r w:rsidRPr="7D897345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z prezentacją multimedialną</w:t>
      </w:r>
      <w:r w:rsidRPr="7D897345" w:rsidR="5D909C55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.</w:t>
      </w:r>
    </w:p>
    <w:p w:rsidR="00E960BB" w:rsidP="009C54AE" w:rsidRDefault="00E960BB" w14:paraId="4B8FBF4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4AAF1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CF4E2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99054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0FEF0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5"/>
        <w:gridCol w:w="5105"/>
        <w:gridCol w:w="2540"/>
      </w:tblGrid>
      <w:tr w:rsidRPr="009C54AE" w:rsidR="0085747A" w:rsidTr="487A9928" w14:paraId="68BC4728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F5A79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7CEEB0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BFA49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7BF4FF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0E83E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487A9928" w14:paraId="7CFCEEA1" w14:textId="77777777">
        <w:tc>
          <w:tcPr>
            <w:tcW w:w="1962" w:type="dxa"/>
            <w:tcMar/>
          </w:tcPr>
          <w:p w:rsidRPr="009C54AE" w:rsidR="0085747A" w:rsidP="009C54AE" w:rsidRDefault="0085747A" w14:paraId="1A02A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35C93">
              <w:rPr>
                <w:rFonts w:ascii="Corbel" w:hAnsi="Corbel"/>
                <w:b w:val="0"/>
                <w:szCs w:val="24"/>
              </w:rPr>
              <w:t xml:space="preserve">- </w:t>
            </w:r>
            <w:r w:rsidR="00E903C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Mar/>
          </w:tcPr>
          <w:p w:rsidRPr="00D35C93" w:rsidR="0085747A" w:rsidP="009C54AE" w:rsidRDefault="00D35C93" w14:paraId="7330E5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C93">
              <w:rPr>
                <w:rFonts w:ascii="Corbel" w:hAnsi="Corbel"/>
                <w:b w:val="0"/>
                <w:szCs w:val="24"/>
              </w:rPr>
              <w:t>ZALICZENIE PISEMNE – PYTANIA TESTOWE</w:t>
            </w:r>
          </w:p>
        </w:tc>
        <w:tc>
          <w:tcPr>
            <w:tcW w:w="2117" w:type="dxa"/>
            <w:tcMar/>
          </w:tcPr>
          <w:p w:rsidRPr="009C54AE" w:rsidR="0085747A" w:rsidP="487A9928" w:rsidRDefault="003D102B" w14:paraId="35F1169A" w14:textId="5284724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87A9928" w:rsidR="34284254">
              <w:rPr>
                <w:rFonts w:ascii="Corbel" w:hAnsi="Corbel"/>
                <w:b w:val="0"/>
                <w:bCs w:val="0"/>
              </w:rPr>
              <w:t xml:space="preserve">Konw. </w:t>
            </w:r>
          </w:p>
        </w:tc>
      </w:tr>
    </w:tbl>
    <w:p w:rsidRPr="009C54AE" w:rsidR="00923D7D" w:rsidP="009C54AE" w:rsidRDefault="00923D7D" w14:paraId="0E5B8A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8E7CA8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F51C6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E1C06E" w14:textId="77777777">
        <w:tc>
          <w:tcPr>
            <w:tcW w:w="9670" w:type="dxa"/>
          </w:tcPr>
          <w:p w:rsidR="00962634" w:rsidP="009C54AE" w:rsidRDefault="00BE0A60" w14:paraId="1F2EA4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62634" w:rsidR="00962634">
              <w:rPr>
                <w:rFonts w:ascii="Corbel" w:hAnsi="Corbel"/>
                <w:b w:val="0"/>
                <w:smallCaps w:val="0"/>
                <w:szCs w:val="24"/>
              </w:rPr>
              <w:t xml:space="preserve">  pytań 1 – krotnego wyboru.</w:t>
            </w:r>
          </w:p>
          <w:p w:rsidR="00BE0A60" w:rsidP="009C54AE" w:rsidRDefault="00BE0A60" w14:paraId="5B75C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:rsidR="00BE0A60" w:rsidP="009C54AE" w:rsidRDefault="00BE0A60" w14:paraId="509AE4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:rsidR="00BE0A60" w:rsidP="009C54AE" w:rsidRDefault="00BE0A60" w14:paraId="614636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:rsidR="00BE0A60" w:rsidP="009C54AE" w:rsidRDefault="00BE0A60" w14:paraId="5DB7C2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:rsidR="00BE0A60" w:rsidP="009C54AE" w:rsidRDefault="00BE0A60" w14:paraId="6DA02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Kryteria oceny: </w:t>
            </w:r>
          </w:p>
          <w:p w:rsidR="00BE0A60" w:rsidP="009C54AE" w:rsidRDefault="00BE0A60" w14:paraId="342701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:rsidR="00BE0A60" w:rsidP="009C54AE" w:rsidRDefault="00BE0A60" w14:paraId="5771D4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:rsidR="00BE0A60" w:rsidP="009C54AE" w:rsidRDefault="00BE0A60" w14:paraId="44F34C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:rsidR="00BE0A60" w:rsidP="009C54AE" w:rsidRDefault="00BE0A60" w14:paraId="44C52E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:rsidR="00734E4A" w:rsidP="009C54AE" w:rsidRDefault="00BE0A60" w14:paraId="5BA61B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</w:t>
            </w:r>
          </w:p>
          <w:p w:rsidRPr="009C54AE" w:rsidR="0085747A" w:rsidP="009C54AE" w:rsidRDefault="00BE0A60" w14:paraId="0E6E83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2,0 – student zaliczył efekty uczenia się poniżej 60%</w:t>
            </w:r>
          </w:p>
          <w:p w:rsidRPr="009C54AE" w:rsidR="00923D7D" w:rsidP="009C54AE" w:rsidRDefault="00923D7D" w14:paraId="40B083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4EB982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8A004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DCAC9A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7A765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7D897345" w14:paraId="59A301F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BF2E0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FA50A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D897345" w14:paraId="720AEA43" w14:textId="77777777">
        <w:tc>
          <w:tcPr>
            <w:tcW w:w="4962" w:type="dxa"/>
            <w:tcMar/>
          </w:tcPr>
          <w:p w:rsidRPr="009C54AE" w:rsidR="0085747A" w:rsidP="009C54AE" w:rsidRDefault="00C61DC5" w14:paraId="5D8E74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96D06" w:rsidRDefault="00734E4A" w14:paraId="3D1F3A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7D897345" w14:paraId="2174727A" w14:textId="77777777">
        <w:tc>
          <w:tcPr>
            <w:tcW w:w="4962" w:type="dxa"/>
            <w:tcMar/>
          </w:tcPr>
          <w:p w:rsidRPr="009C54AE" w:rsidR="00C61DC5" w:rsidP="009C54AE" w:rsidRDefault="00C61DC5" w14:paraId="27CA08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CC608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E0A60" w:rsidRDefault="00BE0A60" w14:paraId="243F0A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7D897345" w14:paraId="68066DA7" w14:textId="77777777">
        <w:tc>
          <w:tcPr>
            <w:tcW w:w="4962" w:type="dxa"/>
            <w:tcMar/>
          </w:tcPr>
          <w:p w:rsidRPr="009C54AE" w:rsidR="0071620A" w:rsidP="009C54AE" w:rsidRDefault="00C61DC5" w14:paraId="0B5867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98DF1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BE0A60" w14:paraId="35786D50" w14:textId="10D09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D897345" w:rsidR="00BE0A60">
              <w:rPr>
                <w:rFonts w:ascii="Corbel" w:hAnsi="Corbel"/>
                <w:sz w:val="24"/>
                <w:szCs w:val="24"/>
              </w:rPr>
              <w:t xml:space="preserve">                                            5</w:t>
            </w:r>
            <w:r w:rsidRPr="7D897345" w:rsidR="4FE24C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7D897345" w14:paraId="122D7D08" w14:textId="77777777">
        <w:tc>
          <w:tcPr>
            <w:tcW w:w="4962" w:type="dxa"/>
            <w:tcMar/>
          </w:tcPr>
          <w:p w:rsidRPr="009C54AE" w:rsidR="0085747A" w:rsidP="009C54AE" w:rsidRDefault="0085747A" w14:paraId="59A986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7D897345" w:rsidRDefault="0085747A" w14:paraId="57988B86" w14:textId="0D2B2D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D897345" w:rsidR="2E39E3A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7D897345" w14:paraId="59F4212B" w14:textId="77777777">
        <w:tc>
          <w:tcPr>
            <w:tcW w:w="4962" w:type="dxa"/>
            <w:tcMar/>
          </w:tcPr>
          <w:p w:rsidRPr="009C54AE" w:rsidR="0085747A" w:rsidP="009C54AE" w:rsidRDefault="0085747A" w14:paraId="76225E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796D06" w:rsidRDefault="00796D06" w14:paraId="1F855A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5A960A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DEE1E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31F2A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A3076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87A9928" w14:paraId="3CB76DA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25FAD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87A9928" w:rsidRDefault="0085747A" w14:paraId="7B851D06" w14:textId="450D878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87A9928" w:rsidR="6B4E6D8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87A9928" w14:paraId="6EB1C3D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3F6B7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87A9928" w:rsidRDefault="0085747A" w14:paraId="0AE0D756" w14:textId="2CAF54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87A9928" w:rsidR="22CF0B5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34B3523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E6607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B4945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87A9928" w14:paraId="0B00FACC" w14:textId="77777777">
        <w:trPr>
          <w:trHeight w:val="397"/>
        </w:trPr>
        <w:tc>
          <w:tcPr>
            <w:tcW w:w="7513" w:type="dxa"/>
            <w:tcMar/>
          </w:tcPr>
          <w:p w:rsidR="0085747A" w:rsidP="487A9928" w:rsidRDefault="0085747A" w14:paraId="14F30537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87A9928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BE0A60" w:rsidP="00880213" w:rsidRDefault="00281DA0" w14:paraId="4A1BDBB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BE0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E.Zielińska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R.Kubiak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L.Kubicki</w:t>
            </w:r>
            <w:proofErr w:type="spellEnd"/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7A1260"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ojęcie, źr</w:t>
            </w:r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ódła i zakres prawa medycznego, t.1, Wolters K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luwer, Warszawa 2018; </w:t>
            </w:r>
          </w:p>
          <w:p w:rsidR="007A1260" w:rsidP="00880213" w:rsidRDefault="00281DA0" w14:paraId="29C8889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A.Górski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E.Sarnacka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M.Grassmann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Standard wykonywania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zaowdów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medycznych, </w:t>
            </w:r>
            <w:proofErr w:type="spellStart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2019. </w:t>
            </w:r>
          </w:p>
          <w:p w:rsidR="00D36E5B" w:rsidP="00880213" w:rsidRDefault="00D36E5B" w14:paraId="0D2D00E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D.Karkowska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Zawody medyczne, </w:t>
            </w:r>
            <w:r w:rsidRP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2012. </w:t>
            </w:r>
          </w:p>
          <w:p w:rsidR="00BA57E8" w:rsidP="00880213" w:rsidRDefault="00BA57E8" w14:paraId="1288043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4.A.Fiutak, Prawo w medycynie. C.H</w:t>
            </w:r>
            <w:r w:rsidR="003F6C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Beck, Warszawa 2021r. </w:t>
            </w:r>
          </w:p>
          <w:p w:rsidRPr="009C54AE" w:rsidR="00BE0A60" w:rsidP="00BE0A60" w:rsidRDefault="00BE0A60" w14:paraId="0716A69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487A9928" w14:paraId="4EAB46E5" w14:textId="77777777">
        <w:trPr>
          <w:trHeight w:val="397"/>
        </w:trPr>
        <w:tc>
          <w:tcPr>
            <w:tcW w:w="7513" w:type="dxa"/>
            <w:tcMar/>
          </w:tcPr>
          <w:p w:rsidR="0085747A" w:rsidP="487A9928" w:rsidRDefault="0085747A" w14:paraId="3FA209B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87A9928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87A9928" w:rsidP="487A9928" w:rsidRDefault="487A9928" w14:paraId="6E474638" w14:textId="39131B0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EF0914" w:rsidR="00281DA0" w:rsidP="00281DA0" w:rsidRDefault="00D271D5" w14:paraId="465BDF17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F0914">
              <w:rPr>
                <w:rFonts w:ascii="Corbel" w:hAnsi="Corbel"/>
                <w:color w:val="000000"/>
                <w:szCs w:val="24"/>
              </w:rPr>
              <w:t>A.</w:t>
            </w:r>
            <w:r w:rsidR="00281DA0">
              <w:rPr>
                <w:rFonts w:ascii="Corbel" w:hAnsi="Corbel"/>
                <w:color w:val="000000"/>
                <w:szCs w:val="24"/>
              </w:rPr>
              <w:t>Fiutak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A.</w:t>
            </w:r>
            <w:r w:rsidRPr="00EF0914">
              <w:rPr>
                <w:rFonts w:ascii="Corbel" w:hAnsi="Corbel"/>
                <w:color w:val="000000"/>
                <w:szCs w:val="24"/>
              </w:rPr>
              <w:t>Jacek</w:t>
            </w:r>
            <w:proofErr w:type="spellEnd"/>
            <w:r w:rsidRPr="00EF0914">
              <w:rPr>
                <w:rFonts w:ascii="Corbel" w:hAnsi="Corbel"/>
                <w:color w:val="000000"/>
                <w:szCs w:val="24"/>
              </w:rPr>
              <w:t xml:space="preserve">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K.Miaskowska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-Daszkiewicz,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K.Pyziak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 xml:space="preserve">- Kowalska- Zawody w ochronie zdrowia. Wymogi kwalifikacyjne i obowiązki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zawodowe</w:t>
            </w:r>
            <w:r w:rsidR="00D36E5B">
              <w:rPr>
                <w:rFonts w:ascii="Corbel" w:hAnsi="Corbel"/>
                <w:color w:val="000000"/>
                <w:szCs w:val="24"/>
              </w:rPr>
              <w:t>.Zasady</w:t>
            </w:r>
            <w:proofErr w:type="spellEnd"/>
            <w:r w:rsidR="00D36E5B">
              <w:rPr>
                <w:rFonts w:ascii="Corbel" w:hAnsi="Corbel"/>
                <w:color w:val="000000"/>
                <w:szCs w:val="24"/>
              </w:rPr>
              <w:t xml:space="preserve"> zatrudniania i wynagradzania. Beck </w:t>
            </w:r>
            <w:proofErr w:type="spellStart"/>
            <w:r w:rsidR="00D36E5B">
              <w:rPr>
                <w:rFonts w:ascii="Corbel" w:hAnsi="Corbel"/>
                <w:color w:val="000000"/>
                <w:szCs w:val="24"/>
              </w:rPr>
              <w:t>InfoBiznes</w:t>
            </w:r>
            <w:proofErr w:type="spellEnd"/>
            <w:r w:rsidR="00D36E5B">
              <w:rPr>
                <w:rFonts w:ascii="Corbel" w:hAnsi="Corbel"/>
                <w:color w:val="000000"/>
                <w:szCs w:val="24"/>
              </w:rPr>
              <w:t xml:space="preserve">, Warszawa 2014. </w:t>
            </w:r>
          </w:p>
          <w:p w:rsidR="003445B4" w:rsidP="003F6C6D" w:rsidRDefault="003F6C6D" w14:paraId="4D8A49E0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F6C6D">
              <w:rPr>
                <w:rFonts w:ascii="Corbel" w:hAnsi="Corbel"/>
                <w:color w:val="000000"/>
                <w:sz w:val="24"/>
                <w:szCs w:val="24"/>
              </w:rPr>
              <w:t>Standard wykonywania zawodu fizjoterapeuty - ocena przyjętego stanu prawnego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Studia Prawnicze KUL, 2019, nr. 4. </w:t>
            </w:r>
          </w:p>
          <w:p w:rsidRPr="00EF0914" w:rsidR="00400136" w:rsidP="00400136" w:rsidRDefault="00400136" w14:paraId="4D40EC04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K.Ożóg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Professional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liability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selected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medical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professions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Review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>Comparative</w:t>
            </w:r>
            <w:proofErr w:type="spellEnd"/>
            <w:r w:rsidRPr="00400136">
              <w:rPr>
                <w:rFonts w:ascii="Corbel" w:hAnsi="Corbel"/>
                <w:color w:val="000000"/>
                <w:sz w:val="24"/>
                <w:szCs w:val="24"/>
              </w:rPr>
              <w:t xml:space="preserve"> Law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2016, nr 2. </w:t>
            </w:r>
          </w:p>
        </w:tc>
      </w:tr>
    </w:tbl>
    <w:p w:rsidRPr="009C54AE" w:rsidR="0085747A" w:rsidP="009C54AE" w:rsidRDefault="0085747A" w14:paraId="1BCB992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CC0595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A2F6FF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4030" w:rsidP="00C16ABF" w:rsidRDefault="00984030" w14:paraId="3DF14AE5" w14:textId="77777777">
      <w:pPr>
        <w:spacing w:after="0" w:line="240" w:lineRule="auto"/>
      </w:pPr>
      <w:r>
        <w:separator/>
      </w:r>
    </w:p>
  </w:endnote>
  <w:endnote w:type="continuationSeparator" w:id="0">
    <w:p w:rsidR="00984030" w:rsidP="00C16ABF" w:rsidRDefault="00984030" w14:paraId="77D5BB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4030" w:rsidP="00C16ABF" w:rsidRDefault="00984030" w14:paraId="2E53E4F2" w14:textId="77777777">
      <w:pPr>
        <w:spacing w:after="0" w:line="240" w:lineRule="auto"/>
      </w:pPr>
      <w:r>
        <w:separator/>
      </w:r>
    </w:p>
  </w:footnote>
  <w:footnote w:type="continuationSeparator" w:id="0">
    <w:p w:rsidR="00984030" w:rsidP="00C16ABF" w:rsidRDefault="00984030" w14:paraId="2EC3EA5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EB697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70ED6"/>
    <w:rsid w:val="000742DC"/>
    <w:rsid w:val="00082AD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4D3"/>
    <w:rsid w:val="001640A7"/>
    <w:rsid w:val="00164FA7"/>
    <w:rsid w:val="00166A03"/>
    <w:rsid w:val="001718A7"/>
    <w:rsid w:val="001737CF"/>
    <w:rsid w:val="00176083"/>
    <w:rsid w:val="00192F37"/>
    <w:rsid w:val="001A70D2"/>
    <w:rsid w:val="001D0DB7"/>
    <w:rsid w:val="001D657B"/>
    <w:rsid w:val="001D7B54"/>
    <w:rsid w:val="001E0209"/>
    <w:rsid w:val="001F2CA2"/>
    <w:rsid w:val="00213C5A"/>
    <w:rsid w:val="002144C0"/>
    <w:rsid w:val="0022477D"/>
    <w:rsid w:val="002278A9"/>
    <w:rsid w:val="002336F9"/>
    <w:rsid w:val="0024028F"/>
    <w:rsid w:val="00244ABC"/>
    <w:rsid w:val="00281DA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D102B"/>
    <w:rsid w:val="003D18A9"/>
    <w:rsid w:val="003D6CE2"/>
    <w:rsid w:val="003E1941"/>
    <w:rsid w:val="003E1A7E"/>
    <w:rsid w:val="003E2FE6"/>
    <w:rsid w:val="003E49D5"/>
    <w:rsid w:val="003F205D"/>
    <w:rsid w:val="003F38C0"/>
    <w:rsid w:val="003F6C6D"/>
    <w:rsid w:val="00400136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2A5"/>
    <w:rsid w:val="00491678"/>
    <w:rsid w:val="004968E2"/>
    <w:rsid w:val="004A3EEA"/>
    <w:rsid w:val="004A4D1F"/>
    <w:rsid w:val="004B13B9"/>
    <w:rsid w:val="004D50FA"/>
    <w:rsid w:val="004D5282"/>
    <w:rsid w:val="004F1551"/>
    <w:rsid w:val="004F55A3"/>
    <w:rsid w:val="0050496F"/>
    <w:rsid w:val="00511E6E"/>
    <w:rsid w:val="00513B6F"/>
    <w:rsid w:val="00517C63"/>
    <w:rsid w:val="005363C4"/>
    <w:rsid w:val="00536BC8"/>
    <w:rsid w:val="00536BDE"/>
    <w:rsid w:val="00543ACC"/>
    <w:rsid w:val="0056696D"/>
    <w:rsid w:val="005703B5"/>
    <w:rsid w:val="0058028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3E"/>
    <w:rsid w:val="00647FA8"/>
    <w:rsid w:val="00650C5F"/>
    <w:rsid w:val="006542EB"/>
    <w:rsid w:val="00654934"/>
    <w:rsid w:val="006620D9"/>
    <w:rsid w:val="00671958"/>
    <w:rsid w:val="00675843"/>
    <w:rsid w:val="00696477"/>
    <w:rsid w:val="006D050F"/>
    <w:rsid w:val="006D6139"/>
    <w:rsid w:val="006E2405"/>
    <w:rsid w:val="006E5D65"/>
    <w:rsid w:val="006F1282"/>
    <w:rsid w:val="006F1FBC"/>
    <w:rsid w:val="006F31E2"/>
    <w:rsid w:val="00706544"/>
    <w:rsid w:val="007072BA"/>
    <w:rsid w:val="0071620A"/>
    <w:rsid w:val="00716EC1"/>
    <w:rsid w:val="00724677"/>
    <w:rsid w:val="00725459"/>
    <w:rsid w:val="007327BD"/>
    <w:rsid w:val="00734608"/>
    <w:rsid w:val="00734E4A"/>
    <w:rsid w:val="00745302"/>
    <w:rsid w:val="007461D6"/>
    <w:rsid w:val="00746EC8"/>
    <w:rsid w:val="00763BF1"/>
    <w:rsid w:val="00766DC0"/>
    <w:rsid w:val="00766FD4"/>
    <w:rsid w:val="0078168C"/>
    <w:rsid w:val="00782D6F"/>
    <w:rsid w:val="00787C2A"/>
    <w:rsid w:val="00790E27"/>
    <w:rsid w:val="00796D06"/>
    <w:rsid w:val="007A1260"/>
    <w:rsid w:val="007A4022"/>
    <w:rsid w:val="007A6E6E"/>
    <w:rsid w:val="007C3299"/>
    <w:rsid w:val="007C3BCC"/>
    <w:rsid w:val="007C4546"/>
    <w:rsid w:val="007D6E56"/>
    <w:rsid w:val="007F4155"/>
    <w:rsid w:val="0080239A"/>
    <w:rsid w:val="0081554D"/>
    <w:rsid w:val="0081707E"/>
    <w:rsid w:val="00834F73"/>
    <w:rsid w:val="008449B3"/>
    <w:rsid w:val="008552A2"/>
    <w:rsid w:val="0085747A"/>
    <w:rsid w:val="00880213"/>
    <w:rsid w:val="00884922"/>
    <w:rsid w:val="00885F64"/>
    <w:rsid w:val="008917F9"/>
    <w:rsid w:val="008A45F7"/>
    <w:rsid w:val="008B48CA"/>
    <w:rsid w:val="008C0CC0"/>
    <w:rsid w:val="008C19A9"/>
    <w:rsid w:val="008C222B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34"/>
    <w:rsid w:val="009728F7"/>
    <w:rsid w:val="00977896"/>
    <w:rsid w:val="00984030"/>
    <w:rsid w:val="00997F14"/>
    <w:rsid w:val="009A34E5"/>
    <w:rsid w:val="009A6500"/>
    <w:rsid w:val="009A78D9"/>
    <w:rsid w:val="009C3E31"/>
    <w:rsid w:val="009C402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68"/>
    <w:rsid w:val="00B607DB"/>
    <w:rsid w:val="00B64E8D"/>
    <w:rsid w:val="00B66529"/>
    <w:rsid w:val="00B75946"/>
    <w:rsid w:val="00B8056E"/>
    <w:rsid w:val="00B819C8"/>
    <w:rsid w:val="00B82308"/>
    <w:rsid w:val="00B90885"/>
    <w:rsid w:val="00BA57E8"/>
    <w:rsid w:val="00BB3134"/>
    <w:rsid w:val="00BB520A"/>
    <w:rsid w:val="00BD3869"/>
    <w:rsid w:val="00BD66E9"/>
    <w:rsid w:val="00BD6FF4"/>
    <w:rsid w:val="00BE0A60"/>
    <w:rsid w:val="00BF2C41"/>
    <w:rsid w:val="00C058B4"/>
    <w:rsid w:val="00C05F44"/>
    <w:rsid w:val="00C10251"/>
    <w:rsid w:val="00C1187D"/>
    <w:rsid w:val="00C131B5"/>
    <w:rsid w:val="00C168E7"/>
    <w:rsid w:val="00C16ABF"/>
    <w:rsid w:val="00C170AE"/>
    <w:rsid w:val="00C26CB7"/>
    <w:rsid w:val="00C324C1"/>
    <w:rsid w:val="00C36992"/>
    <w:rsid w:val="00C44F81"/>
    <w:rsid w:val="00C56036"/>
    <w:rsid w:val="00C61DC5"/>
    <w:rsid w:val="00C67E92"/>
    <w:rsid w:val="00C70A26"/>
    <w:rsid w:val="00C766DF"/>
    <w:rsid w:val="00C85BDD"/>
    <w:rsid w:val="00C905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36E5B"/>
    <w:rsid w:val="00D425B2"/>
    <w:rsid w:val="00D428D6"/>
    <w:rsid w:val="00D552B2"/>
    <w:rsid w:val="00D57705"/>
    <w:rsid w:val="00D608D1"/>
    <w:rsid w:val="00D713ED"/>
    <w:rsid w:val="00D74119"/>
    <w:rsid w:val="00D8075B"/>
    <w:rsid w:val="00D83223"/>
    <w:rsid w:val="00D8678B"/>
    <w:rsid w:val="00D86B60"/>
    <w:rsid w:val="00DA2114"/>
    <w:rsid w:val="00DB5F32"/>
    <w:rsid w:val="00DE09C0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3C3"/>
    <w:rsid w:val="00E960BB"/>
    <w:rsid w:val="00EA2074"/>
    <w:rsid w:val="00EA4832"/>
    <w:rsid w:val="00EA4E9D"/>
    <w:rsid w:val="00EC1E97"/>
    <w:rsid w:val="00EC4899"/>
    <w:rsid w:val="00ED03AB"/>
    <w:rsid w:val="00ED32D2"/>
    <w:rsid w:val="00EE32DE"/>
    <w:rsid w:val="00EE5457"/>
    <w:rsid w:val="00EF0914"/>
    <w:rsid w:val="00F070AB"/>
    <w:rsid w:val="00F10AB4"/>
    <w:rsid w:val="00F17567"/>
    <w:rsid w:val="00F27A7B"/>
    <w:rsid w:val="00F526AF"/>
    <w:rsid w:val="00F52F8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010AC"/>
    <w:rsid w:val="097274EE"/>
    <w:rsid w:val="22CF0B56"/>
    <w:rsid w:val="292E7138"/>
    <w:rsid w:val="2E39E3A7"/>
    <w:rsid w:val="34284254"/>
    <w:rsid w:val="36684492"/>
    <w:rsid w:val="383C20A9"/>
    <w:rsid w:val="39952BA0"/>
    <w:rsid w:val="3C43DA6F"/>
    <w:rsid w:val="487A9928"/>
    <w:rsid w:val="4FE24C67"/>
    <w:rsid w:val="5C304F37"/>
    <w:rsid w:val="5D909C55"/>
    <w:rsid w:val="60A6074A"/>
    <w:rsid w:val="611EE186"/>
    <w:rsid w:val="6B4E6D80"/>
    <w:rsid w:val="6DD91A7F"/>
    <w:rsid w:val="6E6EA804"/>
    <w:rsid w:val="759B004C"/>
    <w:rsid w:val="7D897345"/>
    <w:rsid w:val="7DA0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FB8C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1B96-F505-4319-8818-E22225FFB1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51</revision>
  <lastPrinted>2019-02-06T12:12:00.0000000Z</lastPrinted>
  <dcterms:created xsi:type="dcterms:W3CDTF">2021-12-10T18:11:00.0000000Z</dcterms:created>
  <dcterms:modified xsi:type="dcterms:W3CDTF">2022-01-18T07:23:04.6912576Z</dcterms:modified>
</coreProperties>
</file>