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CA1" w:rsidP="00B94CA1" w:rsidRDefault="00B94CA1" w14:paraId="778055B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="00B94CA1" w:rsidP="00B94CA1" w:rsidRDefault="00B94CA1" w14:paraId="11649D01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2D7614" w:rsidR="00B94CA1" w:rsidP="00B94CA1" w:rsidRDefault="00B94CA1" w14:paraId="5BE7F54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:rsidRPr="002D7614" w:rsidR="00B94CA1" w:rsidP="00B94CA1" w:rsidRDefault="00B94CA1" w14:paraId="6CB943F6" w14:textId="74BADD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D49B2">
        <w:rPr>
          <w:rFonts w:ascii="Corbel" w:hAnsi="Corbel"/>
          <w:i/>
          <w:smallCaps/>
          <w:sz w:val="24"/>
          <w:szCs w:val="24"/>
        </w:rPr>
        <w:t>2022-2025</w:t>
      </w:r>
    </w:p>
    <w:p w:rsidRPr="002D7614" w:rsidR="00B94CA1" w:rsidP="0049672C" w:rsidRDefault="00B94CA1" w14:paraId="0176B3C2" w14:textId="0D793DEA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0D49B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0D49B2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A7093A" w:rsidR="0085747A" w:rsidP="00A7093A" w:rsidRDefault="0085747A" w14:paraId="344089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7093A" w:rsidR="0085747A" w:rsidP="00A7093A" w:rsidRDefault="0071620A" w14:paraId="2AF8F590" w14:textId="35067F8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Pr="00A7093A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7093A" w:rsidR="0085747A" w:rsidTr="00B819C8" w14:paraId="4B161444" w14:textId="77777777">
        <w:tc>
          <w:tcPr>
            <w:tcW w:w="2694" w:type="dxa"/>
            <w:vAlign w:val="center"/>
          </w:tcPr>
          <w:p w:rsidRPr="00A7093A" w:rsidR="0085747A" w:rsidP="00A7093A" w:rsidRDefault="0085747A" w14:paraId="2BF15753" w14:textId="5ACB118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F40578" w14:paraId="64AFE5F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Pr="00A7093A" w:rsidR="0085747A" w:rsidTr="00B819C8" w14:paraId="5DFB63DC" w14:textId="77777777">
        <w:tc>
          <w:tcPr>
            <w:tcW w:w="2694" w:type="dxa"/>
            <w:vAlign w:val="center"/>
          </w:tcPr>
          <w:p w:rsidRPr="00A7093A" w:rsidR="0085747A" w:rsidP="00A7093A" w:rsidRDefault="0085747A" w14:paraId="29143EE2" w14:textId="6E89823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F40578" w14:paraId="08BD373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Pr="00A7093A" w:rsidR="0085747A" w:rsidTr="00B819C8" w14:paraId="60D4203E" w14:textId="77777777">
        <w:tc>
          <w:tcPr>
            <w:tcW w:w="2694" w:type="dxa"/>
            <w:vAlign w:val="center"/>
          </w:tcPr>
          <w:p w:rsidRPr="00A7093A" w:rsidR="0085747A" w:rsidP="00A7093A" w:rsidRDefault="00B94CA1" w14:paraId="1032E1F1" w14:textId="1E021F2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B94CA1" w14:paraId="0B128710" w14:textId="52086F5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A7093A" w:rsidR="0085747A" w:rsidTr="00B819C8" w14:paraId="2590D619" w14:textId="77777777">
        <w:tc>
          <w:tcPr>
            <w:tcW w:w="2694" w:type="dxa"/>
            <w:vAlign w:val="center"/>
          </w:tcPr>
          <w:p w:rsidRPr="00A7093A" w:rsidR="0085747A" w:rsidP="00A7093A" w:rsidRDefault="0085747A" w14:paraId="44E5C38A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7636F1" w14:paraId="3D8B56E1" w14:textId="596CBC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Pr="00A7093A" w:rsidR="0085747A" w:rsidTr="00B819C8" w14:paraId="5A182B21" w14:textId="77777777">
        <w:tc>
          <w:tcPr>
            <w:tcW w:w="2694" w:type="dxa"/>
            <w:vAlign w:val="center"/>
          </w:tcPr>
          <w:p w:rsidRPr="00A7093A" w:rsidR="0085747A" w:rsidP="00A7093A" w:rsidRDefault="0085747A" w14:paraId="4072473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157A7F" w14:paraId="7B21C89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A7093A" w:rsidR="0085747A" w:rsidTr="00B819C8" w14:paraId="09D7452E" w14:textId="77777777">
        <w:tc>
          <w:tcPr>
            <w:tcW w:w="2694" w:type="dxa"/>
            <w:vAlign w:val="center"/>
          </w:tcPr>
          <w:p w:rsidRPr="00A7093A" w:rsidR="0085747A" w:rsidP="00A7093A" w:rsidRDefault="0085747A" w14:paraId="6C3B83B3" w14:textId="6F19565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B94CA1" w14:paraId="42386DC0" w14:textId="090CB82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Pr="00A7093A" w:rsidR="0085747A" w:rsidTr="00B819C8" w14:paraId="0E20F09E" w14:textId="77777777">
        <w:tc>
          <w:tcPr>
            <w:tcW w:w="2694" w:type="dxa"/>
            <w:vAlign w:val="center"/>
          </w:tcPr>
          <w:p w:rsidRPr="00A7093A" w:rsidR="0085747A" w:rsidP="00A7093A" w:rsidRDefault="0085747A" w14:paraId="2285B4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157A7F" w14:paraId="7E75F40F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A7093A" w:rsidR="0085747A" w:rsidTr="00B819C8" w14:paraId="7FE358F0" w14:textId="77777777">
        <w:tc>
          <w:tcPr>
            <w:tcW w:w="2694" w:type="dxa"/>
            <w:vAlign w:val="center"/>
          </w:tcPr>
          <w:p w:rsidRPr="00A7093A" w:rsidR="0085747A" w:rsidP="00A7093A" w:rsidRDefault="0085747A" w14:paraId="20BB98F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F6BCB" w:rsidR="0085747A" w:rsidP="00A7093A" w:rsidRDefault="00CF6BCB" w14:paraId="57E82514" w14:textId="32BA848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F6BC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A7093A" w:rsidR="0085747A" w:rsidTr="00B819C8" w14:paraId="4CC9CE46" w14:textId="77777777">
        <w:tc>
          <w:tcPr>
            <w:tcW w:w="2694" w:type="dxa"/>
            <w:vAlign w:val="center"/>
          </w:tcPr>
          <w:p w:rsidRPr="00A7093A" w:rsidR="0085747A" w:rsidP="00A7093A" w:rsidRDefault="0085747A" w14:paraId="4FD7E5E0" w14:textId="2D8C7B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A3542B" w14:paraId="289A916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Pr="00A7093A" w:rsidR="0085747A" w:rsidTr="00B819C8" w14:paraId="0B4ED378" w14:textId="77777777">
        <w:tc>
          <w:tcPr>
            <w:tcW w:w="2694" w:type="dxa"/>
            <w:vAlign w:val="center"/>
          </w:tcPr>
          <w:p w:rsidRPr="00A7093A" w:rsidR="0085747A" w:rsidP="00A7093A" w:rsidRDefault="0085747A" w14:paraId="74FB3E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157A7F" w14:paraId="65A52379" w14:textId="47A99A9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A7093A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Pr="00A7093A" w:rsidR="00F4057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Pr="00A7093A" w:rsidR="00923D7D" w:rsidTr="00B819C8" w14:paraId="1682B1FE" w14:textId="77777777">
        <w:tc>
          <w:tcPr>
            <w:tcW w:w="2694" w:type="dxa"/>
            <w:vAlign w:val="center"/>
          </w:tcPr>
          <w:p w:rsidRPr="00A7093A" w:rsidR="00923D7D" w:rsidP="00A7093A" w:rsidRDefault="00923D7D" w14:paraId="6A13556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7093A" w:rsidR="00923D7D" w:rsidP="00A7093A" w:rsidRDefault="00634B84" w14:paraId="02BFE361" w14:textId="3057E4F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A7093A" w:rsidR="0085747A" w:rsidTr="00B819C8" w14:paraId="4E8DF9CF" w14:textId="77777777">
        <w:tc>
          <w:tcPr>
            <w:tcW w:w="2694" w:type="dxa"/>
            <w:vAlign w:val="center"/>
          </w:tcPr>
          <w:p w:rsidRPr="00A7093A" w:rsidR="0085747A" w:rsidP="00A7093A" w:rsidRDefault="0085747A" w14:paraId="2EF3282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A7093A" w14:paraId="4157561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Pr="00A7093A" w:rsidR="0085747A" w:rsidTr="00B819C8" w14:paraId="26B347D9" w14:textId="77777777">
        <w:tc>
          <w:tcPr>
            <w:tcW w:w="2694" w:type="dxa"/>
            <w:vAlign w:val="center"/>
          </w:tcPr>
          <w:p w:rsidRPr="00A7093A" w:rsidR="0085747A" w:rsidP="00A7093A" w:rsidRDefault="0085747A" w14:paraId="37B54B0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7093A" w:rsidR="0085747A" w:rsidP="00A7093A" w:rsidRDefault="00A7093A" w14:paraId="410CE4D3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Pr="00A7093A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:rsidRPr="00A7093A" w:rsidR="0085747A" w:rsidP="00A7093A" w:rsidRDefault="0085747A" w14:paraId="46D81777" w14:textId="5C268A94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Pr="00B94CA1" w:rsid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:rsidRPr="00A7093A" w:rsidR="00923D7D" w:rsidP="00A7093A" w:rsidRDefault="00923D7D" w14:paraId="6B08FC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A7093A" w:rsidR="0085747A" w:rsidP="00A7093A" w:rsidRDefault="0085747A" w14:paraId="52CEBD7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Pr="00A7093A" w:rsidR="00E22FBC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7093A">
        <w:rPr>
          <w:rFonts w:ascii="Corbel" w:hAnsi="Corbel"/>
          <w:sz w:val="24"/>
          <w:szCs w:val="24"/>
        </w:rPr>
        <w:t>ECTS</w:t>
      </w:r>
      <w:proofErr w:type="spellEnd"/>
      <w:r w:rsidRPr="00A7093A">
        <w:rPr>
          <w:rFonts w:ascii="Corbel" w:hAnsi="Corbel"/>
          <w:sz w:val="24"/>
          <w:szCs w:val="24"/>
        </w:rPr>
        <w:t xml:space="preserve"> </w:t>
      </w:r>
    </w:p>
    <w:p w:rsidRPr="00A7093A" w:rsidR="00923D7D" w:rsidP="00A7093A" w:rsidRDefault="00923D7D" w14:paraId="60484AD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A7093A" w:rsidR="00015B8F" w:rsidTr="59785242" w14:paraId="6C39450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93A" w:rsidR="00015B8F" w:rsidP="00A7093A" w:rsidRDefault="00015B8F" w14:paraId="506BD93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:rsidRPr="00A7093A" w:rsidR="00015B8F" w:rsidP="00A7093A" w:rsidRDefault="002B5EA0" w14:paraId="54782AC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Pr="00A7093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210D14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0DE836F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20907E8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625336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2D5C83B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5136B8B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3B58E9C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5D0DFC1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7093A" w:rsidR="00015B8F" w:rsidP="00A7093A" w:rsidRDefault="00015B8F" w14:paraId="7C8DEFE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7093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A7093A" w:rsidR="00015B8F" w:rsidTr="59785242" w14:paraId="4AA0A1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093A" w:rsidR="00015B8F" w:rsidP="00A7093A" w:rsidRDefault="002E621E" w14:paraId="6C1B5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EDAE9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5F3ABBD0" w14:textId="194E3D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B440F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59785242" w:rsidRDefault="00A41E96" w14:paraId="2D03370D" w14:textId="6572B877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9785242" w:rsidR="59785242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F63BD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607BC1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06BC9B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015B8F" w14:paraId="0C9647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7093A" w:rsidR="00015B8F" w:rsidP="00A7093A" w:rsidRDefault="00F40578" w14:paraId="7C364FCF" w14:textId="22FCEF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9785242" w:rsidR="6AE27C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7093A" w:rsidR="00923D7D" w:rsidP="00A7093A" w:rsidRDefault="00923D7D" w14:paraId="0F68204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7093A" w:rsidR="00923D7D" w:rsidP="00A7093A" w:rsidRDefault="00923D7D" w14:paraId="28AB0BE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7093A" w:rsidR="0085747A" w:rsidP="00A7093A" w:rsidRDefault="0085747A" w14:paraId="44F3602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Pr="00A7093A" w:rsidR="00E22FBC">
        <w:rPr>
          <w:rFonts w:ascii="Corbel" w:hAnsi="Corbel"/>
          <w:smallCaps w:val="0"/>
          <w:szCs w:val="24"/>
        </w:rPr>
        <w:t>2</w:t>
      </w:r>
      <w:r w:rsidRPr="00A7093A" w:rsidR="00F83B28">
        <w:rPr>
          <w:rFonts w:ascii="Corbel" w:hAnsi="Corbel"/>
          <w:smallCaps w:val="0"/>
          <w:szCs w:val="24"/>
        </w:rPr>
        <w:t>.</w:t>
      </w:r>
      <w:r w:rsidRPr="00A7093A" w:rsidR="00F83B28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:rsidRPr="00177AE9" w:rsidR="0085747A" w:rsidP="00A7093A" w:rsidRDefault="00177AE9" w14:paraId="47BD62FB" w14:textId="7CC667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hAnsi="MS Gothic" w:eastAsia="MS Gothic" w:cs="MS Gothic"/>
          <w:b w:val="0"/>
          <w:szCs w:val="24"/>
        </w:rPr>
        <w:t>X</w:t>
      </w:r>
      <w:r>
        <w:rPr>
          <w:rFonts w:ascii="Corbel" w:hAnsi="MS Gothic" w:eastAsia="MS Gothic" w:cs="MS Gothic"/>
          <w:b w:val="0"/>
          <w:szCs w:val="24"/>
        </w:rPr>
        <w:t xml:space="preserve">  </w:t>
      </w:r>
      <w:r w:rsidRPr="00177AE9">
        <w:rPr>
          <w:rFonts w:ascii="Corbel" w:hAnsi="MS Gothic" w:eastAsia="MS Gothic" w:cs="MS Gothic"/>
          <w:b w:val="0"/>
          <w:szCs w:val="24"/>
        </w:rPr>
        <w:t xml:space="preserve"> </w:t>
      </w:r>
      <w:r w:rsidRPr="00177AE9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177AE9" w:rsidR="00634B8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177AE9" w:rsidR="00634B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A7093A" w:rsidR="0085747A" w:rsidP="00A7093A" w:rsidRDefault="0085747A" w14:paraId="478B1FB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MS Gothic" w:eastAsia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7093A" w:rsidR="0085747A" w:rsidP="00A7093A" w:rsidRDefault="0085747A" w14:paraId="3F4C4B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7093A" w:rsidR="00E22FBC" w:rsidP="00A7093A" w:rsidRDefault="00E22FBC" w14:paraId="6CF96B27" w14:textId="272F2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Pr="00A7093A" w:rsidR="00F83B28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7093A" w:rsidR="0085747A" w:rsidP="00A7093A" w:rsidRDefault="00A3542B" w14:paraId="3790A8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:rsidRPr="00A7093A" w:rsidR="009C54AE" w:rsidP="00A7093A" w:rsidRDefault="009C54AE" w14:paraId="439B82E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85747A" w14:paraId="3FFA593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:rsidRPr="00A7093A" w:rsidR="00923D7D" w:rsidP="00A7093A" w:rsidRDefault="00923D7D" w14:paraId="023DB01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00745302" w14:paraId="0F137994" w14:textId="77777777">
        <w:tc>
          <w:tcPr>
            <w:tcW w:w="9670" w:type="dxa"/>
          </w:tcPr>
          <w:p w:rsidRPr="00A7093A" w:rsidR="0085747A" w:rsidP="00A7093A" w:rsidRDefault="002E621E" w14:paraId="1399D1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A7093A" w:rsidR="00153C41" w:rsidP="00A7093A" w:rsidRDefault="00153C41" w14:paraId="792BD8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7093A" w:rsidR="0085747A" w:rsidP="00A7093A" w:rsidRDefault="0071620A" w14:paraId="222895CD" w14:textId="6D1DB6FF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Pr="00A7093A" w:rsidR="0085747A">
        <w:rPr>
          <w:rFonts w:ascii="Corbel" w:hAnsi="Corbel"/>
          <w:szCs w:val="24"/>
        </w:rPr>
        <w:t xml:space="preserve"> cele, efekty </w:t>
      </w:r>
      <w:r w:rsidRPr="00634B84" w:rsidR="00B94CA1">
        <w:rPr>
          <w:rFonts w:ascii="Corbel" w:hAnsi="Corbel"/>
          <w:sz w:val="22"/>
        </w:rPr>
        <w:t>UCZENIA SIĘ</w:t>
      </w:r>
      <w:r w:rsidRPr="00634B84" w:rsidR="0085747A">
        <w:rPr>
          <w:rFonts w:ascii="Corbel" w:hAnsi="Corbel"/>
          <w:sz w:val="22"/>
        </w:rPr>
        <w:t xml:space="preserve"> </w:t>
      </w:r>
      <w:r w:rsidRPr="00A7093A" w:rsidR="0085747A">
        <w:rPr>
          <w:rFonts w:ascii="Corbel" w:hAnsi="Corbel"/>
          <w:szCs w:val="24"/>
        </w:rPr>
        <w:t>, treści Programowe i stosowane metody Dydaktyczne</w:t>
      </w:r>
    </w:p>
    <w:p w:rsidRPr="00A7093A" w:rsidR="0085747A" w:rsidP="00A7093A" w:rsidRDefault="0085747A" w14:paraId="0A0799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7093A" w:rsidR="0085747A" w:rsidP="00A7093A" w:rsidRDefault="0071620A" w14:paraId="60A581B4" w14:textId="2906CE6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Pr="00A7093A" w:rsidR="0085747A">
        <w:rPr>
          <w:rFonts w:ascii="Corbel" w:hAnsi="Corbel"/>
          <w:sz w:val="24"/>
          <w:szCs w:val="24"/>
        </w:rPr>
        <w:t>Cele przedmiotu</w:t>
      </w:r>
    </w:p>
    <w:p w:rsidRPr="00A7093A" w:rsidR="00F83B28" w:rsidP="00A7093A" w:rsidRDefault="00F83B28" w14:paraId="486DC3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A7093A" w:rsidR="002E621E" w:rsidTr="002E621E" w14:paraId="56BAD9E0" w14:textId="77777777">
        <w:tc>
          <w:tcPr>
            <w:tcW w:w="843" w:type="dxa"/>
            <w:vAlign w:val="center"/>
          </w:tcPr>
          <w:p w:rsidRPr="00A7093A" w:rsidR="002E621E" w:rsidP="00A7093A" w:rsidRDefault="002E621E" w14:paraId="35FFB739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:rsidRPr="00A7093A" w:rsidR="002E621E" w:rsidP="00A7093A" w:rsidRDefault="002E621E" w14:paraId="2E24D9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7093A" w:rsidR="002E621E" w:rsidTr="002E621E" w14:paraId="679CD679" w14:textId="77777777">
        <w:tc>
          <w:tcPr>
            <w:tcW w:w="843" w:type="dxa"/>
            <w:vAlign w:val="center"/>
          </w:tcPr>
          <w:p w:rsidRPr="00A7093A" w:rsidR="002E621E" w:rsidP="00A7093A" w:rsidRDefault="002E621E" w14:paraId="5945568B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A7093A" w:rsidR="002E621E" w:rsidP="00A7093A" w:rsidRDefault="002E621E" w14:paraId="5415E91D" w14:textId="0FAC0E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Pr="00A7093A" w:rsidR="00C11D7F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 w:rsidR="00C11D7F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 w:rsidR="00C11D7F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A7093A" w:rsidR="0085747A" w:rsidP="00A7093A" w:rsidRDefault="0085747A" w14:paraId="06DCD1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7093A" w:rsidR="001D7B54" w:rsidP="00A7093A" w:rsidRDefault="009F4610" w14:paraId="604E908F" w14:textId="2287FC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Pr="00A7093A" w:rsidR="001D7B54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Pr="00A7093A" w:rsidR="001D7B54">
        <w:rPr>
          <w:rFonts w:ascii="Corbel" w:hAnsi="Corbel"/>
          <w:b/>
          <w:sz w:val="24"/>
          <w:szCs w:val="24"/>
        </w:rPr>
        <w:t>dla przedmiotu</w:t>
      </w:r>
    </w:p>
    <w:p w:rsidRPr="00A7093A" w:rsidR="001D7B54" w:rsidP="00A7093A" w:rsidRDefault="001D7B54" w14:paraId="410CAE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A7093A" w:rsidR="0085747A" w:rsidTr="59785242" w14:paraId="4B885D34" w14:textId="77777777">
        <w:tc>
          <w:tcPr>
            <w:tcW w:w="1692" w:type="dxa"/>
            <w:tcMar/>
            <w:vAlign w:val="center"/>
          </w:tcPr>
          <w:p w:rsidRPr="00A7093A" w:rsidR="0085747A" w:rsidP="008B7EBF" w:rsidRDefault="0085747A" w14:paraId="1E7DABA6" w14:textId="7108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Pr="00A7093A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7093A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7093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A7093A" w:rsidR="0085747A" w:rsidP="008B7EBF" w:rsidRDefault="0085747A" w14:paraId="562EB600" w14:textId="3FC0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A7093A" w:rsidR="0085747A" w:rsidP="008B7EBF" w:rsidRDefault="007636F1" w14:paraId="59090EC4" w14:textId="261A1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7093A" w:rsidR="002E621E" w:rsidTr="59785242" w14:paraId="5C929B81" w14:textId="77777777">
        <w:tc>
          <w:tcPr>
            <w:tcW w:w="1692" w:type="dxa"/>
            <w:tcMar/>
          </w:tcPr>
          <w:p w:rsidRPr="00A7093A" w:rsidR="002E621E" w:rsidP="008B7EBF" w:rsidRDefault="002E621E" w14:paraId="496C72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6066E8D8" w14:textId="48CCF4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Pr="00A7093A" w:rsidR="002E621E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 w:rsidR="002E621E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66FF9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:rsidRPr="00A7093A" w:rsidR="002E621E" w:rsidP="008B7EBF" w:rsidRDefault="002E621E" w14:paraId="760944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7093A" w:rsidR="002E621E" w:rsidTr="59785242" w14:paraId="1BEC7AD9" w14:textId="77777777">
        <w:tc>
          <w:tcPr>
            <w:tcW w:w="1692" w:type="dxa"/>
            <w:tcMar/>
          </w:tcPr>
          <w:p w:rsidRPr="00A7093A" w:rsidR="002E621E" w:rsidP="008B7EBF" w:rsidRDefault="002E621E" w14:paraId="7F648D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4F9898A5" w14:textId="51505A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2C24D42D" w14:textId="5B6102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A7093A" w:rsidR="002E621E" w:rsidTr="59785242" w14:paraId="78F98039" w14:textId="77777777">
        <w:tc>
          <w:tcPr>
            <w:tcW w:w="1692" w:type="dxa"/>
            <w:tcMar/>
          </w:tcPr>
          <w:p w:rsidRPr="00A7093A" w:rsidR="002E621E" w:rsidP="008B7EBF" w:rsidRDefault="002E621E" w14:paraId="5A318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  <w:tcMar/>
          </w:tcPr>
          <w:p w:rsidRPr="00A7093A" w:rsidR="002E621E" w:rsidP="008B7EBF" w:rsidRDefault="00B05715" w14:paraId="39548D38" w14:textId="58B0E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7BBA5E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:rsidRPr="00A7093A" w:rsidR="002E621E" w:rsidP="59785242" w:rsidRDefault="002E621E" w14:paraId="37C0C2AF" w14:textId="408A9D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9785242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59785242" w:rsidR="00B05715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A7093A" w:rsidR="002E621E" w:rsidTr="59785242" w14:paraId="68945915" w14:textId="77777777">
        <w:tc>
          <w:tcPr>
            <w:tcW w:w="1692" w:type="dxa"/>
            <w:tcMar/>
          </w:tcPr>
          <w:p w:rsidRPr="00A7093A" w:rsidR="002E621E" w:rsidP="008B7EBF" w:rsidRDefault="002E621E" w14:paraId="16B903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tcMar/>
          </w:tcPr>
          <w:p w:rsidRPr="00A7093A" w:rsidR="002E621E" w:rsidP="008B7EBF" w:rsidRDefault="00194DF7" w14:paraId="52D90A7E" w14:textId="14D262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B05715" w:rsid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6B746AB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:rsidRPr="00A7093A" w:rsidR="002E621E" w:rsidP="00C11D7F" w:rsidRDefault="002E621E" w14:paraId="6C2F2B13" w14:textId="500523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9785242" w:rsidR="002E621E">
              <w:rPr>
                <w:rFonts w:ascii="Corbel" w:hAnsi="Corbel"/>
                <w:sz w:val="24"/>
                <w:szCs w:val="24"/>
              </w:rPr>
              <w:t>K_U</w:t>
            </w:r>
            <w:r w:rsidRPr="59785242" w:rsidR="00B0571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A7093A" w:rsidR="002E621E" w:rsidTr="59785242" w14:paraId="259D9E1B" w14:textId="77777777">
        <w:tc>
          <w:tcPr>
            <w:tcW w:w="1692" w:type="dxa"/>
            <w:tcMar/>
          </w:tcPr>
          <w:p w:rsidRPr="00A7093A" w:rsidR="002E621E" w:rsidP="008B7EBF" w:rsidRDefault="002E621E" w14:paraId="1E2A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  <w:tcMar/>
          </w:tcPr>
          <w:p w:rsidRPr="00A7093A" w:rsidR="002E621E" w:rsidP="008B7EBF" w:rsidRDefault="00194DF7" w14:paraId="5C5B6A35" w14:textId="7B3182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  <w:tcMar/>
          </w:tcPr>
          <w:p w:rsidRPr="00A7093A" w:rsidR="002E621E" w:rsidP="008B7EBF" w:rsidRDefault="002E621E" w14:paraId="3A066213" w14:textId="4E3CF6E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9785242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A7093A" w:rsidR="002E621E" w:rsidP="008B7EBF" w:rsidRDefault="002E621E" w14:paraId="21ED3F2E" w14:textId="38A56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9785242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A7093A" w:rsidR="0085747A" w:rsidP="00A7093A" w:rsidRDefault="0085747A" w14:paraId="2AC735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675843" w14:paraId="3769769C" w14:textId="7F994A5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Pr="00A7093A" w:rsidR="001D7B54">
        <w:rPr>
          <w:rFonts w:ascii="Corbel" w:hAnsi="Corbel"/>
          <w:b/>
          <w:sz w:val="24"/>
          <w:szCs w:val="24"/>
        </w:rPr>
        <w:t xml:space="preserve"> </w:t>
      </w:r>
      <w:r w:rsidRPr="00A7093A" w:rsidR="0085747A">
        <w:rPr>
          <w:rFonts w:ascii="Corbel" w:hAnsi="Corbel"/>
          <w:b/>
          <w:sz w:val="24"/>
          <w:szCs w:val="24"/>
        </w:rPr>
        <w:t>T</w:t>
      </w:r>
      <w:r w:rsidRPr="00A7093A" w:rsidR="001D7B54">
        <w:rPr>
          <w:rFonts w:ascii="Corbel" w:hAnsi="Corbel"/>
          <w:b/>
          <w:sz w:val="24"/>
          <w:szCs w:val="24"/>
        </w:rPr>
        <w:t>reści programowe</w:t>
      </w:r>
    </w:p>
    <w:p w:rsidRPr="00A7093A" w:rsidR="0085747A" w:rsidP="00A7093A" w:rsidRDefault="0085747A" w14:paraId="63F8220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7093A" w:rsidR="0085747A" w:rsidP="00A7093A" w:rsidRDefault="0085747A" w14:paraId="413E3AD6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4D5AB3" w:rsidTr="002E621E" w14:paraId="1800D7E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7093A" w:rsidR="004D5AB3" w:rsidP="00A7093A" w:rsidRDefault="004D5AB3" w14:paraId="0B640AD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7093A" w:rsidR="002E621E" w:rsidTr="002E621E" w14:paraId="72D00B66" w14:textId="77777777">
        <w:tc>
          <w:tcPr>
            <w:tcW w:w="9520" w:type="dxa"/>
            <w:vAlign w:val="center"/>
          </w:tcPr>
          <w:p w:rsidRPr="00A7093A" w:rsidR="002E621E" w:rsidP="00A7093A" w:rsidRDefault="002E621E" w14:paraId="7367DE8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A7093A" w:rsidR="002E621E" w:rsidTr="002E621E" w14:paraId="16244656" w14:textId="77777777">
        <w:tc>
          <w:tcPr>
            <w:tcW w:w="9520" w:type="dxa"/>
            <w:vAlign w:val="center"/>
          </w:tcPr>
          <w:p w:rsidRPr="00A7093A" w:rsidR="002E621E" w:rsidP="00A7093A" w:rsidRDefault="002E621E" w14:paraId="325230B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A7093A" w:rsidR="002E621E" w:rsidTr="002E621E" w14:paraId="234E3F1D" w14:textId="77777777">
        <w:tc>
          <w:tcPr>
            <w:tcW w:w="9520" w:type="dxa"/>
          </w:tcPr>
          <w:p w:rsidRPr="00A7093A" w:rsidR="002E621E" w:rsidP="00A7093A" w:rsidRDefault="002E621E" w14:paraId="08AB00E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A7093A" w:rsidR="002E621E" w:rsidTr="002E621E" w14:paraId="78A818DA" w14:textId="77777777">
        <w:tc>
          <w:tcPr>
            <w:tcW w:w="9520" w:type="dxa"/>
            <w:vAlign w:val="center"/>
          </w:tcPr>
          <w:p w:rsidRPr="00A7093A" w:rsidR="002E621E" w:rsidP="00A7093A" w:rsidRDefault="00F40578" w14:paraId="0BD800E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Pr="00A7093A" w:rsidR="002E621E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Pr="00A7093A" w:rsidR="002E621E" w:rsidTr="002E621E" w14:paraId="7BD71F1E" w14:textId="77777777">
        <w:tc>
          <w:tcPr>
            <w:tcW w:w="9520" w:type="dxa"/>
            <w:vAlign w:val="center"/>
          </w:tcPr>
          <w:p w:rsidRPr="00A7093A" w:rsidR="002E621E" w:rsidP="00A7093A" w:rsidRDefault="002E621E" w14:paraId="63CE491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A7093A" w:rsidR="002E621E" w:rsidTr="002E621E" w14:paraId="364CE592" w14:textId="77777777">
        <w:tc>
          <w:tcPr>
            <w:tcW w:w="9520" w:type="dxa"/>
            <w:vAlign w:val="center"/>
          </w:tcPr>
          <w:p w:rsidRPr="00A7093A" w:rsidR="002E621E" w:rsidP="00A7093A" w:rsidRDefault="002E621E" w14:paraId="06D1B65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A7093A" w:rsidR="002E621E" w:rsidTr="002E621E" w14:paraId="6217FA0E" w14:textId="77777777">
        <w:tc>
          <w:tcPr>
            <w:tcW w:w="9520" w:type="dxa"/>
            <w:vAlign w:val="center"/>
          </w:tcPr>
          <w:p w:rsidRPr="00A7093A" w:rsidR="002E621E" w:rsidP="00A7093A" w:rsidRDefault="002E621E" w14:paraId="3F0FF43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Pr="00A7093A" w:rsidR="00F40578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Pr="00A7093A" w:rsidR="00F40578" w:rsidTr="002E621E" w14:paraId="664E6580" w14:textId="77777777">
        <w:tc>
          <w:tcPr>
            <w:tcW w:w="9520" w:type="dxa"/>
            <w:vAlign w:val="center"/>
          </w:tcPr>
          <w:p w:rsidRPr="00A7093A" w:rsidR="00F40578" w:rsidP="00A7093A" w:rsidRDefault="00F40578" w14:paraId="4CE0C76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:rsidRPr="00A7093A" w:rsidR="0085747A" w:rsidP="00A7093A" w:rsidRDefault="0085747A" w14:paraId="6898CA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7093A" w:rsidR="0085747A" w:rsidP="00A7093A" w:rsidRDefault="009F4610" w14:paraId="489792E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:rsidRPr="00A7093A" w:rsidR="0085747A" w:rsidP="00A7093A" w:rsidRDefault="0085747A" w14:paraId="79EC32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4D5AB3" w:rsidP="00A7093A" w:rsidRDefault="004D5AB3" w14:paraId="7554F053" w14:textId="1B9BCC36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00A7093A">
        <w:rPr>
          <w:rFonts w:ascii="Corbel" w:hAnsi="Corbel" w:eastAsia="Times New Roman"/>
          <w:sz w:val="24"/>
          <w:szCs w:val="24"/>
          <w:lang w:eastAsia="pl-PL"/>
        </w:rPr>
        <w:t>praca w laboratorium komputerowym</w:t>
      </w:r>
      <w:r w:rsidR="00B94CA1">
        <w:rPr>
          <w:rFonts w:ascii="Corbel" w:hAnsi="Corbel" w:eastAsia="Times New Roman"/>
          <w:sz w:val="24"/>
          <w:szCs w:val="24"/>
          <w:lang w:eastAsia="pl-PL"/>
        </w:rPr>
        <w:t xml:space="preserve"> -</w:t>
      </w:r>
      <w:r w:rsidRPr="00A7093A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D1615F" w:rsidR="00B94CA1">
        <w:rPr>
          <w:rFonts w:ascii="Corbel" w:hAnsi="Corbel" w:eastAsia="Times New Roman"/>
          <w:sz w:val="24"/>
          <w:szCs w:val="24"/>
          <w:lang w:eastAsia="pl-PL"/>
        </w:rPr>
        <w:t>ćwiczenia w programie OPTIMA</w:t>
      </w:r>
      <w:r w:rsidR="00B94CA1">
        <w:rPr>
          <w:rFonts w:ascii="Corbel" w:hAnsi="Corbel" w:eastAsia="Times New Roman"/>
          <w:sz w:val="24"/>
          <w:szCs w:val="24"/>
          <w:lang w:eastAsia="pl-PL"/>
        </w:rPr>
        <w:t>,</w:t>
      </w:r>
      <w:r w:rsidRPr="00A7093A" w:rsidR="00B94CA1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A7093A">
        <w:rPr>
          <w:rFonts w:ascii="Corbel" w:hAnsi="Corbel" w:eastAsia="Times New Roman"/>
          <w:sz w:val="24"/>
          <w:szCs w:val="24"/>
          <w:lang w:eastAsia="pl-PL"/>
        </w:rPr>
        <w:t>prezentacja multimedialna ćwiczeń do rozwiązania, objaśnienia słowne stosowanych rozwiązań</w:t>
      </w:r>
    </w:p>
    <w:p w:rsidRPr="00A7093A" w:rsidR="0085747A" w:rsidP="00A7093A" w:rsidRDefault="0085747A" w14:paraId="569498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C61DC5" w14:paraId="1DADA2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Pr="00A7093A" w:rsidR="0085747A">
        <w:rPr>
          <w:rFonts w:ascii="Corbel" w:hAnsi="Corbel"/>
          <w:smallCaps w:val="0"/>
          <w:szCs w:val="24"/>
        </w:rPr>
        <w:t>METODY I KRYTERIA OCENY</w:t>
      </w:r>
      <w:r w:rsidRPr="00A7093A" w:rsidR="009F4610">
        <w:rPr>
          <w:rFonts w:ascii="Corbel" w:hAnsi="Corbel"/>
          <w:smallCaps w:val="0"/>
          <w:szCs w:val="24"/>
        </w:rPr>
        <w:t xml:space="preserve"> </w:t>
      </w:r>
    </w:p>
    <w:p w:rsidRPr="00A7093A" w:rsidR="00923D7D" w:rsidP="00A7093A" w:rsidRDefault="00923D7D" w14:paraId="29367E9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7093A" w:rsidR="0085747A" w:rsidP="00A7093A" w:rsidRDefault="0085747A" w14:paraId="2AA24A2F" w14:textId="778484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:rsidRPr="00A7093A" w:rsidR="0085747A" w:rsidP="00A7093A" w:rsidRDefault="0085747A" w14:paraId="2F04A7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A7093A" w:rsidR="0085747A" w:rsidTr="002E621E" w14:paraId="5C1D7EE3" w14:textId="77777777">
        <w:tc>
          <w:tcPr>
            <w:tcW w:w="1588" w:type="dxa"/>
            <w:vAlign w:val="center"/>
          </w:tcPr>
          <w:p w:rsidRPr="00A7093A" w:rsidR="0085747A" w:rsidP="00A7093A" w:rsidRDefault="0071620A" w14:paraId="60A6E6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A7093A" w:rsidR="0085747A" w:rsidP="00A7093A" w:rsidRDefault="0085747A" w14:paraId="7DDFD3F9" w14:textId="56BDF2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A7093A" w:rsidR="0085747A" w:rsidP="00A7093A" w:rsidRDefault="0085747A" w14:paraId="0ED3EA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:rsidRPr="00A7093A" w:rsidR="00923D7D" w:rsidP="00A7093A" w:rsidRDefault="0085747A" w14:paraId="72C5B7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7093A" w:rsidR="0085747A" w:rsidP="00A7093A" w:rsidRDefault="0085747A" w14:paraId="26245D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7093A" w:rsidR="00A41E96" w:rsidTr="002E621E" w14:paraId="7E335549" w14:textId="77777777">
        <w:tc>
          <w:tcPr>
            <w:tcW w:w="1588" w:type="dxa"/>
          </w:tcPr>
          <w:p w:rsidRPr="00A7093A" w:rsidR="00A41E96" w:rsidP="00A41E96" w:rsidRDefault="00A41E96" w14:paraId="7299B1B7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:rsidRPr="00A7093A" w:rsidR="00A41E96" w:rsidP="00A41E96" w:rsidRDefault="00A41E96" w14:paraId="0D439EDD" w14:textId="3995327A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41E96" w:rsidR="00A41E96" w:rsidP="00A41E96" w:rsidRDefault="00A41E96" w14:paraId="76322E9E" w14:textId="3B6CE6A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A7093A" w:rsidR="00A41E96" w:rsidTr="002E621E" w14:paraId="01E14FD7" w14:textId="77777777">
        <w:tc>
          <w:tcPr>
            <w:tcW w:w="1588" w:type="dxa"/>
          </w:tcPr>
          <w:p w:rsidRPr="00A7093A" w:rsidR="00A41E96" w:rsidP="00A41E96" w:rsidRDefault="00A41E96" w14:paraId="125BD55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:rsidRPr="00A7093A" w:rsidR="00A41E96" w:rsidP="00A41E96" w:rsidRDefault="00A41E96" w14:paraId="681371BE" w14:textId="55307F6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A41E96" w:rsidR="00A41E96" w:rsidP="00A41E96" w:rsidRDefault="00A41E96" w14:paraId="4CFF86C0" w14:textId="1B0FE5EB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A7093A" w:rsidR="00A41E96" w:rsidTr="002E621E" w14:paraId="40281D58" w14:textId="77777777">
        <w:tc>
          <w:tcPr>
            <w:tcW w:w="1588" w:type="dxa"/>
          </w:tcPr>
          <w:p w:rsidRPr="00A7093A" w:rsidR="00A41E96" w:rsidP="00A41E96" w:rsidRDefault="00A41E96" w14:paraId="3BC0A7A6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:rsidRPr="00A7093A" w:rsidR="00A41E96" w:rsidP="00A41E96" w:rsidRDefault="00A41E96" w14:paraId="68EC5C27" w14:textId="4094338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41E96" w:rsidR="00A41E96" w:rsidP="00A41E96" w:rsidRDefault="00A41E96" w14:paraId="4E9834A3" w14:textId="6F10E32C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A7093A" w:rsidR="00A41E96" w:rsidTr="002E621E" w14:paraId="263822AE" w14:textId="77777777">
        <w:tc>
          <w:tcPr>
            <w:tcW w:w="1588" w:type="dxa"/>
          </w:tcPr>
          <w:p w:rsidRPr="00A7093A" w:rsidR="00A41E96" w:rsidP="00A41E96" w:rsidRDefault="00A41E96" w14:paraId="5DFA816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:rsidRPr="00A7093A" w:rsidR="00A41E96" w:rsidP="00A41E96" w:rsidRDefault="00A41E96" w14:paraId="6E43FEDF" w14:textId="1089F38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A41E96" w:rsidR="00A41E96" w:rsidP="00A41E96" w:rsidRDefault="00A41E96" w14:paraId="4195ADC4" w14:textId="62EBF290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A7093A" w:rsidR="00A41E96" w:rsidTr="002E621E" w14:paraId="71B83A98" w14:textId="77777777">
        <w:tc>
          <w:tcPr>
            <w:tcW w:w="1588" w:type="dxa"/>
          </w:tcPr>
          <w:p w:rsidRPr="00A7093A" w:rsidR="00A41E96" w:rsidP="00A41E96" w:rsidRDefault="00A41E96" w14:paraId="529724F5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:rsidRPr="00A7093A" w:rsidR="00A41E96" w:rsidP="00A41E96" w:rsidRDefault="00A41E96" w14:paraId="0B71AA3E" w14:textId="74E029B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:rsidRPr="00A41E96" w:rsidR="00A41E96" w:rsidP="00A41E96" w:rsidRDefault="00A41E96" w14:paraId="229CBAD5" w14:textId="7EC516F9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:rsidRPr="00A7093A" w:rsidR="00923D7D" w:rsidP="00A7093A" w:rsidRDefault="00923D7D" w14:paraId="43ACC2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3E1941" w14:paraId="55AB5D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Pr="00A7093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7093A" w:rsidR="00923D7D">
        <w:rPr>
          <w:rFonts w:ascii="Corbel" w:hAnsi="Corbel"/>
          <w:smallCaps w:val="0"/>
          <w:szCs w:val="24"/>
        </w:rPr>
        <w:t xml:space="preserve"> </w:t>
      </w:r>
    </w:p>
    <w:p w:rsidRPr="00A7093A" w:rsidR="00923D7D" w:rsidP="00A7093A" w:rsidRDefault="00923D7D" w14:paraId="2A33023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7E7F34C7" w14:paraId="54D251B7" w14:textId="77777777">
        <w:tc>
          <w:tcPr>
            <w:tcW w:w="9670" w:type="dxa"/>
          </w:tcPr>
          <w:p w:rsidRPr="00A7093A" w:rsidR="004D5AB3" w:rsidP="7E7F34C7" w:rsidRDefault="1ED83288" w14:paraId="01E9AC77" w14:textId="6C40E9C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7E7F34C7">
              <w:rPr>
                <w:rFonts w:ascii="Corbel" w:hAnsi="Corbel" w:eastAsia="Times New Roman"/>
                <w:b w:val="0"/>
                <w:smallCaps w:val="0"/>
                <w:lang w:eastAsia="pl-PL"/>
              </w:rPr>
              <w:t>Z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>aliczenie z oceną na podstawie ocen cząstkowych (</w:t>
            </w:r>
            <w:r w:rsidRPr="7E7F34C7" w:rsidR="002E621E">
              <w:rPr>
                <w:rFonts w:ascii="Corbel" w:hAnsi="Corbel" w:eastAsia="Times New Roman"/>
                <w:b w:val="0"/>
                <w:smallCaps w:val="0"/>
                <w:lang w:eastAsia="pl-PL"/>
              </w:rPr>
              <w:t>3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kolokwia</w:t>
            </w:r>
            <w:r w:rsidRPr="7E7F34C7" w:rsidR="2440FCC6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 - każde na ocenę pozytywną</w:t>
            </w:r>
            <w:r w:rsidRPr="7E7F34C7" w:rsidR="004D5AB3">
              <w:rPr>
                <w:rFonts w:ascii="Corbel" w:hAnsi="Corbel" w:eastAsia="Times New Roman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Pr="7E7F34C7" w:rsidR="00B16388">
              <w:rPr>
                <w:rFonts w:ascii="Corbel" w:hAnsi="Corbel" w:eastAsia="Times New Roman"/>
                <w:b w:val="0"/>
                <w:smallCaps w:val="0"/>
                <w:lang w:eastAsia="pl-PL"/>
              </w:rPr>
              <w:t>)</w:t>
            </w:r>
          </w:p>
          <w:p w:rsidRPr="00A7093A" w:rsidR="0085747A" w:rsidP="7E7F34C7" w:rsidRDefault="1B154079" w14:paraId="7C89FD96" w14:textId="609B9420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7E7F34C7">
              <w:rPr>
                <w:rFonts w:ascii="Corbel" w:hAnsi="Corbel" w:eastAsia="Times New Roman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:rsidRPr="00A7093A" w:rsidR="0085747A" w:rsidP="00A7093A" w:rsidRDefault="0085747A" w14:paraId="2395AB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9F4610" w:rsidP="00A7093A" w:rsidRDefault="0085747A" w14:paraId="3FDC702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Pr="00A7093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A7093A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A7093A" w:rsidR="00C61DC5">
        <w:rPr>
          <w:rFonts w:ascii="Corbel" w:hAnsi="Corbel"/>
          <w:b/>
          <w:sz w:val="24"/>
          <w:szCs w:val="24"/>
        </w:rPr>
        <w:t xml:space="preserve"> </w:t>
      </w:r>
    </w:p>
    <w:p w:rsidRPr="00A7093A" w:rsidR="0085747A" w:rsidP="00A7093A" w:rsidRDefault="0085747A" w14:paraId="06C809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A7093A" w:rsidR="0085747A" w:rsidTr="59785242" w14:paraId="78077BD5" w14:textId="77777777">
        <w:tc>
          <w:tcPr>
            <w:tcW w:w="4901" w:type="dxa"/>
            <w:tcMar/>
            <w:vAlign w:val="center"/>
          </w:tcPr>
          <w:p w:rsidRPr="00A7093A" w:rsidR="0085747A" w:rsidP="00A7093A" w:rsidRDefault="00C61DC5" w14:paraId="432E96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7093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tcMar/>
            <w:vAlign w:val="center"/>
          </w:tcPr>
          <w:p w:rsidRPr="00A7093A" w:rsidR="0085747A" w:rsidP="00A7093A" w:rsidRDefault="00C61DC5" w14:paraId="6D5885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7093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7093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7093A" w:rsidR="0085747A" w:rsidTr="59785242" w14:paraId="4D8B744C" w14:textId="77777777">
        <w:tc>
          <w:tcPr>
            <w:tcW w:w="4901" w:type="dxa"/>
            <w:tcMar/>
          </w:tcPr>
          <w:p w:rsidRPr="00A7093A" w:rsidR="0085747A" w:rsidP="00A7093A" w:rsidRDefault="00C61DC5" w14:paraId="52269AE1" w14:textId="25C00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Pr="00A7093A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  <w:tcMar/>
          </w:tcPr>
          <w:p w:rsidRPr="00A7093A" w:rsidR="0085747A" w:rsidP="00A7093A" w:rsidRDefault="00CF6BCB" w14:paraId="2E10975C" w14:textId="00DB79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9785242" w:rsidR="2E1A7416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A7093A" w:rsidR="00C61DC5" w:rsidTr="59785242" w14:paraId="531E5FF1" w14:textId="77777777">
        <w:tc>
          <w:tcPr>
            <w:tcW w:w="4901" w:type="dxa"/>
            <w:tcMar/>
          </w:tcPr>
          <w:p w:rsidRPr="009C54AE" w:rsidR="00CB7710" w:rsidP="00CB7710" w:rsidRDefault="00CB7710" w14:paraId="021DA5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7093A" w:rsidR="00C61DC5" w:rsidP="00CB7710" w:rsidRDefault="00CB7710" w14:paraId="79F95335" w14:textId="466F31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  <w:tcMar/>
          </w:tcPr>
          <w:p w:rsidRPr="00A7093A" w:rsidR="00C61DC5" w:rsidP="00A7093A" w:rsidRDefault="004D3552" w14:paraId="6CFA23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A7093A" w:rsidR="00C61DC5" w:rsidTr="59785242" w14:paraId="0E566224" w14:textId="77777777">
        <w:tc>
          <w:tcPr>
            <w:tcW w:w="4901" w:type="dxa"/>
            <w:tcMar/>
          </w:tcPr>
          <w:p w:rsidR="006B71A5" w:rsidP="00A7093A" w:rsidRDefault="00CB7710" w14:paraId="11A4AC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7093A" w:rsidR="00C61DC5" w:rsidP="00A7093A" w:rsidRDefault="006B71A5" w14:paraId="4F537465" w14:textId="50FCE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Pr="00A7093A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  <w:tcMar/>
          </w:tcPr>
          <w:p w:rsidRPr="00A7093A" w:rsidR="00C61DC5" w:rsidP="59785242" w:rsidRDefault="00CF6BCB" w14:paraId="4FA52A58" w14:textId="1961808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9785242" w:rsidR="59785242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Pr="00A7093A" w:rsidR="0085747A" w:rsidTr="59785242" w14:paraId="4C8B4D7D" w14:textId="77777777">
        <w:tc>
          <w:tcPr>
            <w:tcW w:w="4901" w:type="dxa"/>
            <w:tcMar/>
          </w:tcPr>
          <w:p w:rsidRPr="00A7093A" w:rsidR="0085747A" w:rsidP="00A7093A" w:rsidRDefault="0085747A" w14:paraId="0DE32F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Mar/>
          </w:tcPr>
          <w:p w:rsidRPr="00A7093A" w:rsidR="0085747A" w:rsidP="59785242" w:rsidRDefault="00F40578" w14:paraId="5FA809C2" w14:textId="61F88B1C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9785242" w:rsidR="5978524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A7093A" w:rsidR="0085747A" w:rsidTr="59785242" w14:paraId="5D45466C" w14:textId="77777777">
        <w:tc>
          <w:tcPr>
            <w:tcW w:w="4901" w:type="dxa"/>
            <w:tcMar/>
          </w:tcPr>
          <w:p w:rsidRPr="00A7093A" w:rsidR="0085747A" w:rsidP="00A7093A" w:rsidRDefault="0085747A" w14:paraId="172891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A7093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  <w:tcMar/>
          </w:tcPr>
          <w:p w:rsidRPr="00A7093A" w:rsidR="0085747A" w:rsidP="59785242" w:rsidRDefault="00F40578" w14:paraId="0A61995D" w14:textId="3C76EB6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59785242" w:rsidR="5978524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A7093A" w:rsidR="0085747A" w:rsidP="00A7093A" w:rsidRDefault="00923D7D" w14:paraId="45AB7B9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7093A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A7093A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7093A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A7093A" w:rsidR="003E1941" w:rsidP="00A7093A" w:rsidRDefault="003E1941" w14:paraId="5EB05D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71620A" w14:paraId="2F0BE33C" w14:textId="36EA15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Pr="00A7093A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A7093A" w:rsidR="0085747A" w:rsidP="00A7093A" w:rsidRDefault="0085747A" w14:paraId="7619332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Pr="00A7093A" w:rsidR="0085747A" w:rsidTr="004D3552" w14:paraId="2410023E" w14:textId="77777777">
        <w:trPr>
          <w:trHeight w:val="397"/>
        </w:trPr>
        <w:tc>
          <w:tcPr>
            <w:tcW w:w="4111" w:type="dxa"/>
          </w:tcPr>
          <w:p w:rsidRPr="00A7093A" w:rsidR="0085747A" w:rsidP="00A7093A" w:rsidRDefault="0085747A" w14:paraId="3FCBA4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A7093A" w:rsidR="0085747A" w:rsidP="00A7093A" w:rsidRDefault="00B16388" w14:paraId="026CD4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A7093A" w:rsidR="0085747A" w:rsidTr="004D3552" w14:paraId="1A32FD25" w14:textId="77777777">
        <w:trPr>
          <w:trHeight w:val="397"/>
        </w:trPr>
        <w:tc>
          <w:tcPr>
            <w:tcW w:w="4111" w:type="dxa"/>
          </w:tcPr>
          <w:p w:rsidRPr="00A7093A" w:rsidR="0085747A" w:rsidP="00A7093A" w:rsidRDefault="0085747A" w14:paraId="1532C0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A7093A" w:rsidR="0085747A" w:rsidP="00A7093A" w:rsidRDefault="00B16388" w14:paraId="5705F2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A7093A" w:rsidR="003E1941" w:rsidP="00A7093A" w:rsidRDefault="003E1941" w14:paraId="3126465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675843" w14:paraId="24653F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Pr="00A7093A" w:rsidR="0085747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:rsidRPr="00A7093A" w:rsidR="00675843" w:rsidP="00A7093A" w:rsidRDefault="00675843" w14:paraId="5B4352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7093A" w:rsidR="0085747A" w:rsidTr="004D3552" w14:paraId="01BFB025" w14:textId="77777777">
        <w:trPr>
          <w:trHeight w:val="397"/>
        </w:trPr>
        <w:tc>
          <w:tcPr>
            <w:tcW w:w="9639" w:type="dxa"/>
          </w:tcPr>
          <w:p w:rsidRPr="00A7093A" w:rsidR="0085747A" w:rsidP="00A7093A" w:rsidRDefault="0085747A" w14:paraId="40D3C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05715" w:rsidR="002E621E" w:rsidP="00A7093A" w:rsidRDefault="002E621E" w14:paraId="01E79995" w14:textId="00BAEC6C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 OPTIMA, Księga handlowa,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  <w:p w:rsidRPr="00B05715" w:rsidR="002E621E" w:rsidP="00A7093A" w:rsidRDefault="002E621E" w14:paraId="2CFB9CE8" w14:textId="3F092298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 OPTIMA, Kadry i Płace,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  <w:p w:rsidRPr="00A7093A" w:rsidR="004D5AB3" w:rsidP="00157A7F" w:rsidRDefault="002E621E" w14:paraId="4BBF3777" w14:textId="399FAD8C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, Kraków, 20</w:t>
            </w:r>
            <w:r w:rsidRPr="00B05715" w:rsidR="00B05715">
              <w:rPr>
                <w:rFonts w:ascii="Corbel" w:hAnsi="Corbel" w:eastAsia="Times New Roman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Pr="00A7093A" w:rsidR="0085747A" w:rsidTr="004D3552" w14:paraId="0DB9C787" w14:textId="77777777">
        <w:trPr>
          <w:trHeight w:val="397"/>
        </w:trPr>
        <w:tc>
          <w:tcPr>
            <w:tcW w:w="9639" w:type="dxa"/>
          </w:tcPr>
          <w:p w:rsidRPr="00A7093A" w:rsidR="0085747A" w:rsidP="00A7093A" w:rsidRDefault="0085747A" w14:paraId="31D51B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E7B6A" w:rsidR="00B05715" w:rsidP="00B05715" w:rsidRDefault="00B05715" w14:paraId="50B654C5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:rsidRPr="00A7093A" w:rsidR="004D5AB3" w:rsidP="00B05715" w:rsidRDefault="00B05715" w14:paraId="42D20294" w14:textId="7DDEF37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:rsidRPr="00A7093A" w:rsidR="0085747A" w:rsidP="00A7093A" w:rsidRDefault="0085747A" w14:paraId="2B283E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85747A" w14:paraId="41FCABF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7093A" w:rsidR="0085747A" w:rsidP="00A7093A" w:rsidRDefault="0085747A" w14:paraId="155CDBA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7093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374" w:rsidP="00C16ABF" w:rsidRDefault="008F6374" w14:paraId="61C2F3A3" w14:textId="77777777">
      <w:pPr>
        <w:spacing w:after="0" w:line="240" w:lineRule="auto"/>
      </w:pPr>
      <w:r>
        <w:separator/>
      </w:r>
    </w:p>
  </w:endnote>
  <w:endnote w:type="continuationSeparator" w:id="0">
    <w:p w:rsidR="008F6374" w:rsidP="00C16ABF" w:rsidRDefault="008F6374" w14:paraId="7DAC947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374" w:rsidP="00C16ABF" w:rsidRDefault="008F6374" w14:paraId="17DF1092" w14:textId="77777777">
      <w:pPr>
        <w:spacing w:after="0" w:line="240" w:lineRule="auto"/>
      </w:pPr>
      <w:r>
        <w:separator/>
      </w:r>
    </w:p>
  </w:footnote>
  <w:footnote w:type="continuationSeparator" w:id="0">
    <w:p w:rsidR="008F6374" w:rsidP="00C16ABF" w:rsidRDefault="008F6374" w14:paraId="7A1C99C3" w14:textId="77777777">
      <w:pPr>
        <w:spacing w:after="0" w:line="240" w:lineRule="auto"/>
      </w:pPr>
      <w:r>
        <w:continuationSeparator/>
      </w:r>
    </w:p>
  </w:footnote>
  <w:footnote w:id="1">
    <w:p w:rsidR="007636F1" w:rsidP="007636F1" w:rsidRDefault="007636F1" w14:paraId="516F2A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9B2"/>
    <w:rsid w:val="000F1C57"/>
    <w:rsid w:val="000F5615"/>
    <w:rsid w:val="00124BFF"/>
    <w:rsid w:val="0012560E"/>
    <w:rsid w:val="00127108"/>
    <w:rsid w:val="00134B13"/>
    <w:rsid w:val="00146BC0"/>
    <w:rsid w:val="00151A99"/>
    <w:rsid w:val="00153C41"/>
    <w:rsid w:val="00154381"/>
    <w:rsid w:val="00157A7F"/>
    <w:rsid w:val="00164FA7"/>
    <w:rsid w:val="00166A03"/>
    <w:rsid w:val="00166BAE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D6371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374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1E9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6BCB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67457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D29DF45"/>
    <w:rsid w:val="1ED83288"/>
    <w:rsid w:val="2440FCC6"/>
    <w:rsid w:val="2E1A7416"/>
    <w:rsid w:val="59785242"/>
    <w:rsid w:val="6AE27C8A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0D50-8FEB-4875-AA7F-3B526545D3D4}"/>
</file>

<file path=customXml/itemProps2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6D27A-AAA5-4D54-87A7-64E3936E68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23</cp:revision>
  <cp:lastPrinted>2017-02-15T12:41:00Z</cp:lastPrinted>
  <dcterms:created xsi:type="dcterms:W3CDTF">2020-10-23T09:40:00Z</dcterms:created>
  <dcterms:modified xsi:type="dcterms:W3CDTF">2022-06-01T04:28:54Z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