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8E6F6" w14:textId="3C914B6D" w:rsidR="00722391" w:rsidRDefault="00722391" w:rsidP="0072239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50BF598" w14:textId="77777777" w:rsidR="00722391" w:rsidRDefault="00722391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9F009F" w14:textId="1B81FE78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702270" w14:textId="77777777" w:rsidR="00943FF1" w:rsidRDefault="0071620A" w:rsidP="00943FF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53656">
        <w:rPr>
          <w:rFonts w:ascii="Corbel" w:hAnsi="Corbel"/>
          <w:b/>
          <w:smallCaps/>
          <w:sz w:val="24"/>
          <w:szCs w:val="24"/>
        </w:rPr>
        <w:t xml:space="preserve"> </w:t>
      </w:r>
      <w:r w:rsidR="00943FF1">
        <w:rPr>
          <w:rFonts w:ascii="Corbel" w:hAnsi="Corbel"/>
          <w:i/>
          <w:smallCaps/>
          <w:sz w:val="24"/>
          <w:szCs w:val="24"/>
        </w:rPr>
        <w:t>2022-2025</w:t>
      </w:r>
    </w:p>
    <w:p w14:paraId="43E7C31B" w14:textId="2A65BF7F" w:rsidR="0085747A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14:paraId="5ABD4368" w14:textId="038CC27E" w:rsidR="00445970" w:rsidRPr="00EA4832" w:rsidRDefault="00445970" w:rsidP="00C73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C6DA5">
        <w:rPr>
          <w:rFonts w:ascii="Corbel" w:hAnsi="Corbel"/>
          <w:sz w:val="20"/>
          <w:szCs w:val="20"/>
        </w:rPr>
        <w:t>202</w:t>
      </w:r>
      <w:r w:rsidR="00943FF1">
        <w:rPr>
          <w:rFonts w:ascii="Corbel" w:hAnsi="Corbel"/>
          <w:sz w:val="20"/>
          <w:szCs w:val="20"/>
        </w:rPr>
        <w:t>3</w:t>
      </w:r>
      <w:r w:rsidR="004C6DA5">
        <w:rPr>
          <w:rFonts w:ascii="Corbel" w:hAnsi="Corbel"/>
          <w:sz w:val="20"/>
          <w:szCs w:val="20"/>
        </w:rPr>
        <w:t>/202</w:t>
      </w:r>
      <w:r w:rsidR="00943FF1">
        <w:rPr>
          <w:rFonts w:ascii="Corbel" w:hAnsi="Corbel"/>
          <w:sz w:val="20"/>
          <w:szCs w:val="20"/>
        </w:rPr>
        <w:t>4</w:t>
      </w:r>
    </w:p>
    <w:p w14:paraId="29CFD9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E372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16CDF9" w14:textId="77777777" w:rsidTr="00B819C8">
        <w:tc>
          <w:tcPr>
            <w:tcW w:w="2694" w:type="dxa"/>
            <w:vAlign w:val="center"/>
          </w:tcPr>
          <w:p w14:paraId="21A5C6B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C5889C" w14:textId="4867812B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Biznes </w:t>
            </w:r>
            <w:r w:rsidR="006D7AB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2AB9DFCE" w14:textId="77777777" w:rsidTr="00B819C8">
        <w:tc>
          <w:tcPr>
            <w:tcW w:w="2694" w:type="dxa"/>
            <w:vAlign w:val="center"/>
          </w:tcPr>
          <w:p w14:paraId="6DE882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DCA530" w14:textId="77777777" w:rsidR="0085747A" w:rsidRPr="009C54AE" w:rsidRDefault="002E642C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42C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E642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E642C">
              <w:rPr>
                <w:rFonts w:ascii="Corbel" w:hAnsi="Corbel"/>
                <w:b w:val="0"/>
                <w:sz w:val="24"/>
                <w:szCs w:val="24"/>
              </w:rPr>
              <w:t>/C.6</w:t>
            </w:r>
            <w:bookmarkStart w:id="0" w:name="_GoBack"/>
            <w:bookmarkEnd w:id="0"/>
          </w:p>
        </w:tc>
      </w:tr>
      <w:tr w:rsidR="0085747A" w:rsidRPr="009C54AE" w14:paraId="562493EF" w14:textId="77777777" w:rsidTr="00B819C8">
        <w:tc>
          <w:tcPr>
            <w:tcW w:w="2694" w:type="dxa"/>
            <w:vAlign w:val="center"/>
          </w:tcPr>
          <w:p w14:paraId="37CBB29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8FDD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70C207C" w14:textId="77777777" w:rsidTr="00B819C8">
        <w:tc>
          <w:tcPr>
            <w:tcW w:w="2694" w:type="dxa"/>
            <w:vAlign w:val="center"/>
          </w:tcPr>
          <w:p w14:paraId="544C25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845564B" w14:textId="0E4D7347" w:rsidR="0085747A" w:rsidRPr="009C54AE" w:rsidRDefault="004C6D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9C226B1" w14:textId="77777777" w:rsidTr="00B819C8">
        <w:tc>
          <w:tcPr>
            <w:tcW w:w="2694" w:type="dxa"/>
            <w:vAlign w:val="center"/>
          </w:tcPr>
          <w:p w14:paraId="574719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A839E6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AB04AF6" w14:textId="77777777" w:rsidTr="00B819C8">
        <w:tc>
          <w:tcPr>
            <w:tcW w:w="2694" w:type="dxa"/>
            <w:vAlign w:val="center"/>
          </w:tcPr>
          <w:p w14:paraId="48530AA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CB6A0D" w14:textId="0D779E3F" w:rsidR="0085747A" w:rsidRPr="009C54AE" w:rsidRDefault="00AA482D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C6D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B65FA6B" w14:textId="77777777" w:rsidTr="00B819C8">
        <w:tc>
          <w:tcPr>
            <w:tcW w:w="2694" w:type="dxa"/>
            <w:vAlign w:val="center"/>
          </w:tcPr>
          <w:p w14:paraId="5838C2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7EB15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0D5BA1" w14:textId="77777777" w:rsidTr="00B819C8">
        <w:tc>
          <w:tcPr>
            <w:tcW w:w="2694" w:type="dxa"/>
            <w:vAlign w:val="center"/>
          </w:tcPr>
          <w:p w14:paraId="7244D4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28536" w14:textId="77777777" w:rsidR="0085747A" w:rsidRPr="009C54AE" w:rsidRDefault="00AA482D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53656" w:rsidRPr="009C54AE" w14:paraId="7DF8F3C1" w14:textId="77777777" w:rsidTr="00B819C8">
        <w:tc>
          <w:tcPr>
            <w:tcW w:w="2694" w:type="dxa"/>
            <w:vAlign w:val="center"/>
          </w:tcPr>
          <w:p w14:paraId="288128B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041725" w14:textId="1048E0C0" w:rsidR="00D53656" w:rsidRPr="00C64186" w:rsidRDefault="00346B4D" w:rsidP="00346B4D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 w:rsidR="004C6DA5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>
              <w:rPr>
                <w:rFonts w:ascii="Corbel" w:hAnsi="Corbel"/>
                <w:b w:val="0"/>
                <w:color w:val="auto"/>
                <w:sz w:val="22"/>
              </w:rPr>
              <w:t>4</w:t>
            </w:r>
          </w:p>
        </w:tc>
      </w:tr>
      <w:tr w:rsidR="00D53656" w:rsidRPr="009C54AE" w14:paraId="33F42BF6" w14:textId="77777777" w:rsidTr="00B819C8">
        <w:tc>
          <w:tcPr>
            <w:tcW w:w="2694" w:type="dxa"/>
            <w:vAlign w:val="center"/>
          </w:tcPr>
          <w:p w14:paraId="52AC2321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CC981C" w14:textId="77777777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9C54AE" w14:paraId="3EDD5692" w14:textId="77777777" w:rsidTr="00B819C8">
        <w:tc>
          <w:tcPr>
            <w:tcW w:w="2694" w:type="dxa"/>
            <w:vAlign w:val="center"/>
          </w:tcPr>
          <w:p w14:paraId="39474247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C66353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08C094DA" w14:textId="77777777" w:rsidTr="00B819C8">
        <w:tc>
          <w:tcPr>
            <w:tcW w:w="2694" w:type="dxa"/>
            <w:vAlign w:val="center"/>
          </w:tcPr>
          <w:p w14:paraId="4C4EFCC6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441AB0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D53656" w:rsidRPr="009C54AE" w14:paraId="7FF13070" w14:textId="77777777" w:rsidTr="00B819C8">
        <w:tc>
          <w:tcPr>
            <w:tcW w:w="2694" w:type="dxa"/>
            <w:vAlign w:val="center"/>
          </w:tcPr>
          <w:p w14:paraId="5F1B2A8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3BC494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2DC2E40" w14:textId="3EFFD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239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CDAF4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CA65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3A0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56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E3CAE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43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EDC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C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BC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7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8F3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24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2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43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89CD7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A376" w14:textId="588BEE0B" w:rsidR="00015B8F" w:rsidRPr="009C54AE" w:rsidRDefault="00346B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BF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F40A" w14:textId="56652E3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F0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52BF" w14:textId="02AB41F6" w:rsidR="00015B8F" w:rsidRPr="009C54AE" w:rsidRDefault="001222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2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24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1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C9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BEA7" w14:textId="77777777" w:rsidR="00015B8F" w:rsidRPr="009C54AE" w:rsidRDefault="004766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9CC6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685B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89A86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F18FC" w14:textId="77777777" w:rsidR="00A03F0C" w:rsidRPr="00EA17BC" w:rsidRDefault="00A03F0C" w:rsidP="00A03F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EA17BC">
        <w:rPr>
          <w:rStyle w:val="normaltextrun"/>
          <w:rFonts w:ascii="Corbel" w:hAnsi="Corbel" w:cs="Segoe UI"/>
        </w:rPr>
        <w:sym w:font="Wingdings" w:char="F0FE"/>
      </w:r>
      <w:r w:rsidRPr="00EA17BC">
        <w:rPr>
          <w:rStyle w:val="normaltextrun"/>
          <w:rFonts w:ascii="Corbel" w:hAnsi="Corbel" w:cs="Segoe UI"/>
        </w:rPr>
        <w:t> </w:t>
      </w:r>
      <w:r w:rsidRPr="00EA17BC">
        <w:rPr>
          <w:rFonts w:ascii="Corbel" w:hAnsi="Corbel"/>
        </w:rPr>
        <w:t>zajęcia w formie tradycyjnej (lub zdalnie z wykorzystaniem platformy Ms </w:t>
      </w:r>
      <w:proofErr w:type="spellStart"/>
      <w:r w:rsidRPr="00EA17BC">
        <w:rPr>
          <w:rStyle w:val="spellingerror"/>
          <w:rFonts w:ascii="Corbel" w:hAnsi="Corbel"/>
        </w:rPr>
        <w:t>Teams</w:t>
      </w:r>
      <w:proofErr w:type="spellEnd"/>
      <w:r w:rsidRPr="00EA17BC">
        <w:rPr>
          <w:rStyle w:val="spellingerror"/>
          <w:rFonts w:ascii="Corbel" w:hAnsi="Corbel"/>
        </w:rPr>
        <w:t>)</w:t>
      </w:r>
      <w:r w:rsidRPr="00EA17B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06E2B6D" w14:textId="77777777" w:rsidR="00A03F0C" w:rsidRDefault="00A03F0C" w:rsidP="00A03F0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00B77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EE97C0" w14:textId="7DD6D9B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46409BB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A24B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34FBF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E6B2D0" w14:textId="77777777" w:rsidTr="00745302">
        <w:tc>
          <w:tcPr>
            <w:tcW w:w="9670" w:type="dxa"/>
          </w:tcPr>
          <w:p w14:paraId="53B37C10" w14:textId="77777777" w:rsidR="0085747A" w:rsidRPr="009C54AE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7AB4E47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A66B82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424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FAB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FCC85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9E60F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552A41BA" w14:textId="77777777" w:rsidTr="00923D7D">
        <w:tc>
          <w:tcPr>
            <w:tcW w:w="851" w:type="dxa"/>
            <w:vAlign w:val="center"/>
          </w:tcPr>
          <w:p w14:paraId="4CFA8F6A" w14:textId="77777777" w:rsidR="00D53656" w:rsidRPr="009C54AE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5CAB73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9C54AE" w14:paraId="0080862D" w14:textId="77777777" w:rsidTr="00923D7D">
        <w:tc>
          <w:tcPr>
            <w:tcW w:w="851" w:type="dxa"/>
            <w:vAlign w:val="center"/>
          </w:tcPr>
          <w:p w14:paraId="51286C70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D4E5CC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Nabycie przez studentów praktycznych umiejętności opracowywania biznes planu</w:t>
            </w:r>
          </w:p>
        </w:tc>
      </w:tr>
    </w:tbl>
    <w:p w14:paraId="5DA80F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5E6F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8F7F2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CEF692C" w14:textId="77777777" w:rsidTr="680B7317">
        <w:tc>
          <w:tcPr>
            <w:tcW w:w="1701" w:type="dxa"/>
            <w:vAlign w:val="center"/>
          </w:tcPr>
          <w:p w14:paraId="4B12421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7F8BB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1E8C0C" w14:textId="5FA3B80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40A05" w:rsidRPr="009C54AE" w14:paraId="4F472217" w14:textId="77777777" w:rsidTr="680B7317">
        <w:tc>
          <w:tcPr>
            <w:tcW w:w="1701" w:type="dxa"/>
          </w:tcPr>
          <w:p w14:paraId="17A29B66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430466F" w14:textId="6AEDDB87" w:rsidR="00D40A05" w:rsidRPr="00E8047D" w:rsidRDefault="00D40A05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  <w:sz w:val="22"/>
              </w:rPr>
              <w:t xml:space="preserve">Wiedza w zakresie </w:t>
            </w:r>
            <w:r w:rsidR="247B89B7" w:rsidRPr="680B7317">
              <w:rPr>
                <w:rFonts w:ascii="Corbel" w:hAnsi="Corbel"/>
                <w:b w:val="0"/>
                <w:smallCaps w:val="0"/>
                <w:sz w:val="22"/>
              </w:rPr>
              <w:t xml:space="preserve">struktury i </w:t>
            </w:r>
            <w:r w:rsidRPr="680B7317">
              <w:rPr>
                <w:rFonts w:ascii="Corbel" w:hAnsi="Corbel"/>
                <w:b w:val="0"/>
                <w:smallCaps w:val="0"/>
                <w:sz w:val="22"/>
              </w:rPr>
              <w:t>zasad metodycznych przygotowania biznes planu i obszarów jego zastosowania w praktyce</w:t>
            </w:r>
          </w:p>
        </w:tc>
        <w:tc>
          <w:tcPr>
            <w:tcW w:w="1873" w:type="dxa"/>
          </w:tcPr>
          <w:p w14:paraId="5B0AFADF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D40A05" w:rsidRPr="009C54AE" w14:paraId="3354B28E" w14:textId="77777777" w:rsidTr="680B7317">
        <w:tc>
          <w:tcPr>
            <w:tcW w:w="1701" w:type="dxa"/>
          </w:tcPr>
          <w:p w14:paraId="76F3A777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6C7BA2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00E8047D">
              <w:rPr>
                <w:rFonts w:ascii="Corbel" w:hAnsi="Corbel"/>
                <w:b w:val="0"/>
                <w:smallCaps w:val="0"/>
                <w:sz w:val="22"/>
              </w:rPr>
              <w:t>iedza z zakresu uwarunkowań funkcjonowania przedsiębiorstw na rynku i zależności między podstawowymi zjawiskami rynkowymi a możliwościami rozwojowymi przedsiębiorstw</w:t>
            </w:r>
          </w:p>
        </w:tc>
        <w:tc>
          <w:tcPr>
            <w:tcW w:w="1873" w:type="dxa"/>
          </w:tcPr>
          <w:p w14:paraId="68CFFC58" w14:textId="08B941E0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K_W0</w:t>
            </w:r>
            <w:r w:rsidR="00C731C1">
              <w:rPr>
                <w:rFonts w:ascii="Corbel" w:hAnsi="Corbel"/>
              </w:rPr>
              <w:t>7</w:t>
            </w:r>
          </w:p>
          <w:p w14:paraId="0E10BDF9" w14:textId="76265E22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K_W1</w:t>
            </w:r>
            <w:r w:rsidR="00C731C1"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D40A05" w:rsidRPr="009C54AE" w14:paraId="56D9672B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B4CC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CD54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Umiejętność przeprowadzenia podstawowych analiz ekonomicznych wymaganych dla opracowania biznes planu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D37A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K_U01</w:t>
            </w:r>
          </w:p>
          <w:p w14:paraId="0888BF7F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K_U02</w:t>
            </w:r>
          </w:p>
          <w:p w14:paraId="01272C41" w14:textId="571B9E2A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K_U0</w:t>
            </w:r>
            <w:r w:rsidR="00C731C1">
              <w:rPr>
                <w:rFonts w:ascii="Corbel" w:hAnsi="Corbel"/>
                <w:b w:val="0"/>
                <w:sz w:val="22"/>
              </w:rPr>
              <w:t>5</w:t>
            </w:r>
          </w:p>
        </w:tc>
      </w:tr>
      <w:tr w:rsidR="00D40A05" w:rsidRPr="009C54AE" w14:paraId="4EAA1AF3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C73E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8D08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6151" w14:textId="598FA47F" w:rsidR="00D40A05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K_U06</w:t>
            </w:r>
          </w:p>
          <w:p w14:paraId="74D1904D" w14:textId="75319AAA" w:rsidR="00C731C1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</w:t>
            </w:r>
            <w:r>
              <w:rPr>
                <w:rFonts w:ascii="Corbel" w:hAnsi="Corbel"/>
              </w:rPr>
              <w:t>8</w:t>
            </w:r>
          </w:p>
          <w:p w14:paraId="35905278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K_U10</w:t>
            </w:r>
          </w:p>
          <w:p w14:paraId="7CB88A99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1BA3D42D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B06B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F867" w14:textId="77777777" w:rsidR="00D40A05" w:rsidRDefault="00D40A05" w:rsidP="002612A3">
            <w:pPr>
              <w:spacing w:after="0"/>
            </w:pPr>
            <w:r>
              <w:t>Zdolność</w:t>
            </w:r>
            <w:r w:rsidRPr="00DF1F33">
              <w:t xml:space="preserve"> obserwacji zmieniających się warunków gospodarowania i ich wpływu na rozwój przedsiębiorstw funkcjonujących na rynku.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6195" w14:textId="44CB2490" w:rsidR="00C731C1" w:rsidRPr="00E8047D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</w:t>
            </w:r>
            <w:r>
              <w:rPr>
                <w:rFonts w:ascii="Corbel" w:hAnsi="Corbel"/>
              </w:rPr>
              <w:t>1</w:t>
            </w:r>
          </w:p>
          <w:p w14:paraId="15EA40E4" w14:textId="0FD55EDE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K_K01</w:t>
            </w:r>
          </w:p>
          <w:p w14:paraId="56C82A84" w14:textId="345B89D8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</w:t>
            </w:r>
            <w:r w:rsidRPr="00E8047D">
              <w:rPr>
                <w:rFonts w:ascii="Corbel" w:hAnsi="Corbel"/>
              </w:rPr>
              <w:softHyphen/>
              <w:t>_K0</w:t>
            </w:r>
            <w:r w:rsidR="00C731C1">
              <w:rPr>
                <w:rFonts w:ascii="Corbel" w:hAnsi="Corbel"/>
              </w:rPr>
              <w:t>3</w:t>
            </w:r>
          </w:p>
          <w:p w14:paraId="105B5A4C" w14:textId="62B2B81E" w:rsidR="00D40A05" w:rsidRPr="00E8047D" w:rsidRDefault="00D40A05" w:rsidP="00C731C1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E8047D">
              <w:rPr>
                <w:rFonts w:ascii="Corbel" w:hAnsi="Corbel"/>
              </w:rPr>
              <w:t>K_K0</w:t>
            </w:r>
            <w:r w:rsidR="00C731C1">
              <w:rPr>
                <w:rFonts w:ascii="Corbel" w:hAnsi="Corbel"/>
              </w:rPr>
              <w:t>4</w:t>
            </w:r>
          </w:p>
        </w:tc>
      </w:tr>
    </w:tbl>
    <w:p w14:paraId="2990B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8E4A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DFC136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A80D452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A4A2D9" w14:textId="77777777" w:rsidTr="680B7317">
        <w:tc>
          <w:tcPr>
            <w:tcW w:w="9639" w:type="dxa"/>
          </w:tcPr>
          <w:p w14:paraId="7B5E2454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7294C090" w14:textId="77777777" w:rsidTr="680B7317">
        <w:tc>
          <w:tcPr>
            <w:tcW w:w="9639" w:type="dxa"/>
          </w:tcPr>
          <w:p w14:paraId="7808543E" w14:textId="77777777" w:rsidR="00D40A05" w:rsidRPr="00FE4876" w:rsidRDefault="00D40A05" w:rsidP="002612A3">
            <w:pPr>
              <w:spacing w:after="0"/>
            </w:pPr>
            <w:r w:rsidRPr="00FE4876">
              <w:t xml:space="preserve">Geneza i istota planowania. Wybrane zasady nowoczesnego planowania. </w:t>
            </w:r>
          </w:p>
        </w:tc>
      </w:tr>
      <w:tr w:rsidR="00D40A05" w:rsidRPr="009C54AE" w14:paraId="1E19C165" w14:textId="77777777" w:rsidTr="680B7317">
        <w:tc>
          <w:tcPr>
            <w:tcW w:w="9639" w:type="dxa"/>
          </w:tcPr>
          <w:p w14:paraId="4FAC3FD5" w14:textId="52C406BC" w:rsidR="00D40A05" w:rsidRPr="00FE4876" w:rsidRDefault="00D40A05" w:rsidP="002612A3">
            <w:pPr>
              <w:spacing w:after="0"/>
            </w:pPr>
            <w:r>
              <w:t xml:space="preserve">Układ i struktura planów </w:t>
            </w:r>
            <w:r w:rsidR="19787207">
              <w:t>biznesowych</w:t>
            </w:r>
            <w:r>
              <w:t xml:space="preserve">. </w:t>
            </w:r>
          </w:p>
        </w:tc>
      </w:tr>
      <w:tr w:rsidR="00D40A05" w:rsidRPr="009C54AE" w14:paraId="3F5DF41B" w14:textId="77777777" w:rsidTr="680B7317">
        <w:tc>
          <w:tcPr>
            <w:tcW w:w="9639" w:type="dxa"/>
          </w:tcPr>
          <w:p w14:paraId="5D1D1290" w14:textId="77777777" w:rsidR="00D40A05" w:rsidRPr="00FE4876" w:rsidRDefault="00D40A05" w:rsidP="002612A3">
            <w:pPr>
              <w:spacing w:after="0"/>
            </w:pPr>
            <w:r w:rsidRPr="00FE4876">
              <w:t xml:space="preserve">Zasady metodyczne przygotowywania planów </w:t>
            </w:r>
            <w:r>
              <w:t>biznesowych</w:t>
            </w:r>
          </w:p>
        </w:tc>
      </w:tr>
      <w:tr w:rsidR="00D40A05" w:rsidRPr="009C54AE" w14:paraId="1C0FD867" w14:textId="77777777" w:rsidTr="680B7317">
        <w:tc>
          <w:tcPr>
            <w:tcW w:w="9639" w:type="dxa"/>
          </w:tcPr>
          <w:p w14:paraId="126A88D4" w14:textId="77777777" w:rsidR="00D40A05" w:rsidRPr="00FE4876" w:rsidRDefault="00D40A05" w:rsidP="002612A3">
            <w:pPr>
              <w:spacing w:after="0"/>
            </w:pPr>
            <w:r w:rsidRPr="00FE4876">
              <w:t xml:space="preserve">Typowe zastosowania planów biznesowych. </w:t>
            </w:r>
          </w:p>
        </w:tc>
      </w:tr>
      <w:tr w:rsidR="00D40A05" w:rsidRPr="009C54AE" w14:paraId="0556299E" w14:textId="77777777" w:rsidTr="680B7317">
        <w:tc>
          <w:tcPr>
            <w:tcW w:w="9639" w:type="dxa"/>
          </w:tcPr>
          <w:p w14:paraId="26EDA16A" w14:textId="77777777" w:rsidR="00D40A05" w:rsidRPr="00FE4876" w:rsidRDefault="00D40A05" w:rsidP="002612A3">
            <w:pPr>
              <w:spacing w:after="0"/>
            </w:pPr>
            <w:r w:rsidRPr="00FE4876"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F826BB7" w14:textId="77777777" w:rsidTr="680B7317">
        <w:tc>
          <w:tcPr>
            <w:tcW w:w="9639" w:type="dxa"/>
          </w:tcPr>
          <w:p w14:paraId="55873829" w14:textId="77777777" w:rsidR="00D40A05" w:rsidRPr="00FE4876" w:rsidRDefault="00D40A05" w:rsidP="002612A3">
            <w:pPr>
              <w:spacing w:after="0"/>
            </w:pPr>
            <w:r w:rsidRPr="00FE4876"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9C54AE" w14:paraId="6C7B43DE" w14:textId="77777777" w:rsidTr="680B7317">
        <w:tc>
          <w:tcPr>
            <w:tcW w:w="9639" w:type="dxa"/>
          </w:tcPr>
          <w:p w14:paraId="096B17C3" w14:textId="77777777" w:rsidR="00D40A05" w:rsidRPr="00FE4876" w:rsidRDefault="00D40A05" w:rsidP="002612A3">
            <w:pPr>
              <w:spacing w:after="0"/>
            </w:pPr>
            <w:r w:rsidRPr="00FE4876"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000E5181" w14:textId="77777777" w:rsidTr="680B7317">
        <w:tc>
          <w:tcPr>
            <w:tcW w:w="9639" w:type="dxa"/>
          </w:tcPr>
          <w:p w14:paraId="4FE7860C" w14:textId="77777777" w:rsidR="00D40A05" w:rsidRPr="00FE4876" w:rsidRDefault="00D40A05" w:rsidP="002612A3">
            <w:pPr>
              <w:spacing w:after="0"/>
            </w:pPr>
            <w:r w:rsidRPr="00FE4876">
              <w:t xml:space="preserve">Opracowanie planu działalności </w:t>
            </w:r>
            <w:proofErr w:type="spellStart"/>
            <w:r w:rsidRPr="00FE4876">
              <w:t>tj</w:t>
            </w:r>
            <w:proofErr w:type="spellEnd"/>
            <w:r w:rsidRPr="00FE4876"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4646BDB" w14:textId="77777777" w:rsidTr="680B7317">
        <w:tc>
          <w:tcPr>
            <w:tcW w:w="9639" w:type="dxa"/>
          </w:tcPr>
          <w:p w14:paraId="40597EDB" w14:textId="77777777" w:rsidR="00D40A05" w:rsidRPr="00FE4876" w:rsidRDefault="00D40A05" w:rsidP="002612A3">
            <w:pPr>
              <w:spacing w:after="0"/>
            </w:pPr>
            <w:r w:rsidRPr="00FE4876">
              <w:lastRenderedPageBreak/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6B347083" w14:textId="77777777" w:rsidTr="680B7317">
        <w:tc>
          <w:tcPr>
            <w:tcW w:w="9639" w:type="dxa"/>
          </w:tcPr>
          <w:p w14:paraId="5B8A7EEF" w14:textId="77777777" w:rsidR="00D40A05" w:rsidRPr="00FE4876" w:rsidRDefault="00D40A05" w:rsidP="002612A3">
            <w:pPr>
              <w:spacing w:after="0"/>
            </w:pPr>
            <w:r w:rsidRPr="00FE4876"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3D77B092" w14:textId="77777777" w:rsidTr="680B7317">
        <w:tc>
          <w:tcPr>
            <w:tcW w:w="9639" w:type="dxa"/>
          </w:tcPr>
          <w:p w14:paraId="55CD3BB0" w14:textId="77777777" w:rsidR="00D40A05" w:rsidRPr="00FE4876" w:rsidRDefault="00D40A05" w:rsidP="002612A3">
            <w:pPr>
              <w:spacing w:after="0"/>
            </w:pPr>
            <w:r w:rsidRPr="00FE4876">
              <w:t>Wstępna analiza finansowa sprawozdań finansowych (analiza pionowa i pozioma).</w:t>
            </w:r>
          </w:p>
        </w:tc>
      </w:tr>
      <w:tr w:rsidR="00D40A05" w:rsidRPr="009C54AE" w14:paraId="0C7700C1" w14:textId="77777777" w:rsidTr="680B7317">
        <w:tc>
          <w:tcPr>
            <w:tcW w:w="9639" w:type="dxa"/>
          </w:tcPr>
          <w:p w14:paraId="33BD9E84" w14:textId="77777777" w:rsidR="00D40A05" w:rsidRPr="00FE4876" w:rsidRDefault="00D40A05" w:rsidP="002612A3">
            <w:pPr>
              <w:spacing w:after="0"/>
            </w:pPr>
            <w:r w:rsidRPr="00FE4876">
              <w:t>Ocena wskaźnikowa (analiza płynności, rentowności, zadłużenia).</w:t>
            </w:r>
          </w:p>
        </w:tc>
      </w:tr>
      <w:tr w:rsidR="00D40A05" w:rsidRPr="009C54AE" w14:paraId="49A4A88A" w14:textId="77777777" w:rsidTr="680B7317">
        <w:tc>
          <w:tcPr>
            <w:tcW w:w="9639" w:type="dxa"/>
          </w:tcPr>
          <w:p w14:paraId="4C649493" w14:textId="77777777" w:rsidR="00D40A05" w:rsidRDefault="00D40A05" w:rsidP="002612A3">
            <w:pPr>
              <w:spacing w:after="0"/>
            </w:pPr>
            <w:r w:rsidRPr="00FE4876">
              <w:t>Analiza progu rentowności, Ocena efektywności inwestycji</w:t>
            </w:r>
          </w:p>
        </w:tc>
      </w:tr>
    </w:tbl>
    <w:p w14:paraId="4CE287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7543B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B4AE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A02C8D" w14:textId="04619EEF" w:rsidR="00D40A05" w:rsidRPr="00777571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777571">
        <w:rPr>
          <w:rFonts w:ascii="Corbel" w:hAnsi="Corbel"/>
          <w:b w:val="0"/>
          <w:smallCaps w:val="0"/>
          <w:sz w:val="22"/>
        </w:rPr>
        <w:t xml:space="preserve">Ćwiczenia </w:t>
      </w:r>
      <w:r w:rsidR="003F7C66">
        <w:rPr>
          <w:rFonts w:ascii="Corbel" w:hAnsi="Corbel"/>
          <w:b w:val="0"/>
          <w:smallCaps w:val="0"/>
          <w:sz w:val="22"/>
        </w:rPr>
        <w:t xml:space="preserve">laboratoryjne - </w:t>
      </w:r>
      <w:r>
        <w:rPr>
          <w:rFonts w:ascii="Corbel" w:hAnsi="Corbel"/>
          <w:b w:val="0"/>
          <w:smallCaps w:val="0"/>
          <w:sz w:val="22"/>
        </w:rPr>
        <w:t>projekt biznespla</w:t>
      </w:r>
      <w:r w:rsidR="003F7C66">
        <w:rPr>
          <w:rFonts w:ascii="Corbel" w:hAnsi="Corbel"/>
          <w:b w:val="0"/>
          <w:smallCaps w:val="0"/>
          <w:sz w:val="22"/>
        </w:rPr>
        <w:t>nu.</w:t>
      </w:r>
    </w:p>
    <w:p w14:paraId="73D9F74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F092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196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8B5F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D76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604C136" w14:textId="77777777" w:rsidTr="00C05F44">
        <w:tc>
          <w:tcPr>
            <w:tcW w:w="1985" w:type="dxa"/>
            <w:vAlign w:val="center"/>
          </w:tcPr>
          <w:p w14:paraId="08F487B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0840A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A4AB6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B5017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9089D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9C54AE" w14:paraId="71CF2F42" w14:textId="77777777" w:rsidTr="00C05F44">
        <w:tc>
          <w:tcPr>
            <w:tcW w:w="1985" w:type="dxa"/>
          </w:tcPr>
          <w:p w14:paraId="2F753917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F1C0697" w14:textId="69FC7484" w:rsidR="00987738" w:rsidRPr="00343585" w:rsidRDefault="00722391" w:rsidP="002612A3">
            <w:pPr>
              <w:spacing w:after="0"/>
            </w:pPr>
            <w:r w:rsidRPr="00343585">
              <w:t>kolokwium</w:t>
            </w:r>
          </w:p>
        </w:tc>
        <w:tc>
          <w:tcPr>
            <w:tcW w:w="2126" w:type="dxa"/>
          </w:tcPr>
          <w:p w14:paraId="3135A387" w14:textId="772D9BB8" w:rsidR="00987738" w:rsidRPr="00777571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2B57D140" w14:textId="77777777" w:rsidTr="00C05F44">
        <w:tc>
          <w:tcPr>
            <w:tcW w:w="1985" w:type="dxa"/>
          </w:tcPr>
          <w:p w14:paraId="3454E02D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728F916" w14:textId="6129801F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</w:tcPr>
          <w:p w14:paraId="39E8998F" w14:textId="7B210326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4E6346C9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56F8" w14:textId="77777777" w:rsidR="00987738" w:rsidRPr="009C54AE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5651" w14:textId="0251AD70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1C52" w14:textId="06F11F1A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62EED2BF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746B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202F" w14:textId="7C6C5BE4" w:rsidR="00987738" w:rsidRPr="00343585" w:rsidRDefault="00722391" w:rsidP="00987738">
            <w:pPr>
              <w:spacing w:after="0"/>
            </w:pPr>
            <w:r w:rsidRPr="00343585"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99D2" w14:textId="0DDE38CC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061B5326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D1D5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E086" w14:textId="23F6521E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502A" w14:textId="47C1667B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7B746A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D85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9EFD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D042200" w14:textId="77777777" w:rsidTr="680B7317">
        <w:tc>
          <w:tcPr>
            <w:tcW w:w="9670" w:type="dxa"/>
          </w:tcPr>
          <w:p w14:paraId="4E6F9FF7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Podstawą zaliczenia przedmiotu są trzy elementy składowe, w tym: </w:t>
            </w:r>
          </w:p>
          <w:p w14:paraId="2B58B4BA" w14:textId="5573111A" w:rsidR="00987738" w:rsidRPr="000F786B" w:rsidRDefault="00987738" w:rsidP="680B7317">
            <w:pPr>
              <w:spacing w:after="0"/>
              <w:rPr>
                <w:rFonts w:ascii="Corbel" w:hAnsi="Corbel"/>
              </w:rPr>
            </w:pPr>
            <w:r w:rsidRPr="680B7317">
              <w:rPr>
                <w:rFonts w:ascii="Corbel" w:hAnsi="Corbel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4BB5C2E5" w:rsidRPr="680B7317">
              <w:rPr>
                <w:rFonts w:ascii="Corbel" w:hAnsi="Corbel"/>
              </w:rPr>
              <w:t>. Warunkiem zaliczenia testu jest uzyskanie 51% punktów.</w:t>
            </w:r>
          </w:p>
          <w:p w14:paraId="051A0FED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2. P</w:t>
            </w:r>
            <w:r w:rsidRPr="000F786B">
              <w:rPr>
                <w:rFonts w:ascii="Corbel" w:hAnsi="Corbel"/>
                <w:bCs/>
              </w:rPr>
              <w:t>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53E1AE18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>Waga  wyżej wyszczególnionych składowych w ocenie końcowej</w:t>
            </w:r>
            <w:r w:rsidR="00F931C4">
              <w:rPr>
                <w:rFonts w:ascii="Corbel" w:hAnsi="Corbel"/>
                <w:bCs/>
              </w:rPr>
              <w:t xml:space="preserve"> wynosi odpowiednio dla punktów:</w:t>
            </w:r>
            <w:r w:rsidRPr="000F786B">
              <w:rPr>
                <w:rFonts w:ascii="Corbel" w:hAnsi="Corbel"/>
                <w:bCs/>
              </w:rPr>
              <w:tab/>
              <w:t xml:space="preserve">             </w:t>
            </w:r>
            <w:r>
              <w:rPr>
                <w:rFonts w:ascii="Corbel" w:hAnsi="Corbel"/>
                <w:bCs/>
              </w:rPr>
              <w:t xml:space="preserve">                   </w:t>
            </w:r>
            <w:r w:rsidRPr="000F786B">
              <w:rPr>
                <w:rFonts w:ascii="Corbel" w:hAnsi="Corbel"/>
                <w:bCs/>
              </w:rPr>
              <w:t xml:space="preserve">  1 - </w:t>
            </w:r>
            <w:r w:rsidR="00F931C4">
              <w:rPr>
                <w:rFonts w:ascii="Corbel" w:hAnsi="Corbel"/>
                <w:bCs/>
              </w:rPr>
              <w:t>30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13E0B500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2 - </w:t>
            </w:r>
            <w:r w:rsidR="00F931C4">
              <w:rPr>
                <w:rFonts w:ascii="Corbel" w:hAnsi="Corbel"/>
                <w:bCs/>
              </w:rPr>
              <w:t>70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2E8C7228" w14:textId="2D9141F1" w:rsidR="0085747A" w:rsidRPr="009C54AE" w:rsidRDefault="00987738" w:rsidP="680B7317">
            <w:pPr>
              <w:spacing w:after="0"/>
              <w:rPr>
                <w:rFonts w:ascii="Corbel" w:hAnsi="Corbel"/>
                <w:b/>
                <w:bCs/>
                <w:smallCaps/>
              </w:rPr>
            </w:pPr>
            <w:r w:rsidRPr="680B7317">
              <w:rPr>
                <w:rFonts w:ascii="Corbel" w:hAnsi="Corbel"/>
              </w:rPr>
              <w:t>Warunkiem uzyskania zaliczenia jest zgromadzenie 51 % punktów możliwych do zdobycia w w/w składowych.</w:t>
            </w:r>
          </w:p>
        </w:tc>
      </w:tr>
    </w:tbl>
    <w:p w14:paraId="029940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3B1BB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A267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1F26D4E" w14:textId="77777777" w:rsidTr="003E1941">
        <w:tc>
          <w:tcPr>
            <w:tcW w:w="4962" w:type="dxa"/>
            <w:vAlign w:val="center"/>
          </w:tcPr>
          <w:p w14:paraId="7B775ED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EBBAB" w14:textId="4B36B2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239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F5A43E" w14:textId="77777777" w:rsidTr="00923D7D">
        <w:tc>
          <w:tcPr>
            <w:tcW w:w="4962" w:type="dxa"/>
          </w:tcPr>
          <w:p w14:paraId="7C582F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91AE" w14:textId="77777777" w:rsidR="0085747A" w:rsidRPr="009C54AE" w:rsidRDefault="0037229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C61DC5" w:rsidRPr="009C54AE" w14:paraId="6A64B87F" w14:textId="77777777" w:rsidTr="00923D7D">
        <w:tc>
          <w:tcPr>
            <w:tcW w:w="4962" w:type="dxa"/>
          </w:tcPr>
          <w:p w14:paraId="59AAA4C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815B37" w14:textId="5EA5167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795016E" w14:textId="77777777" w:rsidR="00C61DC5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9E4AD73" w14:textId="77777777" w:rsidTr="00923D7D">
        <w:tc>
          <w:tcPr>
            <w:tcW w:w="4962" w:type="dxa"/>
          </w:tcPr>
          <w:p w14:paraId="3506C152" w14:textId="77777777" w:rsidR="00C61DC5" w:rsidRPr="009C54AE" w:rsidRDefault="00C61DC5" w:rsidP="001F2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4766B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F3330D1" w14:textId="77777777" w:rsidR="00C61DC5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7E3B5647" w14:textId="77777777" w:rsidTr="00923D7D">
        <w:tc>
          <w:tcPr>
            <w:tcW w:w="4962" w:type="dxa"/>
          </w:tcPr>
          <w:p w14:paraId="64DEE1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782BF6" w14:textId="77777777" w:rsidR="0085747A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AD82B6" w14:textId="77777777" w:rsidTr="00923D7D">
        <w:tc>
          <w:tcPr>
            <w:tcW w:w="4962" w:type="dxa"/>
          </w:tcPr>
          <w:p w14:paraId="4569E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E1C775" w14:textId="473B3A78" w:rsidR="0085747A" w:rsidRPr="0037229F" w:rsidRDefault="00440D03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C7C44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5243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E81A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F5E8A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7D63461" w14:textId="77777777" w:rsidTr="00722391">
        <w:trPr>
          <w:trHeight w:val="397"/>
        </w:trPr>
        <w:tc>
          <w:tcPr>
            <w:tcW w:w="2359" w:type="pct"/>
          </w:tcPr>
          <w:p w14:paraId="58F759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4395DF5" w14:textId="52EB4DD6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891782" w14:textId="77777777" w:rsidTr="00722391">
        <w:trPr>
          <w:trHeight w:val="397"/>
        </w:trPr>
        <w:tc>
          <w:tcPr>
            <w:tcW w:w="2359" w:type="pct"/>
          </w:tcPr>
          <w:p w14:paraId="7FA445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C16BE22" w14:textId="2815E8C7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57CB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237E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BE516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7E25CC" w14:textId="77777777" w:rsidTr="680B7317">
        <w:trPr>
          <w:trHeight w:val="397"/>
        </w:trPr>
        <w:tc>
          <w:tcPr>
            <w:tcW w:w="5000" w:type="pct"/>
          </w:tcPr>
          <w:p w14:paraId="54452DD0" w14:textId="77777777" w:rsidR="0037229F" w:rsidRDefault="0085747A" w:rsidP="00372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1.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 / Andrzej Tokarski, Maciej Tokarski, Jacek W</w:t>
            </w:r>
            <w:r w:rsidR="0037229F"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Warszawa : </w:t>
            </w:r>
            <w:proofErr w:type="spellStart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Sp. z oo., 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CFB5F26" w14:textId="3324FF93" w:rsidR="0037229F" w:rsidRPr="0037229F" w:rsidRDefault="7B1BA0C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2. </w:t>
            </w:r>
            <w:proofErr w:type="spellStart"/>
            <w:r w:rsidR="7868B31C" w:rsidRPr="680B7317">
              <w:rPr>
                <w:rFonts w:ascii="Corbel" w:hAnsi="Corbel"/>
                <w:b w:val="0"/>
                <w:smallCaps w:val="0"/>
              </w:rPr>
              <w:t>Hermaniuk</w:t>
            </w:r>
            <w:proofErr w:type="spellEnd"/>
            <w:r w:rsidR="7868B31C" w:rsidRPr="680B7317">
              <w:rPr>
                <w:rFonts w:ascii="Corbel" w:hAnsi="Corbel"/>
                <w:b w:val="0"/>
                <w:smallCaps w:val="0"/>
              </w:rPr>
              <w:t xml:space="preserve"> T., 2014, Biznesplan pytania i odpowiedzi, Wydawnictwo </w:t>
            </w:r>
            <w:proofErr w:type="spellStart"/>
            <w:r w:rsidR="7868B31C" w:rsidRPr="680B7317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7868B31C" w:rsidRPr="680B7317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2DF42497" w:rsidRPr="680B731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37303B7A" w14:textId="77777777" w:rsidTr="680B7317">
        <w:trPr>
          <w:trHeight w:val="397"/>
        </w:trPr>
        <w:tc>
          <w:tcPr>
            <w:tcW w:w="5000" w:type="pct"/>
          </w:tcPr>
          <w:p w14:paraId="1B150562" w14:textId="56086667" w:rsidR="0085747A" w:rsidRDefault="0085747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  <w:r>
              <w:br/>
            </w:r>
            <w:r w:rsidR="00346B4D" w:rsidRPr="680B7317">
              <w:rPr>
                <w:rFonts w:ascii="Corbel" w:hAnsi="Corbel"/>
                <w:b w:val="0"/>
                <w:smallCaps w:val="0"/>
              </w:rPr>
              <w:t>1.</w:t>
            </w:r>
            <w:r w:rsidR="4F7D8CFB" w:rsidRPr="680B7317">
              <w:rPr>
                <w:rFonts w:ascii="Corbel" w:hAnsi="Corbel"/>
                <w:b w:val="0"/>
                <w:smallCaps w:val="0"/>
              </w:rPr>
              <w:t xml:space="preserve"> </w:t>
            </w:r>
            <w:r w:rsidR="75448F74" w:rsidRPr="680B7317">
              <w:rPr>
                <w:rFonts w:ascii="Corbel" w:hAnsi="Corbel"/>
                <w:b w:val="0"/>
                <w:smallCaps w:val="0"/>
              </w:rPr>
              <w:t xml:space="preserve">Biznesplan: jak go budować i analizować / Krzysztof Opolski, Krzysztof Waśniewski. - Wyd. 5. - Warszawa: </w:t>
            </w:r>
            <w:proofErr w:type="spellStart"/>
            <w:r w:rsidR="75448F74" w:rsidRPr="680B7317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="75448F74" w:rsidRPr="680B7317">
              <w:rPr>
                <w:rFonts w:ascii="Corbel" w:hAnsi="Corbel"/>
                <w:b w:val="0"/>
                <w:smallCaps w:val="0"/>
              </w:rPr>
              <w:t>, 2017.</w:t>
            </w:r>
          </w:p>
          <w:p w14:paraId="6CB6ADA3" w14:textId="0AA9C93D" w:rsidR="0085747A" w:rsidRPr="009C54AE" w:rsidRDefault="00346B4D" w:rsidP="0037229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Tokarski A., Tokarski M., Wójcik J., 2013,  Jak solidnie przygotować profesjonalny biznesplan, Wyd.  </w:t>
            </w:r>
            <w:proofErr w:type="spellStart"/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Sp. z o.o. Warszawa</w:t>
            </w:r>
          </w:p>
        </w:tc>
      </w:tr>
    </w:tbl>
    <w:p w14:paraId="50669B8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6851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13DFF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BEA19" w14:textId="77777777" w:rsidR="00B81458" w:rsidRDefault="00B81458" w:rsidP="00C16ABF">
      <w:pPr>
        <w:spacing w:after="0" w:line="240" w:lineRule="auto"/>
      </w:pPr>
      <w:r>
        <w:separator/>
      </w:r>
    </w:p>
  </w:endnote>
  <w:endnote w:type="continuationSeparator" w:id="0">
    <w:p w14:paraId="38F3E118" w14:textId="77777777" w:rsidR="00B81458" w:rsidRDefault="00B814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4965D" w14:textId="77777777" w:rsidR="00B81458" w:rsidRDefault="00B81458" w:rsidP="00C16ABF">
      <w:pPr>
        <w:spacing w:after="0" w:line="240" w:lineRule="auto"/>
      </w:pPr>
      <w:r>
        <w:separator/>
      </w:r>
    </w:p>
  </w:footnote>
  <w:footnote w:type="continuationSeparator" w:id="0">
    <w:p w14:paraId="03533B96" w14:textId="77777777" w:rsidR="00B81458" w:rsidRDefault="00B8145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21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2AC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343"/>
    <w:rsid w:val="00346B4D"/>
    <w:rsid w:val="00346D3C"/>
    <w:rsid w:val="00346FE9"/>
    <w:rsid w:val="0034759A"/>
    <w:rsid w:val="003503F6"/>
    <w:rsid w:val="003530DD"/>
    <w:rsid w:val="00363F78"/>
    <w:rsid w:val="0037229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C66"/>
    <w:rsid w:val="00414E3C"/>
    <w:rsid w:val="0042244A"/>
    <w:rsid w:val="0042745A"/>
    <w:rsid w:val="00431D5C"/>
    <w:rsid w:val="004362C6"/>
    <w:rsid w:val="00437FA2"/>
    <w:rsid w:val="00440D03"/>
    <w:rsid w:val="00445970"/>
    <w:rsid w:val="00461EFC"/>
    <w:rsid w:val="004652C2"/>
    <w:rsid w:val="004706D1"/>
    <w:rsid w:val="00471326"/>
    <w:rsid w:val="0047598D"/>
    <w:rsid w:val="004766B2"/>
    <w:rsid w:val="004840FD"/>
    <w:rsid w:val="00490F7D"/>
    <w:rsid w:val="00491678"/>
    <w:rsid w:val="004968E2"/>
    <w:rsid w:val="004A3EEA"/>
    <w:rsid w:val="004A4D1F"/>
    <w:rsid w:val="004C6DA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AB7"/>
    <w:rsid w:val="006E5D65"/>
    <w:rsid w:val="006F1282"/>
    <w:rsid w:val="006F1FBC"/>
    <w:rsid w:val="006F31E2"/>
    <w:rsid w:val="00706544"/>
    <w:rsid w:val="007072BA"/>
    <w:rsid w:val="0071620A"/>
    <w:rsid w:val="0072239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35E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4D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FF1"/>
    <w:rsid w:val="009508DF"/>
    <w:rsid w:val="00950DAC"/>
    <w:rsid w:val="00954A07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F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82D"/>
    <w:rsid w:val="00AB053C"/>
    <w:rsid w:val="00AD1146"/>
    <w:rsid w:val="00AD27D3"/>
    <w:rsid w:val="00AD66D6"/>
    <w:rsid w:val="00AE1160"/>
    <w:rsid w:val="00AE203C"/>
    <w:rsid w:val="00AE2E74"/>
    <w:rsid w:val="00AE5E7C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458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AB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1C1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2B3A"/>
    <w:rsid w:val="00D352C9"/>
    <w:rsid w:val="00D40A05"/>
    <w:rsid w:val="00D425B2"/>
    <w:rsid w:val="00D428D6"/>
    <w:rsid w:val="00D53656"/>
    <w:rsid w:val="00D552B2"/>
    <w:rsid w:val="00D608D1"/>
    <w:rsid w:val="00D62D44"/>
    <w:rsid w:val="00D74119"/>
    <w:rsid w:val="00D746E2"/>
    <w:rsid w:val="00D8075B"/>
    <w:rsid w:val="00D8678B"/>
    <w:rsid w:val="00DA162D"/>
    <w:rsid w:val="00DA1CD6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E7C"/>
    <w:rsid w:val="00E960BB"/>
    <w:rsid w:val="00EA17B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7FD"/>
    <w:rsid w:val="00F83B28"/>
    <w:rsid w:val="00F931C4"/>
    <w:rsid w:val="00F95E3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170168"/>
    <w:rsid w:val="0FB157CA"/>
    <w:rsid w:val="19787207"/>
    <w:rsid w:val="247B89B7"/>
    <w:rsid w:val="2DF42497"/>
    <w:rsid w:val="381B3E6B"/>
    <w:rsid w:val="4BB5C2E5"/>
    <w:rsid w:val="4F7D8CFB"/>
    <w:rsid w:val="680B7317"/>
    <w:rsid w:val="75448F74"/>
    <w:rsid w:val="7868B31C"/>
    <w:rsid w:val="7B1BA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3510C"/>
  <w15:docId w15:val="{4D4EA4BF-108D-4E57-9985-58A419F0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03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03F0C"/>
  </w:style>
  <w:style w:type="character" w:customStyle="1" w:styleId="spellingerror">
    <w:name w:val="spellingerror"/>
    <w:basedOn w:val="Domylnaczcionkaakapitu"/>
    <w:rsid w:val="00A03F0C"/>
  </w:style>
  <w:style w:type="character" w:customStyle="1" w:styleId="eop">
    <w:name w:val="eop"/>
    <w:basedOn w:val="Domylnaczcionkaakapitu"/>
    <w:rsid w:val="00A03F0C"/>
  </w:style>
  <w:style w:type="character" w:styleId="Odwoaniedokomentarza">
    <w:name w:val="annotation reference"/>
    <w:basedOn w:val="Domylnaczcionkaakapitu"/>
    <w:uiPriority w:val="99"/>
    <w:semiHidden/>
    <w:unhideWhenUsed/>
    <w:rsid w:val="00D62D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2D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2D4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2D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2D4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6912D-4FD1-4762-BBED-8350E5B831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AABA78-E8A7-45BE-B004-33893155F4AE}"/>
</file>

<file path=customXml/itemProps3.xml><?xml version="1.0" encoding="utf-8"?>
<ds:datastoreItem xmlns:ds="http://schemas.openxmlformats.org/officeDocument/2006/customXml" ds:itemID="{97C399B5-5B53-4C99-9AFF-5FF9BFCDA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B37057-4B20-4A8A-B8B8-E771457F1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976</Words>
  <Characters>5858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30</cp:revision>
  <cp:lastPrinted>2019-02-06T12:12:00Z</cp:lastPrinted>
  <dcterms:created xsi:type="dcterms:W3CDTF">2020-10-26T15:30:00Z</dcterms:created>
  <dcterms:modified xsi:type="dcterms:W3CDTF">2022-02-04T09:25:00Z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