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263A5" w14:textId="7E837A3E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B28B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B28BC">
        <w:rPr>
          <w:rFonts w:ascii="Corbel" w:hAnsi="Corbel" w:cs="Corbel"/>
          <w:i/>
          <w:iCs/>
        </w:rPr>
        <w:t>7</w:t>
      </w:r>
      <w:r w:rsidR="009B28BC" w:rsidRPr="00A4341C">
        <w:rPr>
          <w:rFonts w:ascii="Corbel" w:hAnsi="Corbel" w:cs="Corbel"/>
          <w:i/>
          <w:iCs/>
        </w:rPr>
        <w:t>/20</w:t>
      </w:r>
      <w:r w:rsidR="009B28BC">
        <w:rPr>
          <w:rFonts w:ascii="Corbel" w:hAnsi="Corbel" w:cs="Corbel"/>
          <w:i/>
          <w:iCs/>
        </w:rPr>
        <w:t>23</w:t>
      </w: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52DAA7E6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 w:rsidR="006325BD">
        <w:rPr>
          <w:rFonts w:ascii="Corbel" w:hAnsi="Corbel"/>
          <w:smallCaps/>
          <w:sz w:val="24"/>
          <w:szCs w:val="24"/>
        </w:rPr>
        <w:t>3</w:t>
      </w:r>
      <w:r w:rsidRPr="004811C1">
        <w:rPr>
          <w:rFonts w:ascii="Corbel" w:hAnsi="Corbel"/>
          <w:smallCaps/>
          <w:sz w:val="24"/>
          <w:szCs w:val="24"/>
        </w:rPr>
        <w:t>-202</w:t>
      </w:r>
      <w:r w:rsidR="006325BD">
        <w:rPr>
          <w:rFonts w:ascii="Corbel" w:hAnsi="Corbel"/>
          <w:smallCaps/>
          <w:sz w:val="24"/>
          <w:szCs w:val="24"/>
        </w:rPr>
        <w:t>5</w:t>
      </w:r>
    </w:p>
    <w:p w14:paraId="72A46852" w14:textId="53A43BBF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</w:t>
      </w:r>
      <w:r w:rsidR="006325BD">
        <w:rPr>
          <w:rFonts w:ascii="Corbel" w:hAnsi="Corbel"/>
          <w:sz w:val="20"/>
          <w:szCs w:val="20"/>
        </w:rPr>
        <w:t>4</w:t>
      </w:r>
      <w:r w:rsidRPr="004811C1">
        <w:rPr>
          <w:rFonts w:ascii="Corbel" w:hAnsi="Corbel"/>
          <w:sz w:val="20"/>
          <w:szCs w:val="20"/>
        </w:rPr>
        <w:t>/202</w:t>
      </w:r>
      <w:r w:rsidR="006325BD">
        <w:rPr>
          <w:rFonts w:ascii="Corbel" w:hAnsi="Corbel"/>
          <w:sz w:val="20"/>
          <w:szCs w:val="20"/>
        </w:rPr>
        <w:t>5</w:t>
      </w:r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CA187E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071E0D69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</w:t>
            </w:r>
            <w:proofErr w:type="spellStart"/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EiZSP</w:t>
            </w:r>
            <w:proofErr w:type="spellEnd"/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/C-1.1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33E06947" w:rsidR="0085747A" w:rsidRPr="009C54AE" w:rsidRDefault="00CA187E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28E18DE1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461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B819C8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5E94FCE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325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347CB02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24A40044" w:rsidR="00015B8F" w:rsidRPr="009C54AE" w:rsidRDefault="00CA1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4B1195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18D9E5F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  <w:r w:rsidR="003D0B72">
              <w:rPr>
                <w:rFonts w:ascii="Corbel" w:hAnsi="Corbel"/>
                <w:b w:val="0"/>
                <w:smallCaps w:val="0"/>
                <w:szCs w:val="24"/>
              </w:rPr>
              <w:t>, realizując projekty na rzecz środowiska społecznego</w:t>
            </w:r>
          </w:p>
        </w:tc>
        <w:tc>
          <w:tcPr>
            <w:tcW w:w="1865" w:type="dxa"/>
          </w:tcPr>
          <w:p w14:paraId="1D11A149" w14:textId="77777777" w:rsid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  <w:p w14:paraId="32E92D64" w14:textId="2D093728" w:rsidR="003D0B72" w:rsidRPr="00465BFA" w:rsidRDefault="003D0B72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0B7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14F586DA" w:rsidR="0085747A" w:rsidRPr="009C54AE" w:rsidRDefault="00C61DC5" w:rsidP="009B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40A9E3A4" w:rsidR="0085747A" w:rsidRPr="009C54AE" w:rsidRDefault="00CA187E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3D5188D8" w:rsidR="00C61DC5" w:rsidRPr="009C54AE" w:rsidRDefault="00CA187E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0DD682AC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D3C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633DB899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E4099" w14:textId="77777777" w:rsidR="003E5082" w:rsidRDefault="003E5082" w:rsidP="00C16ABF">
      <w:pPr>
        <w:spacing w:after="0" w:line="240" w:lineRule="auto"/>
      </w:pPr>
      <w:r>
        <w:separator/>
      </w:r>
    </w:p>
  </w:endnote>
  <w:endnote w:type="continuationSeparator" w:id="0">
    <w:p w14:paraId="0693F281" w14:textId="77777777" w:rsidR="003E5082" w:rsidRDefault="003E50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6F145" w14:textId="77777777" w:rsidR="003E5082" w:rsidRDefault="003E5082" w:rsidP="00C16ABF">
      <w:pPr>
        <w:spacing w:after="0" w:line="240" w:lineRule="auto"/>
      </w:pPr>
      <w:r>
        <w:separator/>
      </w:r>
    </w:p>
  </w:footnote>
  <w:footnote w:type="continuationSeparator" w:id="0">
    <w:p w14:paraId="223FF67A" w14:textId="77777777" w:rsidR="003E5082" w:rsidRDefault="003E5082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934"/>
    <w:rsid w:val="0001573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E0C8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D2E"/>
    <w:rsid w:val="002F4ABE"/>
    <w:rsid w:val="003018BA"/>
    <w:rsid w:val="0030395F"/>
    <w:rsid w:val="00305C92"/>
    <w:rsid w:val="003151C5"/>
    <w:rsid w:val="00324870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0B72"/>
    <w:rsid w:val="003D18A9"/>
    <w:rsid w:val="003D6CE2"/>
    <w:rsid w:val="003E1941"/>
    <w:rsid w:val="003E2FE6"/>
    <w:rsid w:val="003E49D5"/>
    <w:rsid w:val="003E5082"/>
    <w:rsid w:val="003F205D"/>
    <w:rsid w:val="003F38C0"/>
    <w:rsid w:val="003F6E1D"/>
    <w:rsid w:val="00414E3C"/>
    <w:rsid w:val="00416CFE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325BD"/>
    <w:rsid w:val="00647FA8"/>
    <w:rsid w:val="00650C5F"/>
    <w:rsid w:val="00654934"/>
    <w:rsid w:val="006620D9"/>
    <w:rsid w:val="00671958"/>
    <w:rsid w:val="00675843"/>
    <w:rsid w:val="00696477"/>
    <w:rsid w:val="006C758D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B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DA9"/>
    <w:rsid w:val="00A12240"/>
    <w:rsid w:val="00A155EE"/>
    <w:rsid w:val="00A2245B"/>
    <w:rsid w:val="00A30110"/>
    <w:rsid w:val="00A36899"/>
    <w:rsid w:val="00A371F6"/>
    <w:rsid w:val="00A43BF6"/>
    <w:rsid w:val="00A461AC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87E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103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  <w15:docId w15:val="{FDA56340-824D-4670-B9CC-3A844D96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B5082-9100-4B4C-9C69-C95E13343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B5C705-3E7C-4EA0-9047-C0AC5E445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2022-06-07T07:26:00Z</dcterms:created>
  <dcterms:modified xsi:type="dcterms:W3CDTF">2023-05-11T10:35:00Z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