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2AFC5" w14:textId="77777777" w:rsidR="00976999" w:rsidRPr="00E960BB" w:rsidRDefault="00CD6897" w:rsidP="00976999">
      <w:pPr>
        <w:spacing w:line="240" w:lineRule="auto"/>
        <w:jc w:val="right"/>
        <w:rPr>
          <w:rFonts w:ascii="Corbel" w:hAnsi="Corbel"/>
          <w:bCs/>
          <w:i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976999" w:rsidRPr="00E960BB">
        <w:rPr>
          <w:rFonts w:ascii="Corbel" w:hAnsi="Corbel"/>
          <w:bCs/>
          <w:i/>
        </w:rPr>
        <w:t xml:space="preserve">Załącznik nr 1.5 do Zarządzenia Rektora UR  nr </w:t>
      </w:r>
      <w:r w:rsidR="00976999">
        <w:rPr>
          <w:rFonts w:ascii="Corbel" w:hAnsi="Corbel"/>
          <w:bCs/>
          <w:i/>
        </w:rPr>
        <w:t>7</w:t>
      </w:r>
      <w:r w:rsidR="00976999" w:rsidRPr="00E960BB">
        <w:rPr>
          <w:rFonts w:ascii="Corbel" w:hAnsi="Corbel"/>
          <w:bCs/>
          <w:i/>
        </w:rPr>
        <w:t>/20</w:t>
      </w:r>
      <w:r w:rsidR="00976999">
        <w:rPr>
          <w:rFonts w:ascii="Corbel" w:hAnsi="Corbel"/>
          <w:bCs/>
          <w:i/>
        </w:rPr>
        <w:t>23</w:t>
      </w:r>
    </w:p>
    <w:p w14:paraId="3566A0F3" w14:textId="29B71162" w:rsidR="006E5D65" w:rsidRDefault="006E5D6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1F02566D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11DB3">
        <w:rPr>
          <w:rFonts w:ascii="Corbel" w:hAnsi="Corbel"/>
          <w:i/>
          <w:smallCaps/>
          <w:sz w:val="24"/>
          <w:szCs w:val="24"/>
        </w:rPr>
        <w:t>202</w:t>
      </w:r>
      <w:r w:rsidR="00510324">
        <w:rPr>
          <w:rFonts w:ascii="Corbel" w:hAnsi="Corbel"/>
          <w:i/>
          <w:smallCaps/>
          <w:sz w:val="24"/>
          <w:szCs w:val="24"/>
        </w:rPr>
        <w:t>3</w:t>
      </w:r>
      <w:r w:rsidR="00111DB3">
        <w:rPr>
          <w:rFonts w:ascii="Corbel" w:hAnsi="Corbel"/>
          <w:i/>
          <w:smallCaps/>
          <w:sz w:val="24"/>
          <w:szCs w:val="24"/>
        </w:rPr>
        <w:t>-202</w:t>
      </w:r>
      <w:r w:rsidR="00510324">
        <w:rPr>
          <w:rFonts w:ascii="Corbel" w:hAnsi="Corbel"/>
          <w:i/>
          <w:smallCaps/>
          <w:sz w:val="24"/>
          <w:szCs w:val="24"/>
        </w:rPr>
        <w:t>6</w:t>
      </w:r>
    </w:p>
    <w:p w14:paraId="40183FC3" w14:textId="0A841024" w:rsidR="00445970" w:rsidRPr="00771BAA" w:rsidRDefault="00011A59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510324">
        <w:rPr>
          <w:rFonts w:ascii="Corbel" w:hAnsi="Corbel"/>
          <w:sz w:val="20"/>
          <w:szCs w:val="20"/>
        </w:rPr>
        <w:t>5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510324">
        <w:rPr>
          <w:rFonts w:ascii="Corbel" w:hAnsi="Corbel"/>
          <w:sz w:val="20"/>
          <w:szCs w:val="20"/>
        </w:rPr>
        <w:t>6</w:t>
      </w:r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38FA48B" w:rsidR="007975CE" w:rsidRPr="00827798" w:rsidRDefault="00011A59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E/I/EiZSP/C-1.10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06A72FCC" w:rsidR="007975CE" w:rsidRPr="00827798" w:rsidRDefault="008920E3" w:rsidP="008920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FA493ED" w:rsidR="00015B8F" w:rsidRPr="00827798" w:rsidRDefault="008920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61D177AE" w:rsidR="00015B8F" w:rsidRPr="00827798" w:rsidRDefault="00011A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D55CE00" w:rsidR="009C54AE" w:rsidRPr="00827798" w:rsidRDefault="00011A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(casestudy)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4EC9CB81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Ćwiczenia – prezentacja mu</w:t>
      </w:r>
      <w:r w:rsidR="00011A59">
        <w:rPr>
          <w:rFonts w:ascii="Corbel" w:hAnsi="Corbel"/>
          <w:sz w:val="24"/>
          <w:szCs w:val="24"/>
        </w:rPr>
        <w:t xml:space="preserve">ltimedialna, filmy tematyczne, </w:t>
      </w:r>
      <w:r w:rsidRPr="00827798">
        <w:rPr>
          <w:rFonts w:ascii="Corbel" w:hAnsi="Corbel"/>
          <w:sz w:val="24"/>
          <w:szCs w:val="24"/>
        </w:rPr>
        <w:t>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5799C30F" w14:textId="2E90F007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0955000F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1CEFE5D1" w14:textId="77777777" w:rsidR="00F22808" w:rsidRDefault="00F22808" w:rsidP="00BE3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  <w:p w14:paraId="64C464D1" w14:textId="3A503667" w:rsidR="00011A59" w:rsidRPr="00827798" w:rsidRDefault="00011A59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20BE0A3C" w:rsidR="00BE3D8F" w:rsidRPr="00827798" w:rsidRDefault="00BE3D8F" w:rsidP="00976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827798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0305B88" w14:textId="59A3AD8F" w:rsidR="00BE3D8F" w:rsidRPr="00827798" w:rsidRDefault="008920E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5342788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27E491E8" w:rsidR="00BE3D8F" w:rsidRPr="00827798" w:rsidRDefault="008920E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615F084D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0D24EB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>Kasprzak R. Fundusze unijne szansą na rozwój małych i średnich przedsiębiorstw. Budżet na lata 2014-2020, Wyd. OnePress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3F047" w14:textId="77777777" w:rsidR="00912F88" w:rsidRDefault="00912F88" w:rsidP="00C16ABF">
      <w:pPr>
        <w:spacing w:after="0" w:line="240" w:lineRule="auto"/>
      </w:pPr>
      <w:r>
        <w:separator/>
      </w:r>
    </w:p>
  </w:endnote>
  <w:endnote w:type="continuationSeparator" w:id="0">
    <w:p w14:paraId="1D0DEEA1" w14:textId="77777777" w:rsidR="00912F88" w:rsidRDefault="00912F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0B5A4" w14:textId="77777777" w:rsidR="00912F88" w:rsidRDefault="00912F88" w:rsidP="00C16ABF">
      <w:pPr>
        <w:spacing w:after="0" w:line="240" w:lineRule="auto"/>
      </w:pPr>
      <w:r>
        <w:separator/>
      </w:r>
    </w:p>
  </w:footnote>
  <w:footnote w:type="continuationSeparator" w:id="0">
    <w:p w14:paraId="76A8566F" w14:textId="77777777" w:rsidR="00912F88" w:rsidRDefault="00912F8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805"/>
    <w:rsid w:val="000048FD"/>
    <w:rsid w:val="000077B4"/>
    <w:rsid w:val="00011A5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11DB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E5"/>
    <w:rsid w:val="0050496F"/>
    <w:rsid w:val="00505744"/>
    <w:rsid w:val="00510324"/>
    <w:rsid w:val="00513B6F"/>
    <w:rsid w:val="00517C63"/>
    <w:rsid w:val="005363C4"/>
    <w:rsid w:val="00536BDE"/>
    <w:rsid w:val="00543ACC"/>
    <w:rsid w:val="0056696D"/>
    <w:rsid w:val="0058248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34DB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0BF8"/>
    <w:rsid w:val="00884922"/>
    <w:rsid w:val="00885F64"/>
    <w:rsid w:val="008917F9"/>
    <w:rsid w:val="008920E3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2F88"/>
    <w:rsid w:val="00916188"/>
    <w:rsid w:val="00923D7D"/>
    <w:rsid w:val="009508DF"/>
    <w:rsid w:val="00950DAC"/>
    <w:rsid w:val="00954A07"/>
    <w:rsid w:val="00976999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E69AF07F-D1FB-46AA-9026-52942B2C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3C224-1B5B-4F76-A243-FF7E6196A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E6A9D4-867E-4D50-ADBC-9C6C1014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2020-10-06T11:17:00Z</dcterms:created>
  <dcterms:modified xsi:type="dcterms:W3CDTF">2023-04-28T07:42:00Z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