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397E2" w14:textId="77777777" w:rsidR="00212265" w:rsidRPr="00E960BB" w:rsidRDefault="00CD6897" w:rsidP="0021226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12265" w:rsidRPr="00E960BB">
        <w:rPr>
          <w:rFonts w:ascii="Corbel" w:hAnsi="Corbel"/>
          <w:bCs/>
          <w:i/>
        </w:rPr>
        <w:t xml:space="preserve">Załącznik nr 1.5 do Zarządzenia Rektora UR  nr </w:t>
      </w:r>
      <w:r w:rsidR="00212265">
        <w:rPr>
          <w:rFonts w:ascii="Corbel" w:hAnsi="Corbel"/>
          <w:bCs/>
          <w:i/>
        </w:rPr>
        <w:t>7</w:t>
      </w:r>
      <w:r w:rsidR="00212265" w:rsidRPr="00E960BB">
        <w:rPr>
          <w:rFonts w:ascii="Corbel" w:hAnsi="Corbel"/>
          <w:bCs/>
          <w:i/>
        </w:rPr>
        <w:t>/20</w:t>
      </w:r>
      <w:r w:rsidR="00212265">
        <w:rPr>
          <w:rFonts w:ascii="Corbel" w:hAnsi="Corbel"/>
          <w:bCs/>
          <w:i/>
        </w:rPr>
        <w:t>23</w:t>
      </w:r>
    </w:p>
    <w:p w14:paraId="2AC2BE04" w14:textId="4B3BB7B6" w:rsidR="006E5D65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86D8E6" w14:textId="77777777" w:rsidR="00212265" w:rsidRPr="00E960BB" w:rsidRDefault="002122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6D98F372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CE2682">
        <w:rPr>
          <w:rFonts w:ascii="Corbel" w:hAnsi="Corbel"/>
          <w:i/>
          <w:smallCaps/>
          <w:sz w:val="24"/>
          <w:szCs w:val="24"/>
        </w:rPr>
        <w:t>2024-2027</w:t>
      </w:r>
    </w:p>
    <w:p w14:paraId="4B87A039" w14:textId="6081C128" w:rsidR="00445970" w:rsidRPr="00EA4832" w:rsidRDefault="002876D9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 w:rsidR="00CE2682">
        <w:rPr>
          <w:rFonts w:ascii="Corbel" w:hAnsi="Corbel"/>
          <w:sz w:val="20"/>
          <w:szCs w:val="20"/>
        </w:rPr>
        <w:t>6</w:t>
      </w:r>
      <w:r w:rsidR="00D66098">
        <w:rPr>
          <w:rFonts w:ascii="Corbel" w:hAnsi="Corbel"/>
          <w:sz w:val="20"/>
          <w:szCs w:val="20"/>
        </w:rPr>
        <w:t>/202</w:t>
      </w:r>
      <w:r w:rsidR="00CE2682">
        <w:rPr>
          <w:rFonts w:ascii="Corbel" w:hAnsi="Corbel"/>
          <w:sz w:val="20"/>
          <w:szCs w:val="20"/>
        </w:rPr>
        <w:t>7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6E4642BA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E/I/EiZSP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Pr="00666D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37ED8D74" w:rsidR="0085747A" w:rsidRPr="009C54AE" w:rsidRDefault="00CC11B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6FEF340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38B438B3" w:rsidR="00015B8F" w:rsidRPr="009C54AE" w:rsidRDefault="002876D9" w:rsidP="002876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6B4A3AC6" w:rsidR="00015B8F" w:rsidRPr="009C54AE" w:rsidRDefault="00CC11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1DE69FFB" w:rsidR="009026B1" w:rsidRPr="009C54AE" w:rsidRDefault="009026B1" w:rsidP="002122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0F59893F" w:rsidR="009026B1" w:rsidRPr="009C54AE" w:rsidRDefault="00CC11BE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43596BEE" w:rsidR="009026B1" w:rsidRPr="009C54AE" w:rsidRDefault="00CC11BE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BDD6C" w14:textId="77777777" w:rsidR="004F7349" w:rsidRDefault="004F7349" w:rsidP="00C16ABF">
      <w:pPr>
        <w:spacing w:after="0" w:line="240" w:lineRule="auto"/>
      </w:pPr>
      <w:r>
        <w:separator/>
      </w:r>
    </w:p>
  </w:endnote>
  <w:endnote w:type="continuationSeparator" w:id="0">
    <w:p w14:paraId="1B7009E6" w14:textId="77777777" w:rsidR="004F7349" w:rsidRDefault="004F73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395A8" w14:textId="77777777" w:rsidR="004F7349" w:rsidRDefault="004F7349" w:rsidP="00C16ABF">
      <w:pPr>
        <w:spacing w:after="0" w:line="240" w:lineRule="auto"/>
      </w:pPr>
      <w:r>
        <w:separator/>
      </w:r>
    </w:p>
  </w:footnote>
  <w:footnote w:type="continuationSeparator" w:id="0">
    <w:p w14:paraId="1D89232D" w14:textId="77777777" w:rsidR="004F7349" w:rsidRDefault="004F7349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A7A0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1F7B3D"/>
    <w:rsid w:val="002122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6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7349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C4FA6"/>
    <w:rsid w:val="006D050F"/>
    <w:rsid w:val="006D0AD4"/>
    <w:rsid w:val="006D1E90"/>
    <w:rsid w:val="006D3D8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289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071A"/>
    <w:rsid w:val="00C85F03"/>
    <w:rsid w:val="00C94B98"/>
    <w:rsid w:val="00CA2B96"/>
    <w:rsid w:val="00CA5089"/>
    <w:rsid w:val="00CA56E5"/>
    <w:rsid w:val="00CC11BE"/>
    <w:rsid w:val="00CD6897"/>
    <w:rsid w:val="00CE268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3294609B-4275-4A4E-8B99-CF240851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64341-DE92-424D-96EE-B8C775AA3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B833D2-C4AE-462F-876D-78E39A86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871</Words>
  <Characters>5230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2020-11-17T18:59:00Z</dcterms:created>
  <dcterms:modified xsi:type="dcterms:W3CDTF">2024-07-12T11:25:00Z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