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73B972D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9013E">
        <w:rPr>
          <w:rFonts w:ascii="Corbel" w:hAnsi="Corbel"/>
          <w:i/>
          <w:smallCaps/>
          <w:sz w:val="24"/>
          <w:szCs w:val="24"/>
        </w:rPr>
        <w:t>2024-2026</w:t>
      </w:r>
    </w:p>
    <w:p w14:paraId="33F18A7C" w14:textId="7AD9B788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D9013E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D9013E">
        <w:rPr>
          <w:rFonts w:ascii="Corbel" w:hAnsi="Corbel"/>
          <w:sz w:val="20"/>
          <w:szCs w:val="20"/>
        </w:rPr>
        <w:t>6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  <w:bookmarkStart w:id="0" w:name="_GoBack"/>
            <w:bookmarkEnd w:id="0"/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0A8B6857" w:rsidR="005E4F35" w:rsidRPr="009C54AE" w:rsidRDefault="008B03E0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56C9A323" w:rsidR="00015B8F" w:rsidRPr="009C54AE" w:rsidRDefault="00832B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63764F23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10A6A9B0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3D01EC3E" w:rsidR="00015B8F" w:rsidRPr="009C54AE" w:rsidRDefault="002A587C" w:rsidP="6BC43901">
            <w:pPr>
              <w:pStyle w:val="centralniewrubryce"/>
              <w:spacing w:before="0" w:after="0"/>
            </w:pPr>
            <w: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682BBCD3" w:rsidR="00E960BB" w:rsidRDefault="00B8531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E5131F" w14:textId="77777777" w:rsidR="0032403D" w:rsidRPr="009C54AE" w:rsidRDefault="0032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2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689CE2C5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32403D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2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036C0B70" w:rsidR="00431895" w:rsidRPr="009C54AE" w:rsidRDefault="008D32BE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32403D">
        <w:trPr>
          <w:trHeight w:val="324"/>
        </w:trPr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11E73B26" w14:textId="77777777" w:rsidR="000E1437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2A587C">
              <w:rPr>
                <w:rFonts w:ascii="Corbel" w:hAnsi="Corbel"/>
                <w:b w:val="0"/>
                <w:smallCaps w:val="0"/>
              </w:rPr>
              <w:t>egzaminu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2A587C">
              <w:rPr>
                <w:rFonts w:ascii="Corbel" w:hAnsi="Corbel"/>
                <w:b w:val="0"/>
                <w:smallCaps w:val="0"/>
              </w:rPr>
              <w:t xml:space="preserve">Zaliczenie z ćwiczeń po uzyskaniu 51% punktów z kolokwium pisemnego.  </w:t>
            </w:r>
            <w:r w:rsidR="00DE425D"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2A587C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E1437" w14:paraId="77958C2B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D4DFAB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0E1437" w14:paraId="12DAFFA5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F2F40F0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0E1437" w14:paraId="46D01FBC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68E2937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0E1437" w14:paraId="73A6B8AC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95E59C5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0E1437" w14:paraId="662E8E5F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E07A414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6E50194B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2C4D526F" w:rsidR="006F1E63" w:rsidRPr="009C54AE" w:rsidRDefault="00823C0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243FFAB5" w:rsidR="006F1E63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75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9806F94" w:rsidR="0085747A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3007C563" w14:textId="77777777" w:rsidR="001D448A" w:rsidRPr="002A587C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4A13B5BA" w:rsidR="002A587C" w:rsidRPr="00053FAD" w:rsidRDefault="002A587C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rynkowych, Oficyna Wydawnicza Politechniki Rzeszowskiej im. Ignacego Łukasiewicza,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227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73F55" w14:textId="77777777" w:rsidR="002A0F18" w:rsidRDefault="002A0F18" w:rsidP="00C16ABF">
      <w:pPr>
        <w:spacing w:after="0" w:line="240" w:lineRule="auto"/>
      </w:pPr>
      <w:r>
        <w:separator/>
      </w:r>
    </w:p>
  </w:endnote>
  <w:endnote w:type="continuationSeparator" w:id="0">
    <w:p w14:paraId="66F27996" w14:textId="77777777" w:rsidR="002A0F18" w:rsidRDefault="002A0F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96884" w14:textId="77777777" w:rsidR="002A0F18" w:rsidRDefault="002A0F18" w:rsidP="00C16ABF">
      <w:pPr>
        <w:spacing w:after="0" w:line="240" w:lineRule="auto"/>
      </w:pPr>
      <w:r>
        <w:separator/>
      </w:r>
    </w:p>
  </w:footnote>
  <w:footnote w:type="continuationSeparator" w:id="0">
    <w:p w14:paraId="5601D159" w14:textId="77777777" w:rsidR="002A0F18" w:rsidRDefault="002A0F1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7CD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E1437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0F18"/>
    <w:rsid w:val="002A22BF"/>
    <w:rsid w:val="002A2389"/>
    <w:rsid w:val="002A587C"/>
    <w:rsid w:val="002A671D"/>
    <w:rsid w:val="002B4D55"/>
    <w:rsid w:val="002B5EA0"/>
    <w:rsid w:val="002B6119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2403D"/>
    <w:rsid w:val="0033054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0A9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56596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26D31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EA"/>
    <w:rsid w:val="00823C05"/>
    <w:rsid w:val="00832B55"/>
    <w:rsid w:val="008449B3"/>
    <w:rsid w:val="008552A2"/>
    <w:rsid w:val="0085747A"/>
    <w:rsid w:val="00884922"/>
    <w:rsid w:val="00885F64"/>
    <w:rsid w:val="008917F9"/>
    <w:rsid w:val="00893786"/>
    <w:rsid w:val="008A45F7"/>
    <w:rsid w:val="008B03E0"/>
    <w:rsid w:val="008C0CC0"/>
    <w:rsid w:val="008C19A9"/>
    <w:rsid w:val="008C379D"/>
    <w:rsid w:val="008C5147"/>
    <w:rsid w:val="008C5359"/>
    <w:rsid w:val="008C5363"/>
    <w:rsid w:val="008D32BE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7E9B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85315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6949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013E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187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7053F-9161-4C9E-8089-0F7493FA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2024-02-05T17:37:00Z</dcterms:created>
  <dcterms:modified xsi:type="dcterms:W3CDTF">2024-07-15T11:15:00Z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