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DFCFD" w14:textId="03C0B93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57238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A57238">
        <w:rPr>
          <w:rFonts w:ascii="Corbel" w:hAnsi="Corbel"/>
          <w:bCs/>
          <w:i/>
          <w:sz w:val="24"/>
          <w:szCs w:val="24"/>
        </w:rPr>
        <w:t>7</w:t>
      </w:r>
      <w:r w:rsidR="00A57238" w:rsidRPr="00291907">
        <w:rPr>
          <w:rFonts w:ascii="Corbel" w:hAnsi="Corbel"/>
          <w:bCs/>
          <w:i/>
          <w:sz w:val="24"/>
          <w:szCs w:val="24"/>
        </w:rPr>
        <w:t>/20</w:t>
      </w:r>
      <w:r w:rsidR="00A57238">
        <w:rPr>
          <w:rFonts w:ascii="Corbel" w:hAnsi="Corbel"/>
          <w:bCs/>
          <w:i/>
          <w:sz w:val="24"/>
          <w:szCs w:val="24"/>
        </w:rPr>
        <w:t>23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71E79D4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85FAA">
        <w:rPr>
          <w:rFonts w:ascii="Corbel" w:hAnsi="Corbel"/>
          <w:i/>
          <w:smallCaps/>
          <w:sz w:val="24"/>
          <w:szCs w:val="24"/>
        </w:rPr>
        <w:t>2024-2027</w:t>
      </w:r>
    </w:p>
    <w:p w14:paraId="660D9CAB" w14:textId="26B18F8D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885FAA">
        <w:rPr>
          <w:rFonts w:ascii="Corbel" w:hAnsi="Corbel"/>
          <w:sz w:val="20"/>
          <w:szCs w:val="20"/>
        </w:rPr>
        <w:t>5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885FAA">
        <w:rPr>
          <w:rFonts w:ascii="Corbel" w:hAnsi="Corbel"/>
          <w:sz w:val="20"/>
          <w:szCs w:val="20"/>
        </w:rPr>
        <w:t>6</w:t>
      </w:r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083C115D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E01A4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47A18BC4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6EE216E8" w:rsidR="006702ED" w:rsidRPr="009C54AE" w:rsidRDefault="006847A2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UR,</w:t>
            </w:r>
            <w:r w:rsidR="006702ED"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2B16BC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2B16BC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6BDF8045" w:rsidR="00015B8F" w:rsidRPr="009C54AE" w:rsidRDefault="00601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7D792A76" w:rsidR="00015B8F" w:rsidRPr="009C54AE" w:rsidRDefault="00617F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B16BC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C55FBF">
        <w:rPr>
          <w:rStyle w:val="normaltextrun"/>
          <w:rFonts w:ascii="Wingdings" w:eastAsia="Wingdings" w:hAnsi="Wingdings" w:cs="Wingdings"/>
        </w:rPr>
        <w:t></w:t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r w:rsidRPr="00C55FBF">
        <w:rPr>
          <w:rStyle w:val="spellingerror"/>
          <w:rFonts w:ascii="Corbel" w:hAnsi="Corbel"/>
        </w:rPr>
        <w:t>Teams)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0F49E" w14:textId="77777777" w:rsidR="00855ACF" w:rsidRDefault="00855ACF" w:rsidP="00855AC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5E352C0F" w14:textId="38E83369" w:rsidR="00855ACF" w:rsidRDefault="00855ACF" w:rsidP="00855AC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3F091591" w14:textId="77777777" w:rsidR="00855ACF" w:rsidRDefault="00855ACF" w:rsidP="00855ACF">
      <w:pPr>
        <w:pStyle w:val="Punktygwne"/>
        <w:spacing w:before="0" w:after="0"/>
        <w:rPr>
          <w:rFonts w:ascii="Corbel" w:hAnsi="Corbel"/>
          <w:szCs w:val="24"/>
        </w:rPr>
      </w:pP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7D10E8" w:rsidRPr="009C54AE" w14:paraId="618578FC" w14:textId="77777777" w:rsidTr="581A4538">
        <w:tc>
          <w:tcPr>
            <w:tcW w:w="1681" w:type="dxa"/>
          </w:tcPr>
          <w:p w14:paraId="7C0CD7B6" w14:textId="3742CEAB" w:rsidR="007D10E8" w:rsidRPr="009C54AE" w:rsidRDefault="007D10E8" w:rsidP="007D1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3BC6A3D" w14:textId="18FF5462" w:rsidR="007D10E8" w:rsidRPr="00E6563D" w:rsidRDefault="007D10E8" w:rsidP="007D10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446939" w14:textId="1654FA69" w:rsidR="007D10E8" w:rsidRPr="002E2C01" w:rsidRDefault="007D10E8" w:rsidP="007D10E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573BD3AD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347DDF" w14:textId="51CDAEAD" w:rsidR="00AA5151" w:rsidRDefault="00AA5151" w:rsidP="00AA515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5151" w:rsidRPr="009C54AE" w14:paraId="4502DFCC" w14:textId="77777777" w:rsidTr="00EE358F">
        <w:tc>
          <w:tcPr>
            <w:tcW w:w="9520" w:type="dxa"/>
          </w:tcPr>
          <w:p w14:paraId="0B5B34BD" w14:textId="77777777" w:rsidR="00AA5151" w:rsidRPr="009C54AE" w:rsidRDefault="00AA5151" w:rsidP="00EE358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5151" w:rsidRPr="009C54AE" w14:paraId="19222472" w14:textId="77777777" w:rsidTr="00EE358F">
        <w:tc>
          <w:tcPr>
            <w:tcW w:w="9520" w:type="dxa"/>
          </w:tcPr>
          <w:p w14:paraId="1A50643C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2F15715A" w14:textId="77777777" w:rsidTr="00EE358F">
        <w:tc>
          <w:tcPr>
            <w:tcW w:w="9520" w:type="dxa"/>
          </w:tcPr>
          <w:p w14:paraId="4DDCEA4D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7657C058" w14:textId="77777777" w:rsidTr="00EE358F">
        <w:tc>
          <w:tcPr>
            <w:tcW w:w="9520" w:type="dxa"/>
          </w:tcPr>
          <w:p w14:paraId="64AA5A51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4B84AC7C" w14:textId="77777777" w:rsidTr="00EE358F">
        <w:tc>
          <w:tcPr>
            <w:tcW w:w="9520" w:type="dxa"/>
          </w:tcPr>
          <w:p w14:paraId="1F7AF7E4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33BB6520" w14:textId="77777777" w:rsidTr="00EE358F">
        <w:tc>
          <w:tcPr>
            <w:tcW w:w="9520" w:type="dxa"/>
          </w:tcPr>
          <w:p w14:paraId="3BD9F5E7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62DB37D7" w14:textId="77777777" w:rsidTr="00EE358F">
        <w:tc>
          <w:tcPr>
            <w:tcW w:w="9520" w:type="dxa"/>
          </w:tcPr>
          <w:p w14:paraId="37235E08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AA5151" w:rsidRPr="009C54AE" w14:paraId="2A9B8868" w14:textId="77777777" w:rsidTr="00EE358F">
        <w:tc>
          <w:tcPr>
            <w:tcW w:w="9520" w:type="dxa"/>
          </w:tcPr>
          <w:p w14:paraId="0EFA1245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68CCCAB9" w14:textId="77777777" w:rsidTr="00EE358F">
        <w:tc>
          <w:tcPr>
            <w:tcW w:w="9520" w:type="dxa"/>
          </w:tcPr>
          <w:p w14:paraId="2BCCBF1F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5AB2F471" w14:textId="1E588BD6" w:rsidR="00AA5151" w:rsidRPr="00AA5151" w:rsidRDefault="00AA5151" w:rsidP="00AA5151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5F96317" w14:textId="77777777" w:rsidR="00AA5151" w:rsidRPr="009C54AE" w:rsidRDefault="00AA5151" w:rsidP="00AA515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2A8F87C" w14:textId="6C82286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C50F33" w14:textId="77777777" w:rsidR="00AB406A" w:rsidRPr="009C54AE" w:rsidRDefault="00AB406A" w:rsidP="00AB406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406A" w:rsidRPr="009C54AE" w14:paraId="39FD3BEB" w14:textId="77777777" w:rsidTr="00EE358F">
        <w:tc>
          <w:tcPr>
            <w:tcW w:w="9520" w:type="dxa"/>
          </w:tcPr>
          <w:p w14:paraId="47E51256" w14:textId="77777777" w:rsidR="00AB406A" w:rsidRPr="009C54AE" w:rsidRDefault="00AB406A" w:rsidP="00EE358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406A" w:rsidRPr="009C54AE" w14:paraId="1DDB3BA8" w14:textId="77777777" w:rsidTr="00EE358F">
        <w:tc>
          <w:tcPr>
            <w:tcW w:w="9520" w:type="dxa"/>
          </w:tcPr>
          <w:p w14:paraId="42F07592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69376FDC" w14:textId="77777777" w:rsidTr="00EE358F">
        <w:tc>
          <w:tcPr>
            <w:tcW w:w="9520" w:type="dxa"/>
          </w:tcPr>
          <w:p w14:paraId="7E8C58CB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262AF207" w14:textId="77777777" w:rsidTr="00EE358F">
        <w:tc>
          <w:tcPr>
            <w:tcW w:w="9520" w:type="dxa"/>
          </w:tcPr>
          <w:p w14:paraId="0ECB3E8A" w14:textId="77777777" w:rsidR="00AB406A" w:rsidRPr="00E42D65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przedsiębiorstwa.</w:t>
            </w:r>
          </w:p>
        </w:tc>
      </w:tr>
      <w:tr w:rsidR="00AB406A" w:rsidRPr="009C54AE" w14:paraId="34221129" w14:textId="77777777" w:rsidTr="00EE358F">
        <w:tc>
          <w:tcPr>
            <w:tcW w:w="9520" w:type="dxa"/>
          </w:tcPr>
          <w:p w14:paraId="5893AB5E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760195A" w14:textId="77777777" w:rsidTr="00EE358F">
        <w:tc>
          <w:tcPr>
            <w:tcW w:w="9520" w:type="dxa"/>
          </w:tcPr>
          <w:p w14:paraId="19F92DD6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3A82BBF3" w14:textId="77777777" w:rsidTr="00EE358F">
        <w:tc>
          <w:tcPr>
            <w:tcW w:w="9520" w:type="dxa"/>
          </w:tcPr>
          <w:p w14:paraId="0CB9446D" w14:textId="77777777" w:rsidR="00AB406A" w:rsidRPr="009968D9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461ED36F" w14:textId="77777777" w:rsidTr="00EE358F">
        <w:tc>
          <w:tcPr>
            <w:tcW w:w="9520" w:type="dxa"/>
          </w:tcPr>
          <w:p w14:paraId="44713584" w14:textId="77777777" w:rsidR="00AB406A" w:rsidRPr="009968D9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F96B1AE" w14:textId="77777777" w:rsidTr="00EE358F">
        <w:tc>
          <w:tcPr>
            <w:tcW w:w="9520" w:type="dxa"/>
          </w:tcPr>
          <w:p w14:paraId="27A211EE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44DEACC9" w14:textId="77777777" w:rsidTr="00EE358F">
        <w:tc>
          <w:tcPr>
            <w:tcW w:w="9520" w:type="dxa"/>
          </w:tcPr>
          <w:p w14:paraId="232B0800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24F53E68" w14:textId="77777777" w:rsidTr="00EE358F">
        <w:tc>
          <w:tcPr>
            <w:tcW w:w="9520" w:type="dxa"/>
          </w:tcPr>
          <w:p w14:paraId="2D976B1F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201A98B" w14:textId="77777777" w:rsidTr="00EE358F">
        <w:tc>
          <w:tcPr>
            <w:tcW w:w="9520" w:type="dxa"/>
          </w:tcPr>
          <w:p w14:paraId="6F67F3D2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52047A95" w14:textId="77777777" w:rsidTr="00EE358F">
        <w:tc>
          <w:tcPr>
            <w:tcW w:w="9520" w:type="dxa"/>
          </w:tcPr>
          <w:p w14:paraId="14D1DC7E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B406A" w:rsidRPr="009C54AE" w14:paraId="6A81F026" w14:textId="77777777" w:rsidTr="00EE358F">
        <w:tc>
          <w:tcPr>
            <w:tcW w:w="9520" w:type="dxa"/>
          </w:tcPr>
          <w:p w14:paraId="10DF8870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B406A" w:rsidRPr="009C54AE" w14:paraId="549BE25B" w14:textId="77777777" w:rsidTr="00EE358F">
        <w:tc>
          <w:tcPr>
            <w:tcW w:w="9520" w:type="dxa"/>
          </w:tcPr>
          <w:p w14:paraId="15E6DC3E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AB406A" w:rsidRPr="009C54AE" w14:paraId="05F31608" w14:textId="77777777" w:rsidTr="00EE358F">
        <w:tc>
          <w:tcPr>
            <w:tcW w:w="9520" w:type="dxa"/>
          </w:tcPr>
          <w:p w14:paraId="7B47A0DC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>
              <w:rPr>
                <w:rFonts w:ascii="Corbel" w:hAnsi="Corbel"/>
                <w:sz w:val="24"/>
                <w:szCs w:val="24"/>
              </w:rPr>
              <w:t>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85566F6" w14:textId="77777777" w:rsidR="00AB406A" w:rsidRPr="00AB406A" w:rsidRDefault="00AB406A" w:rsidP="00AB406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4D2B935" w14:textId="788BB50E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praca grupowa,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70ED" w:rsidRPr="009C54AE" w14:paraId="08B782AC" w14:textId="77777777" w:rsidTr="581A4538">
        <w:tc>
          <w:tcPr>
            <w:tcW w:w="1962" w:type="dxa"/>
          </w:tcPr>
          <w:p w14:paraId="2391A8E2" w14:textId="20293DE8" w:rsidR="002270ED" w:rsidRPr="009C54AE" w:rsidRDefault="002270ED" w:rsidP="002270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608B980" w14:textId="6938BECD" w:rsidR="002270ED" w:rsidRPr="00603281" w:rsidRDefault="002270ED" w:rsidP="002270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ocena prezentowanego stanowiska, opinii</w:t>
            </w:r>
          </w:p>
        </w:tc>
        <w:tc>
          <w:tcPr>
            <w:tcW w:w="2117" w:type="dxa"/>
          </w:tcPr>
          <w:p w14:paraId="37C12BBB" w14:textId="40FCB04A" w:rsidR="002270ED" w:rsidRDefault="002270ED" w:rsidP="002270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580A3F3E">
        <w:tc>
          <w:tcPr>
            <w:tcW w:w="9670" w:type="dxa"/>
          </w:tcPr>
          <w:p w14:paraId="4B3BAC13" w14:textId="057571A5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744D9E6F" w14:textId="5546DDB8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– pracy pisemnej, na ocenę pozytywną student musi uzyskać 51% wym</w:t>
            </w:r>
            <w:r w:rsidRPr="580A3F3E">
              <w:rPr>
                <w:rFonts w:ascii="Corbel" w:eastAsia="Corbel" w:hAnsi="Corbel" w:cs="Corbel"/>
                <w:sz w:val="24"/>
                <w:szCs w:val="24"/>
              </w:rPr>
              <w:t>aganych punktów,</w:t>
            </w: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7D5AF777" w14:textId="0150E88F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 także prac indywidualnych i zespołowych oraz obecności na zajęciach.</w:t>
            </w:r>
          </w:p>
          <w:p w14:paraId="6A92BC47" w14:textId="249105C1" w:rsidR="0085747A" w:rsidRPr="002537CD" w:rsidRDefault="580A3F3E" w:rsidP="580A3F3E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 pisemny (podstawą oceny pozytywnej jest uzyskanie 51% wymaganych punktów).  51%- 60%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138F4B34" w:rsidR="0085747A" w:rsidRPr="009C54AE" w:rsidRDefault="00C61DC5" w:rsidP="00A572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7C2FA1A1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46051145" w:rsidR="00C61DC5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17F0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57D91448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1DB17900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5D3E69" w14:textId="417C0A31" w:rsidR="00704CA0" w:rsidRPr="00D078C8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2FCC5" w14:textId="77777777" w:rsidR="00FB09BC" w:rsidRDefault="00FB09BC" w:rsidP="00C16ABF">
      <w:pPr>
        <w:spacing w:after="0" w:line="240" w:lineRule="auto"/>
      </w:pPr>
      <w:r>
        <w:separator/>
      </w:r>
    </w:p>
  </w:endnote>
  <w:endnote w:type="continuationSeparator" w:id="0">
    <w:p w14:paraId="37EEA559" w14:textId="77777777" w:rsidR="00FB09BC" w:rsidRDefault="00FB09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85EE1" w14:textId="77777777" w:rsidR="00FB09BC" w:rsidRDefault="00FB09BC" w:rsidP="00C16ABF">
      <w:pPr>
        <w:spacing w:after="0" w:line="240" w:lineRule="auto"/>
      </w:pPr>
      <w:r>
        <w:separator/>
      </w:r>
    </w:p>
  </w:footnote>
  <w:footnote w:type="continuationSeparator" w:id="0">
    <w:p w14:paraId="61401C0F" w14:textId="77777777" w:rsidR="00FB09BC" w:rsidRDefault="00FB09B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6764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0ED"/>
    <w:rsid w:val="002278A9"/>
    <w:rsid w:val="002336F9"/>
    <w:rsid w:val="0024028F"/>
    <w:rsid w:val="00244ABC"/>
    <w:rsid w:val="002537CD"/>
    <w:rsid w:val="00281FF2"/>
    <w:rsid w:val="002857DE"/>
    <w:rsid w:val="00291567"/>
    <w:rsid w:val="00295AA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2D23"/>
    <w:rsid w:val="003151C5"/>
    <w:rsid w:val="0032714E"/>
    <w:rsid w:val="003343CF"/>
    <w:rsid w:val="00346FE9"/>
    <w:rsid w:val="0034759A"/>
    <w:rsid w:val="003503F6"/>
    <w:rsid w:val="00350DA8"/>
    <w:rsid w:val="003530DD"/>
    <w:rsid w:val="00363F78"/>
    <w:rsid w:val="003A0A5B"/>
    <w:rsid w:val="003A1176"/>
    <w:rsid w:val="003A1A8E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3A0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8386D"/>
    <w:rsid w:val="006847A2"/>
    <w:rsid w:val="00684EBA"/>
    <w:rsid w:val="00696477"/>
    <w:rsid w:val="006D050F"/>
    <w:rsid w:val="006D6139"/>
    <w:rsid w:val="006E01A4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0E8"/>
    <w:rsid w:val="007D6E56"/>
    <w:rsid w:val="007E3605"/>
    <w:rsid w:val="007F4155"/>
    <w:rsid w:val="0081554D"/>
    <w:rsid w:val="0081707E"/>
    <w:rsid w:val="00827895"/>
    <w:rsid w:val="008449B3"/>
    <w:rsid w:val="008552A2"/>
    <w:rsid w:val="00855ACF"/>
    <w:rsid w:val="0085747A"/>
    <w:rsid w:val="00884922"/>
    <w:rsid w:val="00885F64"/>
    <w:rsid w:val="00885FA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3B8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7B1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238"/>
    <w:rsid w:val="00A601C8"/>
    <w:rsid w:val="00A60799"/>
    <w:rsid w:val="00A84C85"/>
    <w:rsid w:val="00A97DE1"/>
    <w:rsid w:val="00AA5151"/>
    <w:rsid w:val="00AB053C"/>
    <w:rsid w:val="00AB40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36F6E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D709F"/>
    <w:rsid w:val="00DE09C0"/>
    <w:rsid w:val="00DE4A14"/>
    <w:rsid w:val="00DF320D"/>
    <w:rsid w:val="00DF71C8"/>
    <w:rsid w:val="00E06924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09BC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B16BCA8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0A3F3E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68AB4-1919-40EC-85FC-A90C1A2D9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EC388F-217D-45F5-905E-D24CE33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917</Words>
  <Characters>5507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2019-02-06T12:12:00Z</cp:lastPrinted>
  <dcterms:created xsi:type="dcterms:W3CDTF">2020-10-18T14:22:00Z</dcterms:created>
  <dcterms:modified xsi:type="dcterms:W3CDTF">2024-07-12T09:22:00Z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