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5F073FDC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650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316500">
        <w:rPr>
          <w:rFonts w:ascii="Corbel" w:hAnsi="Corbel" w:cs="Corbel"/>
          <w:i/>
          <w:iCs/>
        </w:rPr>
        <w:t>7</w:t>
      </w:r>
      <w:r w:rsidR="00316500" w:rsidRPr="00A4341C">
        <w:rPr>
          <w:rFonts w:ascii="Corbel" w:hAnsi="Corbel" w:cs="Corbel"/>
          <w:i/>
          <w:iCs/>
        </w:rPr>
        <w:t>/20</w:t>
      </w:r>
      <w:r w:rsidR="00316500">
        <w:rPr>
          <w:rFonts w:ascii="Corbel" w:hAnsi="Corbel" w:cs="Corbel"/>
          <w:i/>
          <w:iCs/>
        </w:rPr>
        <w:t>23</w:t>
      </w:r>
    </w:p>
    <w:p w14:paraId="7AF851B7" w14:textId="77777777" w:rsidR="00316500" w:rsidRPr="00E960BB" w:rsidRDefault="00316500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2A1DEC2B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A511E7">
        <w:rPr>
          <w:rFonts w:ascii="Corbel" w:hAnsi="Corbel"/>
          <w:i/>
          <w:smallCaps/>
          <w:sz w:val="24"/>
          <w:szCs w:val="24"/>
        </w:rPr>
        <w:t>2024-2026</w:t>
      </w:r>
      <w:bookmarkStart w:id="0" w:name="_GoBack"/>
      <w:bookmarkEnd w:id="0"/>
    </w:p>
    <w:p w14:paraId="72FC7CA8" w14:textId="26B43DFE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A511E7">
        <w:rPr>
          <w:rFonts w:ascii="Corbel" w:hAnsi="Corbel" w:cs="Corbel"/>
          <w:sz w:val="20"/>
          <w:szCs w:val="20"/>
        </w:rPr>
        <w:t>4</w:t>
      </w:r>
      <w:r w:rsidRPr="00A2307F">
        <w:rPr>
          <w:rFonts w:ascii="Corbel" w:hAnsi="Corbel" w:cs="Corbel"/>
          <w:sz w:val="20"/>
          <w:szCs w:val="20"/>
        </w:rPr>
        <w:t>-202</w:t>
      </w:r>
      <w:r w:rsidR="00A511E7">
        <w:rPr>
          <w:rFonts w:ascii="Corbel" w:hAnsi="Corbel" w:cs="Corbel"/>
          <w:sz w:val="20"/>
          <w:szCs w:val="20"/>
        </w:rPr>
        <w:t>5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3358E3">
              <w:rPr>
                <w:rFonts w:ascii="Corbel" w:hAnsi="Corbel" w:cs="Corbel"/>
                <w:lang w:val="de-DE"/>
              </w:rPr>
              <w:t>GFiR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E57E5B6" w:rsidR="00B332EC" w:rsidRPr="00A40AEA" w:rsidRDefault="00F22E4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7BA350C3" w:rsidR="00B332EC" w:rsidRPr="009C54AE" w:rsidRDefault="00F22E4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3B4E55AC" w:rsidR="00B332EC" w:rsidRPr="009C54AE" w:rsidRDefault="00B332EC" w:rsidP="00316500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z</w:t>
            </w:r>
            <w:r w:rsidR="00316500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CD71120" w14:textId="285C0CE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DEE4B0B" w:rsidR="00B332EC" w:rsidRPr="009C54AE" w:rsidRDefault="00F22E4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940EB" w14:textId="77777777" w:rsidR="0001730A" w:rsidRDefault="0001730A" w:rsidP="00C16ABF">
      <w:pPr>
        <w:spacing w:after="0" w:line="240" w:lineRule="auto"/>
      </w:pPr>
      <w:r>
        <w:separator/>
      </w:r>
    </w:p>
  </w:endnote>
  <w:endnote w:type="continuationSeparator" w:id="0">
    <w:p w14:paraId="0CDC6F20" w14:textId="77777777" w:rsidR="0001730A" w:rsidRDefault="000173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A891C" w14:textId="77777777" w:rsidR="0001730A" w:rsidRDefault="0001730A" w:rsidP="00C16ABF">
      <w:pPr>
        <w:spacing w:after="0" w:line="240" w:lineRule="auto"/>
      </w:pPr>
      <w:r>
        <w:separator/>
      </w:r>
    </w:p>
  </w:footnote>
  <w:footnote w:type="continuationSeparator" w:id="0">
    <w:p w14:paraId="230DCB1D" w14:textId="77777777" w:rsidR="0001730A" w:rsidRDefault="0001730A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30A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BD"/>
    <w:rsid w:val="002D3375"/>
    <w:rsid w:val="002D73D4"/>
    <w:rsid w:val="002F02A3"/>
    <w:rsid w:val="002F4ABE"/>
    <w:rsid w:val="003018BA"/>
    <w:rsid w:val="0030395F"/>
    <w:rsid w:val="00305C92"/>
    <w:rsid w:val="003151C5"/>
    <w:rsid w:val="00316500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18E0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B48D8"/>
    <w:rsid w:val="007C1022"/>
    <w:rsid w:val="007C3299"/>
    <w:rsid w:val="007C3BCC"/>
    <w:rsid w:val="007C4546"/>
    <w:rsid w:val="007D0CC9"/>
    <w:rsid w:val="007D6E56"/>
    <w:rsid w:val="007F4155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11E7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AA3"/>
    <w:rsid w:val="00B22BDE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616F9"/>
    <w:rsid w:val="00D73A17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2E4B"/>
    <w:rsid w:val="00F25643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708CE-2205-4927-9264-57BE88781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1757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2019-02-06T12:12:00Z</cp:lastPrinted>
  <dcterms:created xsi:type="dcterms:W3CDTF">2020-12-20T05:54:00Z</dcterms:created>
  <dcterms:modified xsi:type="dcterms:W3CDTF">2024-07-18T10:35:00Z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