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11FCD" w14:textId="428F7C3B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069B5" w:rsidRPr="00D350D9">
        <w:rPr>
          <w:rFonts w:ascii="Corbel" w:hAnsi="Corbel"/>
          <w:bCs/>
          <w:i/>
        </w:rPr>
        <w:t xml:space="preserve">Załącznik nr 1.5 do Zarządzenia Rektora UR  nr </w:t>
      </w:r>
      <w:r w:rsidR="00B069B5">
        <w:rPr>
          <w:rFonts w:ascii="Corbel" w:hAnsi="Corbel"/>
          <w:bCs/>
          <w:i/>
        </w:rPr>
        <w:t>7</w:t>
      </w:r>
      <w:r w:rsidR="00B069B5" w:rsidRPr="00D350D9">
        <w:rPr>
          <w:rFonts w:ascii="Corbel" w:hAnsi="Corbel"/>
          <w:bCs/>
          <w:i/>
        </w:rPr>
        <w:t>/20</w:t>
      </w:r>
      <w:r w:rsidR="00B069B5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024E63BE" w:rsidR="00FE065C" w:rsidRPr="00523E1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459AA">
        <w:rPr>
          <w:rFonts w:ascii="Corbel" w:hAnsi="Corbel"/>
          <w:b/>
          <w:smallCaps/>
          <w:sz w:val="24"/>
          <w:szCs w:val="24"/>
        </w:rPr>
        <w:t>2024-2026</w:t>
      </w:r>
    </w:p>
    <w:p w14:paraId="7846E9AA" w14:textId="7F32E801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459A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6459AA">
        <w:rPr>
          <w:rFonts w:ascii="Corbel" w:hAnsi="Corbel"/>
          <w:sz w:val="20"/>
          <w:szCs w:val="20"/>
        </w:rPr>
        <w:t>2026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040180" w14:textId="7853C07A" w:rsidR="00FE065C" w:rsidRPr="009C54AE" w:rsidRDefault="00523E1C" w:rsidP="00523E1C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536D0"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536D0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D536D0"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 w:rsidR="00D536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536D0"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 w:rsidR="00D536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536D0"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159DB8B4" w:rsidR="00BB14EA" w:rsidRPr="009C54AE" w:rsidRDefault="00BB14EA" w:rsidP="00B069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26A4A5F7" w14:textId="77777777" w:rsidR="00127C0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  <w:p w14:paraId="4DFA2840" w14:textId="77BA9D91" w:rsidR="00523E1C" w:rsidRPr="007C587C" w:rsidRDefault="00523E1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Bernardelli M., Decewicz A., Tomczyk A., Ekonometria i badania operacyjne: zbiór zadań, PWN Warszawa 2021.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24F5F" w14:textId="77777777" w:rsidR="00A61F6D" w:rsidRDefault="00A61F6D" w:rsidP="00FE065C">
      <w:pPr>
        <w:spacing w:after="0" w:line="240" w:lineRule="auto"/>
      </w:pPr>
      <w:r>
        <w:separator/>
      </w:r>
    </w:p>
  </w:endnote>
  <w:endnote w:type="continuationSeparator" w:id="0">
    <w:p w14:paraId="3DCB3DA4" w14:textId="77777777" w:rsidR="00A61F6D" w:rsidRDefault="00A61F6D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65DEF" w14:textId="77777777" w:rsidR="00A61F6D" w:rsidRDefault="00A61F6D" w:rsidP="00FE065C">
      <w:pPr>
        <w:spacing w:after="0" w:line="240" w:lineRule="auto"/>
      </w:pPr>
      <w:r>
        <w:separator/>
      </w:r>
    </w:p>
  </w:footnote>
  <w:footnote w:type="continuationSeparator" w:id="0">
    <w:p w14:paraId="34FF7E35" w14:textId="77777777" w:rsidR="00A61F6D" w:rsidRDefault="00A61F6D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917908">
    <w:abstractNumId w:val="1"/>
  </w:num>
  <w:num w:numId="2" w16cid:durableId="1210068471">
    <w:abstractNumId w:val="0"/>
  </w:num>
  <w:num w:numId="3" w16cid:durableId="790829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23E1C"/>
    <w:rsid w:val="005B24CC"/>
    <w:rsid w:val="00604F3E"/>
    <w:rsid w:val="006459AA"/>
    <w:rsid w:val="0067133E"/>
    <w:rsid w:val="007C587C"/>
    <w:rsid w:val="00832A76"/>
    <w:rsid w:val="0083487F"/>
    <w:rsid w:val="008D2822"/>
    <w:rsid w:val="00950B36"/>
    <w:rsid w:val="00983B74"/>
    <w:rsid w:val="009C0EBC"/>
    <w:rsid w:val="00A61F6D"/>
    <w:rsid w:val="00A741F5"/>
    <w:rsid w:val="00AF5BDB"/>
    <w:rsid w:val="00B069B5"/>
    <w:rsid w:val="00B47CB6"/>
    <w:rsid w:val="00B87972"/>
    <w:rsid w:val="00B92EFF"/>
    <w:rsid w:val="00BB14EA"/>
    <w:rsid w:val="00CB5F63"/>
    <w:rsid w:val="00D063CE"/>
    <w:rsid w:val="00D13722"/>
    <w:rsid w:val="00D42E0A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Małgorzata Stec</cp:lastModifiedBy>
  <cp:revision>32</cp:revision>
  <dcterms:created xsi:type="dcterms:W3CDTF">2020-10-22T16:06:00Z</dcterms:created>
  <dcterms:modified xsi:type="dcterms:W3CDTF">2024-11-22T12:55:00Z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