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B01A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5D1E9714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0662">
        <w:rPr>
          <w:rFonts w:ascii="Corbel" w:hAnsi="Corbel"/>
          <w:b/>
          <w:bCs/>
          <w:smallCaps/>
          <w:sz w:val="21"/>
          <w:szCs w:val="21"/>
        </w:rPr>
        <w:t>2022-2025</w:t>
      </w:r>
    </w:p>
    <w:p w14:paraId="3826388B" w14:textId="23C2674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90662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090662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50C2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50C2F">
              <w:rPr>
                <w:rFonts w:ascii="Corbel" w:hAnsi="Corbel"/>
                <w:b w:val="0"/>
                <w:sz w:val="24"/>
                <w:szCs w:val="24"/>
              </w:rPr>
              <w:t>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0BC76EBD" w:rsidR="0085747A" w:rsidRPr="009C54AE" w:rsidRDefault="00F92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12DA26F3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6E124346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 xml:space="preserve">Wykład: wykład z prezentacją multimedialną przy użyciu platformy MS </w:t>
      </w:r>
      <w:proofErr w:type="spellStart"/>
      <w:r w:rsidRPr="00867179">
        <w:rPr>
          <w:rFonts w:ascii="Corbel" w:hAnsi="Corbel"/>
          <w:sz w:val="24"/>
          <w:szCs w:val="24"/>
        </w:rPr>
        <w:t>Teams</w:t>
      </w:r>
      <w:proofErr w:type="spellEnd"/>
      <w:r w:rsidRPr="00867179">
        <w:rPr>
          <w:rFonts w:ascii="Corbel" w:hAnsi="Corbel"/>
          <w:sz w:val="24"/>
          <w:szCs w:val="24"/>
        </w:rPr>
        <w:t>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 xml:space="preserve">przy użyciu platformy MS </w:t>
      </w:r>
      <w:proofErr w:type="spellStart"/>
      <w:r w:rsidRPr="00867179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0FACFADF" w:rsidR="0085747A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0ECB1591" w:rsidR="00C61DC5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90EAB" w14:textId="77777777" w:rsidR="00E9176D" w:rsidRDefault="00E9176D" w:rsidP="00C16ABF">
      <w:pPr>
        <w:spacing w:after="0" w:line="240" w:lineRule="auto"/>
      </w:pPr>
      <w:r>
        <w:separator/>
      </w:r>
    </w:p>
  </w:endnote>
  <w:endnote w:type="continuationSeparator" w:id="0">
    <w:p w14:paraId="7729A218" w14:textId="77777777" w:rsidR="00E9176D" w:rsidRDefault="00E917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902F9" w14:textId="77777777" w:rsidR="00E9176D" w:rsidRDefault="00E9176D" w:rsidP="00C16ABF">
      <w:pPr>
        <w:spacing w:after="0" w:line="240" w:lineRule="auto"/>
      </w:pPr>
      <w:r>
        <w:separator/>
      </w:r>
    </w:p>
  </w:footnote>
  <w:footnote w:type="continuationSeparator" w:id="0">
    <w:p w14:paraId="273AA09E" w14:textId="77777777" w:rsidR="00E9176D" w:rsidRDefault="00E9176D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066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E09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B1CF1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B28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5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176D"/>
    <w:rsid w:val="00E960BB"/>
    <w:rsid w:val="00E967B6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2BA2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4360E-35F0-4448-A7DC-44E59BA55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2021-01-15T08:53:00Z</dcterms:created>
  <dcterms:modified xsi:type="dcterms:W3CDTF">2022-02-10T10:36:00Z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