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A5A03" w14:textId="1FDAFFCC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C0FE8" w:rsidRPr="00E960BB">
        <w:rPr>
          <w:rFonts w:ascii="Corbel" w:hAnsi="Corbel"/>
          <w:bCs/>
          <w:i/>
        </w:rPr>
        <w:t xml:space="preserve">Załącznik nr 1.5 do Zarządzenia Rektora UR  nr </w:t>
      </w:r>
      <w:r w:rsidR="00CC0FE8">
        <w:rPr>
          <w:rFonts w:ascii="Corbel" w:hAnsi="Corbel"/>
          <w:bCs/>
          <w:i/>
        </w:rPr>
        <w:t>7</w:t>
      </w:r>
      <w:r w:rsidR="00CC0FE8" w:rsidRPr="00E960BB">
        <w:rPr>
          <w:rFonts w:ascii="Corbel" w:hAnsi="Corbel"/>
          <w:bCs/>
          <w:i/>
        </w:rPr>
        <w:t>/20</w:t>
      </w:r>
      <w:r w:rsidR="00CC0FE8">
        <w:rPr>
          <w:rFonts w:ascii="Corbel" w:hAnsi="Corbel"/>
          <w:bCs/>
          <w:i/>
        </w:rPr>
        <w:t>23</w:t>
      </w:r>
    </w:p>
    <w:p w14:paraId="5C9C047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9C5541" w14:textId="6860A6CB" w:rsidR="0085747A" w:rsidRDefault="0071620A" w:rsidP="007E777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65230">
        <w:rPr>
          <w:rFonts w:ascii="Corbel" w:hAnsi="Corbel"/>
          <w:b/>
          <w:smallCaps/>
          <w:sz w:val="24"/>
          <w:szCs w:val="24"/>
        </w:rPr>
        <w:t>2024-2026</w:t>
      </w:r>
    </w:p>
    <w:p w14:paraId="0E7F7276" w14:textId="5AB99C25" w:rsidR="00445970" w:rsidRPr="00EA4832" w:rsidRDefault="00445970" w:rsidP="007E777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E7772">
        <w:rPr>
          <w:rFonts w:ascii="Corbel" w:hAnsi="Corbel"/>
          <w:sz w:val="20"/>
          <w:szCs w:val="20"/>
        </w:rPr>
        <w:t>202</w:t>
      </w:r>
      <w:r w:rsidR="00765230">
        <w:rPr>
          <w:rFonts w:ascii="Corbel" w:hAnsi="Corbel"/>
          <w:sz w:val="20"/>
          <w:szCs w:val="20"/>
        </w:rPr>
        <w:t>4</w:t>
      </w:r>
      <w:r w:rsidR="00703B8C">
        <w:rPr>
          <w:rFonts w:ascii="Corbel" w:hAnsi="Corbel"/>
          <w:sz w:val="20"/>
          <w:szCs w:val="20"/>
        </w:rPr>
        <w:t>/</w:t>
      </w:r>
      <w:r w:rsidR="007E7772">
        <w:rPr>
          <w:rFonts w:ascii="Corbel" w:hAnsi="Corbel"/>
          <w:sz w:val="20"/>
          <w:szCs w:val="20"/>
        </w:rPr>
        <w:t>202</w:t>
      </w:r>
      <w:r w:rsidR="00765230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4A56D62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62AC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B6CE45" w14:textId="77777777" w:rsidTr="00B819C8">
        <w:tc>
          <w:tcPr>
            <w:tcW w:w="2694" w:type="dxa"/>
            <w:vAlign w:val="center"/>
          </w:tcPr>
          <w:p w14:paraId="648825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1903E2" w14:textId="1CC264FA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pieniężna</w:t>
            </w:r>
          </w:p>
        </w:tc>
      </w:tr>
      <w:tr w:rsidR="0085747A" w:rsidRPr="009C54AE" w14:paraId="625FBC7B" w14:textId="77777777" w:rsidTr="00B819C8">
        <w:tc>
          <w:tcPr>
            <w:tcW w:w="2694" w:type="dxa"/>
            <w:vAlign w:val="center"/>
          </w:tcPr>
          <w:p w14:paraId="3813E6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E7A3C14" w14:textId="790635E9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FiR/II/A. 1</w:t>
            </w:r>
          </w:p>
        </w:tc>
      </w:tr>
      <w:tr w:rsidR="0085747A" w:rsidRPr="009C54AE" w14:paraId="4791B648" w14:textId="77777777" w:rsidTr="00B819C8">
        <w:tc>
          <w:tcPr>
            <w:tcW w:w="2694" w:type="dxa"/>
            <w:vAlign w:val="center"/>
          </w:tcPr>
          <w:p w14:paraId="0DCEA63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CB0B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2078AFC" w14:textId="77777777" w:rsidTr="00B819C8">
        <w:tc>
          <w:tcPr>
            <w:tcW w:w="2694" w:type="dxa"/>
            <w:vAlign w:val="center"/>
          </w:tcPr>
          <w:p w14:paraId="3C0AC2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C4052F" w14:textId="39F6C591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7772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585E4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C8114FC" w14:textId="77777777" w:rsidTr="00B819C8">
        <w:tc>
          <w:tcPr>
            <w:tcW w:w="2694" w:type="dxa"/>
            <w:vAlign w:val="center"/>
          </w:tcPr>
          <w:p w14:paraId="466B8D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2B2041" w14:textId="5B6F9650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2F81D398" w14:textId="77777777" w:rsidTr="00B819C8">
        <w:tc>
          <w:tcPr>
            <w:tcW w:w="2694" w:type="dxa"/>
            <w:vAlign w:val="center"/>
          </w:tcPr>
          <w:p w14:paraId="3F0EEA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3F753F" w14:textId="2047693E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7A6B86" w14:textId="77777777" w:rsidTr="00B819C8">
        <w:tc>
          <w:tcPr>
            <w:tcW w:w="2694" w:type="dxa"/>
            <w:vAlign w:val="center"/>
          </w:tcPr>
          <w:p w14:paraId="229F42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2CD42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02BDDA1" w14:textId="77777777" w:rsidTr="00B819C8">
        <w:tc>
          <w:tcPr>
            <w:tcW w:w="2694" w:type="dxa"/>
            <w:vAlign w:val="center"/>
          </w:tcPr>
          <w:p w14:paraId="1E7BCD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7F9961" w14:textId="22C9833C" w:rsidR="0085747A" w:rsidRPr="009C54AE" w:rsidRDefault="00496D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D1A1C6B" w14:textId="77777777" w:rsidTr="00B819C8">
        <w:tc>
          <w:tcPr>
            <w:tcW w:w="2694" w:type="dxa"/>
            <w:vAlign w:val="center"/>
          </w:tcPr>
          <w:p w14:paraId="3DE23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55152D" w14:textId="55A97277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54758BAD" w14:textId="77777777" w:rsidTr="00B819C8">
        <w:tc>
          <w:tcPr>
            <w:tcW w:w="2694" w:type="dxa"/>
            <w:vAlign w:val="center"/>
          </w:tcPr>
          <w:p w14:paraId="0DC0E9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D50D8C" w14:textId="0E480C9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28A962A0" w14:textId="77777777" w:rsidTr="00B819C8">
        <w:tc>
          <w:tcPr>
            <w:tcW w:w="2694" w:type="dxa"/>
            <w:vAlign w:val="center"/>
          </w:tcPr>
          <w:p w14:paraId="3C7C41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DCA5F" w14:textId="01CEBD85" w:rsidR="00923D7D" w:rsidRPr="009C54AE" w:rsidRDefault="00D032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53E0A8F" w14:textId="77777777" w:rsidTr="00B819C8">
        <w:tc>
          <w:tcPr>
            <w:tcW w:w="2694" w:type="dxa"/>
            <w:vAlign w:val="center"/>
          </w:tcPr>
          <w:p w14:paraId="05394B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208940" w14:textId="57A044A1" w:rsidR="0085747A" w:rsidRPr="009C54AE" w:rsidRDefault="00693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E7772">
              <w:rPr>
                <w:rFonts w:ascii="Corbel" w:hAnsi="Corbel"/>
                <w:b w:val="0"/>
                <w:sz w:val="24"/>
                <w:szCs w:val="24"/>
              </w:rPr>
              <w:t>r  Małgorzata Leszczyńska</w:t>
            </w:r>
          </w:p>
        </w:tc>
      </w:tr>
      <w:tr w:rsidR="0085747A" w:rsidRPr="009C54AE" w14:paraId="2ADBB48A" w14:textId="77777777" w:rsidTr="00B819C8">
        <w:tc>
          <w:tcPr>
            <w:tcW w:w="2694" w:type="dxa"/>
            <w:vAlign w:val="center"/>
          </w:tcPr>
          <w:p w14:paraId="2827CD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3E6A9C" w14:textId="541FEAF9" w:rsidR="00557449" w:rsidRDefault="0069390E" w:rsidP="00557449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E7772">
              <w:rPr>
                <w:rFonts w:ascii="Corbel" w:hAnsi="Corbel"/>
                <w:b w:val="0"/>
                <w:sz w:val="24"/>
                <w:szCs w:val="24"/>
              </w:rPr>
              <w:t>r  Małgorzata Leszczyńska</w:t>
            </w:r>
          </w:p>
          <w:p w14:paraId="19F6C476" w14:textId="23F3538A" w:rsidR="00557449" w:rsidRPr="009C54AE" w:rsidRDefault="0069390E" w:rsidP="00557449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57449">
              <w:rPr>
                <w:rFonts w:ascii="Corbel" w:hAnsi="Corbel"/>
                <w:b w:val="0"/>
                <w:sz w:val="24"/>
                <w:szCs w:val="24"/>
              </w:rPr>
              <w:t>rof. dr hab. Georgij Cherevko</w:t>
            </w:r>
          </w:p>
        </w:tc>
      </w:tr>
    </w:tbl>
    <w:p w14:paraId="49A9EB86" w14:textId="2E8632E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85E4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BD41E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962D0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4A7E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9B0AAD8" w14:textId="77777777" w:rsidTr="00585E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17E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D474D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2B6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CF2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8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B20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B9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435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8B6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274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58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D9D4CD1" w14:textId="77777777" w:rsidTr="00585E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0D90" w14:textId="634932AC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3922" w14:textId="2E35DBF7" w:rsidR="00015B8F" w:rsidRPr="009C54AE" w:rsidRDefault="000657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5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5B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A8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DF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91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B0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8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BB6D" w14:textId="66DA4D3C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E83EF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C55C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673FC5A" w14:textId="07AFE2E6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A046E8" w14:textId="77777777" w:rsidR="00B52EB3" w:rsidRPr="009C54AE" w:rsidRDefault="00B52EB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26B8BDF" w14:textId="77777777" w:rsidR="00B52EB3" w:rsidRPr="009A27B8" w:rsidRDefault="00B52EB3" w:rsidP="00B52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703B8C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2E1BF6E" w14:textId="77777777" w:rsidR="00B52EB3" w:rsidRPr="009A27B8" w:rsidRDefault="00B52EB3" w:rsidP="00B52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E267F5" w14:textId="0EAA3E77" w:rsidR="0085747A" w:rsidRDefault="0085747A" w:rsidP="009C54AE">
      <w:pPr>
        <w:pStyle w:val="Punktygwne"/>
        <w:spacing w:before="0" w:after="0"/>
        <w:rPr>
          <w:noProof/>
        </w:rPr>
      </w:pPr>
    </w:p>
    <w:p w14:paraId="342B141A" w14:textId="77777777" w:rsidR="006C5C46" w:rsidRPr="009C54AE" w:rsidRDefault="006C5C4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BB0C8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</w:t>
      </w:r>
      <w:bookmarkStart w:id="2" w:name="_Hlk54212103"/>
      <w:r w:rsidRPr="009C54AE">
        <w:rPr>
          <w:rFonts w:ascii="Corbel" w:hAnsi="Corbel"/>
          <w:b w:val="0"/>
          <w:smallCaps w:val="0"/>
          <w:szCs w:val="24"/>
        </w:rPr>
        <w:t>, zaliczenie bez oceny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737AB617" w14:textId="77777777" w:rsidR="007E7772" w:rsidRDefault="007E77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18C24A" w14:textId="45A88E63" w:rsidR="007E7772" w:rsidRDefault="007E777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6E6B3385" w14:textId="77777777" w:rsidR="007E7772" w:rsidRDefault="007E77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629689" w14:textId="77777777" w:rsidR="00B52EB3" w:rsidRDefault="00B52EB3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2A677B1" w14:textId="2C48B55E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6DDFF6" w14:textId="77777777" w:rsidTr="00745302">
        <w:tc>
          <w:tcPr>
            <w:tcW w:w="9670" w:type="dxa"/>
          </w:tcPr>
          <w:p w14:paraId="1EDC030E" w14:textId="0BAD7D6C" w:rsidR="0085747A" w:rsidRPr="009C54AE" w:rsidRDefault="007E777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z makroekonomii i bankowości.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Ponadto wymagana jest znajomość aktualnych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wydarzeń ze sfery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gospodarki.</w:t>
            </w:r>
          </w:p>
        </w:tc>
      </w:tr>
    </w:tbl>
    <w:p w14:paraId="0735E3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59AE5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081E36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FE79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81763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E7772" w:rsidRPr="009C54AE" w14:paraId="756C6AF7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EC96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0924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mechanizmami kształtowania podaży i popytu na pieniądz, procesami kreacji pieniądza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celami i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narzędziami polityki pieniężnej, a także wskazanie jej znaczenia dla polityki makroekonomicznej.</w:t>
            </w:r>
          </w:p>
        </w:tc>
      </w:tr>
      <w:tr w:rsidR="007E7772" w:rsidRPr="009C54AE" w14:paraId="5CCAF38A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6B1B" w14:textId="77777777" w:rsidR="007E7772" w:rsidRPr="007E7772" w:rsidRDefault="007E7772" w:rsidP="007E777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777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E1DF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makroekonomicznych modeli  i strategii polityki pieniężnej .</w:t>
            </w:r>
          </w:p>
        </w:tc>
      </w:tr>
      <w:tr w:rsidR="007E7772" w:rsidRPr="009C54AE" w14:paraId="0854BE48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D291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F1EB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modelowego (teoretycznego) w ma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E7772" w:rsidRPr="009C54AE" w14:paraId="7BCD0354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9803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8C59" w14:textId="77777777" w:rsidR="007E7772" w:rsidRPr="0094491A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E1478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6159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C2612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27ED787" w14:textId="77777777" w:rsidTr="007E7772">
        <w:tc>
          <w:tcPr>
            <w:tcW w:w="1681" w:type="dxa"/>
            <w:vAlign w:val="center"/>
          </w:tcPr>
          <w:p w14:paraId="1B1639D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EB6A7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3C40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7772" w:rsidRPr="0086205A" w14:paraId="73F59A7E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1340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5CBC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pogłębionym stopniu zna: problematykę polityki pieniężnej, stosowane w jej ramach kategorie, zasady, koncepcje i modele, a także jej znaczenie dla gospodarki.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4AEE" w14:textId="77777777" w:rsidR="00D032CB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1965727" w14:textId="73A82805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F46A35B" w14:textId="726EF25D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E7772" w:rsidRPr="0086205A" w14:paraId="782BDF98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DC12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6199" w14:textId="77777777" w:rsidR="007E7772" w:rsidRPr="001D2387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i wyjaśniać procesy i zjawiska ekonomiczno-społeczne związane z realizowaną polityką pieniężną, w tym dokonywać oceny jej skutków makroekonomicznych.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1A3A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E56EF6C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7772" w:rsidRPr="0086205A" w14:paraId="243A14BB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B07F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CFBA" w14:textId="77777777" w:rsidR="007E7772" w:rsidRPr="0086205A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makroekonomicznych, a także  samodzielnego jej poszerzania w celu oceny skutków realizowanej polityki pieniężnej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F95F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5C9371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Hlk54275536"/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bookmarkEnd w:id="3"/>
          <w:p w14:paraId="09913F67" w14:textId="77777777" w:rsidR="007E7772" w:rsidRPr="0086205A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DD0FFF" w14:textId="7B0A0436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B8E1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47EA18" w14:textId="6CE834DE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9EC62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5C46" w:rsidRPr="006C5C46" w14:paraId="449AEC6E" w14:textId="77777777" w:rsidTr="007E7772">
        <w:tc>
          <w:tcPr>
            <w:tcW w:w="9639" w:type="dxa"/>
          </w:tcPr>
          <w:p w14:paraId="28A1071F" w14:textId="77777777" w:rsidR="007E7772" w:rsidRPr="006C5C46" w:rsidRDefault="007E7772" w:rsidP="00585E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5C46" w:rsidRPr="006C5C46" w14:paraId="207EE096" w14:textId="77777777" w:rsidTr="007E7772">
        <w:tc>
          <w:tcPr>
            <w:tcW w:w="9639" w:type="dxa"/>
          </w:tcPr>
          <w:p w14:paraId="066D0C56" w14:textId="1C5A565F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Pojęcie i znaczenie polityki pieniężnej dla polityki makroekonomicznej</w:t>
            </w:r>
            <w:r w:rsidR="004B255E"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55857" w:rsidRPr="006C5C46" w14:paraId="65E77712" w14:textId="77777777" w:rsidTr="007E7772">
        <w:tc>
          <w:tcPr>
            <w:tcW w:w="9639" w:type="dxa"/>
          </w:tcPr>
          <w:p w14:paraId="657F763A" w14:textId="4B28E263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Pojęcie</w:t>
            </w:r>
            <w:r>
              <w:rPr>
                <w:rFonts w:ascii="Corbel" w:hAnsi="Corbel"/>
                <w:sz w:val="24"/>
                <w:szCs w:val="24"/>
              </w:rPr>
              <w:t>, ewolucja i cechy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pieniądza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mechanizm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jego kreacji. Agregaty pieniężne.</w:t>
            </w:r>
          </w:p>
        </w:tc>
      </w:tr>
      <w:tr w:rsidR="00255857" w:rsidRPr="006C5C46" w14:paraId="710A869F" w14:textId="77777777" w:rsidTr="007E7772">
        <w:tc>
          <w:tcPr>
            <w:tcW w:w="9639" w:type="dxa"/>
          </w:tcPr>
          <w:p w14:paraId="6DCD1E26" w14:textId="788A5C66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Systemy pieniężne – kontekst historyczny i współczesny. </w:t>
            </w:r>
          </w:p>
        </w:tc>
      </w:tr>
      <w:tr w:rsidR="00255857" w:rsidRPr="006C5C46" w14:paraId="60093690" w14:textId="77777777" w:rsidTr="007E7772">
        <w:tc>
          <w:tcPr>
            <w:tcW w:w="9639" w:type="dxa"/>
          </w:tcPr>
          <w:p w14:paraId="11C224C4" w14:textId="6B2FF441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System finansowy a rynek pieniężny i jego elementy.</w:t>
            </w:r>
          </w:p>
        </w:tc>
      </w:tr>
      <w:tr w:rsidR="006C5C46" w:rsidRPr="006C5C46" w14:paraId="036ADDCE" w14:textId="77777777" w:rsidTr="007E7772">
        <w:tc>
          <w:tcPr>
            <w:tcW w:w="9639" w:type="dxa"/>
          </w:tcPr>
          <w:p w14:paraId="3E7AADD0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System bankowy i funkcje  banków. Instytucje rynku finansowego.</w:t>
            </w:r>
          </w:p>
        </w:tc>
      </w:tr>
      <w:tr w:rsidR="006C5C46" w:rsidRPr="006C5C46" w14:paraId="5D6896D6" w14:textId="77777777" w:rsidTr="007E7772">
        <w:tc>
          <w:tcPr>
            <w:tcW w:w="9639" w:type="dxa"/>
          </w:tcPr>
          <w:p w14:paraId="6D8689FD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lastRenderedPageBreak/>
              <w:t>Instrumenty polityki pieniężnej:  rezerwa obowiązkowa, operacje otwartego rynku, stopa procentowa, operacje depozytowo-kredytowe. Specjalne instrumenty wykorzystywane w czasie kryzysu finansowego.</w:t>
            </w:r>
          </w:p>
        </w:tc>
      </w:tr>
      <w:tr w:rsidR="006C5C46" w:rsidRPr="006C5C46" w14:paraId="1CD64EF1" w14:textId="77777777" w:rsidTr="007E7772">
        <w:tc>
          <w:tcPr>
            <w:tcW w:w="9639" w:type="dxa"/>
          </w:tcPr>
          <w:p w14:paraId="106F6730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Strategiczne, pośrednie i operacyjne cele polityki pieniężnej. Bankowość centralna: historia i zadania. Funkcje banku centralnego. Banki w okresie kryzysu.</w:t>
            </w:r>
          </w:p>
        </w:tc>
      </w:tr>
      <w:tr w:rsidR="006C5C46" w:rsidRPr="006C5C46" w14:paraId="7187C2F0" w14:textId="77777777" w:rsidTr="007E7772">
        <w:tc>
          <w:tcPr>
            <w:tcW w:w="9639" w:type="dxa"/>
          </w:tcPr>
          <w:p w14:paraId="7FC98888" w14:textId="060A0F9A" w:rsidR="007E7772" w:rsidRPr="006C5C46" w:rsidRDefault="004B255E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Problem inflacji w gospodarce. </w:t>
            </w:r>
            <w:r w:rsidR="007E7772" w:rsidRPr="006C5C46">
              <w:rPr>
                <w:rFonts w:ascii="Corbel" w:hAnsi="Corbel"/>
                <w:sz w:val="24"/>
                <w:szCs w:val="24"/>
              </w:rPr>
              <w:t>Strategie polityki pieniężnej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/w tym bezpośredniego celu inflacyjnego</w:t>
            </w:r>
            <w:r w:rsidR="005A0127" w:rsidRPr="006C5C46">
              <w:rPr>
                <w:rFonts w:ascii="Corbel" w:hAnsi="Corbel"/>
                <w:sz w:val="24"/>
                <w:szCs w:val="24"/>
              </w:rPr>
              <w:t>.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C5C46" w:rsidRPr="006C5C46" w14:paraId="5A38F3E7" w14:textId="77777777" w:rsidTr="007E7772">
        <w:tc>
          <w:tcPr>
            <w:tcW w:w="9639" w:type="dxa"/>
          </w:tcPr>
          <w:p w14:paraId="004E6302" w14:textId="34A43260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Przejrzystość polityki pieniężnej</w:t>
            </w:r>
            <w:r w:rsidR="005A0127"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3AC1E3E6" w14:textId="77777777" w:rsidTr="007E7772">
        <w:tc>
          <w:tcPr>
            <w:tcW w:w="9639" w:type="dxa"/>
          </w:tcPr>
          <w:p w14:paraId="55F1DD41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Niezależność banku centralnego a polityka pieniężna.</w:t>
            </w:r>
          </w:p>
        </w:tc>
      </w:tr>
      <w:tr w:rsidR="006C5C46" w:rsidRPr="006C5C46" w14:paraId="25F672ED" w14:textId="77777777" w:rsidTr="007E7772">
        <w:tc>
          <w:tcPr>
            <w:tcW w:w="9639" w:type="dxa"/>
          </w:tcPr>
          <w:p w14:paraId="3B50CDDD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Polityka pieniężna a polityka fiskalna.</w:t>
            </w:r>
          </w:p>
        </w:tc>
      </w:tr>
      <w:tr w:rsidR="006C5C46" w:rsidRPr="006C5C46" w14:paraId="7351EC5F" w14:textId="77777777" w:rsidTr="007E7772">
        <w:tc>
          <w:tcPr>
            <w:tcW w:w="9639" w:type="dxa"/>
          </w:tcPr>
          <w:p w14:paraId="7AA3A731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Polityka pieniężna a stabilność systemu finansowego – nadzór bankowy i makroostrożnościowy.</w:t>
            </w:r>
          </w:p>
        </w:tc>
      </w:tr>
      <w:tr w:rsidR="006C5C46" w:rsidRPr="006C5C46" w14:paraId="19219AA1" w14:textId="77777777" w:rsidTr="007E7772">
        <w:tc>
          <w:tcPr>
            <w:tcW w:w="9639" w:type="dxa"/>
          </w:tcPr>
          <w:p w14:paraId="28E5F62B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Europejski Bank Centralny i operacje euro systemu. Polska w strefie euro - korzyści i ryzyzka.</w:t>
            </w:r>
          </w:p>
        </w:tc>
      </w:tr>
      <w:tr w:rsidR="006C5C46" w:rsidRPr="006C5C46" w14:paraId="5DF2D22B" w14:textId="77777777" w:rsidTr="007E7772">
        <w:tc>
          <w:tcPr>
            <w:tcW w:w="9639" w:type="dxa"/>
          </w:tcPr>
          <w:p w14:paraId="3935BF25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Wyzwania dla polityki pieniężnej w dobie kryzysu finansowego i bankowego.</w:t>
            </w:r>
          </w:p>
        </w:tc>
      </w:tr>
    </w:tbl>
    <w:p w14:paraId="1B3261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255F2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7C001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E5E" w14:textId="15143284" w:rsidR="007E7772" w:rsidRDefault="007E7772" w:rsidP="007E77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interpretacja tekstów i danych ekonomicznych z fachowej literatury (artykuły naukowe, prasowe, portal NBP)</w:t>
      </w:r>
      <w:r w:rsidR="00D032CB">
        <w:rPr>
          <w:rFonts w:ascii="Corbel" w:hAnsi="Corbel"/>
          <w:b w:val="0"/>
          <w:smallCaps w:val="0"/>
          <w:szCs w:val="24"/>
        </w:rPr>
        <w:t>.</w:t>
      </w:r>
    </w:p>
    <w:p w14:paraId="41ED5910" w14:textId="01F5BBCB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6D241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0EBD8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D8ACEB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408939" w14:textId="33E316E1" w:rsidR="0085747A" w:rsidRPr="007E7772" w:rsidRDefault="0085747A" w:rsidP="007E77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3E086C" w14:textId="15A42294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89"/>
        <w:gridCol w:w="2117"/>
      </w:tblGrid>
      <w:tr w:rsidR="006C5C46" w:rsidRPr="006C5C46" w14:paraId="43F16145" w14:textId="77777777" w:rsidTr="007E7772">
        <w:tc>
          <w:tcPr>
            <w:tcW w:w="2014" w:type="dxa"/>
            <w:vAlign w:val="center"/>
          </w:tcPr>
          <w:p w14:paraId="45F612E2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9" w:type="dxa"/>
            <w:vAlign w:val="center"/>
          </w:tcPr>
          <w:p w14:paraId="42368E63" w14:textId="77777777" w:rsidR="007E7772" w:rsidRPr="006C5C46" w:rsidRDefault="007E7772" w:rsidP="007E7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72DA0052" w14:textId="77777777" w:rsidR="007E7772" w:rsidRPr="006C5C46" w:rsidRDefault="007E7772" w:rsidP="007E7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04B4E0A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FDA009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C5C46" w:rsidRPr="006C5C46" w14:paraId="27086D4D" w14:textId="77777777" w:rsidTr="007E7772">
        <w:tc>
          <w:tcPr>
            <w:tcW w:w="2014" w:type="dxa"/>
          </w:tcPr>
          <w:p w14:paraId="1E2D7267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89" w:type="dxa"/>
          </w:tcPr>
          <w:p w14:paraId="508AA731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723CF178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C5C46" w:rsidRPr="006C5C46" w14:paraId="0C4150D4" w14:textId="77777777" w:rsidTr="007E7772">
        <w:tc>
          <w:tcPr>
            <w:tcW w:w="2014" w:type="dxa"/>
          </w:tcPr>
          <w:p w14:paraId="0955DB3F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3DC8C32C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59F44D2B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C5C46" w:rsidRPr="006C5C46" w14:paraId="03937CEC" w14:textId="77777777" w:rsidTr="007E7772">
        <w:tc>
          <w:tcPr>
            <w:tcW w:w="2014" w:type="dxa"/>
          </w:tcPr>
          <w:p w14:paraId="40C67F33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89" w:type="dxa"/>
          </w:tcPr>
          <w:p w14:paraId="1A0AAB7C" w14:textId="3F5C4ED3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 w:rsidR="006F0ABB"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odpowiedzi na pytania problemowe, </w:t>
            </w:r>
            <w:r w:rsidRPr="006C5C46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661735D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4CF4B20" w14:textId="77777777" w:rsidR="007E7772" w:rsidRPr="009C54AE" w:rsidRDefault="007E777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D5F6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A65CD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55B194" w14:textId="77777777" w:rsidTr="00923D7D">
        <w:tc>
          <w:tcPr>
            <w:tcW w:w="9670" w:type="dxa"/>
          </w:tcPr>
          <w:p w14:paraId="42FBDCE2" w14:textId="09B3C09A" w:rsidR="0085747A" w:rsidRPr="009C54AE" w:rsidRDefault="00D032CB" w:rsidP="00D032C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  <w:r w:rsidR="007E7772" w:rsidRPr="007E7772">
              <w:rPr>
                <w:rFonts w:ascii="Corbel" w:hAnsi="Corbel"/>
                <w:sz w:val="24"/>
                <w:szCs w:val="24"/>
              </w:rPr>
              <w:t xml:space="preserve">: </w:t>
            </w:r>
            <w:r w:rsidR="007E7772" w:rsidRPr="007E7772">
              <w:rPr>
                <w:rFonts w:ascii="Corbel" w:hAnsi="Corbel"/>
                <w:szCs w:val="24"/>
              </w:rPr>
              <w:t>egzamin pisemny składający się z testu/ części opisowej/ zadaniowej. Ocena 3,0 wymaga zdobycia 51% maksymalnej ilości punktów.</w:t>
            </w:r>
          </w:p>
        </w:tc>
      </w:tr>
    </w:tbl>
    <w:p w14:paraId="198A4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F97A32" w14:textId="3A0C7D2A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D1BC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D5976E5" w14:textId="77777777" w:rsidTr="003E1941">
        <w:tc>
          <w:tcPr>
            <w:tcW w:w="4962" w:type="dxa"/>
            <w:vAlign w:val="center"/>
          </w:tcPr>
          <w:p w14:paraId="632E3A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F8B481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EB41C4" w14:textId="77777777" w:rsidTr="00923D7D">
        <w:tc>
          <w:tcPr>
            <w:tcW w:w="4962" w:type="dxa"/>
          </w:tcPr>
          <w:p w14:paraId="0C32EF42" w14:textId="2F93F553" w:rsidR="0085747A" w:rsidRPr="009C54AE" w:rsidRDefault="00C61DC5" w:rsidP="00CC0F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117612" w14:textId="1B273C34" w:rsidR="0085747A" w:rsidRPr="009C54AE" w:rsidRDefault="000657E1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016B34E6" w14:textId="77777777" w:rsidTr="00923D7D">
        <w:tc>
          <w:tcPr>
            <w:tcW w:w="4962" w:type="dxa"/>
          </w:tcPr>
          <w:p w14:paraId="5546E30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7F7F4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434999" w14:textId="3A09EE5B" w:rsidR="00C61DC5" w:rsidRPr="009C54AE" w:rsidRDefault="007E7772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89E3928" w14:textId="77777777" w:rsidTr="00923D7D">
        <w:tc>
          <w:tcPr>
            <w:tcW w:w="4962" w:type="dxa"/>
          </w:tcPr>
          <w:p w14:paraId="08B56802" w14:textId="37EC47EA" w:rsidR="00C61DC5" w:rsidRPr="009C54AE" w:rsidRDefault="00C61DC5" w:rsidP="00B52E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52E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3263C58B" w14:textId="4341C3FD" w:rsidR="00C61DC5" w:rsidRPr="009C54AE" w:rsidRDefault="000657E1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74</w:t>
            </w:r>
          </w:p>
        </w:tc>
      </w:tr>
      <w:tr w:rsidR="0085747A" w:rsidRPr="009C54AE" w14:paraId="7E885F9D" w14:textId="77777777" w:rsidTr="00923D7D">
        <w:tc>
          <w:tcPr>
            <w:tcW w:w="4962" w:type="dxa"/>
          </w:tcPr>
          <w:p w14:paraId="290372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4FA562" w14:textId="65D6C9D8" w:rsidR="0085747A" w:rsidRPr="009C54AE" w:rsidRDefault="00C80B75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8EABF38" w14:textId="77777777" w:rsidTr="00923D7D">
        <w:tc>
          <w:tcPr>
            <w:tcW w:w="4962" w:type="dxa"/>
          </w:tcPr>
          <w:p w14:paraId="50C901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4A3907BD" w14:textId="7C0A54C2" w:rsidR="0085747A" w:rsidRPr="00B52EB3" w:rsidRDefault="00C80B75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52EB3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30B68D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6CBB1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5315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27F45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3AD21C4" w14:textId="77777777" w:rsidTr="00B52EB3">
        <w:trPr>
          <w:trHeight w:val="397"/>
        </w:trPr>
        <w:tc>
          <w:tcPr>
            <w:tcW w:w="2359" w:type="pct"/>
          </w:tcPr>
          <w:p w14:paraId="578EC2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B60366" w14:textId="55139652" w:rsidR="0085747A" w:rsidRPr="009C54AE" w:rsidRDefault="00B52EB3" w:rsidP="00B52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B8C63C9" w14:textId="77777777" w:rsidTr="00B52EB3">
        <w:trPr>
          <w:trHeight w:val="397"/>
        </w:trPr>
        <w:tc>
          <w:tcPr>
            <w:tcW w:w="2359" w:type="pct"/>
          </w:tcPr>
          <w:p w14:paraId="33F541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DEE1E1" w14:textId="6B7AB003" w:rsidR="0085747A" w:rsidRPr="009C54AE" w:rsidRDefault="00B52EB3" w:rsidP="00B52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DCD0D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492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A70D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80B75" w:rsidRPr="00C80B75" w14:paraId="24D5B8A4" w14:textId="77777777" w:rsidTr="00B52EB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D739" w14:textId="2AD60D11" w:rsidR="00C80B75" w:rsidRPr="006876A5" w:rsidRDefault="00C80B75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B4635F8" w14:textId="406FE693" w:rsidR="00896D5B" w:rsidRPr="006876A5" w:rsidRDefault="00C80B75" w:rsidP="00B52EB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Polityka pieniężna, </w:t>
            </w:r>
            <w:r w:rsidR="005A0127" w:rsidRPr="006876A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raca zbio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r.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 pod red. A. Sławińskiego, Wyd. C.H. Beck, 2011.</w:t>
            </w:r>
          </w:p>
          <w:p w14:paraId="3E7B8CCF" w14:textId="10A0D596" w:rsidR="006F0ABB" w:rsidRPr="006876A5" w:rsidRDefault="006F0ABB" w:rsidP="00B52EB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Bank centralny w Polsce: wybrane aspekty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red. nauk. Joanna Świderska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Difin, 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Warszawa, 2010.</w:t>
            </w:r>
          </w:p>
        </w:tc>
      </w:tr>
      <w:tr w:rsidR="00C80B75" w:rsidRPr="00C80B75" w14:paraId="0A992F43" w14:textId="77777777" w:rsidTr="00B52EB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4472" w14:textId="77777777" w:rsidR="00C80B75" w:rsidRPr="006876A5" w:rsidRDefault="00C80B75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460F267" w14:textId="77777777" w:rsidR="00B52EB3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M. Brzoza-Brzezina, Polska polityka pieniężna. Badania teoretyczne i empiryczne, Wyd. C.H. Beck, 2011.</w:t>
            </w:r>
          </w:p>
          <w:p w14:paraId="402DAC4F" w14:textId="743FF7D5" w:rsidR="00C80B75" w:rsidRPr="00B52EB3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2EB3">
              <w:rPr>
                <w:rFonts w:ascii="Corbel" w:hAnsi="Corbel"/>
                <w:b w:val="0"/>
                <w:smallCaps w:val="0"/>
                <w:szCs w:val="24"/>
              </w:rPr>
              <w:t>Pyka</w:t>
            </w:r>
            <w:r w:rsidR="00B52EB3">
              <w:rPr>
                <w:rFonts w:ascii="Corbel" w:hAnsi="Corbel"/>
                <w:b w:val="0"/>
                <w:smallCaps w:val="0"/>
                <w:szCs w:val="24"/>
              </w:rPr>
              <w:t xml:space="preserve"> I.</w:t>
            </w:r>
            <w:r w:rsidRPr="00B52EB3">
              <w:rPr>
                <w:rFonts w:ascii="Corbel" w:hAnsi="Corbel"/>
                <w:b w:val="0"/>
                <w:smallCaps w:val="0"/>
                <w:szCs w:val="24"/>
              </w:rPr>
              <w:t>, Bank Centralny na współczesnym rynku pieniężnym. Dyscyplina regulacyjna, skuteczność, instrumenty, Wyd. C.H. Beck, 201o.</w:t>
            </w:r>
          </w:p>
          <w:p w14:paraId="33381C0F" w14:textId="6667FFA8" w:rsidR="00C80B75" w:rsidRPr="006876A5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Materiały NBP http:// www.nbp.pl</w:t>
            </w:r>
          </w:p>
        </w:tc>
      </w:tr>
    </w:tbl>
    <w:p w14:paraId="565ECF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4C4A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CA76A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EF4C1" w14:textId="77777777" w:rsidR="00AA7B5D" w:rsidRDefault="00AA7B5D" w:rsidP="00C16ABF">
      <w:pPr>
        <w:spacing w:after="0" w:line="240" w:lineRule="auto"/>
      </w:pPr>
      <w:r>
        <w:separator/>
      </w:r>
    </w:p>
  </w:endnote>
  <w:endnote w:type="continuationSeparator" w:id="0">
    <w:p w14:paraId="21B80E0A" w14:textId="77777777" w:rsidR="00AA7B5D" w:rsidRDefault="00AA7B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97507" w14:textId="77777777" w:rsidR="00AA7B5D" w:rsidRDefault="00AA7B5D" w:rsidP="00C16ABF">
      <w:pPr>
        <w:spacing w:after="0" w:line="240" w:lineRule="auto"/>
      </w:pPr>
      <w:r>
        <w:separator/>
      </w:r>
    </w:p>
  </w:footnote>
  <w:footnote w:type="continuationSeparator" w:id="0">
    <w:p w14:paraId="3B4F54FF" w14:textId="77777777" w:rsidR="00AA7B5D" w:rsidRDefault="00AA7B5D" w:rsidP="00C16ABF">
      <w:pPr>
        <w:spacing w:after="0" w:line="240" w:lineRule="auto"/>
      </w:pPr>
      <w:r>
        <w:continuationSeparator/>
      </w:r>
    </w:p>
  </w:footnote>
  <w:footnote w:id="1">
    <w:p w14:paraId="5BAA0A3A" w14:textId="77777777" w:rsidR="00585E4A" w:rsidRDefault="00585E4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7B2E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023AE"/>
    <w:multiLevelType w:val="hybridMultilevel"/>
    <w:tmpl w:val="022244B8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E0B42"/>
    <w:multiLevelType w:val="hybridMultilevel"/>
    <w:tmpl w:val="7B2E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302C1"/>
    <w:multiLevelType w:val="hybridMultilevel"/>
    <w:tmpl w:val="93A82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94669"/>
    <w:multiLevelType w:val="hybridMultilevel"/>
    <w:tmpl w:val="E92CF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AC2A84"/>
    <w:multiLevelType w:val="hybridMultilevel"/>
    <w:tmpl w:val="C98219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6CEC9B4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E3BA4"/>
    <w:multiLevelType w:val="hybridMultilevel"/>
    <w:tmpl w:val="A3081754"/>
    <w:lvl w:ilvl="0" w:tplc="C14896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FAF"/>
    <w:rsid w:val="000657E1"/>
    <w:rsid w:val="00070ED6"/>
    <w:rsid w:val="000742DC"/>
    <w:rsid w:val="00075FA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5857"/>
    <w:rsid w:val="00281FF2"/>
    <w:rsid w:val="002857DE"/>
    <w:rsid w:val="00290DE4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52C"/>
    <w:rsid w:val="00325EE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321"/>
    <w:rsid w:val="00414E3C"/>
    <w:rsid w:val="0042244A"/>
    <w:rsid w:val="0042745A"/>
    <w:rsid w:val="00431D5C"/>
    <w:rsid w:val="004362C6"/>
    <w:rsid w:val="00437FA2"/>
    <w:rsid w:val="00445970"/>
    <w:rsid w:val="00457B4F"/>
    <w:rsid w:val="00461EFC"/>
    <w:rsid w:val="004652C2"/>
    <w:rsid w:val="004706D1"/>
    <w:rsid w:val="00471326"/>
    <w:rsid w:val="0047598D"/>
    <w:rsid w:val="004840FD"/>
    <w:rsid w:val="00487E7A"/>
    <w:rsid w:val="00490F7D"/>
    <w:rsid w:val="00491678"/>
    <w:rsid w:val="004968E2"/>
    <w:rsid w:val="00496D85"/>
    <w:rsid w:val="004A3EEA"/>
    <w:rsid w:val="004A4D1F"/>
    <w:rsid w:val="004B255E"/>
    <w:rsid w:val="004B3F7C"/>
    <w:rsid w:val="004D5282"/>
    <w:rsid w:val="004E3487"/>
    <w:rsid w:val="004F1551"/>
    <w:rsid w:val="004F55A3"/>
    <w:rsid w:val="0050496F"/>
    <w:rsid w:val="00513B6F"/>
    <w:rsid w:val="00517C63"/>
    <w:rsid w:val="005363C4"/>
    <w:rsid w:val="00536BDE"/>
    <w:rsid w:val="00543ACC"/>
    <w:rsid w:val="00551EC5"/>
    <w:rsid w:val="00557449"/>
    <w:rsid w:val="0056696D"/>
    <w:rsid w:val="00585E4A"/>
    <w:rsid w:val="0059484D"/>
    <w:rsid w:val="005A0127"/>
    <w:rsid w:val="005A0855"/>
    <w:rsid w:val="005A133C"/>
    <w:rsid w:val="005A3196"/>
    <w:rsid w:val="005C080F"/>
    <w:rsid w:val="005C55E5"/>
    <w:rsid w:val="005C696A"/>
    <w:rsid w:val="005D000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6A5"/>
    <w:rsid w:val="0069390E"/>
    <w:rsid w:val="00696477"/>
    <w:rsid w:val="006C5C46"/>
    <w:rsid w:val="006D050F"/>
    <w:rsid w:val="006D6139"/>
    <w:rsid w:val="006E5D65"/>
    <w:rsid w:val="006F0ABB"/>
    <w:rsid w:val="006F1282"/>
    <w:rsid w:val="006F1FBC"/>
    <w:rsid w:val="006F31E2"/>
    <w:rsid w:val="00703B8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230"/>
    <w:rsid w:val="00766FD4"/>
    <w:rsid w:val="0078168C"/>
    <w:rsid w:val="00787C2A"/>
    <w:rsid w:val="00790E27"/>
    <w:rsid w:val="007A4022"/>
    <w:rsid w:val="007A5482"/>
    <w:rsid w:val="007A6E6E"/>
    <w:rsid w:val="007C3299"/>
    <w:rsid w:val="007C3BCC"/>
    <w:rsid w:val="007C4546"/>
    <w:rsid w:val="007D6E56"/>
    <w:rsid w:val="007E7772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D5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33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B5D"/>
    <w:rsid w:val="00AB053C"/>
    <w:rsid w:val="00AB6EF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EB3"/>
    <w:rsid w:val="00B53BFF"/>
    <w:rsid w:val="00B607DB"/>
    <w:rsid w:val="00B66529"/>
    <w:rsid w:val="00B75946"/>
    <w:rsid w:val="00B8056E"/>
    <w:rsid w:val="00B819C8"/>
    <w:rsid w:val="00B82308"/>
    <w:rsid w:val="00B90885"/>
    <w:rsid w:val="00B97A7C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B75"/>
    <w:rsid w:val="00C867C2"/>
    <w:rsid w:val="00C94B98"/>
    <w:rsid w:val="00CA2B96"/>
    <w:rsid w:val="00CA5089"/>
    <w:rsid w:val="00CA56E5"/>
    <w:rsid w:val="00CC0FE8"/>
    <w:rsid w:val="00CD6897"/>
    <w:rsid w:val="00CE5BAC"/>
    <w:rsid w:val="00CF25BE"/>
    <w:rsid w:val="00CF78ED"/>
    <w:rsid w:val="00D02B25"/>
    <w:rsid w:val="00D02EBA"/>
    <w:rsid w:val="00D032C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0D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7B4"/>
    <w:rsid w:val="00E51E44"/>
    <w:rsid w:val="00E57C3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17F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C00F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99D7E-71CA-463C-A5CD-86D792849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D9BEEC-7E36-400D-AE90-C3F81028F1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9FE246-E7D6-4096-9CE4-8822B5DCF5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597663-CA50-431D-972D-FA379589D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1</Pages>
  <Words>878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2020-10-22T20:14:00Z</dcterms:created>
  <dcterms:modified xsi:type="dcterms:W3CDTF">2024-07-29T09:19:00Z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