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B8500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72A0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A7063D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20ADB">
        <w:rPr>
          <w:rFonts w:ascii="Corbel" w:hAnsi="Corbel"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CA6F41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BEF6E28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20ADB">
        <w:rPr>
          <w:rFonts w:ascii="Corbel" w:hAnsi="Corbel"/>
          <w:sz w:val="20"/>
          <w:szCs w:val="20"/>
        </w:rPr>
        <w:t>2020/2021</w:t>
      </w:r>
    </w:p>
    <w:p w14:paraId="7B619D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E1D8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E99F124" w14:textId="77777777" w:rsidTr="00B819C8">
        <w:tc>
          <w:tcPr>
            <w:tcW w:w="2694" w:type="dxa"/>
            <w:vAlign w:val="center"/>
          </w:tcPr>
          <w:p w14:paraId="75409D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F7C6FF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9C54AE" w14:paraId="697CBFE3" w14:textId="77777777" w:rsidTr="00B819C8">
        <w:tc>
          <w:tcPr>
            <w:tcW w:w="2694" w:type="dxa"/>
            <w:vAlign w:val="center"/>
          </w:tcPr>
          <w:p w14:paraId="12C4B7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ADCC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9466AB" w14:textId="77777777" w:rsidTr="00B819C8">
        <w:tc>
          <w:tcPr>
            <w:tcW w:w="2694" w:type="dxa"/>
            <w:vAlign w:val="center"/>
          </w:tcPr>
          <w:p w14:paraId="71DA669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29F9E9A" w14:textId="56815706" w:rsidR="0085747A" w:rsidRPr="009C54AE" w:rsidRDefault="007E44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51D9B3" w14:textId="77777777" w:rsidTr="00B819C8">
        <w:tc>
          <w:tcPr>
            <w:tcW w:w="2694" w:type="dxa"/>
            <w:vAlign w:val="center"/>
          </w:tcPr>
          <w:p w14:paraId="783377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696CF723" w14:textId="707B5A11" w:rsidR="0085747A" w:rsidRPr="009C54AE" w:rsidRDefault="00EC112E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D88FE00" w14:textId="77777777" w:rsidTr="00B819C8">
        <w:tc>
          <w:tcPr>
            <w:tcW w:w="2694" w:type="dxa"/>
            <w:vAlign w:val="center"/>
          </w:tcPr>
          <w:p w14:paraId="23197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C36867" w14:textId="77777777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14:paraId="211F9DC8" w14:textId="77777777" w:rsidTr="00B819C8">
        <w:tc>
          <w:tcPr>
            <w:tcW w:w="2694" w:type="dxa"/>
            <w:vAlign w:val="center"/>
          </w:tcPr>
          <w:p w14:paraId="4B8523E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DBE85CB" w14:textId="03922766" w:rsidR="0085747A" w:rsidRPr="009C54AE" w:rsidRDefault="001E06CF" w:rsidP="00012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1270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  <w:bookmarkStart w:id="0" w:name="_GoBack"/>
            <w:bookmarkEnd w:id="0"/>
          </w:p>
        </w:tc>
      </w:tr>
      <w:tr w:rsidR="0085747A" w:rsidRPr="009C54AE" w14:paraId="0BB07000" w14:textId="77777777" w:rsidTr="00B819C8">
        <w:tc>
          <w:tcPr>
            <w:tcW w:w="2694" w:type="dxa"/>
            <w:vAlign w:val="center"/>
          </w:tcPr>
          <w:p w14:paraId="54F4BD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203C27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326EF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7DF8ABB8" w14:textId="77777777" w:rsidTr="00B819C8">
        <w:tc>
          <w:tcPr>
            <w:tcW w:w="2694" w:type="dxa"/>
            <w:vAlign w:val="center"/>
          </w:tcPr>
          <w:p w14:paraId="0AC55C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7D9CE4" w14:textId="77777777" w:rsidR="0085747A" w:rsidRPr="009C54AE" w:rsidRDefault="004C11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D52998E" w14:textId="77777777" w:rsidTr="00B819C8">
        <w:tc>
          <w:tcPr>
            <w:tcW w:w="2694" w:type="dxa"/>
            <w:vAlign w:val="center"/>
          </w:tcPr>
          <w:p w14:paraId="47E0A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F3355B" w14:textId="77777777" w:rsidR="0085747A" w:rsidRPr="009C54AE" w:rsidRDefault="004C1120" w:rsidP="004C11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464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 i 2</w:t>
            </w:r>
          </w:p>
        </w:tc>
      </w:tr>
      <w:tr w:rsidR="0085747A" w:rsidRPr="009C54AE" w14:paraId="5A24AEC0" w14:textId="77777777" w:rsidTr="00B819C8">
        <w:tc>
          <w:tcPr>
            <w:tcW w:w="2694" w:type="dxa"/>
            <w:vAlign w:val="center"/>
          </w:tcPr>
          <w:p w14:paraId="44D9D0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31D77C" w14:textId="77777777" w:rsidR="0085747A" w:rsidRPr="009C4B77" w:rsidRDefault="009C4B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9C4B77">
              <w:rPr>
                <w:rFonts w:ascii="Corbel" w:eastAsia="Times New Roman" w:hAnsi="Corbel"/>
                <w:b w:val="0"/>
                <w:color w:val="00000A"/>
                <w:sz w:val="24"/>
              </w:rPr>
              <w:t xml:space="preserve">C. Wspieranie rozwoju dzieci w wieku przedszkolnym i młodszym wieku szkolnym  </w:t>
            </w:r>
          </w:p>
        </w:tc>
      </w:tr>
      <w:tr w:rsidR="00923D7D" w:rsidRPr="009C54AE" w14:paraId="33A6D2B0" w14:textId="77777777" w:rsidTr="00B819C8">
        <w:tc>
          <w:tcPr>
            <w:tcW w:w="2694" w:type="dxa"/>
            <w:vAlign w:val="center"/>
          </w:tcPr>
          <w:p w14:paraId="4C50DB9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04C92E" w14:textId="77777777" w:rsidR="00923D7D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4A37E51" w14:textId="77777777" w:rsidTr="00B819C8">
        <w:tc>
          <w:tcPr>
            <w:tcW w:w="2694" w:type="dxa"/>
            <w:vAlign w:val="center"/>
          </w:tcPr>
          <w:p w14:paraId="21ED6F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E5BD7F" w14:textId="35378325" w:rsidR="0085747A" w:rsidRPr="009C54AE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EC112E">
              <w:rPr>
                <w:rFonts w:ascii="Corbel" w:hAnsi="Corbel"/>
                <w:b w:val="0"/>
                <w:sz w:val="24"/>
                <w:szCs w:val="24"/>
              </w:rPr>
              <w:t>,  Prof. UR</w:t>
            </w:r>
          </w:p>
        </w:tc>
      </w:tr>
      <w:tr w:rsidR="0085747A" w:rsidRPr="009C54AE" w14:paraId="489F5037" w14:textId="77777777" w:rsidTr="00B819C8">
        <w:tc>
          <w:tcPr>
            <w:tcW w:w="2694" w:type="dxa"/>
            <w:vAlign w:val="center"/>
          </w:tcPr>
          <w:p w14:paraId="0F31A0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7DE155A3" w14:textId="77777777" w:rsidR="0085747A" w:rsidRPr="00B8346D" w:rsidRDefault="0085747A" w:rsidP="004C1120"/>
        </w:tc>
      </w:tr>
    </w:tbl>
    <w:p w14:paraId="22D52D8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3FEB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A2C4A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30E2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D87F4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3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707E7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97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95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838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2A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6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2E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D0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0B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6D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462C1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9E4F" w14:textId="77777777" w:rsidR="00015B8F" w:rsidRPr="009C54AE" w:rsidRDefault="004C11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 i 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1C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7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387B" w14:textId="77777777" w:rsidR="00015B8F" w:rsidRPr="009C54AE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8C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C88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13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68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A6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10B" w14:textId="77777777" w:rsidR="00015B8F" w:rsidRPr="009C54AE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71657E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381CC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B3E30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9E90C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30E5936" w14:textId="77777777" w:rsidR="0085747A" w:rsidRPr="009C54AE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813D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0E98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1835A1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67FC21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9E8A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C1120" w14:paraId="02F92D1D" w14:textId="77777777" w:rsidTr="004C1120">
        <w:tc>
          <w:tcPr>
            <w:tcW w:w="9778" w:type="dxa"/>
          </w:tcPr>
          <w:p w14:paraId="332DE6BA" w14:textId="77777777" w:rsidR="004C1120" w:rsidRDefault="004C1120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4C1120">
              <w:rPr>
                <w:rFonts w:ascii="Corbel" w:hAnsi="Corbel"/>
                <w:b w:val="0"/>
                <w:smallCaps w:val="0"/>
                <w:szCs w:val="24"/>
              </w:rPr>
              <w:t>Podstawowa znajomość obsługi komputera zgodnie z wymaganiami programowymi do szkół ponadpodstawowych, konstytutywne umiejętności dotyczące wykorzystania programów biur</w:t>
            </w:r>
            <w:r w:rsidRPr="004C112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C1120">
              <w:rPr>
                <w:rFonts w:ascii="Corbel" w:hAnsi="Corbel"/>
                <w:b w:val="0"/>
                <w:smallCaps w:val="0"/>
                <w:szCs w:val="24"/>
              </w:rPr>
              <w:t>wych, graficznych. Znajomość zasad i metod komunikowania się za pomocą Internetu.</w:t>
            </w:r>
          </w:p>
        </w:tc>
      </w:tr>
    </w:tbl>
    <w:p w14:paraId="2C44663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11F3B2" w14:textId="77777777" w:rsidR="004C1120" w:rsidRDefault="004C112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BEC87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1E083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2D6D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CE0988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0F6957" w:rsidRPr="00AF4A52" w14:paraId="15049F7F" w14:textId="77777777" w:rsidTr="0068094E">
        <w:tc>
          <w:tcPr>
            <w:tcW w:w="675" w:type="dxa"/>
            <w:vAlign w:val="center"/>
          </w:tcPr>
          <w:p w14:paraId="13509E4B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6D56EB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0F6957" w:rsidRPr="00AF4A52" w14:paraId="6F11C0CF" w14:textId="77777777" w:rsidTr="0068094E">
        <w:tc>
          <w:tcPr>
            <w:tcW w:w="675" w:type="dxa"/>
            <w:vAlign w:val="center"/>
          </w:tcPr>
          <w:p w14:paraId="6D679623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39F7B619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</w:t>
            </w:r>
            <w:r w:rsidRPr="004C1120">
              <w:rPr>
                <w:rFonts w:ascii="Corbel" w:hAnsi="Corbel"/>
                <w:sz w:val="24"/>
                <w:szCs w:val="24"/>
              </w:rPr>
              <w:t>z</w:t>
            </w:r>
            <w:r w:rsidRPr="004C1120">
              <w:rPr>
                <w:rFonts w:ascii="Corbel" w:hAnsi="Corbel"/>
                <w:sz w:val="24"/>
                <w:szCs w:val="24"/>
              </w:rPr>
              <w:t>nych.</w:t>
            </w:r>
          </w:p>
        </w:tc>
      </w:tr>
      <w:tr w:rsidR="000F6957" w:rsidRPr="00AF4A52" w14:paraId="605148B7" w14:textId="77777777" w:rsidTr="0068094E">
        <w:tc>
          <w:tcPr>
            <w:tcW w:w="675" w:type="dxa"/>
            <w:vAlign w:val="center"/>
          </w:tcPr>
          <w:p w14:paraId="171EBC57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12C01E4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</w:t>
            </w:r>
            <w:r w:rsidRPr="004C1120">
              <w:rPr>
                <w:rFonts w:ascii="Corbel" w:hAnsi="Corbel"/>
                <w:sz w:val="24"/>
                <w:szCs w:val="24"/>
              </w:rPr>
              <w:t>o</w:t>
            </w:r>
            <w:r w:rsidRPr="004C1120">
              <w:rPr>
                <w:rFonts w:ascii="Corbel" w:hAnsi="Corbel"/>
                <w:sz w:val="24"/>
                <w:szCs w:val="24"/>
              </w:rPr>
              <w:t>wania, konserwacją, zabezpieczeniem systemów operacyjnych, danych komputera.</w:t>
            </w:r>
          </w:p>
        </w:tc>
      </w:tr>
      <w:tr w:rsidR="000F6957" w:rsidRPr="00AF4A52" w14:paraId="5A1B4CF4" w14:textId="77777777" w:rsidTr="0068094E">
        <w:tc>
          <w:tcPr>
            <w:tcW w:w="675" w:type="dxa"/>
            <w:vAlign w:val="center"/>
          </w:tcPr>
          <w:p w14:paraId="295F79DC" w14:textId="77777777" w:rsidR="000F6957" w:rsidRPr="004C1120" w:rsidRDefault="000F6957" w:rsidP="0068094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112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4ED2BD8B" w14:textId="77777777" w:rsidR="000F6957" w:rsidRPr="004C1120" w:rsidRDefault="000F6957" w:rsidP="0068094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Kształtowanie i doskonalenie wiedzy i umiejętności w zakresie: </w:t>
            </w:r>
          </w:p>
          <w:p w14:paraId="05BE686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14:paraId="74B8B26D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14:paraId="6CA1EC7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14:paraId="1AF98E97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14:paraId="72DFE5FC" w14:textId="77777777" w:rsidR="000F6957" w:rsidRPr="004C1120" w:rsidRDefault="000F6957" w:rsidP="000F6957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14:paraId="1286D80E" w14:textId="77777777" w:rsidR="000F6957" w:rsidRPr="004C1120" w:rsidRDefault="000F6957" w:rsidP="000F6957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C1120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4C1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4640B7F" w14:textId="77777777" w:rsidR="001835A1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1A05B0" w14:textId="77777777" w:rsidR="001835A1" w:rsidRPr="009C54AE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592920" w14:textId="77777777" w:rsidR="00D60E73" w:rsidRPr="007D1809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98B7196" w14:textId="77777777" w:rsidR="00D60E73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D60E73" w14:paraId="7C7DC43B" w14:textId="77777777" w:rsidTr="002E18E5">
        <w:tc>
          <w:tcPr>
            <w:tcW w:w="1679" w:type="dxa"/>
          </w:tcPr>
          <w:p w14:paraId="259173D7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60E73">
              <w:rPr>
                <w:rFonts w:ascii="Corbel" w:hAnsi="Corbel"/>
                <w:smallCaps w:val="0"/>
                <w:sz w:val="22"/>
              </w:rPr>
              <w:t>EK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(efekt ucz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>nia się)</w:t>
            </w:r>
          </w:p>
          <w:p w14:paraId="5815CB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</w:p>
        </w:tc>
        <w:tc>
          <w:tcPr>
            <w:tcW w:w="5976" w:type="dxa"/>
          </w:tcPr>
          <w:p w14:paraId="5730E49B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Treść efektu uczenia się</w:t>
            </w:r>
            <w:r w:rsidRPr="00D60E73">
              <w:rPr>
                <w:rFonts w:ascii="Corbel" w:hAnsi="Corbel"/>
                <w:b w:val="0"/>
                <w:smallCaps w:val="0"/>
                <w:sz w:val="22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iowanego dla przedmiotu </w:t>
            </w:r>
          </w:p>
        </w:tc>
        <w:tc>
          <w:tcPr>
            <w:tcW w:w="1865" w:type="dxa"/>
          </w:tcPr>
          <w:p w14:paraId="09BEEC59" w14:textId="77777777" w:rsidR="00D60E73" w:rsidRPr="00D60E73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4DA2" w:rsidRPr="00973811" w14:paraId="158A336E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0A95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FFC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Zaprezentuje możliwości wykorzystania platform eduk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cyjnych do rozwoju aktywności poznawczej dziecka.</w:t>
            </w:r>
          </w:p>
          <w:p w14:paraId="7F891C54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Wymieni elementy platformy e-lerningowej oraz poda sposoby umieszczania na platformie materiałów zgodnie z zasadami dotyczącymi ochrony własności intelektualnej i prawami autorskimi.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B4B5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F156B2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7EDCA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C.W1.</w:t>
            </w:r>
          </w:p>
        </w:tc>
      </w:tr>
      <w:tr w:rsidR="000C4DA2" w:rsidRPr="00973811" w14:paraId="540F8DA7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BCA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DA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ruszania się w środowisku medialnym.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CFCF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C.W.5</w:t>
            </w:r>
          </w:p>
          <w:p w14:paraId="26382C7D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4DA2" w:rsidRPr="00973811" w14:paraId="730A4BA2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C20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FD5F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Zaprojektuje jednostkę dydaktyczną dla edukacji prze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szkolnej i wczesnoszkolnej z wykorzystaniem aplikacji komputerowych.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0831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55221C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C.W.3</w:t>
            </w:r>
          </w:p>
        </w:tc>
      </w:tr>
      <w:tr w:rsidR="000C4DA2" w:rsidRPr="00973811" w14:paraId="0233A504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8048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42D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Wykona materiały dydaktyczne potrzebne do edukacji przedszkolnej i wczesnoszkolnej oraz umieści je w Inte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necie zgodnie z podstawowymi zasadami komunikow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t>nia.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0A19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245DEB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0C4DA2" w:rsidRPr="00973811" w14:paraId="75240DDB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371D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10E7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Dobierze aplikacje mobilne dostosowane do potrzeb i predyspozycji dzieci przedszkolnych i wczesnoszkolnych i umożliwiające rozwój ich zainteresowań.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55B2" w14:textId="77777777" w:rsidR="004C1120" w:rsidRDefault="004C1120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925718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C.U3</w:t>
            </w:r>
          </w:p>
        </w:tc>
      </w:tr>
      <w:tr w:rsidR="000C4DA2" w:rsidRPr="00973811" w14:paraId="1CA831B5" w14:textId="77777777" w:rsidTr="000C4DA2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781C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6CDE" w14:textId="77777777" w:rsidR="000C4DA2" w:rsidRPr="003B785E" w:rsidRDefault="000C4DA2" w:rsidP="006809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t xml:space="preserve">Wykorzysta nowoczesne technologie informacyjne do skonstruowania własnego planu rozwoju zawodowego w </w:t>
            </w: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edukacji przedszkolnej i wczesnoszkolnej.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37F3" w14:textId="77777777" w:rsidR="000C4DA2" w:rsidRPr="003B785E" w:rsidRDefault="000C4DA2" w:rsidP="000C4D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C.U8</w:t>
            </w:r>
          </w:p>
        </w:tc>
      </w:tr>
    </w:tbl>
    <w:p w14:paraId="7B87AAB7" w14:textId="77777777" w:rsidR="00D60E73" w:rsidRPr="009C54AE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AD37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623D3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6410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53B96AC" w14:textId="77777777" w:rsidTr="00923D7D">
        <w:tc>
          <w:tcPr>
            <w:tcW w:w="9639" w:type="dxa"/>
          </w:tcPr>
          <w:p w14:paraId="34E8777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A3EB4" w14:textId="77777777" w:rsidTr="00923D7D">
        <w:tc>
          <w:tcPr>
            <w:tcW w:w="9639" w:type="dxa"/>
          </w:tcPr>
          <w:p w14:paraId="6A103626" w14:textId="77777777" w:rsidR="0085747A" w:rsidRPr="009C54AE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</w:tbl>
    <w:p w14:paraId="3D442C4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4BB3" w14:textId="77777777" w:rsidR="00DF569E" w:rsidRPr="00910CF4" w:rsidRDefault="0085747A" w:rsidP="00910CF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B5BFCCD" w14:textId="77777777" w:rsidR="00D2243F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AF4A52" w14:paraId="68F1FF56" w14:textId="77777777" w:rsidTr="00D2243F">
        <w:tc>
          <w:tcPr>
            <w:tcW w:w="9520" w:type="dxa"/>
          </w:tcPr>
          <w:p w14:paraId="02FE182C" w14:textId="77777777" w:rsidR="00D2243F" w:rsidRPr="003B785E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43F" w:rsidRPr="00AF4A52" w14:paraId="1A50B98B" w14:textId="77777777" w:rsidTr="00D2243F">
        <w:tc>
          <w:tcPr>
            <w:tcW w:w="9520" w:type="dxa"/>
          </w:tcPr>
          <w:p w14:paraId="26DD7EA8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AF4A52" w14:paraId="38F0532C" w14:textId="77777777" w:rsidTr="00D2243F">
        <w:tc>
          <w:tcPr>
            <w:tcW w:w="9520" w:type="dxa"/>
          </w:tcPr>
          <w:p w14:paraId="25EABA0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AF4A52" w14:paraId="64003C8E" w14:textId="77777777" w:rsidTr="00D2243F">
        <w:tc>
          <w:tcPr>
            <w:tcW w:w="9520" w:type="dxa"/>
          </w:tcPr>
          <w:p w14:paraId="76B39FA4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</w:t>
            </w:r>
            <w:r w:rsidRPr="003B785E">
              <w:rPr>
                <w:rFonts w:ascii="Corbel" w:hAnsi="Corbel"/>
                <w:sz w:val="24"/>
                <w:szCs w:val="24"/>
              </w:rPr>
              <w:t>a</w:t>
            </w:r>
            <w:r w:rsidRPr="003B785E">
              <w:rPr>
                <w:rFonts w:ascii="Corbel" w:hAnsi="Corbel"/>
                <w:sz w:val="24"/>
                <w:szCs w:val="24"/>
              </w:rPr>
              <w:t>czenie w tworzeniu komponentów generowanych automatycznie);</w:t>
            </w:r>
          </w:p>
        </w:tc>
      </w:tr>
      <w:tr w:rsidR="00D2243F" w:rsidRPr="00AF4A52" w14:paraId="7D20720A" w14:textId="77777777" w:rsidTr="00D2243F">
        <w:tc>
          <w:tcPr>
            <w:tcW w:w="9520" w:type="dxa"/>
          </w:tcPr>
          <w:p w14:paraId="781FF5AA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AF4A52" w14:paraId="57EB7D1B" w14:textId="77777777" w:rsidTr="00D2243F">
        <w:tc>
          <w:tcPr>
            <w:tcW w:w="9520" w:type="dxa"/>
          </w:tcPr>
          <w:p w14:paraId="60C3F06D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AF4A52" w14:paraId="1C93F884" w14:textId="77777777" w:rsidTr="00D2243F">
        <w:tc>
          <w:tcPr>
            <w:tcW w:w="9520" w:type="dxa"/>
          </w:tcPr>
          <w:p w14:paraId="002B6A27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AF4A52" w14:paraId="01B07DA6" w14:textId="77777777" w:rsidTr="00D2243F">
        <w:tc>
          <w:tcPr>
            <w:tcW w:w="9520" w:type="dxa"/>
          </w:tcPr>
          <w:p w14:paraId="73B1A915" w14:textId="77777777" w:rsidR="00D2243F" w:rsidRPr="003B785E" w:rsidRDefault="00D2243F" w:rsidP="003B78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AF4A52" w14:paraId="6D75E23A" w14:textId="77777777" w:rsidTr="00D2243F">
        <w:tc>
          <w:tcPr>
            <w:tcW w:w="9520" w:type="dxa"/>
          </w:tcPr>
          <w:p w14:paraId="6AD0F5E2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AF4A52" w14:paraId="3E9EF118" w14:textId="77777777" w:rsidTr="00D2243F">
        <w:tc>
          <w:tcPr>
            <w:tcW w:w="9520" w:type="dxa"/>
          </w:tcPr>
          <w:p w14:paraId="5E74B70A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AF4A52" w14:paraId="33BFB71D" w14:textId="77777777" w:rsidTr="00D2243F">
        <w:tc>
          <w:tcPr>
            <w:tcW w:w="9520" w:type="dxa"/>
          </w:tcPr>
          <w:p w14:paraId="72940639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AF4A52" w14:paraId="2F20B350" w14:textId="77777777" w:rsidTr="00D2243F">
        <w:tc>
          <w:tcPr>
            <w:tcW w:w="9520" w:type="dxa"/>
          </w:tcPr>
          <w:p w14:paraId="5CE0977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AF4A52" w14:paraId="51182344" w14:textId="77777777" w:rsidTr="00D2243F">
        <w:tc>
          <w:tcPr>
            <w:tcW w:w="9520" w:type="dxa"/>
          </w:tcPr>
          <w:p w14:paraId="148BC52E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AF4A52" w14:paraId="7B4AA632" w14:textId="77777777" w:rsidTr="00D2243F">
        <w:tc>
          <w:tcPr>
            <w:tcW w:w="9520" w:type="dxa"/>
          </w:tcPr>
          <w:p w14:paraId="260DD25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a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nych.</w:t>
            </w:r>
          </w:p>
        </w:tc>
      </w:tr>
      <w:tr w:rsidR="00D2243F" w:rsidRPr="00AF4A52" w14:paraId="3FFDC8CF" w14:textId="77777777" w:rsidTr="00D2243F">
        <w:tc>
          <w:tcPr>
            <w:tcW w:w="9520" w:type="dxa"/>
          </w:tcPr>
          <w:p w14:paraId="79D6C984" w14:textId="77777777" w:rsidR="00D2243F" w:rsidRPr="003B785E" w:rsidRDefault="00D2243F" w:rsidP="003B785E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3B785E">
              <w:rPr>
                <w:rFonts w:ascii="Corbel" w:hAnsi="Corbel"/>
                <w:sz w:val="24"/>
                <w:szCs w:val="24"/>
              </w:rPr>
              <w:t>. Komunikacja pomiędzy kilkoma ark</w:t>
            </w:r>
            <w:r w:rsidRPr="003B785E">
              <w:rPr>
                <w:rFonts w:ascii="Corbel" w:hAnsi="Corbel"/>
                <w:sz w:val="24"/>
                <w:szCs w:val="24"/>
              </w:rPr>
              <w:t>u</w:t>
            </w:r>
            <w:r w:rsidRPr="003B785E">
              <w:rPr>
                <w:rFonts w:ascii="Corbel" w:hAnsi="Corbel"/>
                <w:sz w:val="24"/>
                <w:szCs w:val="24"/>
              </w:rPr>
              <w:t>szami. Specjalne kopiowanie danych .</w:t>
            </w:r>
          </w:p>
        </w:tc>
      </w:tr>
    </w:tbl>
    <w:p w14:paraId="060D90C8" w14:textId="77777777" w:rsidR="00DF569E" w:rsidRPr="009C54AE" w:rsidRDefault="00DF569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780B7E" w14:textId="77777777" w:rsidR="0085747A" w:rsidRPr="009C54AE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5D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F6927" w14:textId="77777777" w:rsidR="0023412D" w:rsidRPr="004C1120" w:rsidRDefault="00D2243F" w:rsidP="004C1120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t>Ć</w:t>
      </w:r>
      <w:r w:rsidRPr="002403C6">
        <w:rPr>
          <w:b w:val="0"/>
          <w:smallCaps w:val="0"/>
          <w:sz w:val="22"/>
        </w:rPr>
        <w:t xml:space="preserve">wiczenia </w:t>
      </w:r>
      <w:r>
        <w:rPr>
          <w:b w:val="0"/>
          <w:smallCaps w:val="0"/>
          <w:sz w:val="22"/>
        </w:rPr>
        <w:t xml:space="preserve">praktyczne </w:t>
      </w:r>
      <w:r w:rsidRPr="002403C6">
        <w:rPr>
          <w:b w:val="0"/>
          <w:smallCaps w:val="0"/>
          <w:sz w:val="22"/>
        </w:rPr>
        <w:t>realizowane w pracowni komputerowej, wykorzystan</w:t>
      </w:r>
      <w:r>
        <w:rPr>
          <w:b w:val="0"/>
          <w:smallCaps w:val="0"/>
          <w:sz w:val="22"/>
        </w:rPr>
        <w:t>ie platformy e-learningowej „Eureka”</w:t>
      </w:r>
    </w:p>
    <w:p w14:paraId="36A1F1D5" w14:textId="77777777" w:rsidR="0023412D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C74B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19BCC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491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1702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0F5A554" w14:textId="77777777" w:rsidTr="00C05F44">
        <w:tc>
          <w:tcPr>
            <w:tcW w:w="1985" w:type="dxa"/>
            <w:vAlign w:val="center"/>
          </w:tcPr>
          <w:p w14:paraId="3613E1B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3C7A1A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9101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1E7B5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212058A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38E2FB4" w14:textId="77777777" w:rsidTr="00C05F44">
        <w:tc>
          <w:tcPr>
            <w:tcW w:w="1985" w:type="dxa"/>
          </w:tcPr>
          <w:p w14:paraId="1AD47D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D501B2" w14:textId="77777777" w:rsidR="0085747A" w:rsidRPr="009C4B77" w:rsidRDefault="0023412D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wypowiedzi ustnej</w:t>
            </w:r>
            <w:r w:rsidR="00BD0C28" w:rsidRPr="009C4B77">
              <w:rPr>
                <w:rFonts w:ascii="Corbel" w:hAnsi="Corbel"/>
                <w:sz w:val="24"/>
                <w:szCs w:val="24"/>
              </w:rPr>
              <w:t>/kolokwium</w:t>
            </w:r>
          </w:p>
        </w:tc>
        <w:tc>
          <w:tcPr>
            <w:tcW w:w="2126" w:type="dxa"/>
          </w:tcPr>
          <w:p w14:paraId="5AAEEB85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5747A" w:rsidRPr="009C54AE" w14:paraId="65C351EB" w14:textId="77777777" w:rsidTr="00C05F44">
        <w:tc>
          <w:tcPr>
            <w:tcW w:w="1985" w:type="dxa"/>
          </w:tcPr>
          <w:p w14:paraId="00C8AC7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</w:tcPr>
          <w:p w14:paraId="2D8CFAD1" w14:textId="77777777" w:rsidR="0085747A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Autoewaluacja</w:t>
            </w:r>
          </w:p>
        </w:tc>
        <w:tc>
          <w:tcPr>
            <w:tcW w:w="2126" w:type="dxa"/>
          </w:tcPr>
          <w:p w14:paraId="147EF680" w14:textId="77777777" w:rsidR="0085747A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2C0F67BB" w14:textId="77777777" w:rsidTr="004C0E7C">
        <w:trPr>
          <w:trHeight w:val="153"/>
        </w:trPr>
        <w:tc>
          <w:tcPr>
            <w:tcW w:w="1985" w:type="dxa"/>
          </w:tcPr>
          <w:p w14:paraId="112A9C86" w14:textId="77777777" w:rsidR="0023412D" w:rsidRPr="009C54AE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AC36AF1" w14:textId="77777777" w:rsidR="0023412D" w:rsidRPr="009C4B77" w:rsidRDefault="00910CF4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Ocena wykonanej pracy</w:t>
            </w:r>
          </w:p>
        </w:tc>
        <w:tc>
          <w:tcPr>
            <w:tcW w:w="2126" w:type="dxa"/>
          </w:tcPr>
          <w:p w14:paraId="25EA641D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3412D" w:rsidRPr="009C54AE" w14:paraId="3D198D27" w14:textId="77777777" w:rsidTr="00C05F44">
        <w:tc>
          <w:tcPr>
            <w:tcW w:w="1985" w:type="dxa"/>
          </w:tcPr>
          <w:p w14:paraId="660B3770" w14:textId="77777777" w:rsidR="0023412D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575AC0F7" w14:textId="77777777" w:rsidR="0023412D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Sprawdzian praktyczny</w:t>
            </w:r>
          </w:p>
        </w:tc>
        <w:tc>
          <w:tcPr>
            <w:tcW w:w="2126" w:type="dxa"/>
          </w:tcPr>
          <w:p w14:paraId="4FA9B88B" w14:textId="77777777" w:rsidR="0023412D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824237D" w14:textId="77777777" w:rsidTr="00C05F44">
        <w:tc>
          <w:tcPr>
            <w:tcW w:w="1985" w:type="dxa"/>
          </w:tcPr>
          <w:p w14:paraId="1848F726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423E2873" w14:textId="77777777" w:rsidR="004C0E7C" w:rsidRPr="009C4B77" w:rsidRDefault="004C0E7C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9C4B77">
              <w:rPr>
                <w:rFonts w:ascii="Corbel" w:hAnsi="Corbel"/>
                <w:sz w:val="24"/>
                <w:szCs w:val="24"/>
              </w:rPr>
              <w:t>a</w:t>
            </w:r>
            <w:r w:rsidRPr="009C4B77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14:paraId="65A28DBB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4C0E7C" w:rsidRPr="009C54AE" w14:paraId="2B5C8030" w14:textId="77777777" w:rsidTr="00C05F44">
        <w:tc>
          <w:tcPr>
            <w:tcW w:w="1985" w:type="dxa"/>
          </w:tcPr>
          <w:p w14:paraId="0D72431D" w14:textId="77777777" w:rsidR="004C0E7C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38554B2" w14:textId="77777777" w:rsidR="004C0E7C" w:rsidRPr="009C4B77" w:rsidRDefault="00BD0C28" w:rsidP="009C4B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Obserwacja pracy przy komputerze, ocena wykon</w:t>
            </w:r>
            <w:r w:rsidRPr="009C4B77">
              <w:rPr>
                <w:rFonts w:ascii="Corbel" w:hAnsi="Corbel"/>
                <w:sz w:val="24"/>
                <w:szCs w:val="24"/>
              </w:rPr>
              <w:t>a</w:t>
            </w:r>
            <w:r w:rsidRPr="009C4B77">
              <w:rPr>
                <w:rFonts w:ascii="Corbel" w:hAnsi="Corbel"/>
                <w:sz w:val="24"/>
                <w:szCs w:val="24"/>
              </w:rPr>
              <w:t>nej pracy</w:t>
            </w:r>
          </w:p>
        </w:tc>
        <w:tc>
          <w:tcPr>
            <w:tcW w:w="2126" w:type="dxa"/>
          </w:tcPr>
          <w:p w14:paraId="5D0F3476" w14:textId="77777777" w:rsidR="004C0E7C" w:rsidRPr="009C4B77" w:rsidRDefault="00EE2F50" w:rsidP="009C4B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C4B77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16AE8BC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36138F" w14:textId="77777777" w:rsidR="0023412D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9937DB" w14:textId="77777777" w:rsidR="00EE2F50" w:rsidRDefault="003E1941" w:rsidP="009C4B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B009D68" w14:textId="77777777" w:rsidR="00923D7D" w:rsidRPr="009C54AE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8DE15" w14:textId="77777777" w:rsidTr="00923D7D">
        <w:tc>
          <w:tcPr>
            <w:tcW w:w="9670" w:type="dxa"/>
          </w:tcPr>
          <w:p w14:paraId="41A3783F" w14:textId="77777777" w:rsidR="0085747A" w:rsidRPr="009C54AE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wykonanych ćwiczeń (samodzielność w wykonaniu zadań), aktywność na platformie e-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17C93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A3D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68D8C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CFC410D" w14:textId="77777777" w:rsidTr="003E1941">
        <w:tc>
          <w:tcPr>
            <w:tcW w:w="4962" w:type="dxa"/>
            <w:vAlign w:val="center"/>
          </w:tcPr>
          <w:p w14:paraId="1F5A212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FB77B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180A471B" w14:textId="77777777" w:rsidTr="00923D7D">
        <w:tc>
          <w:tcPr>
            <w:tcW w:w="4962" w:type="dxa"/>
          </w:tcPr>
          <w:p w14:paraId="1458629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CB3704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112745E" w14:textId="77777777" w:rsidTr="00923D7D">
        <w:tc>
          <w:tcPr>
            <w:tcW w:w="4962" w:type="dxa"/>
          </w:tcPr>
          <w:p w14:paraId="5D56A88E" w14:textId="77777777" w:rsidR="007940E4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>
              <w:rPr>
                <w:rFonts w:ascii="Corbel" w:hAnsi="Corbel"/>
                <w:sz w:val="24"/>
                <w:szCs w:val="24"/>
              </w:rPr>
              <w:t>:</w:t>
            </w:r>
          </w:p>
          <w:p w14:paraId="608D2FF1" w14:textId="77777777" w:rsidR="007940E4" w:rsidRPr="009C54AE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</w:t>
            </w:r>
            <w:r w:rsidR="003646F9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23752105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F8088F1" w14:textId="77777777" w:rsidR="007940E4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98444D" w14:textId="77777777" w:rsidTr="00923D7D">
        <w:tc>
          <w:tcPr>
            <w:tcW w:w="4962" w:type="dxa"/>
          </w:tcPr>
          <w:p w14:paraId="1C072CCB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646F9">
              <w:rPr>
                <w:rFonts w:ascii="Corbel" w:hAnsi="Corbel"/>
                <w:sz w:val="24"/>
                <w:szCs w:val="24"/>
              </w:rPr>
              <w:t>:</w:t>
            </w:r>
          </w:p>
          <w:p w14:paraId="5A4E17C6" w14:textId="77777777" w:rsidR="003646F9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14:paraId="00F2F155" w14:textId="77777777" w:rsidR="00C61DC5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0320FAA9" w14:textId="77777777" w:rsidR="003646F9" w:rsidRPr="009C54AE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233CE264" w14:textId="77777777" w:rsidR="00C61DC5" w:rsidRDefault="00C61DC5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C5CFC1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CC02439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023A7FBE" w14:textId="77777777" w:rsidR="00A645A4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  <w:p w14:paraId="1943581E" w14:textId="77777777" w:rsidR="00A645A4" w:rsidRPr="009C54AE" w:rsidRDefault="00A645A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3DF67211" w14:textId="77777777" w:rsidTr="00923D7D">
        <w:tc>
          <w:tcPr>
            <w:tcW w:w="4962" w:type="dxa"/>
          </w:tcPr>
          <w:p w14:paraId="378120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D448B6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6AF1873A" w14:textId="77777777" w:rsidTr="00923D7D">
        <w:tc>
          <w:tcPr>
            <w:tcW w:w="4962" w:type="dxa"/>
          </w:tcPr>
          <w:p w14:paraId="3282CB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B543A9" w14:textId="77777777" w:rsidR="0085747A" w:rsidRPr="009C54AE" w:rsidRDefault="007940E4" w:rsidP="003B78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4EDDBE4C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BDA37C3" w14:textId="77777777" w:rsidR="003646F9" w:rsidRPr="009C54AE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D99F89F" w14:textId="77777777" w:rsidR="00C919BC" w:rsidRPr="009C54AE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E3E2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F6A85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C574695" w14:textId="77777777" w:rsidTr="0071620A">
        <w:trPr>
          <w:trHeight w:val="397"/>
        </w:trPr>
        <w:tc>
          <w:tcPr>
            <w:tcW w:w="3544" w:type="dxa"/>
          </w:tcPr>
          <w:p w14:paraId="248846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147EF5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9C54AE" w14:paraId="681591B0" w14:textId="77777777" w:rsidTr="0071620A">
        <w:trPr>
          <w:trHeight w:val="397"/>
        </w:trPr>
        <w:tc>
          <w:tcPr>
            <w:tcW w:w="3544" w:type="dxa"/>
          </w:tcPr>
          <w:p w14:paraId="3B3BAA3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AFD7244" w14:textId="77777777" w:rsidR="0085747A" w:rsidRPr="009C54AE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14:paraId="1E82F7DD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6B947B" w14:textId="77777777" w:rsidR="004C1120" w:rsidRPr="009C54AE" w:rsidRDefault="004C1120" w:rsidP="009C4B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2BF9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D03A3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AF4A52" w14:paraId="4CF95D39" w14:textId="77777777" w:rsidTr="00AD3FE4">
        <w:tc>
          <w:tcPr>
            <w:tcW w:w="7513" w:type="dxa"/>
          </w:tcPr>
          <w:p w14:paraId="7FAC984A" w14:textId="77777777" w:rsidR="00AD3FE4" w:rsidRPr="003B785E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5B55E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3B785E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3B785E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14:paraId="19FB650C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14:paraId="5C6046F0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lastRenderedPageBreak/>
              <w:t>Walkenbach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3B785E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 xml:space="preserve">Excel 20016 PL. </w:t>
            </w:r>
            <w:proofErr w:type="spellStart"/>
            <w:r w:rsidRPr="003B785E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Biblia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3B785E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3B785E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14:paraId="748E4D43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bCs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3B785E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3B785E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1236E8A5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3B785E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3B785E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14:paraId="5F87CB98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Strony internetowe:</w:t>
            </w:r>
          </w:p>
          <w:p w14:paraId="779A7542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14:paraId="7B916C85" w14:textId="77777777" w:rsidR="00AD3FE4" w:rsidRPr="004C1120" w:rsidRDefault="00264A1B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="00AD3FE4" w:rsidRPr="004C1120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http://www.google.com</w:t>
              </w:r>
            </w:hyperlink>
          </w:p>
          <w:p w14:paraId="14FD1AC9" w14:textId="77777777" w:rsidR="00AD3FE4" w:rsidRPr="003B785E" w:rsidRDefault="00AD3FE4" w:rsidP="003B78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47" w:hanging="147"/>
              <w:rPr>
                <w:rFonts w:ascii="Corbel" w:hAnsi="Corbel"/>
              </w:rPr>
            </w:pPr>
            <w:r w:rsidRPr="004C1120">
              <w:rPr>
                <w:rFonts w:ascii="Corbel" w:hAnsi="Corbel"/>
                <w:sz w:val="24"/>
                <w:szCs w:val="24"/>
              </w:rPr>
              <w:t>https://www.eureka.ur.edu.pl</w:t>
            </w:r>
          </w:p>
        </w:tc>
      </w:tr>
      <w:tr w:rsidR="00AD3FE4" w:rsidRPr="00AF4A52" w14:paraId="4F91E1B4" w14:textId="77777777" w:rsidTr="00AD3FE4">
        <w:tc>
          <w:tcPr>
            <w:tcW w:w="7513" w:type="dxa"/>
          </w:tcPr>
          <w:p w14:paraId="157A2322" w14:textId="77777777" w:rsidR="00AD3FE4" w:rsidRPr="003B785E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78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A29783" w14:textId="77777777" w:rsidR="00AD3FE4" w:rsidRPr="003B785E" w:rsidRDefault="00AD3FE4" w:rsidP="003B785E">
            <w:pPr>
              <w:pStyle w:val="Styl1"/>
              <w:numPr>
                <w:ilvl w:val="0"/>
                <w:numId w:val="5"/>
              </w:numPr>
              <w:ind w:left="147" w:hanging="147"/>
              <w:rPr>
                <w:rFonts w:ascii="Corbel" w:hAnsi="Corbel"/>
                <w:b w:val="0"/>
                <w:szCs w:val="24"/>
              </w:rPr>
            </w:pPr>
            <w:r w:rsidRPr="003B785E">
              <w:rPr>
                <w:rFonts w:ascii="Corbel" w:hAnsi="Corbel"/>
                <w:b w:val="0"/>
                <w:szCs w:val="24"/>
              </w:rPr>
              <w:t xml:space="preserve">Walter N.(red.), </w:t>
            </w:r>
            <w:r w:rsidRPr="003B785E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3B785E">
              <w:rPr>
                <w:rFonts w:ascii="Corbel" w:hAnsi="Corbel"/>
                <w:b w:val="0"/>
                <w:szCs w:val="24"/>
              </w:rPr>
              <w:t xml:space="preserve"> W</w:t>
            </w:r>
            <w:r w:rsidRPr="003B785E">
              <w:rPr>
                <w:rFonts w:ascii="Corbel" w:hAnsi="Corbel"/>
                <w:b w:val="0"/>
                <w:szCs w:val="24"/>
              </w:rPr>
              <w:t>y</w:t>
            </w:r>
            <w:r w:rsidRPr="003B785E">
              <w:rPr>
                <w:rFonts w:ascii="Corbel" w:hAnsi="Corbel"/>
                <w:b w:val="0"/>
                <w:szCs w:val="24"/>
              </w:rPr>
              <w:t>dawnictwo Naukowe Uniwersytetu im. Adama Mickiewicza w Poznaniu, 2016,  ss.206.</w:t>
            </w:r>
          </w:p>
          <w:p w14:paraId="3D9B2CFE" w14:textId="77777777" w:rsidR="009674C7" w:rsidRPr="003B785E" w:rsidRDefault="009674C7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B785E">
              <w:rPr>
                <w:rFonts w:ascii="Corbel" w:hAnsi="Corbel"/>
                <w:sz w:val="24"/>
                <w:szCs w:val="24"/>
              </w:rPr>
              <w:t xml:space="preserve">Stachera H., 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Kijo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 xml:space="preserve"> A., Wilińska J., Jak pomagać uczniom rozwijać uzdo</w:t>
            </w:r>
            <w:r w:rsidRPr="003B785E">
              <w:rPr>
                <w:rFonts w:ascii="Corbel" w:hAnsi="Corbel"/>
                <w:sz w:val="24"/>
                <w:szCs w:val="24"/>
              </w:rPr>
              <w:t>l</w:t>
            </w:r>
            <w:r w:rsidRPr="003B785E">
              <w:rPr>
                <w:rFonts w:ascii="Corbel" w:hAnsi="Corbel"/>
                <w:sz w:val="24"/>
                <w:szCs w:val="24"/>
              </w:rPr>
              <w:t xml:space="preserve">nienia informatyczne?, </w:t>
            </w:r>
            <w:proofErr w:type="spellStart"/>
            <w:r w:rsidRPr="003B785E">
              <w:rPr>
                <w:rFonts w:ascii="Corbel" w:hAnsi="Corbel"/>
                <w:sz w:val="24"/>
                <w:szCs w:val="24"/>
              </w:rPr>
              <w:t>Wyd.ORE</w:t>
            </w:r>
            <w:proofErr w:type="spellEnd"/>
            <w:r w:rsidRPr="003B785E">
              <w:rPr>
                <w:rFonts w:ascii="Corbel" w:hAnsi="Corbel"/>
                <w:sz w:val="24"/>
                <w:szCs w:val="24"/>
              </w:rPr>
              <w:t>, Warszawa 2014</w:t>
            </w:r>
          </w:p>
          <w:p w14:paraId="0519F327" w14:textId="77777777" w:rsidR="00AD3FE4" w:rsidRPr="00D070E8" w:rsidRDefault="00AD3FE4" w:rsidP="003B785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47" w:hanging="147"/>
            </w:pPr>
            <w:r w:rsidRPr="003B785E">
              <w:rPr>
                <w:rFonts w:ascii="Corbel" w:hAnsi="Corbel"/>
                <w:sz w:val="24"/>
                <w:szCs w:val="24"/>
              </w:rPr>
              <w:t>P</w:t>
            </w:r>
            <w:r w:rsidR="009674C7" w:rsidRPr="003B785E">
              <w:rPr>
                <w:rFonts w:ascii="Corbel" w:hAnsi="Corbel"/>
                <w:sz w:val="24"/>
                <w:szCs w:val="24"/>
              </w:rPr>
              <w:t>C WORLD Komputer (czasopismo)</w:t>
            </w:r>
          </w:p>
        </w:tc>
      </w:tr>
    </w:tbl>
    <w:p w14:paraId="2A8C9B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3AE5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813994" w14:textId="77777777" w:rsidR="00785F0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5F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808BD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808BD4" w16cid:durableId="2354FE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9D0B5" w14:textId="77777777" w:rsidR="00264A1B" w:rsidRDefault="00264A1B" w:rsidP="00C16ABF">
      <w:pPr>
        <w:spacing w:after="0" w:line="240" w:lineRule="auto"/>
      </w:pPr>
      <w:r>
        <w:separator/>
      </w:r>
    </w:p>
  </w:endnote>
  <w:endnote w:type="continuationSeparator" w:id="0">
    <w:p w14:paraId="7C3C2D43" w14:textId="77777777" w:rsidR="00264A1B" w:rsidRDefault="00264A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2A6D8" w14:textId="77777777" w:rsidR="00264A1B" w:rsidRDefault="00264A1B" w:rsidP="00C16ABF">
      <w:pPr>
        <w:spacing w:after="0" w:line="240" w:lineRule="auto"/>
      </w:pPr>
      <w:r>
        <w:separator/>
      </w:r>
    </w:p>
  </w:footnote>
  <w:footnote w:type="continuationSeparator" w:id="0">
    <w:p w14:paraId="3AF5D7EC" w14:textId="77777777" w:rsidR="00264A1B" w:rsidRDefault="00264A1B" w:rsidP="00C16ABF">
      <w:pPr>
        <w:spacing w:after="0" w:line="240" w:lineRule="auto"/>
      </w:pPr>
      <w:r>
        <w:continuationSeparator/>
      </w:r>
    </w:p>
  </w:footnote>
  <w:footnote w:id="1">
    <w:p w14:paraId="7F09EF2B" w14:textId="77777777"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ED3C3F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265"/>
    <w:multiLevelType w:val="hybridMultilevel"/>
    <w:tmpl w:val="1E305D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9C18B2"/>
    <w:multiLevelType w:val="hybridMultilevel"/>
    <w:tmpl w:val="268E62A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70B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DA2"/>
    <w:rsid w:val="000D04B0"/>
    <w:rsid w:val="000F1C57"/>
    <w:rsid w:val="000F5615"/>
    <w:rsid w:val="000F695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C7146"/>
    <w:rsid w:val="001D41E0"/>
    <w:rsid w:val="001D657B"/>
    <w:rsid w:val="001D7B54"/>
    <w:rsid w:val="001E0209"/>
    <w:rsid w:val="001E06CF"/>
    <w:rsid w:val="001F2CA2"/>
    <w:rsid w:val="002144C0"/>
    <w:rsid w:val="0022477D"/>
    <w:rsid w:val="002278A9"/>
    <w:rsid w:val="002336F9"/>
    <w:rsid w:val="0023412D"/>
    <w:rsid w:val="0024028F"/>
    <w:rsid w:val="00244ABC"/>
    <w:rsid w:val="00247C24"/>
    <w:rsid w:val="00264A1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46F9"/>
    <w:rsid w:val="003A0A5B"/>
    <w:rsid w:val="003A1176"/>
    <w:rsid w:val="003B785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85B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E7C"/>
    <w:rsid w:val="004C1120"/>
    <w:rsid w:val="004D5282"/>
    <w:rsid w:val="004E5BF9"/>
    <w:rsid w:val="004E7AA6"/>
    <w:rsid w:val="004F1551"/>
    <w:rsid w:val="004F55A3"/>
    <w:rsid w:val="0050496F"/>
    <w:rsid w:val="00513B6F"/>
    <w:rsid w:val="00517C63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797"/>
    <w:rsid w:val="00654934"/>
    <w:rsid w:val="006620D9"/>
    <w:rsid w:val="00671958"/>
    <w:rsid w:val="00675843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F0E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E44E2"/>
    <w:rsid w:val="007F1652"/>
    <w:rsid w:val="007F4155"/>
    <w:rsid w:val="00805A58"/>
    <w:rsid w:val="0081554D"/>
    <w:rsid w:val="0081707E"/>
    <w:rsid w:val="008326EF"/>
    <w:rsid w:val="008449B3"/>
    <w:rsid w:val="0085747A"/>
    <w:rsid w:val="00865123"/>
    <w:rsid w:val="0086548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F4"/>
    <w:rsid w:val="00916188"/>
    <w:rsid w:val="00923D7D"/>
    <w:rsid w:val="009508DF"/>
    <w:rsid w:val="00950DAC"/>
    <w:rsid w:val="00954A07"/>
    <w:rsid w:val="009674C7"/>
    <w:rsid w:val="00997F14"/>
    <w:rsid w:val="009A78D9"/>
    <w:rsid w:val="009C1331"/>
    <w:rsid w:val="009C3E31"/>
    <w:rsid w:val="009C4B77"/>
    <w:rsid w:val="009C54AE"/>
    <w:rsid w:val="009C788E"/>
    <w:rsid w:val="009E3B41"/>
    <w:rsid w:val="009F3C5C"/>
    <w:rsid w:val="009F4610"/>
    <w:rsid w:val="00A00ECC"/>
    <w:rsid w:val="00A155EE"/>
    <w:rsid w:val="00A20ADB"/>
    <w:rsid w:val="00A2245B"/>
    <w:rsid w:val="00A30110"/>
    <w:rsid w:val="00A36899"/>
    <w:rsid w:val="00A371F6"/>
    <w:rsid w:val="00A373A7"/>
    <w:rsid w:val="00A4310C"/>
    <w:rsid w:val="00A43BF6"/>
    <w:rsid w:val="00A53FA5"/>
    <w:rsid w:val="00A54817"/>
    <w:rsid w:val="00A601C8"/>
    <w:rsid w:val="00A60799"/>
    <w:rsid w:val="00A645A4"/>
    <w:rsid w:val="00A84C85"/>
    <w:rsid w:val="00A97DE1"/>
    <w:rsid w:val="00AA4D8E"/>
    <w:rsid w:val="00AB053C"/>
    <w:rsid w:val="00AD1146"/>
    <w:rsid w:val="00AD27D3"/>
    <w:rsid w:val="00AD3FE4"/>
    <w:rsid w:val="00AD66D6"/>
    <w:rsid w:val="00AE069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68E8"/>
    <w:rsid w:val="00B75946"/>
    <w:rsid w:val="00B8056E"/>
    <w:rsid w:val="00B819C8"/>
    <w:rsid w:val="00B82308"/>
    <w:rsid w:val="00B8346D"/>
    <w:rsid w:val="00B90885"/>
    <w:rsid w:val="00BB520A"/>
    <w:rsid w:val="00BD0C2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7BA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070E8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B6E66"/>
    <w:rsid w:val="00DE09C0"/>
    <w:rsid w:val="00DE4A14"/>
    <w:rsid w:val="00DF320D"/>
    <w:rsid w:val="00DF569E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112E"/>
    <w:rsid w:val="00EC4899"/>
    <w:rsid w:val="00ED03AB"/>
    <w:rsid w:val="00ED32D2"/>
    <w:rsid w:val="00EE2F50"/>
    <w:rsid w:val="00EE32DE"/>
    <w:rsid w:val="00EE5457"/>
    <w:rsid w:val="00EF4802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4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68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68E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8E8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6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68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68E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8E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938D0-99AA-496D-ADA6-D1030D41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242</TotalTime>
  <Pages>1</Pages>
  <Words>1137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2019-10-23T18:43:00Z</dcterms:created>
  <dcterms:modified xsi:type="dcterms:W3CDTF">2021-01-26T12:09:00Z</dcterms:modified>
</cp:coreProperties>
</file>