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8465B8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8465B8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E0786">
        <w:rPr>
          <w:rFonts w:ascii="Corbel" w:hAnsi="Corbel"/>
          <w:i/>
          <w:smallCaps/>
          <w:sz w:val="24"/>
          <w:szCs w:val="24"/>
        </w:rPr>
        <w:t>2024-2029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AC0BBD">
        <w:rPr>
          <w:rFonts w:ascii="Corbel" w:hAnsi="Corbel"/>
          <w:sz w:val="20"/>
          <w:szCs w:val="20"/>
        </w:rPr>
        <w:t xml:space="preserve">Rok akademicki   </w:t>
      </w:r>
      <w:r w:rsidR="00CA4774">
        <w:rPr>
          <w:rFonts w:ascii="Corbel" w:hAnsi="Corbel"/>
          <w:sz w:val="20"/>
          <w:szCs w:val="20"/>
        </w:rPr>
        <w:t>202</w:t>
      </w:r>
      <w:r w:rsidR="002E0786">
        <w:rPr>
          <w:rFonts w:ascii="Corbel" w:hAnsi="Corbel"/>
          <w:sz w:val="20"/>
          <w:szCs w:val="20"/>
        </w:rPr>
        <w:t>8</w:t>
      </w:r>
      <w:r w:rsidR="00CA4774">
        <w:rPr>
          <w:rFonts w:ascii="Corbel" w:hAnsi="Corbel"/>
          <w:sz w:val="20"/>
          <w:szCs w:val="20"/>
        </w:rPr>
        <w:t>/20</w:t>
      </w:r>
      <w:r w:rsidR="002E0786">
        <w:rPr>
          <w:rFonts w:ascii="Corbel" w:hAnsi="Corbel"/>
          <w:sz w:val="20"/>
          <w:szCs w:val="20"/>
        </w:rPr>
        <w:t>29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AC0BBD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C0B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z dzieckiem ze specjalnymi potrzebami edukacyjnymi w przedszkolu i w szkole</w:t>
            </w:r>
          </w:p>
        </w:tc>
      </w:tr>
      <w:tr w:rsidR="0085747A" w:rsidRPr="009C54AE" w:rsidTr="00AC0BBD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AC0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9022B0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9022B0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530D49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AC0BBD">
              <w:rPr>
                <w:rFonts w:ascii="Corbel" w:hAnsi="Corbel"/>
                <w:b w:val="0"/>
                <w:sz w:val="24"/>
                <w:szCs w:val="24"/>
              </w:rPr>
              <w:t>czesnosz</w:t>
            </w:r>
            <w:bookmarkStart w:id="0" w:name="_GoBack"/>
            <w:bookmarkEnd w:id="0"/>
            <w:r w:rsidR="00AC0BBD">
              <w:rPr>
                <w:rFonts w:ascii="Corbel" w:hAnsi="Corbel"/>
                <w:b w:val="0"/>
                <w:sz w:val="24"/>
                <w:szCs w:val="24"/>
              </w:rPr>
              <w:t xml:space="preserve">kolna 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156EB1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AC0BBD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092DBE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AC0BBD">
              <w:rPr>
                <w:rFonts w:ascii="Corbel" w:hAnsi="Corbel"/>
                <w:b w:val="0"/>
                <w:sz w:val="24"/>
                <w:szCs w:val="24"/>
              </w:rPr>
              <w:t>ok V, sem</w:t>
            </w:r>
            <w:r w:rsidR="00156EB1">
              <w:rPr>
                <w:rFonts w:ascii="Corbel" w:hAnsi="Corbel"/>
                <w:b w:val="0"/>
                <w:sz w:val="24"/>
                <w:szCs w:val="24"/>
              </w:rPr>
              <w:t>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9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0E09E6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F. D</w:t>
            </w:r>
            <w:r w:rsidR="00156EB1">
              <w:rPr>
                <w:rFonts w:ascii="Corbel" w:hAnsi="Corbel"/>
                <w:b w:val="0"/>
                <w:sz w:val="24"/>
                <w:szCs w:val="24"/>
              </w:rPr>
              <w:t>ziecko lub uczeń ze specjalnymi potrzebami rozwojowymi i edukacyjnymi w przedszkolu i klasach I-III szkoły podstawowej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092DBE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AC0BB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 Łaba-Hornecka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AC0BB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AC0BB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92D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C0BB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56EB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AC0BBD" w:rsidRDefault="00156EB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☒</w:t>
      </w:r>
      <w:r w:rsidR="0085747A" w:rsidRPr="00AC0BBD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Default="00AC0BB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Egzamin </w:t>
      </w:r>
    </w:p>
    <w:p w:rsidR="00F54953" w:rsidRDefault="00F5495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7A3998" w:rsidP="007A399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studiowanego przedmiotu: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pedagogiki i psychologii, pedagogiki specjalnej.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72296" w:rsidRPr="00387ED9" w:rsidTr="00C7229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387ED9" w:rsidRDefault="00C72296" w:rsidP="003369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092DB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Dostarczenie wiedzy na temat organizacji i udzielania pomocy</w:t>
            </w:r>
            <w:r w:rsidR="00092D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psychologiczno-pedagogicznej uczniom ze specjalnymi potrzebami</w:t>
            </w:r>
            <w:r w:rsidR="00092D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edukacyjnymi.</w:t>
            </w:r>
          </w:p>
        </w:tc>
      </w:tr>
      <w:tr w:rsidR="00C72296" w:rsidRPr="00387ED9" w:rsidTr="00C7229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C7229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092DB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Zapoznanie z istotą kształcenia, wychowania i terapii uczniów ze</w:t>
            </w:r>
            <w:r w:rsidR="00092D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specjalnymi potrzebami edukacyjnymi.</w:t>
            </w:r>
          </w:p>
        </w:tc>
      </w:tr>
      <w:tr w:rsidR="00C72296" w:rsidRPr="00387ED9" w:rsidTr="00C7229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387ED9" w:rsidRDefault="00C72296" w:rsidP="003369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092DB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Nabycie podstawowych umiejętności planowania i realizowania pracy</w:t>
            </w:r>
            <w:r w:rsidR="00092D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edukacyjno-terapeutycznej z uczniem ze specjalnymi potrzebami</w:t>
            </w:r>
            <w:r w:rsidR="00092D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 xml:space="preserve">edukacyjnymi. </w:t>
            </w:r>
          </w:p>
        </w:tc>
      </w:tr>
      <w:tr w:rsidR="00C72296" w:rsidRPr="00387ED9" w:rsidTr="00C7229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387ED9" w:rsidRDefault="00C72296" w:rsidP="003369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092DB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Kształtowanie umiejętności dostosowywania wymagań edukacyjnych w pracy</w:t>
            </w:r>
            <w:r w:rsidR="00092D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z uczniem ze specjalnymi potrzebami edukacyjnymi.</w:t>
            </w:r>
          </w:p>
        </w:tc>
      </w:tr>
      <w:tr w:rsidR="00C72296" w:rsidRPr="00387ED9" w:rsidTr="00C7229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387ED9" w:rsidRDefault="00C72296" w:rsidP="003369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092DB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Uświadomienie konieczności profesjonalnego wdrażania oddziaływań</w:t>
            </w:r>
            <w:r w:rsidR="00092D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dydaktyczno-wychowawczych i terapeutycznych we wczesnym etapie.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C72296">
        <w:tc>
          <w:tcPr>
            <w:tcW w:w="1681" w:type="dxa"/>
            <w:vAlign w:val="center"/>
          </w:tcPr>
          <w:p w:rsidR="0085747A" w:rsidRPr="000E09E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09E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0E09E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E09E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E09E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0E09E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09E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E09E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3C028A" w:rsidTr="00092DBE">
        <w:tc>
          <w:tcPr>
            <w:tcW w:w="1681" w:type="dxa"/>
          </w:tcPr>
          <w:p w:rsidR="0085747A" w:rsidRPr="000E09E6" w:rsidRDefault="0085747A" w:rsidP="003C028A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EK</w:t>
            </w:r>
            <w:r w:rsidRPr="000E09E6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3C028A" w:rsidRDefault="009B3F5B" w:rsidP="00092DB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Wymieni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 xml:space="preserve">prawa dziecka i osoby z niepełnosprawnością, sposoby ich egzekwowania oraz propagowania </w:t>
            </w:r>
            <w:r w:rsidR="00092DBE">
              <w:rPr>
                <w:rFonts w:ascii="Corbel" w:hAnsi="Corbel"/>
                <w:sz w:val="24"/>
                <w:szCs w:val="24"/>
              </w:rPr>
              <w:t xml:space="preserve">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w środowisku zarówno przedszkolnym oraz szkolnym, jak i poza</w:t>
            </w:r>
            <w:r w:rsidR="00BA6BB6">
              <w:rPr>
                <w:rFonts w:ascii="Corbel" w:hAnsi="Corbel"/>
                <w:sz w:val="24"/>
                <w:szCs w:val="24"/>
              </w:rPr>
              <w:t xml:space="preserve">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przedszkolnym oraz</w:t>
            </w:r>
            <w:r w:rsidR="003C028A" w:rsidRPr="003C028A">
              <w:rPr>
                <w:rFonts w:ascii="Corbel" w:hAnsi="Corbel"/>
                <w:spacing w:val="5"/>
                <w:sz w:val="24"/>
                <w:szCs w:val="24"/>
              </w:rPr>
              <w:t xml:space="preserve">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pozaszkolnym.</w:t>
            </w:r>
          </w:p>
        </w:tc>
        <w:tc>
          <w:tcPr>
            <w:tcW w:w="1865" w:type="dxa"/>
            <w:vAlign w:val="center"/>
          </w:tcPr>
          <w:p w:rsidR="0085747A" w:rsidRPr="000E09E6" w:rsidRDefault="00C72296" w:rsidP="00092DBE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t>PPiW.W08</w:t>
            </w:r>
          </w:p>
        </w:tc>
      </w:tr>
      <w:tr w:rsidR="0085747A" w:rsidRPr="003C028A" w:rsidTr="00092DBE">
        <w:tc>
          <w:tcPr>
            <w:tcW w:w="1681" w:type="dxa"/>
          </w:tcPr>
          <w:p w:rsidR="0085747A" w:rsidRPr="000E09E6" w:rsidRDefault="0085747A" w:rsidP="003C028A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3C028A" w:rsidRDefault="009B3F5B" w:rsidP="00092DB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Wymieni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zróżnicowane potrzeby rozwojowe i edukacyjne dzieci lub uczniów w okresie przedszkolnym i młodszym wieku szkolnym, wynikające z opóźnień, zaburzeń lub przyspieszenia rozwoju, oraz  uwarunkowane wpływem czynników środowiskowych  i sposoby dostosowywania do nich zadań rozwojowych i</w:t>
            </w:r>
            <w:r w:rsidR="003C028A" w:rsidRPr="003C028A">
              <w:rPr>
                <w:rFonts w:ascii="Corbel" w:hAnsi="Corbel"/>
                <w:spacing w:val="16"/>
                <w:sz w:val="24"/>
                <w:szCs w:val="24"/>
              </w:rPr>
              <w:t xml:space="preserve">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edukacyjnych.</w:t>
            </w:r>
          </w:p>
        </w:tc>
        <w:tc>
          <w:tcPr>
            <w:tcW w:w="1865" w:type="dxa"/>
            <w:vAlign w:val="center"/>
          </w:tcPr>
          <w:p w:rsidR="0085747A" w:rsidRPr="000E09E6" w:rsidRDefault="00C72296" w:rsidP="00092DBE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t>PPiW.W13</w:t>
            </w:r>
          </w:p>
        </w:tc>
      </w:tr>
      <w:tr w:rsidR="0085747A" w:rsidRPr="003C028A" w:rsidTr="00092DBE">
        <w:tc>
          <w:tcPr>
            <w:tcW w:w="1681" w:type="dxa"/>
          </w:tcPr>
          <w:p w:rsidR="0085747A" w:rsidRPr="000E09E6" w:rsidRDefault="00C72296" w:rsidP="003C028A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:rsidR="0085747A" w:rsidRPr="003C028A" w:rsidRDefault="009B3F5B" w:rsidP="00092DB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funkcjonowanie i dysfunkcje aparatu mowy, słuchu i wzroku oraz prawidłowe  nawyki posługiwania się</w:t>
            </w:r>
            <w:r w:rsidR="003C028A" w:rsidRPr="003C028A">
              <w:rPr>
                <w:rFonts w:ascii="Corbel" w:hAnsi="Corbel"/>
                <w:spacing w:val="2"/>
                <w:sz w:val="24"/>
                <w:szCs w:val="24"/>
              </w:rPr>
              <w:t xml:space="preserve">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nimi</w:t>
            </w:r>
            <w:r w:rsidR="007321E8">
              <w:rPr>
                <w:rFonts w:ascii="Corbel" w:hAnsi="Corbel"/>
                <w:sz w:val="24"/>
                <w:szCs w:val="24"/>
              </w:rPr>
              <w:t>, wymieni i ro</w:t>
            </w:r>
            <w:r w:rsidR="00887C25">
              <w:rPr>
                <w:rFonts w:ascii="Corbel" w:hAnsi="Corbel"/>
                <w:sz w:val="24"/>
                <w:szCs w:val="24"/>
              </w:rPr>
              <w:t>zróżni teorie, koncepcje i modele</w:t>
            </w:r>
            <w:r w:rsidR="007321E8">
              <w:rPr>
                <w:rFonts w:ascii="Corbel" w:hAnsi="Corbel"/>
                <w:sz w:val="24"/>
                <w:szCs w:val="24"/>
              </w:rPr>
              <w:t xml:space="preserve"> specjalnych potrzeb rozwojowych i edukacyjnych – w tym ADHD, ryzyka dysleksji, trudności związanych z nabywaniem umiejętności arytmetycznych, </w:t>
            </w:r>
            <w:r w:rsidR="00E63902">
              <w:rPr>
                <w:rFonts w:ascii="Corbel" w:hAnsi="Corbel"/>
                <w:sz w:val="24"/>
                <w:szCs w:val="24"/>
              </w:rPr>
              <w:t>autystycznego</w:t>
            </w:r>
            <w:r w:rsidR="007321E8">
              <w:rPr>
                <w:rFonts w:ascii="Corbel" w:hAnsi="Corbel"/>
                <w:sz w:val="24"/>
                <w:szCs w:val="24"/>
              </w:rPr>
              <w:t xml:space="preserve"> spektrum zaburzeń, </w:t>
            </w:r>
            <w:r w:rsidR="00E63902">
              <w:rPr>
                <w:rFonts w:ascii="Corbel" w:hAnsi="Corbel"/>
                <w:sz w:val="24"/>
                <w:szCs w:val="24"/>
              </w:rPr>
              <w:t>niepełnosprawności</w:t>
            </w:r>
            <w:r w:rsidR="007321E8">
              <w:rPr>
                <w:rFonts w:ascii="Corbel" w:hAnsi="Corbel"/>
                <w:sz w:val="24"/>
                <w:szCs w:val="24"/>
              </w:rPr>
              <w:t xml:space="preserve"> intelektualnej, </w:t>
            </w:r>
            <w:r w:rsidR="00E63902">
              <w:rPr>
                <w:rFonts w:ascii="Corbel" w:hAnsi="Corbel"/>
                <w:sz w:val="24"/>
                <w:szCs w:val="24"/>
              </w:rPr>
              <w:t>mózgowego</w:t>
            </w:r>
            <w:r w:rsidR="007321E8">
              <w:rPr>
                <w:rFonts w:ascii="Corbel" w:hAnsi="Corbel"/>
                <w:sz w:val="24"/>
                <w:szCs w:val="24"/>
              </w:rPr>
              <w:t xml:space="preserve"> porażenia dziecięcego i innych zaburzeń r</w:t>
            </w:r>
            <w:r w:rsidR="00E63902">
              <w:rPr>
                <w:rFonts w:ascii="Corbel" w:hAnsi="Corbel"/>
                <w:sz w:val="24"/>
                <w:szCs w:val="24"/>
              </w:rPr>
              <w:t xml:space="preserve">uchowych, zaburzeń o podłożu genetycznym, chorób przewlekłych </w:t>
            </w:r>
            <w:r w:rsidR="00B10BC5">
              <w:rPr>
                <w:rFonts w:ascii="Corbel" w:hAnsi="Corbel"/>
                <w:sz w:val="24"/>
                <w:szCs w:val="24"/>
              </w:rPr>
              <w:br/>
            </w:r>
            <w:r w:rsidR="00E63902">
              <w:rPr>
                <w:rFonts w:ascii="Corbel" w:hAnsi="Corbel"/>
                <w:sz w:val="24"/>
                <w:szCs w:val="24"/>
              </w:rPr>
              <w:t>i odmienności somatycznych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85747A" w:rsidRPr="000E09E6" w:rsidRDefault="00C72296" w:rsidP="00092DBE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t>PPiW.W18</w:t>
            </w:r>
          </w:p>
        </w:tc>
      </w:tr>
      <w:tr w:rsidR="00C72296" w:rsidRPr="003C028A" w:rsidTr="00092DBE">
        <w:tc>
          <w:tcPr>
            <w:tcW w:w="1681" w:type="dxa"/>
          </w:tcPr>
          <w:p w:rsidR="00C72296" w:rsidRPr="000E09E6" w:rsidRDefault="00C72296" w:rsidP="003C028A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t>EK</w:t>
            </w:r>
            <w:r w:rsidRPr="000E09E6">
              <w:rPr>
                <w:rFonts w:ascii="Corbel" w:hAnsi="Corbel"/>
                <w:smallCaps/>
                <w:sz w:val="24"/>
                <w:szCs w:val="24"/>
              </w:rPr>
              <w:softHyphen/>
              <w:t>_04</w:t>
            </w:r>
          </w:p>
        </w:tc>
        <w:tc>
          <w:tcPr>
            <w:tcW w:w="5974" w:type="dxa"/>
          </w:tcPr>
          <w:p w:rsidR="00C72296" w:rsidRPr="00B10BC5" w:rsidRDefault="009B3F5B" w:rsidP="00092D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Rozpozna p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 xml:space="preserve">otrzeby, możliwości i uzdolnienia dzieci lub uczniów </w:t>
            </w:r>
            <w:r w:rsidR="0062312C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7321E8">
              <w:rPr>
                <w:rFonts w:ascii="Corbel" w:hAnsi="Corbel"/>
                <w:sz w:val="24"/>
                <w:szCs w:val="24"/>
              </w:rPr>
              <w:t>oceni skuteczność procesu wykrywania, identyfikowania i zaspokajania specjalnych potrzeb rozwojowych i edukacyjnych dziecka w wieku przedszkolnym i ucznia</w:t>
            </w:r>
            <w:r w:rsidR="00B10BC5">
              <w:rPr>
                <w:rFonts w:ascii="Corbel" w:hAnsi="Corbel"/>
                <w:sz w:val="24"/>
                <w:szCs w:val="24"/>
              </w:rPr>
              <w:t xml:space="preserve"> </w:t>
            </w:r>
            <w:r w:rsidR="007321E8">
              <w:rPr>
                <w:rFonts w:ascii="Corbel" w:hAnsi="Corbel"/>
                <w:sz w:val="24"/>
                <w:szCs w:val="24"/>
              </w:rPr>
              <w:t xml:space="preserve">w młodszym wieku szkolnym, określi optymalne </w:t>
            </w:r>
            <w:r w:rsidR="007321E8">
              <w:rPr>
                <w:rFonts w:ascii="Corbel" w:hAnsi="Corbel"/>
                <w:sz w:val="24"/>
                <w:szCs w:val="24"/>
              </w:rPr>
              <w:lastRenderedPageBreak/>
              <w:t xml:space="preserve">sposoby organizowania środowiska edukacyjnego oraz wspomagania dziecka lub ucznia i jego rodziców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 xml:space="preserve">oraz  </w:t>
            </w:r>
            <w:r>
              <w:rPr>
                <w:rFonts w:ascii="Corbel" w:hAnsi="Corbel"/>
                <w:sz w:val="24"/>
                <w:szCs w:val="24"/>
              </w:rPr>
              <w:t xml:space="preserve">zaprojektuje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 xml:space="preserve"> i </w:t>
            </w:r>
            <w:r>
              <w:rPr>
                <w:rFonts w:ascii="Corbel" w:hAnsi="Corbel"/>
                <w:sz w:val="24"/>
                <w:szCs w:val="24"/>
              </w:rPr>
              <w:t xml:space="preserve">przeprowadzi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 xml:space="preserve">działania pedagogiczne, a także </w:t>
            </w:r>
            <w:r>
              <w:rPr>
                <w:rFonts w:ascii="Corbel" w:hAnsi="Corbel"/>
                <w:sz w:val="24"/>
                <w:szCs w:val="24"/>
              </w:rPr>
              <w:t xml:space="preserve">zaplanuje, zrealizuje i oceni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spersonalizowane programy kształcenia i</w:t>
            </w:r>
            <w:r w:rsidR="003C028A" w:rsidRPr="003C028A">
              <w:rPr>
                <w:rFonts w:ascii="Corbel" w:hAnsi="Corbel"/>
                <w:spacing w:val="2"/>
                <w:sz w:val="24"/>
                <w:szCs w:val="24"/>
              </w:rPr>
              <w:t xml:space="preserve">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wychowania.</w:t>
            </w:r>
          </w:p>
        </w:tc>
        <w:tc>
          <w:tcPr>
            <w:tcW w:w="1865" w:type="dxa"/>
            <w:vAlign w:val="center"/>
          </w:tcPr>
          <w:p w:rsidR="00C72296" w:rsidRPr="000E09E6" w:rsidRDefault="00C72296" w:rsidP="00092DBE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lastRenderedPageBreak/>
              <w:t>PPiW.U02</w:t>
            </w:r>
          </w:p>
        </w:tc>
      </w:tr>
      <w:tr w:rsidR="00C72296" w:rsidRPr="003C028A" w:rsidTr="00092DBE">
        <w:tc>
          <w:tcPr>
            <w:tcW w:w="1681" w:type="dxa"/>
          </w:tcPr>
          <w:p w:rsidR="00C72296" w:rsidRPr="000E09E6" w:rsidRDefault="00C72296" w:rsidP="003C028A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5974" w:type="dxa"/>
          </w:tcPr>
          <w:p w:rsidR="00C72296" w:rsidRPr="003C028A" w:rsidRDefault="009B3F5B" w:rsidP="00092DB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Wykorzysta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 xml:space="preserve">w codziennej praktyce edukacyjnej różnorodne sposoby organizowania </w:t>
            </w:r>
            <w:r w:rsidR="00D83CAA">
              <w:rPr>
                <w:rFonts w:ascii="Corbel" w:hAnsi="Corbel"/>
                <w:sz w:val="24"/>
                <w:szCs w:val="24"/>
              </w:rPr>
              <w:t xml:space="preserve">i diagnozowania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 xml:space="preserve">środowiska uczenia się i nauczania, z uwzględnieniem specyficznych potrzeb </w:t>
            </w:r>
            <w:r w:rsidR="00D83CAA">
              <w:rPr>
                <w:rFonts w:ascii="Corbel" w:hAnsi="Corbel"/>
                <w:sz w:val="24"/>
                <w:szCs w:val="24"/>
              </w:rPr>
              <w:t xml:space="preserve">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i możliwości poszczególnych dzieci lub uczniów oraz</w:t>
            </w:r>
            <w:r w:rsidR="003C028A" w:rsidRPr="003C028A">
              <w:rPr>
                <w:rFonts w:ascii="Corbel" w:hAnsi="Corbel"/>
                <w:spacing w:val="18"/>
                <w:sz w:val="24"/>
                <w:szCs w:val="24"/>
              </w:rPr>
              <w:t xml:space="preserve">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grupy.</w:t>
            </w:r>
          </w:p>
        </w:tc>
        <w:tc>
          <w:tcPr>
            <w:tcW w:w="1865" w:type="dxa"/>
            <w:vAlign w:val="center"/>
          </w:tcPr>
          <w:p w:rsidR="00C72296" w:rsidRPr="000E09E6" w:rsidRDefault="00C72296" w:rsidP="00092DBE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t>PPiW.U03</w:t>
            </w:r>
          </w:p>
        </w:tc>
      </w:tr>
      <w:tr w:rsidR="00C72296" w:rsidRPr="003C028A" w:rsidTr="00092DBE">
        <w:tc>
          <w:tcPr>
            <w:tcW w:w="1681" w:type="dxa"/>
          </w:tcPr>
          <w:p w:rsidR="00C72296" w:rsidRPr="000E09E6" w:rsidRDefault="00C72296" w:rsidP="003C028A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:rsidR="00C72296" w:rsidRPr="003C028A" w:rsidRDefault="009B3F5B" w:rsidP="00092DB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Wykorzysta skutecznie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w pracy z dzieckiem lub uczniem informacje uzyskane na jego temat od specjalistów, w </w:t>
            </w:r>
            <w:r w:rsidR="003C028A" w:rsidRPr="003C028A">
              <w:rPr>
                <w:rFonts w:ascii="Corbel" w:hAnsi="Corbel"/>
                <w:spacing w:val="-2"/>
                <w:sz w:val="24"/>
                <w:szCs w:val="24"/>
              </w:rPr>
              <w:t xml:space="preserve">tym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psychologa, logopedy, pedagoga, lekarza, i rodziców lub opiekunów dziecka lub</w:t>
            </w:r>
            <w:r w:rsidR="003C028A" w:rsidRPr="003C028A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ucznia</w:t>
            </w:r>
            <w:r w:rsidR="007321E8">
              <w:rPr>
                <w:rFonts w:ascii="Corbel" w:hAnsi="Corbel"/>
                <w:sz w:val="24"/>
                <w:szCs w:val="24"/>
              </w:rPr>
              <w:t xml:space="preserve">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C72296" w:rsidRPr="000E09E6" w:rsidRDefault="00C72296" w:rsidP="00092DBE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t>PPiW.U14</w:t>
            </w:r>
          </w:p>
        </w:tc>
      </w:tr>
      <w:tr w:rsidR="00C72296" w:rsidRPr="003C028A" w:rsidTr="00092DBE">
        <w:tc>
          <w:tcPr>
            <w:tcW w:w="1681" w:type="dxa"/>
          </w:tcPr>
          <w:p w:rsidR="00C72296" w:rsidRPr="000E09E6" w:rsidRDefault="00C72296" w:rsidP="003C028A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t>EK_07</w:t>
            </w:r>
          </w:p>
        </w:tc>
        <w:tc>
          <w:tcPr>
            <w:tcW w:w="5974" w:type="dxa"/>
          </w:tcPr>
          <w:p w:rsidR="00C72296" w:rsidRPr="003C028A" w:rsidRDefault="007321E8" w:rsidP="00092DB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Podejmie się </w:t>
            </w:r>
            <w:r w:rsidRPr="00DC5061">
              <w:rPr>
                <w:rFonts w:ascii="Corbel" w:hAnsi="Corbel"/>
                <w:sz w:val="24"/>
                <w:szCs w:val="24"/>
              </w:rPr>
              <w:t xml:space="preserve">pracy w zespole, pełnienia w nim różnych ról oraz współpracy z nauczycielami, pedagogami, specjalistami, rodzicami lub opiekunami dzieci lub uczniów i innymi członkami społeczności przedszkolnej, szkolnej </w:t>
            </w:r>
            <w:r w:rsidR="00B10BC5">
              <w:rPr>
                <w:rFonts w:ascii="Corbel" w:hAnsi="Corbel"/>
                <w:sz w:val="24"/>
                <w:szCs w:val="24"/>
              </w:rPr>
              <w:br/>
            </w:r>
            <w:r w:rsidRPr="00DC5061">
              <w:rPr>
                <w:rFonts w:ascii="Corbel" w:hAnsi="Corbel"/>
                <w:sz w:val="24"/>
                <w:szCs w:val="24"/>
              </w:rPr>
              <w:t>i</w:t>
            </w:r>
            <w:r w:rsidRPr="00DC5061">
              <w:rPr>
                <w:rFonts w:ascii="Corbel" w:hAnsi="Corbel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lokalnej oraz przyjmie współodpowiedzialność za sposoby planowania i realizacji oraz rezultaty procesu wychowania i kształcenia dzieci lub uczniów ze specjalnymi potrzebami rozwojowymi lub edukacyjnymi.</w:t>
            </w:r>
          </w:p>
        </w:tc>
        <w:tc>
          <w:tcPr>
            <w:tcW w:w="1865" w:type="dxa"/>
            <w:vAlign w:val="center"/>
          </w:tcPr>
          <w:p w:rsidR="00C72296" w:rsidRPr="000E09E6" w:rsidRDefault="007937F9" w:rsidP="00CE6CCF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t>PPiW.K4</w:t>
            </w:r>
          </w:p>
        </w:tc>
      </w:tr>
    </w:tbl>
    <w:p w:rsidR="0085747A" w:rsidRPr="003C028A" w:rsidRDefault="0085747A" w:rsidP="003C028A">
      <w:pPr>
        <w:rPr>
          <w:rFonts w:ascii="Corbel" w:hAnsi="Corbel"/>
          <w:b/>
          <w:sz w:val="24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AC0BB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AC0BB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</w:t>
      </w:r>
      <w:r w:rsidR="00AC0BBD">
        <w:rPr>
          <w:rFonts w:ascii="Corbel" w:hAnsi="Corbel"/>
          <w:sz w:val="24"/>
          <w:szCs w:val="24"/>
        </w:rPr>
        <w:t>konwersatoryjnych</w:t>
      </w:r>
    </w:p>
    <w:p w:rsidR="00754C62" w:rsidRPr="009C54AE" w:rsidRDefault="00754C62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AC0BB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C0BBD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D" w:rsidRPr="00AC0BBD" w:rsidRDefault="00AC0BBD" w:rsidP="00092DBE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AC0BBD">
              <w:rPr>
                <w:rStyle w:val="fontstyle01"/>
                <w:rFonts w:ascii="Corbel" w:hAnsi="Corbel"/>
                <w:color w:val="auto"/>
              </w:rPr>
              <w:t>Definicje specjalnych potrzeb edukacyjnych.</w:t>
            </w:r>
          </w:p>
        </w:tc>
      </w:tr>
      <w:tr w:rsidR="00AC0BBD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D" w:rsidRPr="00387ED9" w:rsidRDefault="00AC0BBD" w:rsidP="00092DBE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AC0BBD">
              <w:rPr>
                <w:rStyle w:val="fontstyle01"/>
                <w:rFonts w:ascii="Corbel" w:hAnsi="Corbel"/>
                <w:color w:val="auto"/>
              </w:rPr>
              <w:t>Klasyfikowanie specjalnych potrzeb edukacyjnych w Polsce i na świecie.</w:t>
            </w:r>
          </w:p>
        </w:tc>
      </w:tr>
      <w:tr w:rsidR="00AC0BBD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D" w:rsidRPr="00387ED9" w:rsidRDefault="00AC0BBD" w:rsidP="00092DBE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AC0BBD">
              <w:rPr>
                <w:rStyle w:val="fontstyle01"/>
                <w:rFonts w:ascii="Corbel" w:hAnsi="Corbel"/>
                <w:color w:val="auto"/>
              </w:rPr>
              <w:t>Historyczny rys klasyfikowania w Polsce specjalnych potrzeb edukacyjnych oraz sposobów ich zaspokajania.</w:t>
            </w:r>
          </w:p>
        </w:tc>
      </w:tr>
      <w:tr w:rsidR="00AC0BBD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D" w:rsidRPr="00387ED9" w:rsidRDefault="00AC0BBD" w:rsidP="00092DBE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AC0BBD">
              <w:rPr>
                <w:rStyle w:val="fontstyle01"/>
                <w:rFonts w:ascii="Corbel" w:hAnsi="Corbel"/>
                <w:color w:val="auto"/>
              </w:rPr>
              <w:t>Uczeń ze specjalnymi potrzebami edukacyjnymi w systemie edukacji w świetle nowych przepisów prawa oświatowego – analiza najważniejszych aktów prawnych.</w:t>
            </w:r>
          </w:p>
        </w:tc>
      </w:tr>
      <w:tr w:rsidR="00AC0BBD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D" w:rsidRPr="00387ED9" w:rsidRDefault="00AC0BBD" w:rsidP="00092DBE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AC0BBD">
              <w:rPr>
                <w:rFonts w:ascii="Corbel" w:hAnsi="Corbel"/>
                <w:sz w:val="24"/>
                <w:szCs w:val="24"/>
              </w:rPr>
              <w:t>Organizacja kształcenia dzieci ze specjalnymi potrzebami edukacyjnymi (przedszkola, szkoły</w:t>
            </w:r>
            <w:r w:rsidR="00E3089D">
              <w:rPr>
                <w:rFonts w:ascii="Corbel" w:hAnsi="Corbel"/>
                <w:sz w:val="24"/>
                <w:szCs w:val="24"/>
              </w:rPr>
              <w:br/>
            </w:r>
            <w:r w:rsidRPr="00AC0BBD">
              <w:rPr>
                <w:rFonts w:ascii="Corbel" w:hAnsi="Corbel"/>
                <w:sz w:val="24"/>
                <w:szCs w:val="24"/>
              </w:rPr>
              <w:t>i klasy specjalne, integracyjne, klasy terapeutyczne).</w:t>
            </w:r>
          </w:p>
        </w:tc>
      </w:tr>
      <w:tr w:rsidR="00754C62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387ED9" w:rsidRDefault="00754C62" w:rsidP="00092DBE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Style w:val="fontstyle01"/>
                <w:rFonts w:ascii="Corbel" w:hAnsi="Corbel"/>
              </w:rPr>
              <w:t>Pomoc psychologiczno-pedagogiczna</w:t>
            </w:r>
            <w:r w:rsidRPr="00387ED9">
              <w:rPr>
                <w:rStyle w:val="fontstyle21"/>
                <w:rFonts w:ascii="Corbel" w:hAnsi="Corbel"/>
                <w:i w:val="0"/>
                <w:sz w:val="24"/>
                <w:szCs w:val="24"/>
              </w:rPr>
              <w:t>: z</w:t>
            </w:r>
            <w:r w:rsidRPr="00387ED9">
              <w:rPr>
                <w:rStyle w:val="fontstyle01"/>
                <w:rFonts w:ascii="Corbel" w:hAnsi="Corbel"/>
              </w:rPr>
              <w:t>ajęcia rozwijające umiejętności uczenia się, zajęcia rozwijające kompetencje emocjonalno-społeczne, zindywidualizowane ścieżki realizacji obowiązkowego przygotowania przedszkolnego oraz kształcenia.</w:t>
            </w:r>
          </w:p>
        </w:tc>
      </w:tr>
      <w:tr w:rsidR="00754C62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387ED9" w:rsidRDefault="00754C62" w:rsidP="00092DBE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Wybrane formy pomocy psychologiczno-pedagogicznej do indywidualnych potrzeb </w:t>
            </w:r>
            <w:r w:rsidR="00E3089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</w:r>
            <w:r w:rsidRPr="00387ED9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i możliwości psychofizycznych ucznia – na podstawie analizy wybranych przypadków.</w:t>
            </w:r>
          </w:p>
        </w:tc>
      </w:tr>
      <w:tr w:rsidR="00754C62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387ED9" w:rsidRDefault="00754C62" w:rsidP="00092DBE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Style w:val="fontstyle01"/>
                <w:rFonts w:ascii="Corbel" w:hAnsi="Corbel"/>
              </w:rPr>
              <w:t>Współpraca z poradnią psychologiczno-pedagogiczną – przegląd praktycznych rozwiązań.</w:t>
            </w:r>
          </w:p>
        </w:tc>
      </w:tr>
      <w:tr w:rsidR="00754C62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387ED9" w:rsidRDefault="00754C62" w:rsidP="00092DBE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Style w:val="fontstyle01"/>
                <w:rFonts w:ascii="Corbel" w:hAnsi="Corbel"/>
              </w:rPr>
              <w:t>Rozpoznanie indywidualnych potrzeb rozwojowych i edukacyjnych oraz możliwości   psychofizycznych dziecka.</w:t>
            </w:r>
          </w:p>
        </w:tc>
      </w:tr>
      <w:tr w:rsidR="00754C62" w:rsidRPr="00387ED9" w:rsidTr="00754C6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754C62" w:rsidRDefault="00754C62" w:rsidP="00092DB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Zapoznanie z różnymi rodzajami diagnozy w planowaniu działań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br/>
              <w:t>rehabilitacyjnych, terapeutycznych, dydaktyczno-wychowawczych dla dziecka ze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br/>
              <w:t xml:space="preserve">specjalnymi potrzebami edukacyjnymi. </w:t>
            </w:r>
          </w:p>
        </w:tc>
      </w:tr>
      <w:tr w:rsidR="00754C62" w:rsidRPr="00387ED9" w:rsidTr="00754C6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754C62" w:rsidRDefault="00754C62" w:rsidP="00092D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Analiza i interpretacja diagnozy psychologicznej, pedagogicznej, logopedycznej i innej specjalistycznej (zawartej w opi</w:t>
            </w:r>
            <w:r w:rsidR="00092DBE">
              <w:rPr>
                <w:rFonts w:ascii="Corbel" w:hAnsi="Corbel"/>
                <w:color w:val="000000"/>
                <w:sz w:val="24"/>
                <w:szCs w:val="24"/>
              </w:rPr>
              <w:t xml:space="preserve">niach i orzeczeniach) pod kątem 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diagnozy pozytywnej i negatywnej. Analiza wybranych przypadków.</w:t>
            </w:r>
          </w:p>
        </w:tc>
      </w:tr>
      <w:tr w:rsidR="00754C62" w:rsidRPr="00387ED9" w:rsidTr="00754C6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754C62" w:rsidRDefault="00754C62" w:rsidP="00092D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387ED9">
              <w:rPr>
                <w:rStyle w:val="fontstyle01"/>
                <w:rFonts w:ascii="Corbel" w:hAnsi="Corbel"/>
              </w:rPr>
              <w:t>Modele pracy z dziećmi o specjalnych potrzebach edukacyjnych. Przegląd i analiza wybranych przypadków.</w:t>
            </w:r>
          </w:p>
        </w:tc>
      </w:tr>
      <w:tr w:rsidR="00754C62" w:rsidRPr="00387ED9" w:rsidTr="00754C6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754C62" w:rsidRDefault="00754C62" w:rsidP="00092D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Ćwiczenia praktyczne – planowanie oddziaływań</w:t>
            </w:r>
            <w:r w:rsidR="00092DBE">
              <w:rPr>
                <w:rFonts w:ascii="Corbel" w:hAnsi="Corbel"/>
                <w:color w:val="000000"/>
                <w:sz w:val="24"/>
                <w:szCs w:val="24"/>
              </w:rPr>
              <w:t xml:space="preserve"> edukacyjno-terapeutycznych dla 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dziecka ze specjalnymi potrzebami edukacyjnymi (do poszczególnych omówionych charakterystyk) - symulacja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53C41" w:rsidRDefault="00153C41" w:rsidP="00754C62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</w:t>
      </w:r>
      <w:r w:rsidR="00AC0BBD">
        <w:rPr>
          <w:rFonts w:ascii="Corbel" w:hAnsi="Corbel"/>
          <w:b w:val="0"/>
          <w:i/>
          <w:smallCaps w:val="0"/>
          <w:sz w:val="20"/>
          <w:szCs w:val="20"/>
        </w:rPr>
        <w:t xml:space="preserve"> konw</w:t>
      </w:r>
      <w:r w:rsidR="00754C62">
        <w:rPr>
          <w:rFonts w:ascii="Corbel" w:hAnsi="Corbel"/>
          <w:b w:val="0"/>
          <w:i/>
          <w:smallCaps w:val="0"/>
          <w:sz w:val="20"/>
          <w:szCs w:val="20"/>
        </w:rPr>
        <w:t>e</w:t>
      </w:r>
      <w:r w:rsidR="00AC0BBD">
        <w:rPr>
          <w:rFonts w:ascii="Corbel" w:hAnsi="Corbel"/>
          <w:b w:val="0"/>
          <w:i/>
          <w:smallCaps w:val="0"/>
          <w:sz w:val="20"/>
          <w:szCs w:val="20"/>
        </w:rPr>
        <w:t>rsa</w:t>
      </w:r>
      <w:r w:rsidR="00754C62">
        <w:rPr>
          <w:rFonts w:ascii="Corbel" w:hAnsi="Corbel"/>
          <w:b w:val="0"/>
          <w:i/>
          <w:smallCaps w:val="0"/>
          <w:sz w:val="20"/>
          <w:szCs w:val="20"/>
        </w:rPr>
        <w:t xml:space="preserve">toryjne: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54C62">
        <w:rPr>
          <w:rFonts w:ascii="Corbel" w:hAnsi="Corbel"/>
          <w:b w:val="0"/>
          <w:i/>
          <w:smallCaps w:val="0"/>
          <w:sz w:val="20"/>
          <w:szCs w:val="20"/>
        </w:rPr>
        <w:t>)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A6BB6" w:rsidTr="00BA6BB6">
        <w:tc>
          <w:tcPr>
            <w:tcW w:w="1962" w:type="dxa"/>
            <w:vAlign w:val="center"/>
          </w:tcPr>
          <w:p w:rsidR="0085747A" w:rsidRPr="000E09E6" w:rsidRDefault="0071620A" w:rsidP="00092DB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BA6BB6" w:rsidRDefault="00A84C85" w:rsidP="00092DB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BA6BB6">
              <w:rPr>
                <w:rFonts w:ascii="Corbel" w:hAnsi="Corbel"/>
                <w:color w:val="000000"/>
                <w:sz w:val="24"/>
                <w:szCs w:val="24"/>
              </w:rPr>
              <w:t>Metody oceny efektów uczenia sie</w:t>
            </w:r>
          </w:p>
          <w:p w:rsidR="0085747A" w:rsidRPr="00BA6BB6" w:rsidRDefault="009F4610" w:rsidP="00092DBE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6BB6">
              <w:rPr>
                <w:rFonts w:ascii="Corbel" w:hAnsi="Corbel"/>
                <w:color w:val="000000"/>
                <w:sz w:val="24"/>
                <w:szCs w:val="24"/>
              </w:rPr>
              <w:t>(</w:t>
            </w:r>
            <w:r w:rsidR="0085747A" w:rsidRPr="00BA6BB6">
              <w:rPr>
                <w:rFonts w:ascii="Corbel" w:hAnsi="Corbel"/>
                <w:color w:val="000000"/>
                <w:sz w:val="24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0E09E6" w:rsidRDefault="0085747A" w:rsidP="00092DB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:rsidR="0085747A" w:rsidRPr="000E09E6" w:rsidRDefault="0085747A" w:rsidP="00092DB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(w, ćw, …)</w:t>
            </w:r>
          </w:p>
        </w:tc>
      </w:tr>
      <w:tr w:rsidR="00BA6BB6" w:rsidRPr="00BA6BB6" w:rsidTr="00092DBE">
        <w:tc>
          <w:tcPr>
            <w:tcW w:w="1962" w:type="dxa"/>
          </w:tcPr>
          <w:p w:rsidR="00BA6BB6" w:rsidRPr="000E09E6" w:rsidRDefault="000E09E6" w:rsidP="00092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E</w:t>
            </w:r>
            <w:r w:rsidR="00666A03">
              <w:rPr>
                <w:rFonts w:ascii="Corbel" w:hAnsi="Corbel"/>
                <w:sz w:val="24"/>
                <w:szCs w:val="24"/>
              </w:rPr>
              <w:t>K</w:t>
            </w:r>
            <w:r w:rsidR="00BA6BB6" w:rsidRPr="000E09E6">
              <w:rPr>
                <w:rFonts w:ascii="Corbel" w:hAnsi="Corbel"/>
                <w:sz w:val="24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BA6BB6" w:rsidRPr="00BA6BB6" w:rsidRDefault="00054E50" w:rsidP="00092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BA6BB6" w:rsidRPr="00BA6BB6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vAlign w:val="center"/>
          </w:tcPr>
          <w:p w:rsidR="00BA6BB6" w:rsidRPr="000E09E6" w:rsidRDefault="00BA6BB6" w:rsidP="00092DB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54E50" w:rsidRPr="00BA6BB6" w:rsidTr="00092DBE">
        <w:tc>
          <w:tcPr>
            <w:tcW w:w="1962" w:type="dxa"/>
          </w:tcPr>
          <w:p w:rsidR="00054E50" w:rsidRPr="000E09E6" w:rsidRDefault="00054E50" w:rsidP="00092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E</w:t>
            </w:r>
            <w:r w:rsidR="00666A03">
              <w:rPr>
                <w:rFonts w:ascii="Corbel" w:hAnsi="Corbel"/>
                <w:sz w:val="24"/>
                <w:szCs w:val="24"/>
              </w:rPr>
              <w:t>K</w:t>
            </w:r>
            <w:r w:rsidRPr="000E09E6">
              <w:rPr>
                <w:rFonts w:ascii="Corbel" w:hAnsi="Corbel"/>
                <w:sz w:val="24"/>
                <w:szCs w:val="24"/>
              </w:rPr>
              <w:t>_ 02</w:t>
            </w:r>
          </w:p>
        </w:tc>
        <w:tc>
          <w:tcPr>
            <w:tcW w:w="5441" w:type="dxa"/>
          </w:tcPr>
          <w:p w:rsidR="00054E50" w:rsidRDefault="00054E50" w:rsidP="00092DBE">
            <w:pPr>
              <w:spacing w:after="0" w:line="240" w:lineRule="auto"/>
            </w:pPr>
            <w:r w:rsidRPr="00B237E0">
              <w:rPr>
                <w:rFonts w:ascii="Corbel" w:hAnsi="Corbel"/>
                <w:sz w:val="24"/>
                <w:szCs w:val="24"/>
              </w:rPr>
              <w:t>Kolokwium, egzamin ustny</w:t>
            </w:r>
          </w:p>
        </w:tc>
        <w:tc>
          <w:tcPr>
            <w:tcW w:w="2117" w:type="dxa"/>
            <w:vAlign w:val="center"/>
          </w:tcPr>
          <w:p w:rsidR="00054E50" w:rsidRPr="000E09E6" w:rsidRDefault="00054E50" w:rsidP="00092DB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54E50" w:rsidRPr="00BA6BB6" w:rsidTr="00092DBE">
        <w:tc>
          <w:tcPr>
            <w:tcW w:w="1962" w:type="dxa"/>
          </w:tcPr>
          <w:p w:rsidR="00054E50" w:rsidRPr="000E09E6" w:rsidRDefault="00054E50" w:rsidP="00092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:rsidR="00054E50" w:rsidRDefault="00054E50" w:rsidP="00092DBE">
            <w:pPr>
              <w:spacing w:after="0" w:line="240" w:lineRule="auto"/>
            </w:pPr>
            <w:r w:rsidRPr="00B237E0">
              <w:rPr>
                <w:rFonts w:ascii="Corbel" w:hAnsi="Corbel"/>
                <w:sz w:val="24"/>
                <w:szCs w:val="24"/>
              </w:rPr>
              <w:t>Kolokwium, egzamin ustny</w:t>
            </w:r>
          </w:p>
        </w:tc>
        <w:tc>
          <w:tcPr>
            <w:tcW w:w="2117" w:type="dxa"/>
            <w:vAlign w:val="center"/>
          </w:tcPr>
          <w:p w:rsidR="00054E50" w:rsidRPr="000E09E6" w:rsidRDefault="00054E50" w:rsidP="00092DB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54E50" w:rsidRPr="00BA6BB6" w:rsidTr="00092DBE">
        <w:tc>
          <w:tcPr>
            <w:tcW w:w="1962" w:type="dxa"/>
          </w:tcPr>
          <w:p w:rsidR="00054E50" w:rsidRPr="000E09E6" w:rsidRDefault="00666A03" w:rsidP="00092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054E50" w:rsidRPr="000E09E6">
              <w:rPr>
                <w:rFonts w:ascii="Corbel" w:hAnsi="Corbel"/>
                <w:sz w:val="24"/>
                <w:szCs w:val="24"/>
              </w:rPr>
              <w:t>k_ 04</w:t>
            </w:r>
          </w:p>
        </w:tc>
        <w:tc>
          <w:tcPr>
            <w:tcW w:w="5441" w:type="dxa"/>
          </w:tcPr>
          <w:p w:rsidR="00054E50" w:rsidRDefault="00054E50" w:rsidP="00092DBE">
            <w:pPr>
              <w:spacing w:after="0" w:line="240" w:lineRule="auto"/>
            </w:pPr>
            <w:r w:rsidRPr="00B237E0">
              <w:rPr>
                <w:rFonts w:ascii="Corbel" w:hAnsi="Corbel"/>
                <w:sz w:val="24"/>
                <w:szCs w:val="24"/>
              </w:rPr>
              <w:t>Kolokwium, egzamin ustny</w:t>
            </w:r>
            <w:r w:rsidR="00887C25">
              <w:rPr>
                <w:rFonts w:ascii="Corbel" w:hAnsi="Corbel"/>
                <w:sz w:val="24"/>
                <w:szCs w:val="24"/>
              </w:rPr>
              <w:t xml:space="preserve">, </w:t>
            </w:r>
            <w:r w:rsidR="00887C25" w:rsidRPr="00BA6BB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054E50" w:rsidRPr="000E09E6" w:rsidRDefault="00054E50" w:rsidP="00092DB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54E50" w:rsidRPr="00BA6BB6" w:rsidTr="00092DBE">
        <w:tc>
          <w:tcPr>
            <w:tcW w:w="1962" w:type="dxa"/>
          </w:tcPr>
          <w:p w:rsidR="00054E50" w:rsidRPr="000E09E6" w:rsidRDefault="00054E50" w:rsidP="00092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:rsidR="00054E50" w:rsidRDefault="00D83CAA" w:rsidP="00092DBE">
            <w:pPr>
              <w:spacing w:after="0" w:line="240" w:lineRule="auto"/>
            </w:pPr>
            <w:r w:rsidRPr="00BA6BB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054E50" w:rsidRPr="000E09E6" w:rsidRDefault="00054E50" w:rsidP="00092DB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A6BB6" w:rsidRPr="00BA6BB6" w:rsidTr="00092DBE">
        <w:tc>
          <w:tcPr>
            <w:tcW w:w="1962" w:type="dxa"/>
          </w:tcPr>
          <w:p w:rsidR="00BA6BB6" w:rsidRPr="000E09E6" w:rsidRDefault="00BA6BB6" w:rsidP="00092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:rsidR="00BA6BB6" w:rsidRPr="00BA6BB6" w:rsidRDefault="00BA6BB6" w:rsidP="00092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6BB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BA6BB6" w:rsidRPr="000E09E6" w:rsidRDefault="00BA6BB6" w:rsidP="00092DB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A6BB6" w:rsidRPr="00BA6BB6" w:rsidTr="00092DBE">
        <w:tc>
          <w:tcPr>
            <w:tcW w:w="1962" w:type="dxa"/>
          </w:tcPr>
          <w:p w:rsidR="00BA6BB6" w:rsidRPr="000E09E6" w:rsidRDefault="00BA6BB6" w:rsidP="00092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441" w:type="dxa"/>
          </w:tcPr>
          <w:p w:rsidR="00BA6BB6" w:rsidRPr="00BA6BB6" w:rsidRDefault="00BA6BB6" w:rsidP="00092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6BB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BA6BB6" w:rsidRPr="000E09E6" w:rsidRDefault="00BA6BB6" w:rsidP="00092DB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C72296" w:rsidRPr="00387ED9" w:rsidRDefault="00C72296" w:rsidP="00092DB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t>Przygotowanie zajęć – symulacja zajęć na przykładzie przygotowanych scenariuszy i pozytywne ich zaopiniowanie przez prowadzącego zajęcia.</w:t>
            </w:r>
          </w:p>
          <w:p w:rsidR="00C72296" w:rsidRPr="00387ED9" w:rsidRDefault="00C72296" w:rsidP="00092DB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Pozytywna ocena z kolokwium (forma testu) obejmującego treści programowe realizowane w ramach ćwiczeń. </w:t>
            </w:r>
          </w:p>
          <w:p w:rsidR="00C72296" w:rsidRPr="00C72296" w:rsidRDefault="00C72296" w:rsidP="00092DB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387ED9">
              <w:rPr>
                <w:rFonts w:ascii="Corbel" w:hAnsi="Corbel"/>
                <w:b w:val="0"/>
                <w:iCs/>
                <w:smallCaps w:val="0"/>
                <w:szCs w:val="24"/>
              </w:rPr>
              <w:t>becność i aktywność na zajęciach.</w:t>
            </w:r>
          </w:p>
          <w:p w:rsidR="0085747A" w:rsidRPr="00C72296" w:rsidRDefault="00C72296" w:rsidP="00092DB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C7229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Przygotowanie pomocy edukacyjno-terapeutycznej.</w:t>
            </w:r>
          </w:p>
          <w:p w:rsidR="0085747A" w:rsidRPr="00115C2E" w:rsidRDefault="00C72296" w:rsidP="00092DB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Egzamin ustny (tematyka ćwiczeń).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0E09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8465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115C2E" w:rsidP="000E09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E3089D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C61DC5" w:rsidP="00E308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E3089D">
              <w:rPr>
                <w:rFonts w:ascii="Corbel" w:hAnsi="Corbel"/>
                <w:sz w:val="24"/>
                <w:szCs w:val="24"/>
              </w:rPr>
              <w:t>w kolokwium i egzaminie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0E09E6" w:rsidP="000E09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115C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115C2E"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  <w:r w:rsidRPr="009C54AE">
              <w:rPr>
                <w:rFonts w:ascii="Corbel" w:hAnsi="Corbel"/>
                <w:sz w:val="24"/>
                <w:szCs w:val="24"/>
              </w:rPr>
              <w:t>egzaminu</w:t>
            </w:r>
            <w:r w:rsidR="00115C2E">
              <w:rPr>
                <w:rFonts w:ascii="Corbel" w:hAnsi="Corbel"/>
                <w:sz w:val="24"/>
                <w:szCs w:val="24"/>
              </w:rPr>
              <w:t xml:space="preserve"> ustnego, przygotowanie scenariusza do symulacji zajęć,  studiowanie literatury)</w:t>
            </w:r>
          </w:p>
        </w:tc>
        <w:tc>
          <w:tcPr>
            <w:tcW w:w="4677" w:type="dxa"/>
          </w:tcPr>
          <w:p w:rsidR="00C61DC5" w:rsidRPr="009C54AE" w:rsidRDefault="000E09E6" w:rsidP="000E09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54E50" w:rsidP="000E09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54E50" w:rsidP="000E09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466DE" w:rsidTr="008466DE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6DE" w:rsidRPr="008466DE" w:rsidRDefault="008466DE" w:rsidP="008A01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66D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8466DE" w:rsidRPr="008466DE" w:rsidRDefault="008466DE" w:rsidP="008A01BE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466DE">
              <w:rPr>
                <w:rFonts w:ascii="Corbel" w:hAnsi="Corbel"/>
                <w:b w:val="0"/>
                <w:smallCaps w:val="0"/>
                <w:szCs w:val="24"/>
              </w:rPr>
              <w:t>Baran J., Cierpiałowska T., Mikrut A. (red.): Teoria i praktyka oddziaływań proflaktyczno-wspierających rozwój osób z niepełnosprawnością. Kraków 2011.</w:t>
            </w:r>
          </w:p>
          <w:p w:rsidR="008466DE" w:rsidRPr="008466DE" w:rsidRDefault="008466DE" w:rsidP="008A01BE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8466DE">
              <w:rPr>
                <w:rStyle w:val="fontstyle01"/>
                <w:rFonts w:ascii="Corbel" w:hAnsi="Corbel"/>
                <w:color w:val="auto"/>
              </w:rPr>
              <w:t xml:space="preserve">Byers R., Rose R., </w:t>
            </w:r>
            <w:r w:rsidRPr="008466DE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>Jak zaplanować pracę z dziećmi o specjalnych potrzebach edukacyjnych. Opracowanie metodyczne dla nauczycieli</w:t>
            </w:r>
            <w:r w:rsidRPr="008466DE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, Warszawa, 2002, APS im M. Grzegorzewskiej.</w:t>
            </w:r>
          </w:p>
          <w:p w:rsidR="008466DE" w:rsidRPr="008466DE" w:rsidRDefault="008466DE" w:rsidP="008A01BE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8466DE">
              <w:rPr>
                <w:rFonts w:ascii="Corbel" w:hAnsi="Corbel"/>
                <w:sz w:val="24"/>
                <w:szCs w:val="24"/>
              </w:rPr>
              <w:t>Klaczak M., Majewicz P. (red.): Diagnoza i rewalidacja dziecka ze specjalnymi potrzebami edukacyjnymi. Kraków 2006.</w:t>
            </w:r>
          </w:p>
          <w:p w:rsidR="008466DE" w:rsidRPr="000E3BE6" w:rsidRDefault="008466DE" w:rsidP="008A01BE">
            <w:pPr>
              <w:numPr>
                <w:ilvl w:val="0"/>
                <w:numId w:val="6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8466DE">
              <w:rPr>
                <w:rFonts w:ascii="Corbel" w:hAnsi="Corbel"/>
                <w:sz w:val="24"/>
                <w:szCs w:val="24"/>
              </w:rPr>
              <w:t>Krakowiak K. (red.), Diagnoza specjalnych potrzeb rozwojowych i edukacyjnych dzieci i młodzieży, ORE, Warszawa 2017.</w:t>
            </w:r>
          </w:p>
          <w:p w:rsidR="008466DE" w:rsidRPr="008466DE" w:rsidRDefault="008466DE" w:rsidP="008A01BE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8466DE">
              <w:rPr>
                <w:rFonts w:ascii="Corbel" w:hAnsi="Corbel"/>
                <w:sz w:val="24"/>
                <w:szCs w:val="24"/>
              </w:rPr>
              <w:t xml:space="preserve">Leśniewska K., Puchała E., Zaremba L., </w:t>
            </w:r>
            <w:r w:rsidRPr="008466DE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>Specjalne potrzeby edukacyjne dzieci i młodzieży</w:t>
            </w:r>
            <w:r w:rsidRPr="008466DE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, Warszawa, 2011, MEN</w:t>
            </w:r>
          </w:p>
          <w:p w:rsidR="008466DE" w:rsidRPr="008466DE" w:rsidRDefault="008466DE" w:rsidP="008A01BE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8466DE">
              <w:rPr>
                <w:rFonts w:ascii="Corbel" w:hAnsi="Corbel"/>
                <w:sz w:val="24"/>
                <w:szCs w:val="24"/>
              </w:rPr>
              <w:t>Majewicz P., Mikrut A. (red.): Aktywizacja ucznia z niepełnosprawnością w różnych obszarach jego edukacji. Kraków 2012.</w:t>
            </w:r>
          </w:p>
          <w:p w:rsidR="008466DE" w:rsidRPr="000E3BE6" w:rsidRDefault="008466DE" w:rsidP="008A01BE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8466DE">
              <w:rPr>
                <w:rFonts w:ascii="Corbel" w:hAnsi="Corbel"/>
                <w:sz w:val="24"/>
                <w:szCs w:val="24"/>
              </w:rPr>
              <w:t>Mihilewicz S. (red.): Dziecko z trudnościami w rozwoju. Kraków 2005.</w:t>
            </w:r>
          </w:p>
          <w:p w:rsidR="008466DE" w:rsidRPr="000E3BE6" w:rsidRDefault="008466DE" w:rsidP="008A01BE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8466DE">
              <w:rPr>
                <w:rFonts w:ascii="Corbel" w:hAnsi="Corbel"/>
                <w:sz w:val="24"/>
                <w:szCs w:val="24"/>
              </w:rPr>
              <w:t>Olechowska A., Specjalne potrzeby edukacyjne, PWN Warszawa 2016.</w:t>
            </w:r>
          </w:p>
          <w:p w:rsidR="008466DE" w:rsidRPr="000E3BE6" w:rsidRDefault="008466DE" w:rsidP="008A01BE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8466DE">
              <w:rPr>
                <w:rFonts w:ascii="Corbel" w:hAnsi="Corbel"/>
                <w:sz w:val="24"/>
                <w:szCs w:val="24"/>
              </w:rPr>
              <w:t>Palak Z. (red.): Pedagog specjalny w procesie edukacji, rehabilitacji i resocjalizacji. Lublin 2008.</w:t>
            </w:r>
          </w:p>
          <w:p w:rsidR="008466DE" w:rsidRPr="000E3BE6" w:rsidRDefault="008466DE" w:rsidP="008A01BE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8466DE">
              <w:rPr>
                <w:rFonts w:ascii="Corbel" w:hAnsi="Corbel"/>
                <w:sz w:val="24"/>
                <w:szCs w:val="24"/>
              </w:rPr>
              <w:t>Pilecka W., Bidziński K., Pietrzkiewicz M. (red.): O poznawaniu siebie i świata przez dziecko ze specjalnymi potrzebami edukacyjnymi. Kielce 2008.</w:t>
            </w:r>
          </w:p>
          <w:p w:rsidR="008466DE" w:rsidRPr="000E3BE6" w:rsidRDefault="008466DE" w:rsidP="008A01BE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8466DE">
              <w:rPr>
                <w:rFonts w:ascii="Corbel" w:hAnsi="Corbel"/>
                <w:sz w:val="24"/>
                <w:szCs w:val="24"/>
              </w:rPr>
              <w:t>Pilecka W., Ozga A., Kurtek P. (red.): Dziecko ze specjalnymi potrzebami edukacyjnymi w ekosystemie. Kielce 2005.</w:t>
            </w:r>
          </w:p>
          <w:p w:rsidR="008466DE" w:rsidRPr="000E3BE6" w:rsidRDefault="008466DE" w:rsidP="008A01BE">
            <w:pPr>
              <w:numPr>
                <w:ilvl w:val="0"/>
                <w:numId w:val="6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8466DE">
              <w:rPr>
                <w:rFonts w:ascii="Corbel" w:hAnsi="Corbel"/>
                <w:sz w:val="24"/>
                <w:szCs w:val="24"/>
              </w:rPr>
              <w:t xml:space="preserve">Pilecka W., Rutkowski M. (red.): Dziecko ze specjalnymi potrzebami </w:t>
            </w:r>
            <w:r w:rsidRPr="008466DE">
              <w:rPr>
                <w:rFonts w:ascii="Corbel" w:hAnsi="Corbel"/>
                <w:sz w:val="24"/>
                <w:szCs w:val="24"/>
              </w:rPr>
              <w:lastRenderedPageBreak/>
              <w:t>edukacyjnymi w drodze ku dorosłości. Psychopedagogiczne podstawy edukacji, rewalidacji i terapii</w:t>
            </w:r>
            <w:r w:rsidRPr="000E3BE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466DE">
              <w:rPr>
                <w:rFonts w:ascii="Corbel" w:hAnsi="Corbel"/>
                <w:sz w:val="24"/>
                <w:szCs w:val="24"/>
              </w:rPr>
              <w:t>trudności w uczeniu się. Kraków 2009.</w:t>
            </w:r>
          </w:p>
          <w:p w:rsidR="008466DE" w:rsidRPr="008466DE" w:rsidRDefault="008466DE" w:rsidP="008A01BE">
            <w:pPr>
              <w:numPr>
                <w:ilvl w:val="0"/>
                <w:numId w:val="6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8466DE">
              <w:rPr>
                <w:rStyle w:val="fontstyle01"/>
                <w:rFonts w:ascii="Corbel" w:hAnsi="Corbel"/>
                <w:color w:val="auto"/>
              </w:rPr>
              <w:t xml:space="preserve">Wyczesany J., Mikrut A., </w:t>
            </w:r>
            <w:r w:rsidRPr="008466DE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>Kształcenie zintegrowane dzieci o specjalnych potrzebach edukacyjnych</w:t>
            </w:r>
            <w:r w:rsidRPr="008466DE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, Kraków, 2002, Wydawnictwo Naukowe AP</w:t>
            </w:r>
            <w:r w:rsidRPr="008466DE">
              <w:rPr>
                <w:rFonts w:ascii="Corbel" w:hAnsi="Corbel"/>
                <w:sz w:val="24"/>
                <w:szCs w:val="24"/>
              </w:rPr>
              <w:t>.</w:t>
            </w:r>
          </w:p>
          <w:p w:rsidR="008466DE" w:rsidRPr="008466DE" w:rsidRDefault="008466DE" w:rsidP="008A01BE">
            <w:pPr>
              <w:numPr>
                <w:ilvl w:val="0"/>
                <w:numId w:val="6"/>
              </w:numPr>
              <w:spacing w:after="0" w:line="240" w:lineRule="auto"/>
              <w:ind w:left="459" w:hanging="425"/>
              <w:jc w:val="both"/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0E3BE6">
              <w:rPr>
                <w:rFonts w:ascii="Corbel" w:hAnsi="Corbel"/>
                <w:sz w:val="24"/>
                <w:szCs w:val="24"/>
              </w:rPr>
              <w:t>Wybrane artykuły z kwartalnika „Niepełnosprawność. Dyskursy Pedagogiki Specjalnej”.</w:t>
            </w:r>
          </w:p>
          <w:p w:rsidR="008466DE" w:rsidRPr="008466DE" w:rsidRDefault="008466DE" w:rsidP="008466DE">
            <w:pPr>
              <w:pStyle w:val="Punktygwne"/>
              <w:rPr>
                <w:rStyle w:val="fontstyle21"/>
                <w:rFonts w:ascii="Corbel" w:hAnsi="Corbel" w:cs="Times New Roman"/>
                <w:b w:val="0"/>
                <w:i w:val="0"/>
                <w:iCs w:val="0"/>
                <w:smallCaps w:val="0"/>
                <w:color w:val="auto"/>
                <w:sz w:val="24"/>
                <w:szCs w:val="24"/>
              </w:rPr>
            </w:pPr>
            <w:r w:rsidRPr="008466DE">
              <w:rPr>
                <w:rStyle w:val="fontstyle21"/>
                <w:rFonts w:ascii="Corbel" w:hAnsi="Corbel" w:cs="Times New Roman"/>
                <w:b w:val="0"/>
                <w:i w:val="0"/>
                <w:iCs w:val="0"/>
                <w:smallCaps w:val="0"/>
                <w:color w:val="auto"/>
                <w:sz w:val="24"/>
                <w:szCs w:val="24"/>
              </w:rPr>
              <w:t>Akty prawne:</w:t>
            </w:r>
          </w:p>
          <w:p w:rsidR="008466DE" w:rsidRPr="008466DE" w:rsidRDefault="008466DE" w:rsidP="008A01BE">
            <w:pPr>
              <w:numPr>
                <w:ilvl w:val="0"/>
                <w:numId w:val="7"/>
              </w:numPr>
              <w:spacing w:after="0" w:line="240" w:lineRule="auto"/>
              <w:ind w:left="318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8466DE">
              <w:rPr>
                <w:rFonts w:ascii="Corbel" w:hAnsi="Corbel"/>
                <w:sz w:val="24"/>
                <w:szCs w:val="24"/>
              </w:rPr>
              <w:t>Ustawa z dnia 26 stycznia 1982 r. Karta Nauczyciela (Dz.U. z 2017 r., poz. 1189), zwłaszcza Art. 6. Pkt 2 oraz Art. 42. pkt 2 i 2d;</w:t>
            </w:r>
          </w:p>
          <w:p w:rsidR="008466DE" w:rsidRPr="008466DE" w:rsidRDefault="008466DE" w:rsidP="008A01BE">
            <w:pPr>
              <w:numPr>
                <w:ilvl w:val="0"/>
                <w:numId w:val="7"/>
              </w:numPr>
              <w:spacing w:after="0" w:line="240" w:lineRule="auto"/>
              <w:ind w:left="318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8466DE">
              <w:rPr>
                <w:rFonts w:ascii="Corbel" w:hAnsi="Corbel"/>
                <w:sz w:val="24"/>
                <w:szCs w:val="24"/>
              </w:rPr>
              <w:t>Ustawa z dnia 7 września 1991 r. o systemie oświaty (Dz.U. z 2016 r., poz. 1943 ze zm. z 2016 r., poz. 1954, 1985 i 2169, z 2017 r., poz. 60, 949 i. 1292), zwłaszcza Art. 44c, Art. 44d, Art. 44f ust.7, Art. 44h, ust. 3–4 i 5, Art.44i ust. 7, Art. 44o ust. 2–3 i 5–6, Art. 44zb;</w:t>
            </w:r>
          </w:p>
          <w:p w:rsidR="008466DE" w:rsidRPr="008466DE" w:rsidRDefault="008466DE" w:rsidP="008A01BE">
            <w:pPr>
              <w:numPr>
                <w:ilvl w:val="0"/>
                <w:numId w:val="7"/>
              </w:numPr>
              <w:spacing w:after="0" w:line="240" w:lineRule="auto"/>
              <w:ind w:left="318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8466DE">
              <w:rPr>
                <w:rFonts w:ascii="Corbel" w:hAnsi="Corbel"/>
                <w:sz w:val="24"/>
                <w:szCs w:val="24"/>
              </w:rPr>
              <w:t>Ustawa z dnia 14 grudnia 2016 r. Prawo oświatowe (Dz.U. z 2017 r., poz. 59 i 949) zwłaszcza Art. 1 pkt 5, Art. 4 pkt 24, 32 i 33, Art. 5, Art. 11 ust. 2-3 i 6, Art. 26, Art. 36 ust. 4–6, Art. 37 ust. 7, Art. 38, 39 ust. 4, Art. 44, Art. 47 ust. 1 pkt 3, 5 i 7, Art. 55 ust. 1–2, Art. 68 ust.1 pkt 7 i 10, Art. 98 ust. 1. pkt 4 i 8, ust. 2pkt 1 i 2, Art. 102 ust. 1 pkt 3–4 i 9 oraz 12, Art. 109 ust. 1 pkt 5 i ust 5, Art. 110, Art. 127, Art. 131 ust 2 pkt 2–5;</w:t>
            </w:r>
          </w:p>
          <w:p w:rsidR="008466DE" w:rsidRPr="008466DE" w:rsidRDefault="008466DE" w:rsidP="008A01BE">
            <w:pPr>
              <w:numPr>
                <w:ilvl w:val="0"/>
                <w:numId w:val="7"/>
              </w:numPr>
              <w:spacing w:after="0" w:line="240" w:lineRule="auto"/>
              <w:ind w:left="318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8466DE">
              <w:rPr>
                <w:rFonts w:ascii="Corbel" w:hAnsi="Corbel"/>
                <w:sz w:val="24"/>
                <w:szCs w:val="24"/>
              </w:rPr>
              <w:t>Rozporządzenie Ministra Edukacji Narodowej z dnia 28 sierpnia 2017 r. zmieniające rozporządzenie w sprawie zasad udzielania i organizacji pomocy psychologiczno-pedagogicznej w publicznych przedszkolach, szkołach i placówkach (Dz.U. z 2017 r., poz. 1643);</w:t>
            </w:r>
          </w:p>
          <w:p w:rsidR="008466DE" w:rsidRPr="008466DE" w:rsidRDefault="008466DE" w:rsidP="008A01BE">
            <w:pPr>
              <w:numPr>
                <w:ilvl w:val="0"/>
                <w:numId w:val="7"/>
              </w:numPr>
              <w:spacing w:after="0" w:line="240" w:lineRule="auto"/>
              <w:ind w:left="318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8466DE">
              <w:rPr>
                <w:rFonts w:ascii="Corbel" w:hAnsi="Corbel"/>
                <w:sz w:val="24"/>
                <w:szCs w:val="24"/>
              </w:rPr>
              <w:t>Rozporządzenie Ministra Edukacji Narodowej z dnia 9 sierpnia 2017 r. w sprawie zasad organizacji i udzielania pomocy psychologiczno pedagogicznej w publicznych przedszkolach, szkołach i placówkach (Dz.U. z 2017 r., poz. 1591);</w:t>
            </w:r>
          </w:p>
          <w:p w:rsidR="008466DE" w:rsidRPr="008466DE" w:rsidRDefault="008466DE" w:rsidP="008A01BE">
            <w:pPr>
              <w:numPr>
                <w:ilvl w:val="0"/>
                <w:numId w:val="7"/>
              </w:numPr>
              <w:spacing w:after="0" w:line="240" w:lineRule="auto"/>
              <w:ind w:left="318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8466DE">
              <w:rPr>
                <w:rFonts w:ascii="Corbel" w:hAnsi="Corbel"/>
                <w:sz w:val="24"/>
                <w:szCs w:val="24"/>
              </w:rPr>
              <w:t>Rozporządzenie Ministra Edukacji Narodowej z dnia 28 sierpnia 2017 r. zmieniające rozporządzenie w sprawie warunków organizowania kształcenia, wychowania i opieki dla dzieci i młodzieży niepełnosprawnych, niedostosowanych społecznie i zagrożonych niedostosowaniem społecznym (Dz.U. z 2017 r., poz. 1652);</w:t>
            </w:r>
          </w:p>
          <w:p w:rsidR="008466DE" w:rsidRPr="008466DE" w:rsidRDefault="008466DE" w:rsidP="008A01BE">
            <w:pPr>
              <w:numPr>
                <w:ilvl w:val="0"/>
                <w:numId w:val="7"/>
              </w:numPr>
              <w:spacing w:after="0" w:line="240" w:lineRule="auto"/>
              <w:ind w:left="318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8466DE">
              <w:rPr>
                <w:rFonts w:ascii="Corbel" w:hAnsi="Corbel"/>
                <w:sz w:val="24"/>
                <w:szCs w:val="24"/>
              </w:rPr>
              <w:t>Rozporządzenie Ministra Edukacji Narodowej z dnia 9 sierpnia 2017 r. w sprawie warunków organizowania kształcenia, wychowania i opieki dla dzieci i młodzieży niepełnosprawnych, niedostosowanych społecznie i zagrożonych niedostosowaniem społecznym (Dz.U. z 2017 r., poz. 1578);</w:t>
            </w:r>
          </w:p>
          <w:p w:rsidR="008466DE" w:rsidRPr="008466DE" w:rsidRDefault="008466DE" w:rsidP="008A01BE">
            <w:pPr>
              <w:numPr>
                <w:ilvl w:val="0"/>
                <w:numId w:val="7"/>
              </w:numPr>
              <w:spacing w:after="0" w:line="240" w:lineRule="auto"/>
              <w:ind w:left="318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8466DE">
              <w:rPr>
                <w:rFonts w:ascii="Corbel" w:hAnsi="Corbel"/>
                <w:sz w:val="24"/>
                <w:szCs w:val="24"/>
              </w:rPr>
              <w:t>Rozporządzenie Ministra Edukacji Narodowej z dnia 28 sierpnia 2017 r. zmieniające rozporządzenie w sprawie indywidualnego obowiązkowego rocznego przygotowania przedszkolnego dzieci i indywidualnego nauczania dzieci i młodzieży (Dz.U. z 2017 r., poz. 1656);</w:t>
            </w:r>
          </w:p>
          <w:p w:rsidR="008466DE" w:rsidRPr="008466DE" w:rsidRDefault="008466DE" w:rsidP="008A01BE">
            <w:pPr>
              <w:numPr>
                <w:ilvl w:val="0"/>
                <w:numId w:val="7"/>
              </w:numPr>
              <w:spacing w:after="0" w:line="240" w:lineRule="auto"/>
              <w:ind w:left="318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8466DE">
              <w:rPr>
                <w:rFonts w:ascii="Corbel" w:hAnsi="Corbel"/>
                <w:sz w:val="24"/>
                <w:szCs w:val="24"/>
              </w:rPr>
              <w:t>Rozporządzenie Ministra Edukacji Narodowej z dnia 9 sierpnia 2017 r. w sprawie indywidualnego obowiązkowego rocznego przygotowania przedszkolnego dzieci i indywidualnego nauczania dzieci i młodzieży (Dz.U. z 2017 r., poz. 1616);</w:t>
            </w:r>
          </w:p>
          <w:p w:rsidR="008466DE" w:rsidRPr="008466DE" w:rsidRDefault="008466DE" w:rsidP="008A01BE">
            <w:pPr>
              <w:numPr>
                <w:ilvl w:val="0"/>
                <w:numId w:val="7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8466DE">
              <w:rPr>
                <w:rFonts w:ascii="Corbel" w:hAnsi="Corbel"/>
                <w:sz w:val="24"/>
                <w:szCs w:val="24"/>
              </w:rPr>
              <w:t xml:space="preserve">Rozporządzenie Ministra Edukacji Narodowej z dnia 17 marca 2017 r. </w:t>
            </w:r>
            <w:r w:rsidRPr="008466DE">
              <w:rPr>
                <w:rFonts w:ascii="Corbel" w:hAnsi="Corbel"/>
                <w:sz w:val="24"/>
                <w:szCs w:val="24"/>
              </w:rPr>
              <w:lastRenderedPageBreak/>
              <w:t>w sprawie szczegółowej organizacji publicznych szkół i publicznych przedszkoli (Dz.U. z 2017 r., poz. 649) zwłaszcza § 10 ust. 3–4, § 17 ust. 1 pkt 8;</w:t>
            </w:r>
          </w:p>
          <w:p w:rsidR="008466DE" w:rsidRPr="008466DE" w:rsidRDefault="008466DE" w:rsidP="008A01BE">
            <w:pPr>
              <w:numPr>
                <w:ilvl w:val="0"/>
                <w:numId w:val="7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8466DE">
              <w:rPr>
                <w:rFonts w:ascii="Corbel" w:hAnsi="Corbel"/>
                <w:sz w:val="24"/>
                <w:szCs w:val="24"/>
              </w:rPr>
              <w:t>Rozporządzenie Ministra Edukacji Narodowej z dnia 25 sierpnia 2017 r. w sprawie sposobu prowadzenia przez publiczne przedszkola, szkoły i placówki dokumentacji przebiegu nauczania, działalności wychowawczej i opiekuńczej oraz rodzajów tej dokumentacji (Dz.U. z 2017 r., poz. 1646), zwłaszcza § 11, § 13, § 18, § 19;</w:t>
            </w:r>
          </w:p>
          <w:p w:rsidR="008466DE" w:rsidRPr="008466DE" w:rsidRDefault="008466DE" w:rsidP="008A01BE">
            <w:pPr>
              <w:numPr>
                <w:ilvl w:val="0"/>
                <w:numId w:val="7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8466DE">
              <w:rPr>
                <w:rFonts w:ascii="Corbel" w:hAnsi="Corbel"/>
                <w:sz w:val="24"/>
                <w:szCs w:val="24"/>
              </w:rPr>
              <w:t>Rozporządzenie Ministra Edukacji Narodowej z dnia 14 lutego 2017 r. w sprawie podstawy programowej wychowania przedszkolnego oraz podstawy programowej kształcenia ogólnego dla szkoły podstawowej, w tym dla uczniów z niepełnosprawnością intelektualną w stopniu umiarkowanym lub znacznym, kształcenia ogólnego dla branżowej szkoły I stopnia, kształcenia ogólnego dla szkoły specjalnej przysposabiającej do pracy oraz kształcenia ogólnego dla szkoły policealnej (Dz.U. z 2017 r., poz. 356);</w:t>
            </w:r>
          </w:p>
          <w:p w:rsidR="008466DE" w:rsidRPr="008466DE" w:rsidRDefault="008466DE" w:rsidP="008A01BE">
            <w:pPr>
              <w:numPr>
                <w:ilvl w:val="0"/>
                <w:numId w:val="7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8466DE">
              <w:rPr>
                <w:rFonts w:ascii="Corbel" w:hAnsi="Corbel"/>
                <w:sz w:val="24"/>
                <w:szCs w:val="24"/>
              </w:rPr>
              <w:t>Rozporządzenie Ministra Edukacji Narodowej z dnia 27 sierpnia 2012 r. w sprawie podstawy programowej wychowania przedszkolnego oraz kształcenia ogólnego w poszczególnych typach szkół (Dz.U. z 2012 r., poz. 977 ze zm.);</w:t>
            </w:r>
          </w:p>
          <w:p w:rsidR="008466DE" w:rsidRPr="008466DE" w:rsidRDefault="008466DE" w:rsidP="008A01BE">
            <w:pPr>
              <w:numPr>
                <w:ilvl w:val="0"/>
                <w:numId w:val="7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8466DE">
              <w:rPr>
                <w:rFonts w:ascii="Corbel" w:hAnsi="Corbel"/>
                <w:sz w:val="24"/>
                <w:szCs w:val="24"/>
              </w:rPr>
              <w:t>Rozporządzenie Ministra Edukacji Narodowej z dnia 24 sierpnia 2017 r. w sprawie organizowania wczesnego wspomagania rozwoju dzieci (Dz.U. z 2017 r., poz. 1635);</w:t>
            </w:r>
          </w:p>
          <w:p w:rsidR="008466DE" w:rsidRPr="008466DE" w:rsidRDefault="008466DE" w:rsidP="008A01BE">
            <w:pPr>
              <w:numPr>
                <w:ilvl w:val="0"/>
                <w:numId w:val="7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8466DE">
              <w:rPr>
                <w:rFonts w:ascii="Corbel" w:hAnsi="Corbel"/>
                <w:sz w:val="24"/>
                <w:szCs w:val="24"/>
              </w:rPr>
              <w:t>Rozporządzenie Ministra Edukacji Narodowej z dnia 1 lutego 2013 r. w sprawie zasad działania publicznych poradni psychologiczno pedagogicznych, w tym publicznych poradni specjalistycznych (Dz.U. z 2013 r., poz. 199 oraz z 2017 r., poz. 1647);</w:t>
            </w:r>
          </w:p>
          <w:p w:rsidR="008466DE" w:rsidRPr="008466DE" w:rsidRDefault="008466DE" w:rsidP="008A01BE">
            <w:pPr>
              <w:numPr>
                <w:ilvl w:val="0"/>
                <w:numId w:val="7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8466DE">
              <w:rPr>
                <w:rFonts w:ascii="Corbel" w:hAnsi="Corbel"/>
                <w:sz w:val="24"/>
                <w:szCs w:val="24"/>
              </w:rPr>
              <w:t>Rozporządzenie Ministra Edukacji Narodowej z dnia 7 września 2017 r. w sprawie orzeczeń i opinii wydawanych przez zespoły orzekające działające w publicznych poradniach psychologicznopedagogicznych (Dz.U. z 2017 r., poz. 1743);</w:t>
            </w:r>
          </w:p>
          <w:p w:rsidR="008466DE" w:rsidRPr="008466DE" w:rsidRDefault="008466DE" w:rsidP="008A01BE">
            <w:pPr>
              <w:numPr>
                <w:ilvl w:val="0"/>
                <w:numId w:val="7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8466DE">
              <w:rPr>
                <w:rFonts w:ascii="Corbel" w:hAnsi="Corbel"/>
                <w:sz w:val="24"/>
                <w:szCs w:val="24"/>
              </w:rPr>
              <w:t>Rozporządzenie Ministra Edukacji Narodowej z dnia 11 sierpnia 2017 r. w sprawie publicznych placówek oświatowo-wychowawczych, młodzieżowych ośrodków wychowawczych, młodzieżowych ośrodków socjoterapii, specjalnych ośrodków szkolno-wychowawczych, specjalnych ośrodków wychowawczych, ośrodków rewalidacyjno-wychowawczych oraz placówek zapewniających opiekę i wychowanie uczniom w okresie pobierania nauki poza miejscem stałego zamieszkania (Dz.U. z 2017 r., poz. 1606).</w:t>
            </w:r>
          </w:p>
        </w:tc>
      </w:tr>
      <w:tr w:rsidR="008466DE" w:rsidTr="008466DE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6DE" w:rsidRPr="008466DE" w:rsidRDefault="008466DE" w:rsidP="008A01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66D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8466DE" w:rsidRPr="008466DE" w:rsidRDefault="008466DE" w:rsidP="008A01BE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8466DE">
              <w:rPr>
                <w:rStyle w:val="fontstyle01"/>
                <w:rFonts w:ascii="Corbel" w:hAnsi="Corbel"/>
                <w:color w:val="auto"/>
              </w:rPr>
              <w:t>Barłóg K., Mach A., Zaborniak-Sobczak M</w:t>
            </w:r>
            <w:r w:rsidRPr="008466DE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 xml:space="preserve">.: </w:t>
            </w:r>
            <w:r w:rsidRPr="008466DE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>Odkrywanie</w:t>
            </w:r>
            <w:r w:rsidRPr="008466D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466DE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 xml:space="preserve">talentów. Konteksty edukacji i rozwoju. </w:t>
            </w:r>
            <w:r w:rsidRPr="008466DE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Rzeszów 2012.</w:t>
            </w:r>
          </w:p>
          <w:p w:rsidR="008466DE" w:rsidRPr="008466DE" w:rsidRDefault="008466DE" w:rsidP="008A01BE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8466DE">
              <w:rPr>
                <w:rStyle w:val="fontstyle01"/>
                <w:rFonts w:ascii="Corbel" w:hAnsi="Corbel"/>
                <w:color w:val="auto"/>
              </w:rPr>
              <w:t>Chodkowska M</w:t>
            </w:r>
            <w:r w:rsidRPr="008466DE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 xml:space="preserve">., </w:t>
            </w:r>
            <w:r w:rsidRPr="008466DE">
              <w:rPr>
                <w:rStyle w:val="fontstyle01"/>
                <w:rFonts w:ascii="Corbel" w:hAnsi="Corbel"/>
                <w:color w:val="auto"/>
              </w:rPr>
              <w:t xml:space="preserve">Osik-Chudowolska D. </w:t>
            </w:r>
            <w:r w:rsidRPr="008466DE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(red.): Osoba z</w:t>
            </w:r>
            <w:r w:rsidRPr="000E3BE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466DE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upośledzeniem umysłowym w realiach współczesnego świata.</w:t>
            </w:r>
            <w:r w:rsidRPr="000E3BE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466DE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Kraków 2011.</w:t>
            </w:r>
          </w:p>
          <w:p w:rsidR="008466DE" w:rsidRPr="008466DE" w:rsidRDefault="008466DE" w:rsidP="008A01BE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8466DE">
              <w:rPr>
                <w:rFonts w:ascii="Corbel" w:hAnsi="Corbel"/>
                <w:sz w:val="24"/>
                <w:szCs w:val="24"/>
              </w:rPr>
              <w:t>Czarnocka M., Organizacja kształcenia uczniów ze specjalnymi potrzebami. Wskazówki dla dyrektorów i nauczycieli, Wiedza i praktyka 2016.</w:t>
            </w:r>
          </w:p>
          <w:p w:rsidR="008466DE" w:rsidRPr="008466DE" w:rsidRDefault="008466DE" w:rsidP="008A01BE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8466DE">
              <w:rPr>
                <w:rStyle w:val="fontstyle01"/>
                <w:rFonts w:ascii="Corbel" w:hAnsi="Corbel"/>
                <w:color w:val="auto"/>
              </w:rPr>
              <w:t>Głodkowska J</w:t>
            </w:r>
            <w:r w:rsidRPr="008466DE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 xml:space="preserve">.: </w:t>
            </w:r>
            <w:r w:rsidRPr="008466DE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>Poznanie ucznia szkoły specjalnej</w:t>
            </w:r>
            <w:r w:rsidRPr="008466DE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. Warszawa</w:t>
            </w:r>
            <w:r w:rsidRPr="000E3BE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466DE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1999.</w:t>
            </w:r>
          </w:p>
          <w:p w:rsidR="008466DE" w:rsidRPr="008466DE" w:rsidRDefault="008466DE" w:rsidP="008A01BE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8466DE">
              <w:rPr>
                <w:rStyle w:val="fontstyle01"/>
                <w:rFonts w:ascii="Corbel" w:hAnsi="Corbel"/>
                <w:color w:val="auto"/>
              </w:rPr>
              <w:t>Jakoniuk</w:t>
            </w:r>
            <w:r w:rsidRPr="008466DE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-</w:t>
            </w:r>
            <w:r w:rsidRPr="008466DE">
              <w:rPr>
                <w:rStyle w:val="fontstyle01"/>
                <w:rFonts w:ascii="Corbel" w:hAnsi="Corbel"/>
                <w:color w:val="auto"/>
              </w:rPr>
              <w:t xml:space="preserve">Diallo A., Kubiak H. </w:t>
            </w:r>
            <w:r w:rsidRPr="008466DE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 xml:space="preserve">(red.): </w:t>
            </w:r>
            <w:r w:rsidRPr="008466DE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>O co pytają rodzice</w:t>
            </w:r>
            <w:r w:rsidRPr="000E3BE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466DE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>dzieci z nie</w:t>
            </w:r>
            <w:r w:rsidRPr="008466DE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lastRenderedPageBreak/>
              <w:t xml:space="preserve">pełnosprawnością? </w:t>
            </w:r>
            <w:r w:rsidRPr="008466DE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Warszawa 2010.</w:t>
            </w:r>
          </w:p>
          <w:p w:rsidR="008466DE" w:rsidRPr="008466DE" w:rsidRDefault="008466DE" w:rsidP="008A01BE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0E3BE6">
              <w:rPr>
                <w:rFonts w:ascii="Corbel" w:hAnsi="Corbel"/>
                <w:sz w:val="24"/>
                <w:szCs w:val="24"/>
              </w:rPr>
              <w:t>Łoskot M., Scenariusze zajęć do pracy z uczniem</w:t>
            </w:r>
            <w:r>
              <w:rPr>
                <w:rFonts w:ascii="Corbel" w:hAnsi="Corbel"/>
                <w:sz w:val="24"/>
                <w:szCs w:val="24"/>
              </w:rPr>
              <w:t xml:space="preserve"> o specjalnych potrzebach edukacyjnych // W : Problemy wychowawcze dzieci i młodzieży T. 2., pod red. Małgorzaty Łoskot - Poznań : Wydaw. FORUM 2010. </w:t>
            </w:r>
          </w:p>
          <w:p w:rsidR="008466DE" w:rsidRDefault="008466DE" w:rsidP="008A01BE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8466DE">
              <w:rPr>
                <w:rFonts w:ascii="Corbel" w:hAnsi="Corbel"/>
                <w:sz w:val="24"/>
                <w:szCs w:val="24"/>
              </w:rPr>
              <w:t>Minczakiewicz E., Jak krok po kroku wprowadzać dzieci o specjalnych potrzebach edukacyjnych w świat zabawy i nauki, Kraków : "Impuls", 2006.</w:t>
            </w:r>
          </w:p>
          <w:p w:rsidR="008466DE" w:rsidRDefault="008466DE" w:rsidP="008A01BE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0E3BE6">
              <w:rPr>
                <w:rFonts w:ascii="Corbel" w:hAnsi="Corbel"/>
                <w:sz w:val="24"/>
                <w:szCs w:val="24"/>
              </w:rPr>
              <w:t xml:space="preserve">Seria wydawnicza: One są wśród nas – Biblioteka cyfrowa ORE </w:t>
            </w:r>
            <w:hyperlink r:id="rId8" w:history="1">
              <w:r w:rsidRPr="008466DE">
                <w:rPr>
                  <w:rStyle w:val="Hipercze"/>
                  <w:rFonts w:ascii="Corbel" w:hAnsi="Corbel"/>
                  <w:sz w:val="24"/>
                  <w:szCs w:val="24"/>
                </w:rPr>
                <w:t>http://bc.ore.edu.pl/dlibra/collectiondescription?dirids=20</w:t>
              </w:r>
            </w:hyperlink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345" w:rsidRDefault="00DF3345" w:rsidP="00C16ABF">
      <w:pPr>
        <w:spacing w:after="0" w:line="240" w:lineRule="auto"/>
      </w:pPr>
      <w:r>
        <w:separator/>
      </w:r>
    </w:p>
  </w:endnote>
  <w:endnote w:type="continuationSeparator" w:id="0">
    <w:p w:rsidR="00DF3345" w:rsidRDefault="00DF334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-Italic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"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345" w:rsidRDefault="00DF3345" w:rsidP="00C16ABF">
      <w:pPr>
        <w:spacing w:after="0" w:line="240" w:lineRule="auto"/>
      </w:pPr>
      <w:r>
        <w:separator/>
      </w:r>
    </w:p>
  </w:footnote>
  <w:footnote w:type="continuationSeparator" w:id="0">
    <w:p w:rsidR="00DF3345" w:rsidRDefault="00DF334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E7103"/>
    <w:multiLevelType w:val="hybridMultilevel"/>
    <w:tmpl w:val="935A7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16947"/>
    <w:multiLevelType w:val="hybridMultilevel"/>
    <w:tmpl w:val="0818D0CE"/>
    <w:lvl w:ilvl="0" w:tplc="6A2483E2">
      <w:start w:val="1"/>
      <w:numFmt w:val="decimal"/>
      <w:lvlText w:val="%1."/>
      <w:lvlJc w:val="left"/>
      <w:pPr>
        <w:ind w:left="720" w:hanging="360"/>
      </w:pPr>
      <w:rPr>
        <w:rFonts w:ascii="Calibri-Italic" w:hAnsi="Calibri-Italic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312E1F"/>
    <w:multiLevelType w:val="hybridMultilevel"/>
    <w:tmpl w:val="A7608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CC2BFA"/>
    <w:multiLevelType w:val="hybridMultilevel"/>
    <w:tmpl w:val="A72835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E50"/>
    <w:rsid w:val="00070ED6"/>
    <w:rsid w:val="000742DC"/>
    <w:rsid w:val="00084C12"/>
    <w:rsid w:val="00092DBE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09E6"/>
    <w:rsid w:val="000F1C57"/>
    <w:rsid w:val="000F5615"/>
    <w:rsid w:val="00115C2E"/>
    <w:rsid w:val="00124BFF"/>
    <w:rsid w:val="0012560E"/>
    <w:rsid w:val="00127108"/>
    <w:rsid w:val="00134B13"/>
    <w:rsid w:val="00146BC0"/>
    <w:rsid w:val="001534D4"/>
    <w:rsid w:val="00153C41"/>
    <w:rsid w:val="00154381"/>
    <w:rsid w:val="00156EB1"/>
    <w:rsid w:val="00163B5F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5239"/>
    <w:rsid w:val="0026566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A72"/>
    <w:rsid w:val="002D3375"/>
    <w:rsid w:val="002D73D4"/>
    <w:rsid w:val="002E0786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892"/>
    <w:rsid w:val="003530DD"/>
    <w:rsid w:val="00363F78"/>
    <w:rsid w:val="003A0A5B"/>
    <w:rsid w:val="003A1176"/>
    <w:rsid w:val="003C028A"/>
    <w:rsid w:val="003C0BAE"/>
    <w:rsid w:val="003D18A9"/>
    <w:rsid w:val="003D6CE2"/>
    <w:rsid w:val="003E1941"/>
    <w:rsid w:val="003E2FE6"/>
    <w:rsid w:val="003E49D5"/>
    <w:rsid w:val="003E5224"/>
    <w:rsid w:val="003F38C0"/>
    <w:rsid w:val="00414E3C"/>
    <w:rsid w:val="0042244A"/>
    <w:rsid w:val="004241F0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4124"/>
    <w:rsid w:val="004F1551"/>
    <w:rsid w:val="004F55A3"/>
    <w:rsid w:val="0050496F"/>
    <w:rsid w:val="00513B6F"/>
    <w:rsid w:val="00517C63"/>
    <w:rsid w:val="00526C94"/>
    <w:rsid w:val="00530D49"/>
    <w:rsid w:val="00536125"/>
    <w:rsid w:val="005363C4"/>
    <w:rsid w:val="00536BDE"/>
    <w:rsid w:val="00543ACC"/>
    <w:rsid w:val="0056696D"/>
    <w:rsid w:val="00573EF9"/>
    <w:rsid w:val="00576DB9"/>
    <w:rsid w:val="0059484D"/>
    <w:rsid w:val="005A0855"/>
    <w:rsid w:val="005A3196"/>
    <w:rsid w:val="005B1AC6"/>
    <w:rsid w:val="005C080F"/>
    <w:rsid w:val="005C55E5"/>
    <w:rsid w:val="005C696A"/>
    <w:rsid w:val="005D7651"/>
    <w:rsid w:val="005E6E85"/>
    <w:rsid w:val="005F31D2"/>
    <w:rsid w:val="0061029B"/>
    <w:rsid w:val="00617230"/>
    <w:rsid w:val="00621CE1"/>
    <w:rsid w:val="0062312C"/>
    <w:rsid w:val="00627FC9"/>
    <w:rsid w:val="00647FA8"/>
    <w:rsid w:val="00650C5F"/>
    <w:rsid w:val="00654934"/>
    <w:rsid w:val="00654E09"/>
    <w:rsid w:val="006607C2"/>
    <w:rsid w:val="006620D9"/>
    <w:rsid w:val="00666A03"/>
    <w:rsid w:val="00671958"/>
    <w:rsid w:val="00675843"/>
    <w:rsid w:val="00696477"/>
    <w:rsid w:val="006D029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018"/>
    <w:rsid w:val="00724677"/>
    <w:rsid w:val="00725459"/>
    <w:rsid w:val="007321E8"/>
    <w:rsid w:val="007327BD"/>
    <w:rsid w:val="00734608"/>
    <w:rsid w:val="00745302"/>
    <w:rsid w:val="007461D6"/>
    <w:rsid w:val="00746EC8"/>
    <w:rsid w:val="00754C62"/>
    <w:rsid w:val="00763BF1"/>
    <w:rsid w:val="00766FD4"/>
    <w:rsid w:val="0078168C"/>
    <w:rsid w:val="00787C2A"/>
    <w:rsid w:val="00790E27"/>
    <w:rsid w:val="007937F9"/>
    <w:rsid w:val="007A3998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7B25"/>
    <w:rsid w:val="008449B3"/>
    <w:rsid w:val="008465B8"/>
    <w:rsid w:val="008466DE"/>
    <w:rsid w:val="0085747A"/>
    <w:rsid w:val="00884922"/>
    <w:rsid w:val="00885F64"/>
    <w:rsid w:val="00887C25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5E8"/>
    <w:rsid w:val="008F6E29"/>
    <w:rsid w:val="009022B0"/>
    <w:rsid w:val="00916188"/>
    <w:rsid w:val="00923D7D"/>
    <w:rsid w:val="009508DF"/>
    <w:rsid w:val="00950DAC"/>
    <w:rsid w:val="00954A07"/>
    <w:rsid w:val="009941E1"/>
    <w:rsid w:val="00997F14"/>
    <w:rsid w:val="009A78D9"/>
    <w:rsid w:val="009B3F5B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5995"/>
    <w:rsid w:val="00A84C85"/>
    <w:rsid w:val="00A854C7"/>
    <w:rsid w:val="00A97DE1"/>
    <w:rsid w:val="00AB053C"/>
    <w:rsid w:val="00AC0BBD"/>
    <w:rsid w:val="00AC6FB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BC5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7509"/>
    <w:rsid w:val="00B90885"/>
    <w:rsid w:val="00BA6BB6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263"/>
    <w:rsid w:val="00C36992"/>
    <w:rsid w:val="00C56036"/>
    <w:rsid w:val="00C61DC5"/>
    <w:rsid w:val="00C67E92"/>
    <w:rsid w:val="00C70A26"/>
    <w:rsid w:val="00C72296"/>
    <w:rsid w:val="00C766DF"/>
    <w:rsid w:val="00C94B98"/>
    <w:rsid w:val="00CA2B96"/>
    <w:rsid w:val="00CA4774"/>
    <w:rsid w:val="00CA5089"/>
    <w:rsid w:val="00CB42CB"/>
    <w:rsid w:val="00CD6897"/>
    <w:rsid w:val="00CE5BAC"/>
    <w:rsid w:val="00CE6CCF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CAA"/>
    <w:rsid w:val="00D83F91"/>
    <w:rsid w:val="00D8678B"/>
    <w:rsid w:val="00DA2114"/>
    <w:rsid w:val="00DE09C0"/>
    <w:rsid w:val="00DE4A14"/>
    <w:rsid w:val="00DF320D"/>
    <w:rsid w:val="00DF3345"/>
    <w:rsid w:val="00DF71C8"/>
    <w:rsid w:val="00E129B8"/>
    <w:rsid w:val="00E21E7D"/>
    <w:rsid w:val="00E22FBC"/>
    <w:rsid w:val="00E24BF5"/>
    <w:rsid w:val="00E25338"/>
    <w:rsid w:val="00E3089D"/>
    <w:rsid w:val="00E51E44"/>
    <w:rsid w:val="00E63348"/>
    <w:rsid w:val="00E63902"/>
    <w:rsid w:val="00E77E88"/>
    <w:rsid w:val="00E8107D"/>
    <w:rsid w:val="00E960BB"/>
    <w:rsid w:val="00EA2074"/>
    <w:rsid w:val="00EA4832"/>
    <w:rsid w:val="00EA4E9D"/>
    <w:rsid w:val="00EB78D9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4953"/>
    <w:rsid w:val="00F617C3"/>
    <w:rsid w:val="00F7066B"/>
    <w:rsid w:val="00F83B28"/>
    <w:rsid w:val="00FA46E5"/>
    <w:rsid w:val="00FB04B3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616A4"/>
  <w15:docId w15:val="{DE314002-6306-4849-87BC-AC0AB0135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rsid w:val="00AC0BBD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754C62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rsid w:val="00265239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c.ore.edu.pl/dlibra/collectiondescription?dirids=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E0F30-9732-4C29-9B7E-7FF17B0F4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1</Pages>
  <Words>2374</Words>
  <Characters>14249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2019-10-20T06:58:00Z</cp:lastPrinted>
  <dcterms:created xsi:type="dcterms:W3CDTF">2019-12-02T16:45:00Z</dcterms:created>
  <dcterms:modified xsi:type="dcterms:W3CDTF">2024-07-08T08:24:00Z</dcterms:modified>
</cp:coreProperties>
</file>