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A77B60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Pr="00B169DF" w:rsidRDefault="0085747A" w:rsidP="00DB5A3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DB5A3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33888">
        <w:rPr>
          <w:rFonts w:ascii="Corbel" w:hAnsi="Corbel"/>
          <w:sz w:val="20"/>
          <w:szCs w:val="20"/>
        </w:rPr>
        <w:t>202</w:t>
      </w:r>
      <w:r w:rsidR="00A77B60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A77B60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A77B60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93388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7E5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060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Wybrane problemy przestępczości</w:t>
            </w:r>
          </w:p>
        </w:tc>
      </w:tr>
      <w:tr w:rsidR="0085747A" w:rsidRPr="00B169DF" w:rsidTr="0093388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A691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22216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6E0F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730D7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:rsidTr="0093388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1B5D7A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9A691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9A691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A69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:rsidR="009A691F" w:rsidRPr="00B169DF" w:rsidRDefault="009A69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9A69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rofilaktyki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społecznej, prawnych podstaw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profilaktyki i resocjalizacji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,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A691F" w:rsidRPr="00B41021" w:rsidTr="009A691F">
        <w:tc>
          <w:tcPr>
            <w:tcW w:w="1679" w:type="dxa"/>
          </w:tcPr>
          <w:p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691F" w:rsidRPr="00B41021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65" w:type="dxa"/>
            <w:vAlign w:val="center"/>
          </w:tcPr>
          <w:p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:rsidR="009A691F" w:rsidRPr="00855D92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65" w:type="dxa"/>
            <w:vAlign w:val="center"/>
          </w:tcPr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interpretacji teorii przestępczości, wykorzystując je do wyjaśnienia problemów </w:t>
            </w:r>
            <w:r>
              <w:rPr>
                <w:rFonts w:ascii="Corbel" w:hAnsi="Corbel"/>
                <w:sz w:val="24"/>
                <w:szCs w:val="24"/>
              </w:rPr>
              <w:t>z zakresu profilaktyki i resocjalizacji.</w:t>
            </w:r>
          </w:p>
        </w:tc>
        <w:tc>
          <w:tcPr>
            <w:tcW w:w="1865" w:type="dxa"/>
            <w:vAlign w:val="center"/>
          </w:tcPr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:rsidTr="009A691F">
        <w:trPr>
          <w:trHeight w:val="986"/>
        </w:trPr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  <w:vAlign w:val="center"/>
          </w:tcPr>
          <w:p w:rsidR="009A691F" w:rsidRPr="009538F1" w:rsidRDefault="009A691F" w:rsidP="00EB35E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>Oceni własny poziom wiedzy z zakresu</w:t>
            </w:r>
            <w:r>
              <w:rPr>
                <w:rFonts w:ascii="Corbel" w:hAnsi="Corbel"/>
                <w:sz w:val="24"/>
              </w:rPr>
              <w:t>wybranych problemów</w:t>
            </w:r>
            <w:r w:rsidRPr="009538F1">
              <w:rPr>
                <w:rFonts w:ascii="Corbel" w:hAnsi="Corbel"/>
                <w:sz w:val="24"/>
              </w:rPr>
              <w:t xml:space="preserve">przestępczości, uzupełni i poszerzy wiadomości nabyte w trakcie zajęć poprzez samokształcenie. </w:t>
            </w:r>
          </w:p>
        </w:tc>
        <w:tc>
          <w:tcPr>
            <w:tcW w:w="1865" w:type="dxa"/>
            <w:vAlign w:val="center"/>
          </w:tcPr>
          <w:p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D40729" w:rsidRDefault="00D4072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29" w:rsidRPr="005D48DD" w:rsidRDefault="00D40729" w:rsidP="00EB35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48D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pojęć. Podstawowe działy kryminologii oraz ich przedmiot badań. Profilaktyka kryminologiczna i kryminalistyczna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jako zjawisko społeczne. Podstawowe źródła informacji o przestępczości</w:t>
            </w:r>
            <w:r w:rsidRPr="005D48DD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Pr="005D48DD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lastRenderedPageBreak/>
              <w:t>Paradygmaty kryminologiczne – kryminologia klasyczna, pozytywistyczna, antynaturalistyczna, neoklasyczna. Zapobieganie przestępczości w świetle założeń charakterystycznych dla poszczególnych paradygmatów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Biopsychiczny kierunek w kryminologii pozytywistycznej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Klasyfikacje przestępstw.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przeciwko mieniu.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 użyciem przemocy – czyny przeciwko życiu i zdrowiu.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o charakterze seksualnym.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zorganizowana i terroryzm.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Skala zjawiska przestępczości, poczucie zagrożenia, obraz p</w:t>
            </w:r>
            <w:r w:rsidR="00D40729" w:rsidRPr="005D48DD">
              <w:rPr>
                <w:rFonts w:ascii="Corbel" w:hAnsi="Corbel" w:cs="Times New Roman"/>
                <w:lang w:val="pl-PL"/>
              </w:rPr>
              <w:t>rzestępczoś</w:t>
            </w:r>
            <w:r w:rsidRPr="005D48DD">
              <w:rPr>
                <w:rFonts w:ascii="Corbel" w:hAnsi="Corbel" w:cs="Times New Roman"/>
                <w:lang w:val="pl-PL"/>
              </w:rPr>
              <w:t>ci</w:t>
            </w:r>
            <w:r w:rsidR="00D40729" w:rsidRPr="005D48DD">
              <w:rPr>
                <w:rFonts w:ascii="Corbel" w:hAnsi="Corbel" w:cs="Times New Roman"/>
                <w:lang w:val="pl-PL"/>
              </w:rPr>
              <w:t xml:space="preserve"> w </w:t>
            </w:r>
            <w:r w:rsidRPr="005D48DD">
              <w:rPr>
                <w:rFonts w:ascii="Corbel" w:hAnsi="Corbel" w:cs="Times New Roman"/>
                <w:lang w:val="pl-PL"/>
              </w:rPr>
              <w:t>mediach.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Ofiara przestępstwa – wybrane zagadnienia wiktymologiczne.</w:t>
            </w:r>
          </w:p>
        </w:tc>
      </w:tr>
    </w:tbl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:rsidTr="008B4E3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:rsidTr="00F55859">
        <w:tc>
          <w:tcPr>
            <w:tcW w:w="9520" w:type="dxa"/>
          </w:tcPr>
          <w:p w:rsidR="00EB498F" w:rsidRPr="00042B0C" w:rsidRDefault="00D40729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807DD" w:rsidRDefault="00042B0C" w:rsidP="00D807DD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  <w:r w:rsidR="00D807DD">
        <w:rPr>
          <w:rFonts w:ascii="Corbel" w:hAnsi="Corbel"/>
          <w:sz w:val="24"/>
          <w:szCs w:val="24"/>
        </w:rPr>
        <w:t>.</w:t>
      </w:r>
    </w:p>
    <w:p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Forma zajęć dydaktycznych (w, ćw, …)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A72863" w:rsidTr="00EB35ED">
        <w:trPr>
          <w:trHeight w:val="373"/>
        </w:trPr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A72863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E55294" w:rsidRPr="00E55294" w:rsidRDefault="00E55294" w:rsidP="00E55294">
            <w:pPr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Pr="00E55294">
              <w:rPr>
                <w:rFonts w:ascii="Corbel" w:hAnsi="Corbel"/>
                <w:smallCaps/>
                <w:sz w:val="24"/>
                <w:szCs w:val="24"/>
              </w:rPr>
              <w:t>. S</w:t>
            </w:r>
            <w:r w:rsidRPr="00E55294">
              <w:rPr>
                <w:rFonts w:ascii="Corbel" w:hAnsi="Corbel"/>
                <w:sz w:val="24"/>
                <w:szCs w:val="24"/>
              </w:rPr>
              <w:t>tudent prezentuje wypowiedzi na 5 tematów wybranych przez egzaminatora</w:t>
            </w:r>
            <w:r w:rsidRPr="00E55294">
              <w:rPr>
                <w:rFonts w:ascii="Corbel" w:hAnsi="Corbel"/>
                <w:smallCaps/>
                <w:sz w:val="24"/>
                <w:szCs w:val="24"/>
              </w:rPr>
              <w:t>.  W</w:t>
            </w:r>
            <w:r w:rsidRPr="00E55294">
              <w:rPr>
                <w:sz w:val="24"/>
                <w:szCs w:val="24"/>
              </w:rPr>
              <w:t>y</w:t>
            </w:r>
            <w:r w:rsidRPr="00E55294">
              <w:rPr>
                <w:rFonts w:ascii="Corbel" w:hAnsi="Corbel"/>
                <w:sz w:val="24"/>
                <w:szCs w:val="24"/>
              </w:rPr>
              <w:t xml:space="preserve">powiedź na każdy z nich podlega punktacji, student może </w:t>
            </w:r>
            <w:r w:rsidRPr="00E55294">
              <w:rPr>
                <w:rFonts w:ascii="Corbel" w:hAnsi="Corbel"/>
                <w:sz w:val="24"/>
                <w:szCs w:val="24"/>
              </w:rPr>
              <w:lastRenderedPageBreak/>
              <w:t>uzyskać od 4 do 0 punktów.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55294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55294" w:rsidRPr="00E55294" w:rsidRDefault="00E55294" w:rsidP="00E5529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E55294" w:rsidRPr="00E55294" w:rsidRDefault="00E55294" w:rsidP="00E5529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E55294" w:rsidRPr="00E55294" w:rsidRDefault="00E55294" w:rsidP="00E5529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E55294" w:rsidRPr="00E55294" w:rsidRDefault="00E55294" w:rsidP="00E5529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:rsidR="00E55294" w:rsidRPr="00E55294" w:rsidRDefault="00E55294" w:rsidP="00E5529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55294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E55294" w:rsidRPr="00E55294" w:rsidRDefault="00E55294" w:rsidP="00E55294">
            <w:pPr>
              <w:rPr>
                <w:rFonts w:ascii="Corbel" w:hAnsi="Corbel"/>
                <w:b/>
                <w:bCs/>
              </w:rPr>
            </w:pPr>
            <w:r w:rsidRPr="00E55294">
              <w:rPr>
                <w:rFonts w:ascii="Corbel" w:hAnsi="Corbel"/>
                <w:b/>
                <w:bCs/>
              </w:rPr>
              <w:t>Punktacja prac z egzaminu:</w:t>
            </w:r>
          </w:p>
          <w:p w:rsidR="00E55294" w:rsidRPr="00E55294" w:rsidRDefault="00E55294" w:rsidP="00E5529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E55294">
              <w:rPr>
                <w:rFonts w:ascii="Corbel" w:eastAsia="Times New Roman" w:hAnsi="Corbel"/>
              </w:rPr>
              <w:t>20-18 punktów – ocena 5,0</w:t>
            </w:r>
          </w:p>
          <w:p w:rsidR="00E55294" w:rsidRPr="00E55294" w:rsidRDefault="00E55294" w:rsidP="00E5529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E55294">
              <w:rPr>
                <w:rFonts w:ascii="Corbel" w:eastAsia="Times New Roman" w:hAnsi="Corbel"/>
              </w:rPr>
              <w:t>17-16 punktów – ocena 4,5</w:t>
            </w:r>
          </w:p>
          <w:p w:rsidR="00E55294" w:rsidRPr="00E55294" w:rsidRDefault="00E55294" w:rsidP="00E5529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E55294">
              <w:rPr>
                <w:rFonts w:ascii="Corbel" w:eastAsia="Times New Roman" w:hAnsi="Corbel"/>
              </w:rPr>
              <w:t>15-13 punktów – ocena 4,0</w:t>
            </w:r>
          </w:p>
          <w:p w:rsidR="00E55294" w:rsidRPr="00E55294" w:rsidRDefault="00E55294" w:rsidP="00E5529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E55294">
              <w:rPr>
                <w:rFonts w:ascii="Corbel" w:eastAsia="Times New Roman" w:hAnsi="Corbel"/>
              </w:rPr>
              <w:t>12-11 punktów – ocena 3,5</w:t>
            </w:r>
          </w:p>
          <w:p w:rsidR="00E55294" w:rsidRPr="00E55294" w:rsidRDefault="00E55294" w:rsidP="00E5529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E55294">
              <w:rPr>
                <w:rFonts w:ascii="Corbel" w:eastAsia="Times New Roman" w:hAnsi="Corbel"/>
              </w:rPr>
              <w:t>10-8 punktów – ocena 3,0</w:t>
            </w:r>
          </w:p>
          <w:p w:rsidR="00E55294" w:rsidRPr="00E55294" w:rsidRDefault="00E55294" w:rsidP="00E55294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Corbel" w:hAnsi="Corbel"/>
              </w:rPr>
            </w:pPr>
            <w:r w:rsidRPr="00E55294">
              <w:rPr>
                <w:rFonts w:ascii="Corbel" w:eastAsia="Times New Roman" w:hAnsi="Corbel"/>
              </w:rPr>
              <w:t>Poniżej 8 punktów – ocena 2,0</w:t>
            </w:r>
          </w:p>
          <w:p w:rsidR="0085747A" w:rsidRPr="00B169DF" w:rsidRDefault="0085747A" w:rsidP="005D4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1"/>
        <w:gridCol w:w="4469"/>
      </w:tblGrid>
      <w:tr w:rsidR="005D48DD" w:rsidRPr="004C3A5E" w:rsidTr="00DB5A3A">
        <w:tc>
          <w:tcPr>
            <w:tcW w:w="5051" w:type="dxa"/>
          </w:tcPr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69" w:type="dxa"/>
          </w:tcPr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48DD" w:rsidRPr="004C3A5E" w:rsidTr="00DB5A3A">
        <w:tc>
          <w:tcPr>
            <w:tcW w:w="5051" w:type="dxa"/>
          </w:tcPr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469" w:type="dxa"/>
          </w:tcPr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5D48DD" w:rsidRPr="004C3A5E" w:rsidTr="00DB5A3A">
        <w:tc>
          <w:tcPr>
            <w:tcW w:w="5051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egzaminie.</w:t>
            </w:r>
          </w:p>
        </w:tc>
        <w:tc>
          <w:tcPr>
            <w:tcW w:w="4469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  <w:tr w:rsidR="005D48DD" w:rsidRPr="004C3A5E" w:rsidTr="00DB5A3A">
        <w:tc>
          <w:tcPr>
            <w:tcW w:w="5051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5D48DD" w:rsidRDefault="005D48DD" w:rsidP="00EB35ED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:rsidR="005D48DD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:rsidR="005D48DD" w:rsidRPr="002435AE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469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5D48DD" w:rsidRPr="00C0207A" w:rsidTr="00DB5A3A">
        <w:tc>
          <w:tcPr>
            <w:tcW w:w="5051" w:type="dxa"/>
          </w:tcPr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69" w:type="dxa"/>
          </w:tcPr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106</w:t>
            </w:r>
          </w:p>
        </w:tc>
      </w:tr>
      <w:tr w:rsidR="005D48DD" w:rsidRPr="00C0207A" w:rsidTr="00DB5A3A">
        <w:tc>
          <w:tcPr>
            <w:tcW w:w="5051" w:type="dxa"/>
          </w:tcPr>
          <w:p w:rsidR="005D48DD" w:rsidRPr="00C0207A" w:rsidRDefault="005D48DD" w:rsidP="005D48D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943">
              <w:t>SUMARYCZNA LICZBA PUNKTÓW ECTS</w:t>
            </w:r>
          </w:p>
        </w:tc>
        <w:tc>
          <w:tcPr>
            <w:tcW w:w="4469" w:type="dxa"/>
          </w:tcPr>
          <w:p w:rsidR="005D48DD" w:rsidRDefault="005D48DD" w:rsidP="005D48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t>4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807DD" w:rsidRPr="00864E57" w:rsidTr="00DB5A3A">
        <w:tc>
          <w:tcPr>
            <w:tcW w:w="9355" w:type="dxa"/>
          </w:tcPr>
          <w:p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55294" w:rsidRPr="00C0207A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Hołyst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</w:t>
            </w:r>
            <w:r>
              <w:rPr>
                <w:rFonts w:ascii="Corbel" w:hAnsi="Corbel" w:cs="Times New Roman"/>
                <w:lang w:val="pl-PL"/>
              </w:rPr>
              <w:t xml:space="preserve"> Wyd.12,</w:t>
            </w:r>
            <w:r w:rsidRPr="00C0207A">
              <w:rPr>
                <w:rFonts w:ascii="Corbel" w:hAnsi="Corbel" w:cs="Times New Roman"/>
                <w:lang w:val="pl-PL"/>
              </w:rPr>
              <w:t xml:space="preserve"> Warszawa 20</w:t>
            </w:r>
            <w:r>
              <w:rPr>
                <w:rFonts w:ascii="Corbel" w:hAnsi="Corbel" w:cs="Times New Roman"/>
                <w:lang w:val="pl-PL"/>
              </w:rPr>
              <w:t>22.</w:t>
            </w:r>
          </w:p>
          <w:p w:rsidR="00E55294" w:rsidRDefault="00E55294" w:rsidP="00E5529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0207A">
              <w:rPr>
                <w:rFonts w:ascii="Corbel" w:hAnsi="Corbel"/>
              </w:rPr>
              <w:t xml:space="preserve">Hołyst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:rsidR="00E55294" w:rsidRPr="00E55294" w:rsidRDefault="00E55294" w:rsidP="00E55294">
            <w:pPr>
              <w:spacing w:after="0" w:line="240" w:lineRule="auto"/>
              <w:rPr>
                <w:rFonts w:ascii="Corbel" w:hAnsi="Corbe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E55294" w:rsidRDefault="00E55294" w:rsidP="00E552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:rsidR="00D807DD" w:rsidRPr="00864E57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5586F">
              <w:rPr>
                <w:rFonts w:ascii="Corbel" w:hAnsi="Corbel"/>
                <w:lang w:val="pl-PL"/>
              </w:rPr>
              <w:t xml:space="preserve">Pospiszyl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</w:t>
            </w:r>
          </w:p>
        </w:tc>
      </w:tr>
      <w:tr w:rsidR="00D807DD" w:rsidRPr="00E5586F" w:rsidTr="00DB5A3A">
        <w:tc>
          <w:tcPr>
            <w:tcW w:w="9355" w:type="dxa"/>
          </w:tcPr>
          <w:p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55294" w:rsidRPr="00C0207A" w:rsidRDefault="00E55294" w:rsidP="00E5529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E55294" w:rsidRPr="00864E57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:rsidR="00E55294" w:rsidRPr="00864E57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>e i patologie społeczne, S.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Machela</w:t>
            </w:r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:rsidR="00E55294" w:rsidRPr="00864E57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Mościskier A., Natura ludzka i problem przestępczości. Warszawa 2001.</w:t>
            </w:r>
          </w:p>
          <w:p w:rsidR="00E55294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Pospiszyl K., Przestępstwa seksualne. Warszawa 2005.</w:t>
            </w:r>
          </w:p>
          <w:p w:rsidR="00E55294" w:rsidRPr="00633590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lang w:val="pl-PL"/>
              </w:rPr>
              <w:t>pod red. I. Mudreckiej. Warszawa 2017.</w:t>
            </w:r>
          </w:p>
          <w:p w:rsidR="00D807DD" w:rsidRPr="00E5586F" w:rsidRDefault="00E55294" w:rsidP="00E552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>J.M. Stanik,i L. Woszczak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1AE" w:rsidRDefault="000C21AE" w:rsidP="00C16ABF">
      <w:pPr>
        <w:spacing w:after="0" w:line="240" w:lineRule="auto"/>
      </w:pPr>
      <w:r>
        <w:separator/>
      </w:r>
    </w:p>
  </w:endnote>
  <w:endnote w:type="continuationSeparator" w:id="0">
    <w:p w:rsidR="000C21AE" w:rsidRDefault="000C21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1AE" w:rsidRDefault="000C21AE" w:rsidP="00C16ABF">
      <w:pPr>
        <w:spacing w:after="0" w:line="240" w:lineRule="auto"/>
      </w:pPr>
      <w:r>
        <w:separator/>
      </w:r>
    </w:p>
  </w:footnote>
  <w:footnote w:type="continuationSeparator" w:id="0">
    <w:p w:rsidR="000C21AE" w:rsidRDefault="000C21AE" w:rsidP="00C16ABF">
      <w:pPr>
        <w:spacing w:after="0" w:line="240" w:lineRule="auto"/>
      </w:pPr>
      <w:r>
        <w:continuationSeparator/>
      </w:r>
    </w:p>
  </w:footnote>
  <w:footnote w:id="1">
    <w:p w:rsidR="009A691F" w:rsidRDefault="009A691F" w:rsidP="009A69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AE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1C8F"/>
    <w:rsid w:val="001A70D2"/>
    <w:rsid w:val="001B5D7A"/>
    <w:rsid w:val="001D657B"/>
    <w:rsid w:val="001D7B54"/>
    <w:rsid w:val="001E0209"/>
    <w:rsid w:val="001F2CA2"/>
    <w:rsid w:val="002144C0"/>
    <w:rsid w:val="0022216C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1C8F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0D7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52A17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C18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86E20"/>
    <w:rsid w:val="0059484D"/>
    <w:rsid w:val="005A0855"/>
    <w:rsid w:val="005A3196"/>
    <w:rsid w:val="005C080F"/>
    <w:rsid w:val="005C5378"/>
    <w:rsid w:val="005C55E5"/>
    <w:rsid w:val="005C696A"/>
    <w:rsid w:val="005D48DD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96F45"/>
    <w:rsid w:val="006D050F"/>
    <w:rsid w:val="006D6139"/>
    <w:rsid w:val="006E0F4C"/>
    <w:rsid w:val="006E5D65"/>
    <w:rsid w:val="006F1282"/>
    <w:rsid w:val="006F1FBC"/>
    <w:rsid w:val="006F31E2"/>
    <w:rsid w:val="006F6B83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41FE"/>
    <w:rsid w:val="00766FD4"/>
    <w:rsid w:val="0078168C"/>
    <w:rsid w:val="00787C2A"/>
    <w:rsid w:val="00790E27"/>
    <w:rsid w:val="007A4022"/>
    <w:rsid w:val="007A6E6E"/>
    <w:rsid w:val="007B2784"/>
    <w:rsid w:val="007C3299"/>
    <w:rsid w:val="007C3BCC"/>
    <w:rsid w:val="007C4546"/>
    <w:rsid w:val="007D6E56"/>
    <w:rsid w:val="007E5B5A"/>
    <w:rsid w:val="007F4155"/>
    <w:rsid w:val="0081554D"/>
    <w:rsid w:val="0081707E"/>
    <w:rsid w:val="0084060D"/>
    <w:rsid w:val="008449B3"/>
    <w:rsid w:val="00853B7A"/>
    <w:rsid w:val="008552A2"/>
    <w:rsid w:val="0085747A"/>
    <w:rsid w:val="00883701"/>
    <w:rsid w:val="00884922"/>
    <w:rsid w:val="00885F64"/>
    <w:rsid w:val="008917F9"/>
    <w:rsid w:val="008A45F7"/>
    <w:rsid w:val="008A66E8"/>
    <w:rsid w:val="008B4E35"/>
    <w:rsid w:val="008C0CC0"/>
    <w:rsid w:val="008C19A9"/>
    <w:rsid w:val="008C379D"/>
    <w:rsid w:val="008C5147"/>
    <w:rsid w:val="008C5359"/>
    <w:rsid w:val="008C5363"/>
    <w:rsid w:val="008D3DFB"/>
    <w:rsid w:val="008D3E0F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691F"/>
    <w:rsid w:val="009A78D9"/>
    <w:rsid w:val="009C3E31"/>
    <w:rsid w:val="009C54AE"/>
    <w:rsid w:val="009C788E"/>
    <w:rsid w:val="009D3F3B"/>
    <w:rsid w:val="009E0543"/>
    <w:rsid w:val="009E3B41"/>
    <w:rsid w:val="009F03A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60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6A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285C"/>
    <w:rsid w:val="00CF78ED"/>
    <w:rsid w:val="00D02B25"/>
    <w:rsid w:val="00D02EBA"/>
    <w:rsid w:val="00D17C3C"/>
    <w:rsid w:val="00D26B2C"/>
    <w:rsid w:val="00D3397B"/>
    <w:rsid w:val="00D352C9"/>
    <w:rsid w:val="00D40729"/>
    <w:rsid w:val="00D425B2"/>
    <w:rsid w:val="00D428D6"/>
    <w:rsid w:val="00D552B2"/>
    <w:rsid w:val="00D608D1"/>
    <w:rsid w:val="00D74119"/>
    <w:rsid w:val="00D8075B"/>
    <w:rsid w:val="00D807DD"/>
    <w:rsid w:val="00D8328E"/>
    <w:rsid w:val="00D8678B"/>
    <w:rsid w:val="00DA2114"/>
    <w:rsid w:val="00DB5A3A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47B43"/>
    <w:rsid w:val="00E51E44"/>
    <w:rsid w:val="00E55294"/>
    <w:rsid w:val="00E562F3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1EC8"/>
  <w15:docId w15:val="{E0CDF894-1560-4A5C-AE13-082974AA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styleId="Odwoaniedokomentarza">
    <w:name w:val="annotation reference"/>
    <w:basedOn w:val="Domylnaczcionkaakapitu"/>
    <w:uiPriority w:val="99"/>
    <w:semiHidden/>
    <w:unhideWhenUsed/>
    <w:rsid w:val="008D3E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E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E0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E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E0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D0C0-E6CD-439B-9420-FDDDEC62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314</TotalTime>
  <Pages>1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2023-06-07T06:22:00Z</dcterms:created>
  <dcterms:modified xsi:type="dcterms:W3CDTF">2024-09-26T08:39:00Z</dcterms:modified>
</cp:coreProperties>
</file>