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84B3A" w14:textId="2E83BF1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E16B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E16BE">
        <w:rPr>
          <w:rFonts w:ascii="Corbel" w:hAnsi="Corbel"/>
          <w:bCs/>
          <w:i/>
        </w:rPr>
        <w:t>23</w:t>
      </w:r>
    </w:p>
    <w:p w14:paraId="7B3AB23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D46A30" w14:textId="1A88FC1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D5D75">
        <w:rPr>
          <w:rFonts w:ascii="Corbel" w:hAnsi="Corbel"/>
          <w:i/>
          <w:smallCaps/>
          <w:sz w:val="24"/>
          <w:szCs w:val="24"/>
        </w:rPr>
        <w:t xml:space="preserve"> 20</w:t>
      </w:r>
      <w:r w:rsidR="002870C9">
        <w:rPr>
          <w:rFonts w:ascii="Corbel" w:hAnsi="Corbel"/>
          <w:i/>
          <w:smallCaps/>
          <w:sz w:val="24"/>
          <w:szCs w:val="24"/>
        </w:rPr>
        <w:t>2</w:t>
      </w:r>
      <w:r w:rsidR="005D7B38">
        <w:rPr>
          <w:rFonts w:ascii="Corbel" w:hAnsi="Corbel"/>
          <w:i/>
          <w:smallCaps/>
          <w:sz w:val="24"/>
          <w:szCs w:val="24"/>
        </w:rPr>
        <w:t>3</w:t>
      </w:r>
      <w:r w:rsidR="002870C9">
        <w:rPr>
          <w:rFonts w:ascii="Corbel" w:hAnsi="Corbel"/>
          <w:i/>
          <w:smallCaps/>
          <w:sz w:val="24"/>
          <w:szCs w:val="24"/>
        </w:rPr>
        <w:t>-202</w:t>
      </w:r>
      <w:r w:rsidR="005D7B38">
        <w:rPr>
          <w:rFonts w:ascii="Corbel" w:hAnsi="Corbel"/>
          <w:i/>
          <w:smallCaps/>
          <w:sz w:val="24"/>
          <w:szCs w:val="24"/>
        </w:rPr>
        <w:t>6</w:t>
      </w:r>
    </w:p>
    <w:p w14:paraId="10FA648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0EEF4D1" w14:textId="6B9F673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15A8">
        <w:rPr>
          <w:rFonts w:ascii="Corbel" w:hAnsi="Corbel"/>
          <w:sz w:val="20"/>
          <w:szCs w:val="20"/>
        </w:rPr>
        <w:t>202</w:t>
      </w:r>
      <w:r w:rsidR="005D7B38">
        <w:rPr>
          <w:rFonts w:ascii="Corbel" w:hAnsi="Corbel"/>
          <w:sz w:val="20"/>
          <w:szCs w:val="20"/>
        </w:rPr>
        <w:t>5</w:t>
      </w:r>
      <w:r w:rsidR="003F15A8">
        <w:rPr>
          <w:rFonts w:ascii="Corbel" w:hAnsi="Corbel"/>
          <w:sz w:val="20"/>
          <w:szCs w:val="20"/>
        </w:rPr>
        <w:t>/20</w:t>
      </w:r>
      <w:r w:rsidR="005D7B38">
        <w:rPr>
          <w:rFonts w:ascii="Corbel" w:hAnsi="Corbel"/>
          <w:sz w:val="20"/>
          <w:szCs w:val="20"/>
        </w:rPr>
        <w:t>26</w:t>
      </w:r>
    </w:p>
    <w:p w14:paraId="1A32E0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CC07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82B805B" w14:textId="77777777" w:rsidTr="00B819C8">
        <w:tc>
          <w:tcPr>
            <w:tcW w:w="2694" w:type="dxa"/>
            <w:vAlign w:val="center"/>
          </w:tcPr>
          <w:p w14:paraId="2A526DC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4B208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9C54AE" w14:paraId="5AA6B5E0" w14:textId="77777777" w:rsidTr="00B819C8">
        <w:tc>
          <w:tcPr>
            <w:tcW w:w="2694" w:type="dxa"/>
            <w:vAlign w:val="center"/>
          </w:tcPr>
          <w:p w14:paraId="17E80E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7E76F7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C54AE" w14:paraId="54A7260A" w14:textId="77777777" w:rsidTr="00B819C8">
        <w:tc>
          <w:tcPr>
            <w:tcW w:w="2694" w:type="dxa"/>
            <w:vAlign w:val="center"/>
          </w:tcPr>
          <w:p w14:paraId="489C2B8A" w14:textId="22B20584" w:rsidR="0085747A" w:rsidRPr="009C54AE" w:rsidRDefault="002870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3F2CD1" w14:textId="77777777" w:rsidR="0085747A" w:rsidRPr="009C54AE" w:rsidRDefault="00634D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2EDC4" w14:textId="77777777" w:rsidTr="00B819C8">
        <w:tc>
          <w:tcPr>
            <w:tcW w:w="2694" w:type="dxa"/>
            <w:vAlign w:val="center"/>
          </w:tcPr>
          <w:p w14:paraId="2B6B3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56F647" w14:textId="77777777" w:rsidR="0085747A" w:rsidRPr="009C54AE" w:rsidRDefault="00634DAF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A6BE6D6" w14:textId="77777777" w:rsidTr="00B819C8">
        <w:tc>
          <w:tcPr>
            <w:tcW w:w="2694" w:type="dxa"/>
            <w:vAlign w:val="center"/>
          </w:tcPr>
          <w:p w14:paraId="1FD84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57B29C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3705C072" w14:textId="77777777" w:rsidTr="00B819C8">
        <w:tc>
          <w:tcPr>
            <w:tcW w:w="2694" w:type="dxa"/>
            <w:vAlign w:val="center"/>
          </w:tcPr>
          <w:p w14:paraId="68836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838158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D990DE6" w14:textId="77777777" w:rsidTr="00B819C8">
        <w:tc>
          <w:tcPr>
            <w:tcW w:w="2694" w:type="dxa"/>
            <w:vAlign w:val="center"/>
          </w:tcPr>
          <w:p w14:paraId="72B4A7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AD062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45C396" w14:textId="77777777" w:rsidTr="00B819C8">
        <w:tc>
          <w:tcPr>
            <w:tcW w:w="2694" w:type="dxa"/>
            <w:vAlign w:val="center"/>
          </w:tcPr>
          <w:p w14:paraId="53B729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C5406F" w14:textId="766FA0FB" w:rsidR="0085747A" w:rsidRPr="009C54AE" w:rsidRDefault="00F22A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6DABBC7E" w14:textId="77777777" w:rsidTr="00B819C8">
        <w:tc>
          <w:tcPr>
            <w:tcW w:w="2694" w:type="dxa"/>
            <w:vAlign w:val="center"/>
          </w:tcPr>
          <w:p w14:paraId="256CFC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113F0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9C54AE" w14:paraId="0C629775" w14:textId="77777777" w:rsidTr="00B819C8">
        <w:tc>
          <w:tcPr>
            <w:tcW w:w="2694" w:type="dxa"/>
            <w:vAlign w:val="center"/>
          </w:tcPr>
          <w:p w14:paraId="706B1C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DFC6" w14:textId="77777777" w:rsidR="0085747A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9C54AE" w14:paraId="0BC03732" w14:textId="77777777" w:rsidTr="00B819C8">
        <w:tc>
          <w:tcPr>
            <w:tcW w:w="2694" w:type="dxa"/>
            <w:vAlign w:val="center"/>
          </w:tcPr>
          <w:p w14:paraId="3D5925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0F731F" w14:textId="77777777" w:rsidR="00923D7D" w:rsidRPr="009C54A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CE91C2" w14:textId="77777777" w:rsidTr="00B819C8">
        <w:tc>
          <w:tcPr>
            <w:tcW w:w="2694" w:type="dxa"/>
            <w:vAlign w:val="center"/>
          </w:tcPr>
          <w:p w14:paraId="68121E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36790C" w14:textId="77777777" w:rsidR="0085747A" w:rsidRPr="009C54AE" w:rsidRDefault="00761E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9C54AE" w14:paraId="00EFA20D" w14:textId="77777777" w:rsidTr="00B819C8">
        <w:tc>
          <w:tcPr>
            <w:tcW w:w="2694" w:type="dxa"/>
            <w:vAlign w:val="center"/>
          </w:tcPr>
          <w:p w14:paraId="2DBA95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5F0B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42887D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F029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62184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4997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D34867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DA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C8DF0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3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65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9D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92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6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3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F2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75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FC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17E49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AD4B" w14:textId="77777777" w:rsidR="00015B8F" w:rsidRPr="009C54A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BC9D" w14:textId="715DB886" w:rsidR="00015B8F" w:rsidRPr="009C54AE" w:rsidRDefault="002C58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71D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8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59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30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02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F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97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E65A" w14:textId="77777777" w:rsidR="00015B8F" w:rsidRPr="009C54A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AA0D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CD8B5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670A7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09D8E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0431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304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D366B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19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FBE09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</w:t>
      </w:r>
      <w:r w:rsidR="00761E5F">
        <w:rPr>
          <w:rFonts w:ascii="Corbel" w:hAnsi="Corbel"/>
          <w:smallCaps w:val="0"/>
          <w:szCs w:val="24"/>
        </w:rPr>
        <w:t>oku):</w:t>
      </w:r>
    </w:p>
    <w:p w14:paraId="25E2FC76" w14:textId="77777777" w:rsidR="009C54AE" w:rsidRP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0431">
        <w:rPr>
          <w:rFonts w:ascii="Corbel" w:hAnsi="Corbel"/>
          <w:szCs w:val="24"/>
        </w:rPr>
        <w:t>Egzamin</w:t>
      </w:r>
    </w:p>
    <w:p w14:paraId="0FFBEFEB" w14:textId="77777777" w:rsidR="00630431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FD4E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83794" w14:textId="77777777" w:rsidTr="00745302">
        <w:tc>
          <w:tcPr>
            <w:tcW w:w="9670" w:type="dxa"/>
          </w:tcPr>
          <w:p w14:paraId="790857AB" w14:textId="77777777" w:rsidR="0085747A" w:rsidRPr="00630431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30431">
              <w:rPr>
                <w:rFonts w:ascii="Corbel" w:hAnsi="Corbel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14:paraId="4C18F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6996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C6FB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62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7707A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9C54AE" w14:paraId="7BBCBE05" w14:textId="77777777" w:rsidTr="00EB3723">
        <w:tc>
          <w:tcPr>
            <w:tcW w:w="851" w:type="dxa"/>
            <w:vAlign w:val="center"/>
          </w:tcPr>
          <w:p w14:paraId="5122686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CF26B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apoznanie studentów z głównym instrumentarium pojęciowym antropologii </w:t>
            </w:r>
            <w:r w:rsidR="00EB3723" w:rsidRPr="00630431">
              <w:rPr>
                <w:rFonts w:ascii="Corbel" w:hAnsi="Corbel" w:cs="Calibri"/>
                <w:b w:val="0"/>
              </w:rPr>
              <w:br/>
              <w:t>(w tym antropologii kultury), jej podstawowymi teoriami i osiągnięciami</w:t>
            </w:r>
          </w:p>
        </w:tc>
      </w:tr>
      <w:tr w:rsidR="00EB3723" w:rsidRPr="009C54AE" w14:paraId="7C65C327" w14:textId="77777777" w:rsidTr="00EB3723">
        <w:tc>
          <w:tcPr>
            <w:tcW w:w="851" w:type="dxa"/>
            <w:vAlign w:val="center"/>
          </w:tcPr>
          <w:p w14:paraId="12D2CD24" w14:textId="77777777" w:rsidR="00EB3723" w:rsidRPr="009C54A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14935A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 w:cs="Calibri"/>
                <w:b w:val="0"/>
              </w:rPr>
              <w:t>W</w:t>
            </w:r>
            <w:r w:rsidR="00EB3723" w:rsidRPr="00630431">
              <w:rPr>
                <w:rFonts w:ascii="Corbel" w:hAnsi="Corbel" w:cs="Calibri"/>
                <w:b w:val="0"/>
              </w:rPr>
              <w:t>skazanie na rolę człowieka w tworzeniu i użytkowaniu kultury oraz wpływie kultury na jego życie</w:t>
            </w:r>
          </w:p>
        </w:tc>
      </w:tr>
      <w:tr w:rsidR="00EB3723" w:rsidRPr="009C54AE" w14:paraId="5B86565A" w14:textId="77777777" w:rsidTr="00EB3723">
        <w:tc>
          <w:tcPr>
            <w:tcW w:w="851" w:type="dxa"/>
            <w:vAlign w:val="center"/>
          </w:tcPr>
          <w:p w14:paraId="66FC98BD" w14:textId="77777777" w:rsidR="00EB3723" w:rsidRPr="009C54A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C8852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</w:rPr>
              <w:t>Z</w:t>
            </w:r>
            <w:r w:rsidR="00EB3723" w:rsidRPr="00630431">
              <w:rPr>
                <w:rFonts w:ascii="Corbel" w:hAnsi="Corbel"/>
                <w:b w:val="0"/>
              </w:rPr>
              <w:t>achęcenie słuchaczy do przyjmowania postaw otwartości na inne kultury i społeczeństwa, a także docenienia i troski  o spuściznę kulturową swojego regionu</w:t>
            </w:r>
            <w:r w:rsidR="00EB3723" w:rsidRPr="00630431">
              <w:rPr>
                <w:rFonts w:ascii="Corbel" w:hAnsi="Corbel" w:cs="Calibri"/>
                <w:b w:val="0"/>
              </w:rPr>
              <w:t xml:space="preserve"> </w:t>
            </w:r>
          </w:p>
        </w:tc>
      </w:tr>
      <w:tr w:rsidR="00EB3723" w:rsidRPr="009C54AE" w14:paraId="35A3FD94" w14:textId="77777777" w:rsidTr="00EB3723">
        <w:tc>
          <w:tcPr>
            <w:tcW w:w="851" w:type="dxa"/>
            <w:vAlign w:val="center"/>
          </w:tcPr>
          <w:p w14:paraId="4BABAD1C" w14:textId="77777777" w:rsidR="00EB3723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1CF307" w14:textId="77777777" w:rsidR="00EB3723" w:rsidRPr="00630431" w:rsidRDefault="00761E5F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</w:rPr>
            </w:pPr>
            <w:r>
              <w:rPr>
                <w:rFonts w:ascii="Corbel" w:hAnsi="Corbel" w:cs="Calibri"/>
                <w:b w:val="0"/>
              </w:rPr>
              <w:t>Z</w:t>
            </w:r>
            <w:r w:rsidR="00EB3723" w:rsidRPr="00630431">
              <w:rPr>
                <w:rFonts w:ascii="Corbel" w:hAnsi="Corbel" w:cs="Calibri"/>
                <w:b w:val="0"/>
              </w:rPr>
              <w:t xml:space="preserve">achęcenie studentów do </w:t>
            </w:r>
            <w:r w:rsidR="00EB3723" w:rsidRPr="00630431">
              <w:rPr>
                <w:rFonts w:ascii="Corbel" w:hAnsi="Corbel"/>
                <w:b w:val="0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14:paraId="6F43EC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DFA29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D6CCD3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094A7A6" w14:textId="77777777" w:rsidTr="0071620A">
        <w:tc>
          <w:tcPr>
            <w:tcW w:w="1701" w:type="dxa"/>
            <w:vAlign w:val="center"/>
          </w:tcPr>
          <w:p w14:paraId="0209EC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59C7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F404438" w14:textId="77777777" w:rsidR="00816D27" w:rsidRPr="009C54AE" w:rsidRDefault="00816D27" w:rsidP="00816D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F85F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EAADF4" w14:textId="77777777" w:rsidTr="005E6E85">
        <w:tc>
          <w:tcPr>
            <w:tcW w:w="1701" w:type="dxa"/>
          </w:tcPr>
          <w:p w14:paraId="11F081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67D3F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06FFD" w:rsidRPr="00606FFD">
              <w:rPr>
                <w:rFonts w:ascii="Corbel" w:hAnsi="Corbel"/>
              </w:rPr>
              <w:t>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>
              <w:rPr>
                <w:rFonts w:ascii="Corbel" w:hAnsi="Corbel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14:paraId="581FCC3A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9C54AE" w14:paraId="17BD669C" w14:textId="77777777" w:rsidTr="005E6E85">
        <w:tc>
          <w:tcPr>
            <w:tcW w:w="1701" w:type="dxa"/>
          </w:tcPr>
          <w:p w14:paraId="04203E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FD8089" w14:textId="77777777" w:rsidR="0085747A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Dokona analizy</w:t>
            </w:r>
            <w:r w:rsidR="00606FFD" w:rsidRPr="00606FFD">
              <w:rPr>
                <w:rFonts w:ascii="Corbel" w:hAnsi="Corbel"/>
              </w:rPr>
              <w:t xml:space="preserve"> wybran</w:t>
            </w:r>
            <w:r>
              <w:rPr>
                <w:rFonts w:ascii="Corbel" w:hAnsi="Corbel"/>
              </w:rPr>
              <w:t>ych</w:t>
            </w:r>
            <w:r w:rsidR="00606FFD" w:rsidRPr="00606FFD">
              <w:rPr>
                <w:rFonts w:ascii="Corbel" w:hAnsi="Corbel"/>
              </w:rPr>
              <w:t xml:space="preserve"> koncepcj</w:t>
            </w:r>
            <w:r>
              <w:rPr>
                <w:rFonts w:ascii="Corbel" w:hAnsi="Corbel"/>
              </w:rPr>
              <w:t>i</w:t>
            </w:r>
            <w:r w:rsidR="00606FFD" w:rsidRPr="00606FFD">
              <w:rPr>
                <w:rFonts w:ascii="Corbel" w:hAnsi="Corbel"/>
              </w:rPr>
              <w:t xml:space="preserve"> metod i badań antropologicznych w kategoriach teoretycznych (ewolucjonizm i dyfuzjonizm, funkcjonalizm, </w:t>
            </w:r>
            <w:proofErr w:type="spellStart"/>
            <w:r w:rsidR="00606FFD" w:rsidRPr="00606FFD">
              <w:rPr>
                <w:rFonts w:ascii="Corbel" w:hAnsi="Corbel"/>
              </w:rPr>
              <w:t>etnopsychologizm</w:t>
            </w:r>
            <w:proofErr w:type="spellEnd"/>
            <w:r w:rsidR="00606FFD" w:rsidRPr="00606FFD">
              <w:rPr>
                <w:rFonts w:ascii="Corbel" w:hAnsi="Corbel"/>
              </w:rPr>
              <w:t xml:space="preserve"> i strukturalizm)</w:t>
            </w:r>
          </w:p>
        </w:tc>
        <w:tc>
          <w:tcPr>
            <w:tcW w:w="1873" w:type="dxa"/>
          </w:tcPr>
          <w:p w14:paraId="0F38F937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9C54AE" w14:paraId="448FB5F5" w14:textId="77777777" w:rsidTr="005E6E85">
        <w:tc>
          <w:tcPr>
            <w:tcW w:w="1701" w:type="dxa"/>
          </w:tcPr>
          <w:p w14:paraId="581627EA" w14:textId="77777777" w:rsidR="0085747A" w:rsidRPr="009C54A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063384" w14:textId="77777777" w:rsidR="0085747A" w:rsidRPr="009F5305" w:rsidRDefault="00761E5F" w:rsidP="0020680B">
            <w:pPr>
              <w:jc w:val="both"/>
            </w:pPr>
            <w:r>
              <w:rPr>
                <w:rFonts w:ascii="Corbel" w:hAnsi="Corbel"/>
              </w:rPr>
              <w:t>P</w:t>
            </w:r>
            <w:r w:rsidR="0020680B">
              <w:rPr>
                <w:rFonts w:ascii="Corbel" w:hAnsi="Corbel"/>
              </w:rPr>
              <w:t>rze</w:t>
            </w:r>
            <w:r w:rsidR="009F5305">
              <w:rPr>
                <w:rFonts w:ascii="Corbel" w:hAnsi="Corbel"/>
              </w:rPr>
              <w:t xml:space="preserve">analizuje </w:t>
            </w:r>
            <w:r w:rsidR="009F5305" w:rsidRPr="009F5305">
              <w:rPr>
                <w:rFonts w:ascii="Corbel" w:hAnsi="Corbel"/>
              </w:rPr>
              <w:t xml:space="preserve"> i</w:t>
            </w:r>
            <w:r w:rsidR="009F5305">
              <w:rPr>
                <w:rFonts w:ascii="Corbel" w:hAnsi="Corbel"/>
              </w:rPr>
              <w:t xml:space="preserve"> z</w:t>
            </w:r>
            <w:r w:rsidR="009F5305" w:rsidRPr="009F5305">
              <w:rPr>
                <w:rFonts w:ascii="Corbel" w:hAnsi="Corbel"/>
              </w:rPr>
              <w:t>interpret</w:t>
            </w:r>
            <w:r w:rsidR="009F5305">
              <w:rPr>
                <w:rFonts w:ascii="Corbel" w:hAnsi="Corbel"/>
              </w:rPr>
              <w:t xml:space="preserve">uje </w:t>
            </w:r>
            <w:r w:rsidR="009F5305" w:rsidRPr="009F5305">
              <w:rPr>
                <w:rFonts w:ascii="Corbel" w:hAnsi="Corbel"/>
              </w:rPr>
              <w:t>zachowa</w:t>
            </w:r>
            <w:r w:rsidR="009F5305">
              <w:rPr>
                <w:rFonts w:ascii="Corbel" w:hAnsi="Corbel"/>
              </w:rPr>
              <w:t>nia</w:t>
            </w:r>
            <w:r w:rsidR="009F5305" w:rsidRPr="009F5305">
              <w:rPr>
                <w:rFonts w:ascii="Corbel" w:hAnsi="Corbel"/>
              </w:rPr>
              <w:t>, tak własn</w:t>
            </w:r>
            <w:r w:rsidR="009F5305">
              <w:rPr>
                <w:rFonts w:ascii="Corbel" w:hAnsi="Corbel"/>
              </w:rPr>
              <w:t>e</w:t>
            </w:r>
            <w:r w:rsidR="009F5305" w:rsidRPr="009F5305">
              <w:rPr>
                <w:rFonts w:ascii="Corbel" w:hAnsi="Corbel"/>
              </w:rPr>
              <w:t>, jak i innych, w kontekście zasad i norm etycznych,</w:t>
            </w:r>
            <w:r w:rsidR="009F5305">
              <w:rPr>
                <w:rFonts w:ascii="Corbel" w:hAnsi="Corbel"/>
              </w:rPr>
              <w:t xml:space="preserve"> w tym w środowisku wielokulturowym, 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>formułując</w:t>
            </w:r>
            <w:r w:rsidR="009F5305" w:rsidRPr="009F5305">
              <w:rPr>
                <w:rFonts w:ascii="Corbel" w:hAnsi="Corbel"/>
              </w:rPr>
              <w:t xml:space="preserve"> </w:t>
            </w:r>
            <w:r w:rsidR="009F5305">
              <w:rPr>
                <w:rFonts w:ascii="Corbel" w:hAnsi="Corbel"/>
              </w:rPr>
              <w:t xml:space="preserve">jednocześnie </w:t>
            </w:r>
            <w:r w:rsidR="009F5305" w:rsidRPr="009F5305">
              <w:rPr>
                <w:rFonts w:ascii="Corbel" w:hAnsi="Corbel"/>
              </w:rPr>
              <w:t>wnioski i wskaz</w:t>
            </w:r>
            <w:r w:rsidR="009F5305">
              <w:rPr>
                <w:rFonts w:ascii="Corbel" w:hAnsi="Corbel"/>
              </w:rPr>
              <w:t>ując</w:t>
            </w:r>
            <w:r w:rsidR="009F5305" w:rsidRPr="009F5305">
              <w:rPr>
                <w:rFonts w:ascii="Corbel" w:hAnsi="Corbel"/>
              </w:rPr>
              <w:t xml:space="preserve"> obszary wymagające zmian </w:t>
            </w:r>
            <w:r w:rsidR="009F5305">
              <w:rPr>
                <w:rFonts w:ascii="Corbel" w:hAnsi="Corbel"/>
              </w:rPr>
              <w:t xml:space="preserve">i </w:t>
            </w:r>
            <w:r w:rsidR="009F5305" w:rsidRPr="009F5305">
              <w:rPr>
                <w:rFonts w:ascii="Corbel" w:hAnsi="Corbel"/>
              </w:rPr>
              <w:t>działa</w:t>
            </w:r>
            <w:r w:rsidR="009F5305">
              <w:rPr>
                <w:rFonts w:ascii="Corbel" w:hAnsi="Corbel"/>
              </w:rPr>
              <w:t>ń</w:t>
            </w:r>
            <w:r w:rsidR="009F5305" w:rsidRPr="009F5305">
              <w:rPr>
                <w:rFonts w:ascii="Corbel" w:hAnsi="Corbel"/>
              </w:rPr>
              <w:t xml:space="preserve"> na rzecz własnego rozwoju i rozwoju innych uczestników życia społecznego, w tym</w:t>
            </w:r>
            <w:r w:rsidR="009F5305">
              <w:rPr>
                <w:rFonts w:ascii="Corbel" w:hAnsi="Corbel"/>
              </w:rPr>
              <w:t>,</w:t>
            </w:r>
            <w:r w:rsidR="009F5305" w:rsidRPr="009F5305">
              <w:rPr>
                <w:rFonts w:ascii="Corbel" w:hAnsi="Corbel"/>
              </w:rPr>
              <w:t xml:space="preserve"> w środowisku wielokulturowym</w:t>
            </w:r>
          </w:p>
        </w:tc>
        <w:tc>
          <w:tcPr>
            <w:tcW w:w="1873" w:type="dxa"/>
          </w:tcPr>
          <w:p w14:paraId="39F3444B" w14:textId="77777777" w:rsidR="0085747A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9C54AE" w14:paraId="2501B79B" w14:textId="77777777" w:rsidTr="005E6E85">
        <w:tc>
          <w:tcPr>
            <w:tcW w:w="1701" w:type="dxa"/>
          </w:tcPr>
          <w:p w14:paraId="58444122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D8399FB" w14:textId="228A6322" w:rsidR="00EB3723" w:rsidRPr="00B64E78" w:rsidRDefault="00761E5F" w:rsidP="00B64E78">
            <w:pPr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D</w:t>
            </w:r>
            <w:r w:rsidR="00B64E78" w:rsidRPr="00B64E78">
              <w:rPr>
                <w:rFonts w:ascii="Corbel" w:hAnsi="Corbel"/>
              </w:rPr>
              <w:t>okon</w:t>
            </w:r>
            <w:r>
              <w:rPr>
                <w:rFonts w:ascii="Corbel" w:hAnsi="Corbel"/>
              </w:rPr>
              <w:t>a</w:t>
            </w:r>
            <w:r w:rsidR="00B64E78" w:rsidRPr="00B64E78">
              <w:rPr>
                <w:rFonts w:ascii="Corbel" w:hAnsi="Corbel"/>
              </w:rPr>
              <w:t xml:space="preserve"> refleksji dotyczącej </w:t>
            </w:r>
            <w:r w:rsidR="00606FFD" w:rsidRPr="00B64E78">
              <w:rPr>
                <w:rFonts w:ascii="Corbel" w:hAnsi="Corbel"/>
              </w:rPr>
              <w:t xml:space="preserve">poziomu swojej wiedzy </w:t>
            </w:r>
            <w:r w:rsidR="00B64E78">
              <w:rPr>
                <w:rFonts w:ascii="Corbel" w:hAnsi="Corbel"/>
              </w:rPr>
              <w:t xml:space="preserve">na </w:t>
            </w:r>
            <w:r w:rsidR="00B64E78" w:rsidRPr="00B64E78">
              <w:rPr>
                <w:rFonts w:ascii="Corbel" w:hAnsi="Corbel"/>
              </w:rPr>
              <w:t xml:space="preserve">temat wagi kultury w </w:t>
            </w:r>
            <w:r w:rsidR="00B64E78">
              <w:rPr>
                <w:rFonts w:ascii="Corbel" w:hAnsi="Corbel"/>
              </w:rPr>
              <w:t>ż</w:t>
            </w:r>
            <w:r w:rsidR="00B64E78" w:rsidRPr="00B64E78">
              <w:rPr>
                <w:rFonts w:ascii="Corbel" w:hAnsi="Corbel"/>
              </w:rPr>
              <w:t xml:space="preserve">yciu człowieka, </w:t>
            </w:r>
            <w:r w:rsidR="00606FFD" w:rsidRPr="00B64E78">
              <w:rPr>
                <w:rFonts w:ascii="Corbel" w:hAnsi="Corbel"/>
              </w:rPr>
              <w:t>otwart</w:t>
            </w:r>
            <w:r w:rsidR="00B64E78">
              <w:rPr>
                <w:rFonts w:ascii="Corbel" w:hAnsi="Corbel"/>
              </w:rPr>
              <w:t>ości</w:t>
            </w:r>
            <w:r w:rsidR="00606FFD" w:rsidRPr="00B64E78">
              <w:rPr>
                <w:rFonts w:ascii="Corbel" w:hAnsi="Corbel"/>
              </w:rPr>
              <w:t xml:space="preserve"> na inne kultury i społeczeństwa oraz </w:t>
            </w:r>
            <w:r w:rsidR="00B64E78" w:rsidRPr="00B64E78">
              <w:rPr>
                <w:rFonts w:ascii="Corbel" w:hAnsi="Corbel"/>
              </w:rPr>
              <w:t>doceni spuściznę kulturową swojego regionu</w:t>
            </w:r>
          </w:p>
        </w:tc>
        <w:tc>
          <w:tcPr>
            <w:tcW w:w="1873" w:type="dxa"/>
          </w:tcPr>
          <w:p w14:paraId="4CB709D9" w14:textId="77777777" w:rsidR="00EB3723" w:rsidRPr="009C54A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K_Ko1</w:t>
            </w:r>
          </w:p>
        </w:tc>
      </w:tr>
    </w:tbl>
    <w:p w14:paraId="4DED6C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211D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2323E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E24EA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36D21" w14:textId="77777777" w:rsidTr="00923D7D">
        <w:tc>
          <w:tcPr>
            <w:tcW w:w="9639" w:type="dxa"/>
          </w:tcPr>
          <w:p w14:paraId="793C505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9C54AE" w14:paraId="218179B1" w14:textId="77777777" w:rsidTr="00923D7D">
        <w:tc>
          <w:tcPr>
            <w:tcW w:w="9639" w:type="dxa"/>
          </w:tcPr>
          <w:p w14:paraId="44DE5C23" w14:textId="77777777" w:rsidR="00EB3723" w:rsidRPr="00EB3723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  <w:bCs/>
              </w:rPr>
              <w:t xml:space="preserve">Spotkanie z innością – u korzeni antropologii.  </w:t>
            </w:r>
            <w:r w:rsidRPr="00EB3723">
              <w:rPr>
                <w:rFonts w:ascii="Corbel" w:hAnsi="Corbel"/>
              </w:rPr>
              <w:t>Istota antropologii i jej dziedziny - uwagi wstępne</w:t>
            </w:r>
          </w:p>
        </w:tc>
      </w:tr>
      <w:tr w:rsidR="00EB3723" w:rsidRPr="009C54AE" w14:paraId="79727C37" w14:textId="77777777" w:rsidTr="00923D7D">
        <w:tc>
          <w:tcPr>
            <w:tcW w:w="9639" w:type="dxa"/>
          </w:tcPr>
          <w:p w14:paraId="7F264002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</w:rPr>
              <w:t>Treść i zakres pojęcia kultura</w:t>
            </w:r>
          </w:p>
        </w:tc>
      </w:tr>
      <w:tr w:rsidR="00EB3723" w:rsidRPr="009C54AE" w14:paraId="7F0CAC32" w14:textId="77777777" w:rsidTr="00923D7D">
        <w:tc>
          <w:tcPr>
            <w:tcW w:w="9639" w:type="dxa"/>
          </w:tcPr>
          <w:p w14:paraId="381454F9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Antropologia kultury jako nauka. Przedmiot badań antropologii kulturowej</w:t>
            </w:r>
          </w:p>
        </w:tc>
      </w:tr>
      <w:tr w:rsidR="00EB3723" w:rsidRPr="009C54AE" w14:paraId="6A77EDC1" w14:textId="77777777" w:rsidTr="00923D7D">
        <w:tc>
          <w:tcPr>
            <w:tcW w:w="9639" w:type="dxa"/>
          </w:tcPr>
          <w:p w14:paraId="2436EEE8" w14:textId="77777777" w:rsidR="00EB3723" w:rsidRPr="00EB3723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9C54AE" w14:paraId="26447432" w14:textId="77777777" w:rsidTr="00923D7D">
        <w:tc>
          <w:tcPr>
            <w:tcW w:w="9639" w:type="dxa"/>
          </w:tcPr>
          <w:p w14:paraId="15E8FD27" w14:textId="77777777" w:rsidR="00EB3723" w:rsidRPr="00EB3723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3723">
              <w:rPr>
                <w:rFonts w:ascii="Corbel" w:hAnsi="Corbel" w:cs="Calibri"/>
                <w:iCs/>
              </w:rPr>
              <w:t>Kultura a życie społeczne</w:t>
            </w:r>
          </w:p>
        </w:tc>
      </w:tr>
    </w:tbl>
    <w:p w14:paraId="2B2A706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267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D989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258C53" w14:textId="77777777" w:rsidTr="00923D7D">
        <w:tc>
          <w:tcPr>
            <w:tcW w:w="9639" w:type="dxa"/>
          </w:tcPr>
          <w:p w14:paraId="2080E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AE9C68" w14:textId="77777777" w:rsidTr="00923D7D">
        <w:tc>
          <w:tcPr>
            <w:tcW w:w="9639" w:type="dxa"/>
          </w:tcPr>
          <w:p w14:paraId="3A84FB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77D7663" w14:textId="77777777" w:rsidTr="00923D7D">
        <w:tc>
          <w:tcPr>
            <w:tcW w:w="9639" w:type="dxa"/>
          </w:tcPr>
          <w:p w14:paraId="37B2F56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046364D" w14:textId="77777777" w:rsidTr="00923D7D">
        <w:tc>
          <w:tcPr>
            <w:tcW w:w="9639" w:type="dxa"/>
          </w:tcPr>
          <w:p w14:paraId="5333AB7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9DC6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E00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D062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94EAD5" w14:textId="77777777" w:rsidR="00EB3723" w:rsidRPr="00EB3723" w:rsidRDefault="00EB3723" w:rsidP="00EB3723">
      <w:pPr>
        <w:pStyle w:val="Bezodstpw"/>
        <w:rPr>
          <w:rFonts w:ascii="Corbel" w:hAnsi="Corbel"/>
        </w:rPr>
      </w:pPr>
      <w:r w:rsidRPr="00EB3723">
        <w:rPr>
          <w:rFonts w:ascii="Corbel" w:hAnsi="Corbel"/>
          <w:b/>
        </w:rPr>
        <w:t>Wykład:</w:t>
      </w:r>
      <w:r w:rsidRPr="00EB3723">
        <w:rPr>
          <w:rFonts w:ascii="Corbel" w:hAnsi="Corbel"/>
        </w:rPr>
        <w:t xml:space="preserve"> </w:t>
      </w:r>
      <w:r w:rsidRPr="00EB3723">
        <w:rPr>
          <w:rFonts w:ascii="Corbel" w:hAnsi="Corbel"/>
          <w:b/>
        </w:rPr>
        <w:t>wykład z prezentacją multimedialną</w:t>
      </w:r>
    </w:p>
    <w:p w14:paraId="1C01E9B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6EC5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9F756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866D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EC9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7BF94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EA30D98" w14:textId="77777777" w:rsidTr="00C05F44">
        <w:tc>
          <w:tcPr>
            <w:tcW w:w="1985" w:type="dxa"/>
            <w:vAlign w:val="center"/>
          </w:tcPr>
          <w:p w14:paraId="6BA486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CF45C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7B4E6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10B6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E4D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353DEDF" w14:textId="77777777" w:rsidTr="00C05F44">
        <w:tc>
          <w:tcPr>
            <w:tcW w:w="1985" w:type="dxa"/>
          </w:tcPr>
          <w:p w14:paraId="004D77E2" w14:textId="77777777" w:rsidR="0085747A" w:rsidRPr="0020680B" w:rsidRDefault="00DB5227" w:rsidP="0020680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</w:t>
            </w:r>
            <w:r w:rsidR="0085747A" w:rsidRPr="0020680B">
              <w:rPr>
                <w:rFonts w:ascii="Corbel" w:hAnsi="Corbel"/>
              </w:rPr>
              <w:t xml:space="preserve">k_ 01 </w:t>
            </w:r>
          </w:p>
        </w:tc>
        <w:tc>
          <w:tcPr>
            <w:tcW w:w="5528" w:type="dxa"/>
          </w:tcPr>
          <w:p w14:paraId="36FCCFBA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  <w:strike/>
              </w:rPr>
            </w:pPr>
            <w:r w:rsidRPr="0020680B">
              <w:rPr>
                <w:rFonts w:ascii="Corbel" w:hAnsi="Corbel"/>
              </w:rPr>
              <w:t>Egzamin pisemny, zaliczenie lektury, tekstów</w:t>
            </w:r>
          </w:p>
        </w:tc>
        <w:tc>
          <w:tcPr>
            <w:tcW w:w="2126" w:type="dxa"/>
          </w:tcPr>
          <w:p w14:paraId="1BB9D603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 w:rsidR="00761E5F">
              <w:rPr>
                <w:rFonts w:ascii="Corbel" w:hAnsi="Corbel"/>
              </w:rPr>
              <w:t>kłady</w:t>
            </w:r>
          </w:p>
        </w:tc>
      </w:tr>
      <w:tr w:rsidR="0085747A" w:rsidRPr="009C54AE" w14:paraId="53A85008" w14:textId="77777777" w:rsidTr="00C05F44">
        <w:tc>
          <w:tcPr>
            <w:tcW w:w="1985" w:type="dxa"/>
          </w:tcPr>
          <w:p w14:paraId="0399EA2E" w14:textId="77777777" w:rsidR="0085747A" w:rsidRPr="0020680B" w:rsidRDefault="0085747A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42B9A008" w14:textId="77777777" w:rsidR="0085747A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14:paraId="663D2B05" w14:textId="77777777" w:rsidR="0085747A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587F82DA" w14:textId="77777777" w:rsidTr="00C05F44">
        <w:tc>
          <w:tcPr>
            <w:tcW w:w="1985" w:type="dxa"/>
          </w:tcPr>
          <w:p w14:paraId="7B132E5A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EK_03</w:t>
            </w:r>
          </w:p>
        </w:tc>
        <w:tc>
          <w:tcPr>
            <w:tcW w:w="5528" w:type="dxa"/>
          </w:tcPr>
          <w:p w14:paraId="29E61EA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Egzamin pisemny,  zaliczenie lektury, tekstów</w:t>
            </w:r>
          </w:p>
        </w:tc>
        <w:tc>
          <w:tcPr>
            <w:tcW w:w="2126" w:type="dxa"/>
          </w:tcPr>
          <w:p w14:paraId="7C335637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  <w:tr w:rsidR="00EB3723" w:rsidRPr="009C54AE" w14:paraId="7EAA79E8" w14:textId="77777777" w:rsidTr="00C05F44">
        <w:tc>
          <w:tcPr>
            <w:tcW w:w="1985" w:type="dxa"/>
          </w:tcPr>
          <w:p w14:paraId="2ECBBD3D" w14:textId="77777777" w:rsidR="00EB3723" w:rsidRPr="0020680B" w:rsidRDefault="00EB3723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EK_04</w:t>
            </w:r>
          </w:p>
        </w:tc>
        <w:tc>
          <w:tcPr>
            <w:tcW w:w="5528" w:type="dxa"/>
          </w:tcPr>
          <w:p w14:paraId="5927910B" w14:textId="77777777" w:rsidR="00EB3723" w:rsidRPr="0020680B" w:rsidRDefault="0020680B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Zaliczenie lektury</w:t>
            </w:r>
          </w:p>
        </w:tc>
        <w:tc>
          <w:tcPr>
            <w:tcW w:w="2126" w:type="dxa"/>
          </w:tcPr>
          <w:p w14:paraId="5DF44290" w14:textId="77777777" w:rsidR="00EB3723" w:rsidRPr="0020680B" w:rsidRDefault="00761E5F" w:rsidP="0020680B">
            <w:pPr>
              <w:spacing w:after="0" w:line="240" w:lineRule="auto"/>
              <w:rPr>
                <w:rFonts w:ascii="Corbel" w:hAnsi="Corbel"/>
              </w:rPr>
            </w:pPr>
            <w:r w:rsidRPr="0020680B">
              <w:rPr>
                <w:rFonts w:ascii="Corbel" w:hAnsi="Corbel"/>
              </w:rPr>
              <w:t>wy</w:t>
            </w:r>
            <w:r>
              <w:rPr>
                <w:rFonts w:ascii="Corbel" w:hAnsi="Corbel"/>
              </w:rPr>
              <w:t>kłady</w:t>
            </w:r>
          </w:p>
        </w:tc>
      </w:tr>
    </w:tbl>
    <w:p w14:paraId="6D13B33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E26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AADDC5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5BB007" w14:textId="77777777" w:rsidTr="00923D7D">
        <w:tc>
          <w:tcPr>
            <w:tcW w:w="9670" w:type="dxa"/>
          </w:tcPr>
          <w:p w14:paraId="6AEBB3C0" w14:textId="77777777" w:rsidR="0085747A" w:rsidRPr="009C54AE" w:rsidRDefault="00761E5F" w:rsidP="00634831">
            <w:pPr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>Zdanie egzaminu (min. 60%).</w:t>
            </w:r>
            <w:r w:rsidR="00EB3723" w:rsidRPr="00EB3723">
              <w:rPr>
                <w:rFonts w:ascii="Corbel" w:hAnsi="Corbel"/>
              </w:rPr>
              <w:t xml:space="preserve"> </w:t>
            </w:r>
            <w:r w:rsidR="00EB3723">
              <w:rPr>
                <w:rFonts w:ascii="Corbel" w:hAnsi="Corbel"/>
              </w:rPr>
              <w:t xml:space="preserve">Pierwszy termin – egzamin pisemny, drugi termin – egzamin ustny. </w:t>
            </w:r>
            <w:r w:rsidR="00EB3723" w:rsidRPr="00EB3723">
              <w:rPr>
                <w:rFonts w:ascii="Corbel" w:hAnsi="Corbel"/>
              </w:rPr>
              <w:t xml:space="preserve">Aby do niego przystąpić należy uczestniczyć w wykładach i zaliczyć przed egzaminem </w:t>
            </w:r>
            <w:r w:rsidR="00634831">
              <w:rPr>
                <w:rFonts w:ascii="Corbel" w:hAnsi="Corbel"/>
              </w:rPr>
              <w:t>2</w:t>
            </w:r>
            <w:r w:rsidR="00EB3723" w:rsidRPr="00EB3723">
              <w:rPr>
                <w:rFonts w:ascii="Corbel" w:hAnsi="Corbel"/>
              </w:rPr>
              <w:t xml:space="preserve"> lektury wraz z wybranymi tekstami z literatury uzupełniającej.</w:t>
            </w:r>
          </w:p>
        </w:tc>
      </w:tr>
    </w:tbl>
    <w:p w14:paraId="2B7CF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1BD29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6B3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6D1AABB" w14:textId="77777777" w:rsidTr="00F1481E">
        <w:tc>
          <w:tcPr>
            <w:tcW w:w="4901" w:type="dxa"/>
            <w:vAlign w:val="center"/>
          </w:tcPr>
          <w:p w14:paraId="654ACB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017028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8573E" w14:textId="77777777" w:rsidTr="00F1481E">
        <w:tc>
          <w:tcPr>
            <w:tcW w:w="4901" w:type="dxa"/>
          </w:tcPr>
          <w:p w14:paraId="748F902A" w14:textId="0F469041" w:rsidR="0085747A" w:rsidRPr="00606FFD" w:rsidRDefault="00C61DC5" w:rsidP="009E16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606FFD">
              <w:rPr>
                <w:rFonts w:ascii="Corbel" w:hAnsi="Corbel"/>
              </w:rPr>
              <w:t>z</w:t>
            </w:r>
            <w:r w:rsidR="009C1331" w:rsidRPr="00606FFD">
              <w:rPr>
                <w:rFonts w:ascii="Corbel" w:hAnsi="Corbel"/>
              </w:rPr>
              <w:t> </w:t>
            </w:r>
            <w:r w:rsidR="0045729E" w:rsidRPr="00606FFD">
              <w:rPr>
                <w:rFonts w:ascii="Corbel" w:hAnsi="Corbel"/>
              </w:rPr>
              <w:t>harmonogramu</w:t>
            </w:r>
            <w:r w:rsidR="0085747A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06FF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429A8475" w14:textId="1CBB066C" w:rsidR="0085747A" w:rsidRPr="009C54AE" w:rsidRDefault="002C58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1481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3A4CF8" w14:textId="77777777" w:rsidTr="00F1481E">
        <w:tc>
          <w:tcPr>
            <w:tcW w:w="4901" w:type="dxa"/>
          </w:tcPr>
          <w:p w14:paraId="5297BE16" w14:textId="422FA23F" w:rsidR="00C61DC5" w:rsidRPr="00606F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06FF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481E">
              <w:rPr>
                <w:rFonts w:ascii="Corbel" w:hAnsi="Corbel"/>
                <w:sz w:val="24"/>
                <w:szCs w:val="24"/>
              </w:rPr>
              <w:t>:</w:t>
            </w:r>
          </w:p>
          <w:p w14:paraId="019A6B2A" w14:textId="77777777" w:rsidR="00C61DC5" w:rsidRDefault="00F1481E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D1B1E">
              <w:rPr>
                <w:rFonts w:ascii="Corbel" w:hAnsi="Corbel"/>
                <w:sz w:val="24"/>
                <w:szCs w:val="24"/>
              </w:rPr>
              <w:t>udział w egzaminie</w:t>
            </w:r>
          </w:p>
          <w:p w14:paraId="226446A8" w14:textId="60278149" w:rsidR="008B1C2C" w:rsidRPr="00606FFD" w:rsidRDefault="008B1C2C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-udział w konsultacjach</w:t>
            </w:r>
          </w:p>
        </w:tc>
        <w:tc>
          <w:tcPr>
            <w:tcW w:w="4619" w:type="dxa"/>
          </w:tcPr>
          <w:p w14:paraId="05AA81BA" w14:textId="77777777" w:rsidR="00F1481E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322252B" w14:textId="77777777" w:rsidR="00C61DC5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BF76DC0" w14:textId="6697AA21" w:rsidR="008B1C2C" w:rsidRPr="009C54AE" w:rsidRDefault="008B1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14:paraId="5156EFBE" w14:textId="77777777" w:rsidTr="00F1481E">
        <w:tc>
          <w:tcPr>
            <w:tcW w:w="4901" w:type="dxa"/>
          </w:tcPr>
          <w:p w14:paraId="36FF0D64" w14:textId="77777777" w:rsidR="00F1481E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F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06F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06F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81E">
              <w:rPr>
                <w:rFonts w:ascii="Corbel" w:hAnsi="Corbel"/>
                <w:sz w:val="24"/>
                <w:szCs w:val="24"/>
              </w:rPr>
              <w:t>: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4741BF6" w14:textId="2C43B2A6" w:rsidR="00C61DC5" w:rsidRDefault="00F1481E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96468">
              <w:rPr>
                <w:rFonts w:ascii="Corbel" w:hAnsi="Corbel"/>
                <w:sz w:val="24"/>
                <w:szCs w:val="24"/>
              </w:rPr>
              <w:t xml:space="preserve"> </w:t>
            </w:r>
            <w:r w:rsidR="00606FFD" w:rsidRPr="00606FF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7DA7A76C" w14:textId="768A21E8" w:rsidR="00F1481E" w:rsidRPr="00606FFD" w:rsidRDefault="00796468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1481E" w:rsidRPr="00606FFD">
              <w:rPr>
                <w:rFonts w:ascii="Corbel" w:hAnsi="Corbel"/>
                <w:sz w:val="24"/>
                <w:szCs w:val="24"/>
              </w:rPr>
              <w:t>przeczytanie lektur</w:t>
            </w:r>
            <w:r w:rsidR="00F1481E">
              <w:rPr>
                <w:rFonts w:ascii="Corbel" w:hAnsi="Corbel"/>
                <w:sz w:val="24"/>
                <w:szCs w:val="24"/>
              </w:rPr>
              <w:t xml:space="preserve">, tekstów </w:t>
            </w:r>
          </w:p>
        </w:tc>
        <w:tc>
          <w:tcPr>
            <w:tcW w:w="4619" w:type="dxa"/>
          </w:tcPr>
          <w:p w14:paraId="33C849A7" w14:textId="755FA95B" w:rsidR="00F1481E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1F10244" w14:textId="77777777" w:rsidR="00F1481E" w:rsidRDefault="00F148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BCF5DF0" w14:textId="34A6F362" w:rsidR="00C61DC5" w:rsidRDefault="00860A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14:paraId="23CED891" w14:textId="5EE1A39D" w:rsidR="00F1481E" w:rsidRPr="009C54AE" w:rsidRDefault="008B1C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85747A" w:rsidRPr="009C54AE" w14:paraId="68F525B1" w14:textId="77777777" w:rsidTr="00F1481E">
        <w:tc>
          <w:tcPr>
            <w:tcW w:w="4901" w:type="dxa"/>
          </w:tcPr>
          <w:p w14:paraId="4FAB94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4771F37" w14:textId="77777777" w:rsidR="0085747A" w:rsidRPr="009C54AE" w:rsidRDefault="00816D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2A7F1F1" w14:textId="77777777" w:rsidTr="00F1481E">
        <w:tc>
          <w:tcPr>
            <w:tcW w:w="4901" w:type="dxa"/>
          </w:tcPr>
          <w:p w14:paraId="1FB3F7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630A147" w14:textId="77777777" w:rsidR="0085747A" w:rsidRPr="009C54A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F979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B7F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3559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AD8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63BC9A8" w14:textId="77777777" w:rsidTr="0071620A">
        <w:trPr>
          <w:trHeight w:val="397"/>
        </w:trPr>
        <w:tc>
          <w:tcPr>
            <w:tcW w:w="3544" w:type="dxa"/>
          </w:tcPr>
          <w:p w14:paraId="7CB3A3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A3F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05B6BE2" w14:textId="77777777" w:rsidTr="0071620A">
        <w:trPr>
          <w:trHeight w:val="397"/>
        </w:trPr>
        <w:tc>
          <w:tcPr>
            <w:tcW w:w="3544" w:type="dxa"/>
          </w:tcPr>
          <w:p w14:paraId="2EB40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FEE9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4688D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FD058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FCA39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9886F" w14:textId="77777777" w:rsidTr="0071620A">
        <w:trPr>
          <w:trHeight w:val="397"/>
        </w:trPr>
        <w:tc>
          <w:tcPr>
            <w:tcW w:w="7513" w:type="dxa"/>
          </w:tcPr>
          <w:p w14:paraId="7C1290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25714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438BC7" w14:textId="77777777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Burszta W.J. (1998): </w:t>
            </w:r>
            <w:r w:rsidRPr="00634831">
              <w:rPr>
                <w:rFonts w:ascii="Corbel" w:hAnsi="Corbel"/>
                <w:i/>
                <w:iCs/>
              </w:rPr>
              <w:t>Antropologia kultury</w:t>
            </w:r>
            <w:r w:rsidRPr="00634831">
              <w:rPr>
                <w:rFonts w:ascii="Corbel" w:hAnsi="Corbel"/>
              </w:rPr>
              <w:t xml:space="preserve">: </w:t>
            </w:r>
            <w:r w:rsidRPr="00634831">
              <w:rPr>
                <w:rFonts w:ascii="Corbel" w:hAnsi="Corbel"/>
                <w:i/>
                <w:iCs/>
              </w:rPr>
              <w:t>tematy, teorie, interpretacje</w:t>
            </w:r>
            <w:r w:rsidRPr="00634831">
              <w:rPr>
                <w:rFonts w:ascii="Corbel" w:hAnsi="Corbel"/>
              </w:rPr>
              <w:t>. Poznań. Wyd. Zysk i S-ka</w:t>
            </w:r>
            <w:r w:rsidR="00C42071">
              <w:rPr>
                <w:rFonts w:ascii="Corbel" w:hAnsi="Corbel"/>
              </w:rPr>
              <w:t>.</w:t>
            </w:r>
          </w:p>
          <w:p w14:paraId="5DF0E1F6" w14:textId="274187CC" w:rsidR="00634831" w:rsidRPr="00634831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</w:pPr>
            <w:r w:rsidRPr="00634831">
              <w:rPr>
                <w:rFonts w:ascii="Corbel" w:hAnsi="Corbel"/>
              </w:rPr>
              <w:t>Krawcz</w:t>
            </w:r>
            <w:r w:rsidR="0089272E">
              <w:rPr>
                <w:rFonts w:ascii="Corbel" w:hAnsi="Corbel"/>
              </w:rPr>
              <w:t>a</w:t>
            </w:r>
            <w:r w:rsidRPr="00634831">
              <w:rPr>
                <w:rFonts w:ascii="Corbel" w:hAnsi="Corbel"/>
              </w:rPr>
              <w:t xml:space="preserve">k E. (2006): </w:t>
            </w:r>
            <w:r w:rsidRPr="00634831">
              <w:rPr>
                <w:rFonts w:ascii="Corbel" w:hAnsi="Corbel"/>
                <w:i/>
                <w:iCs/>
              </w:rPr>
              <w:t>Antropologia kulturowa: klasyczne kierunki, szkoły i orientacje</w:t>
            </w:r>
            <w:r w:rsidRPr="00634831">
              <w:rPr>
                <w:rFonts w:ascii="Corbel" w:hAnsi="Corbel"/>
              </w:rPr>
              <w:t>. Lublin: Wydaw. Uniwersytetu Marii Curie-Skłodowskiej</w:t>
            </w:r>
            <w:r w:rsidR="00C42071">
              <w:rPr>
                <w:rFonts w:ascii="Corbel" w:hAnsi="Corbel"/>
              </w:rPr>
              <w:t>.</w:t>
            </w:r>
          </w:p>
        </w:tc>
      </w:tr>
      <w:tr w:rsidR="0085747A" w:rsidRPr="009C54AE" w14:paraId="01C9AAB7" w14:textId="77777777" w:rsidTr="0071620A">
        <w:trPr>
          <w:trHeight w:val="397"/>
        </w:trPr>
        <w:tc>
          <w:tcPr>
            <w:tcW w:w="7513" w:type="dxa"/>
          </w:tcPr>
          <w:p w14:paraId="5794040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6A99F7" w14:textId="77777777" w:rsidR="00634831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6BFAF7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 </w:t>
            </w:r>
            <w:r w:rsidRPr="00634831">
              <w:rPr>
                <w:rFonts w:ascii="Corbel" w:hAnsi="Corbel"/>
              </w:rPr>
              <w:t xml:space="preserve">/ oprac. Grzegorz Godlewski [i in.]; wstęp i 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>
              <w:rPr>
                <w:rFonts w:ascii="Corbel" w:hAnsi="Corbel"/>
              </w:rPr>
              <w:t>.</w:t>
            </w:r>
          </w:p>
          <w:p w14:paraId="68A17F61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Bauman Z. (2004): </w:t>
            </w:r>
            <w:r w:rsidRPr="00634831">
              <w:rPr>
                <w:rFonts w:ascii="Corbel" w:hAnsi="Corbel"/>
                <w:i/>
                <w:iCs/>
              </w:rPr>
              <w:t>Globalizacja. I co z tego dla ludzi wynika</w:t>
            </w:r>
            <w:r w:rsidRPr="00634831">
              <w:rPr>
                <w:rFonts w:ascii="Corbel" w:hAnsi="Corbel"/>
              </w:rPr>
              <w:t>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16A0A699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Castells</w:t>
            </w:r>
            <w:proofErr w:type="spellEnd"/>
            <w:r w:rsidRPr="00634831">
              <w:rPr>
                <w:rFonts w:ascii="Corbel" w:hAnsi="Corbel"/>
              </w:rPr>
              <w:t xml:space="preserve"> M. (2007): </w:t>
            </w:r>
            <w:r w:rsidRPr="00634831">
              <w:rPr>
                <w:rFonts w:ascii="Corbel" w:hAnsi="Corbel"/>
                <w:i/>
              </w:rPr>
              <w:t>Społeczeństwo sieci</w:t>
            </w:r>
            <w:r w:rsidRPr="00634831">
              <w:rPr>
                <w:rFonts w:ascii="Corbel" w:hAnsi="Corbel"/>
              </w:rPr>
              <w:t>. PWN, Warszawa</w:t>
            </w:r>
            <w:r w:rsidR="00C42071">
              <w:rPr>
                <w:rFonts w:ascii="Corbel" w:hAnsi="Corbel"/>
              </w:rPr>
              <w:t>.</w:t>
            </w:r>
            <w:r w:rsidRPr="00634831">
              <w:rPr>
                <w:rFonts w:ascii="Corbel" w:hAnsi="Corbel"/>
              </w:rPr>
              <w:t xml:space="preserve"> </w:t>
            </w:r>
          </w:p>
          <w:p w14:paraId="5FD9D949" w14:textId="77777777" w:rsidR="00ED5C1F" w:rsidRPr="00634831" w:rsidRDefault="00ED5C1F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Gajda J. (2008):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kulturowa: wprowadzenie do wiedzy </w:t>
            </w:r>
            <w:r w:rsidRPr="00634831">
              <w:rPr>
                <w:rFonts w:ascii="Corbel" w:hAnsi="Corbel"/>
                <w:i/>
                <w:iCs/>
              </w:rPr>
              <w:br/>
              <w:t>o kulturze</w:t>
            </w:r>
            <w:r w:rsidRPr="00634831">
              <w:rPr>
                <w:rFonts w:ascii="Corbel" w:hAnsi="Corbel"/>
              </w:rPr>
              <w:t>. Wyd. 1 zm. i popr. Kraków. Wyd. "Impuls"</w:t>
            </w:r>
            <w:r>
              <w:rPr>
                <w:rFonts w:ascii="Corbel" w:hAnsi="Corbel"/>
              </w:rPr>
              <w:t>.</w:t>
            </w:r>
          </w:p>
          <w:p w14:paraId="2C2406D0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Olszewska-Dyoniziak B. (2000): </w:t>
            </w:r>
            <w:r w:rsidRPr="00634831">
              <w:rPr>
                <w:rFonts w:ascii="Corbel" w:hAnsi="Corbel"/>
                <w:i/>
                <w:iCs/>
              </w:rPr>
              <w:t>Zarys antropologii kulturowej</w:t>
            </w:r>
            <w:r w:rsidRPr="00634831">
              <w:rPr>
                <w:rFonts w:ascii="Corbel" w:hAnsi="Corbel"/>
              </w:rPr>
              <w:t>. Wyd. 2. Zielona Góra. Zachodnie Centrum Organizacji</w:t>
            </w:r>
            <w:r w:rsidR="00C42071">
              <w:rPr>
                <w:rFonts w:ascii="Corbel" w:hAnsi="Corbel"/>
              </w:rPr>
              <w:t>.</w:t>
            </w:r>
          </w:p>
          <w:p w14:paraId="7D261B1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proofErr w:type="spellStart"/>
            <w:r w:rsidRPr="00634831">
              <w:rPr>
                <w:rFonts w:ascii="Corbel" w:hAnsi="Corbel"/>
              </w:rPr>
              <w:t>Salzman</w:t>
            </w:r>
            <w:proofErr w:type="spellEnd"/>
            <w:r w:rsidRPr="00634831">
              <w:rPr>
                <w:rFonts w:ascii="Corbel" w:hAnsi="Corbel"/>
              </w:rPr>
              <w:t xml:space="preserve"> P.C., Rice P.C. (2009): </w:t>
            </w:r>
            <w:r w:rsidRPr="00634831">
              <w:rPr>
                <w:rFonts w:ascii="Corbel" w:hAnsi="Corbel"/>
                <w:i/>
                <w:iCs/>
              </w:rPr>
              <w:t>Myśleć jak antropolog</w:t>
            </w:r>
            <w:r w:rsidRPr="00634831">
              <w:rPr>
                <w:rFonts w:ascii="Corbel" w:hAnsi="Corbel"/>
              </w:rPr>
              <w:t>, przekł. [z ang.] Ola i Wojciech Kubińscy; wstęp Wojciech J. Burszta. Gdańsk.  Gdańskie Wydaw. Psychologiczne</w:t>
            </w:r>
            <w:r w:rsidR="00C42071">
              <w:rPr>
                <w:rFonts w:ascii="Corbel" w:hAnsi="Corbel"/>
              </w:rPr>
              <w:t>.</w:t>
            </w:r>
          </w:p>
          <w:p w14:paraId="39EB71FE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</w:rPr>
            </w:pPr>
            <w:r w:rsidRPr="00634831">
              <w:rPr>
                <w:rFonts w:ascii="Corbel" w:hAnsi="Corbel"/>
                <w:i/>
                <w:iCs/>
              </w:rPr>
              <w:t>Świat człowieka - świat kultury: antologia tekstów klasycznej antropologii</w:t>
            </w:r>
            <w:r w:rsidRPr="00634831">
              <w:rPr>
                <w:rFonts w:ascii="Corbel" w:hAnsi="Corbel"/>
              </w:rPr>
              <w:t xml:space="preserve"> / wybór i red. nauk. Ewa Nowicka [i in.]. Warszawa: Wydaw. Naukowe PWN, 2007</w:t>
            </w:r>
            <w:r w:rsidR="00C42071">
              <w:rPr>
                <w:rFonts w:ascii="Corbel" w:hAnsi="Corbel"/>
              </w:rPr>
              <w:t>.</w:t>
            </w:r>
          </w:p>
          <w:p w14:paraId="1880EF53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</w:p>
          <w:p w14:paraId="2569F2A9" w14:textId="77777777" w:rsidR="00634831" w:rsidRDefault="00634831" w:rsidP="00634831">
            <w:pPr>
              <w:pStyle w:val="Akapitzlist"/>
              <w:spacing w:line="240" w:lineRule="auto"/>
              <w:ind w:left="0"/>
              <w:rPr>
                <w:b/>
                <w:iCs/>
              </w:rPr>
            </w:pPr>
            <w:r w:rsidRPr="00C152B7">
              <w:rPr>
                <w:b/>
                <w:iCs/>
              </w:rPr>
              <w:t>Teksty do zaliczenia w trakcie konsultacji:</w:t>
            </w:r>
          </w:p>
          <w:p w14:paraId="6C8EF703" w14:textId="77777777" w:rsidR="00634831" w:rsidRPr="00C152B7" w:rsidRDefault="00634831" w:rsidP="00634831">
            <w:pPr>
              <w:pStyle w:val="Akapitzlist"/>
              <w:spacing w:line="240" w:lineRule="auto"/>
              <w:ind w:left="0"/>
              <w:rPr>
                <w:b/>
              </w:rPr>
            </w:pPr>
          </w:p>
          <w:p w14:paraId="43A72214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Aron Guriewicz, </w:t>
            </w:r>
            <w:r w:rsidRPr="00634831">
              <w:rPr>
                <w:rFonts w:ascii="Corbel" w:hAnsi="Corbel"/>
                <w:i/>
                <w:iCs/>
              </w:rPr>
              <w:t xml:space="preserve">„Cóż to jest... czas?”,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7DD339FF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lastRenderedPageBreak/>
              <w:t xml:space="preserve">Norbert Elias, </w:t>
            </w:r>
            <w:r w:rsidRPr="00634831">
              <w:rPr>
                <w:rFonts w:ascii="Corbel" w:hAnsi="Corbel"/>
                <w:i/>
                <w:iCs/>
              </w:rPr>
              <w:t xml:space="preserve">O zachowaniu w sypialni,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2B64D89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Antoni Kępiński, </w:t>
            </w:r>
            <w:r w:rsidRPr="00634831">
              <w:rPr>
                <w:rFonts w:ascii="Corbel" w:hAnsi="Corbel"/>
                <w:i/>
                <w:iCs/>
              </w:rPr>
              <w:t xml:space="preserve">Twarz, ręka,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56D5AA2A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Georg </w:t>
            </w:r>
            <w:proofErr w:type="spellStart"/>
            <w:r w:rsidRPr="00634831">
              <w:rPr>
                <w:rFonts w:ascii="Corbel" w:hAnsi="Corbel"/>
              </w:rPr>
              <w:t>Ritzer</w:t>
            </w:r>
            <w:proofErr w:type="spellEnd"/>
            <w:r w:rsidRPr="00634831">
              <w:rPr>
                <w:rFonts w:ascii="Corbel" w:hAnsi="Corbel"/>
              </w:rPr>
              <w:t xml:space="preserve">, </w:t>
            </w:r>
            <w:proofErr w:type="spellStart"/>
            <w:r w:rsidRPr="00634831">
              <w:rPr>
                <w:rFonts w:ascii="Corbel" w:hAnsi="Corbel"/>
                <w:i/>
                <w:iCs/>
              </w:rPr>
              <w:t>Makdonaldyzacja</w:t>
            </w:r>
            <w:proofErr w:type="spellEnd"/>
            <w:r w:rsidRPr="00634831">
              <w:rPr>
                <w:rFonts w:ascii="Corbel" w:hAnsi="Corbel"/>
                <w:i/>
                <w:iCs/>
              </w:rPr>
              <w:t xml:space="preserve"> społeczeństwa, </w:t>
            </w:r>
            <w:r w:rsidRPr="00634831">
              <w:rPr>
                <w:rFonts w:ascii="Corbel" w:hAnsi="Corbel"/>
                <w:iCs/>
              </w:rPr>
              <w:t xml:space="preserve">[w:]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5DEDE586" w14:textId="77777777" w:rsidR="00634831" w:rsidRPr="00634831" w:rsidRDefault="00634831" w:rsidP="00ED5C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</w:rPr>
            </w:pPr>
            <w:r w:rsidRPr="00634831">
              <w:rPr>
                <w:rFonts w:ascii="Corbel" w:hAnsi="Corbel"/>
              </w:rPr>
              <w:t xml:space="preserve">Max Weber, </w:t>
            </w:r>
            <w:r w:rsidRPr="00634831">
              <w:rPr>
                <w:rFonts w:ascii="Corbel" w:hAnsi="Corbel"/>
                <w:i/>
              </w:rPr>
              <w:t>D</w:t>
            </w:r>
            <w:r w:rsidRPr="00634831">
              <w:rPr>
                <w:rFonts w:ascii="Corbel" w:hAnsi="Corbel"/>
                <w:i/>
                <w:iCs/>
              </w:rPr>
              <w:t>uch kapitalizmu,</w:t>
            </w:r>
            <w:r w:rsidRPr="00634831">
              <w:rPr>
                <w:rFonts w:ascii="Corbel" w:hAnsi="Corbel"/>
              </w:rPr>
              <w:t xml:space="preserve"> [</w:t>
            </w:r>
            <w:r w:rsidRPr="00634831">
              <w:rPr>
                <w:rFonts w:ascii="Corbel" w:hAnsi="Corbel"/>
                <w:iCs/>
              </w:rPr>
              <w:t xml:space="preserve">w:] </w:t>
            </w:r>
            <w:r w:rsidRPr="00634831">
              <w:rPr>
                <w:rFonts w:ascii="Corbel" w:hAnsi="Corbel"/>
                <w:i/>
                <w:iCs/>
              </w:rPr>
              <w:t xml:space="preserve">Antropologia kultury: zagadnienia i wybór tekstów, </w:t>
            </w:r>
            <w:r w:rsidRPr="00634831">
              <w:rPr>
                <w:rFonts w:ascii="Corbel" w:hAnsi="Corbel"/>
              </w:rPr>
              <w:t xml:space="preserve">red. Andrzej </w:t>
            </w:r>
            <w:proofErr w:type="spellStart"/>
            <w:r w:rsidRPr="00634831">
              <w:rPr>
                <w:rFonts w:ascii="Corbel" w:hAnsi="Corbel"/>
              </w:rPr>
              <w:t>Mencwel</w:t>
            </w:r>
            <w:proofErr w:type="spellEnd"/>
            <w:r w:rsidRPr="00634831">
              <w:rPr>
                <w:rFonts w:ascii="Corbel" w:hAnsi="Corbel"/>
              </w:rPr>
              <w:t xml:space="preserve">. Wyd. 4, zm. i </w:t>
            </w:r>
            <w:proofErr w:type="spellStart"/>
            <w:r w:rsidRPr="00634831">
              <w:rPr>
                <w:rFonts w:ascii="Corbel" w:hAnsi="Corbel"/>
              </w:rPr>
              <w:t>rozsz</w:t>
            </w:r>
            <w:proofErr w:type="spellEnd"/>
            <w:r w:rsidRPr="00634831">
              <w:rPr>
                <w:rFonts w:ascii="Corbel" w:hAnsi="Corbel"/>
              </w:rPr>
              <w:t xml:space="preserve">. Warszawa: Wydawnictwa Uniwersytetu Warszawskiego, </w:t>
            </w:r>
            <w:proofErr w:type="spellStart"/>
            <w:r w:rsidRPr="00634831">
              <w:rPr>
                <w:rFonts w:ascii="Corbel" w:hAnsi="Corbel"/>
              </w:rPr>
              <w:t>cop</w:t>
            </w:r>
            <w:proofErr w:type="spellEnd"/>
            <w:r w:rsidRPr="00634831">
              <w:rPr>
                <w:rFonts w:ascii="Corbel" w:hAnsi="Corbel"/>
              </w:rPr>
              <w:t>. 2005</w:t>
            </w:r>
            <w:r w:rsidR="00C42071">
              <w:rPr>
                <w:rFonts w:ascii="Corbel" w:hAnsi="Corbel"/>
              </w:rPr>
              <w:t>.</w:t>
            </w:r>
          </w:p>
          <w:p w14:paraId="0A8B1E79" w14:textId="77777777" w:rsidR="00634831" w:rsidRDefault="00634831" w:rsidP="00634831">
            <w:pPr>
              <w:pStyle w:val="Akapitzlist"/>
              <w:spacing w:line="240" w:lineRule="auto"/>
              <w:ind w:left="0"/>
            </w:pPr>
          </w:p>
          <w:p w14:paraId="161CC4CD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LEKTURY</w:t>
            </w:r>
          </w:p>
          <w:p w14:paraId="68B6B2D4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</w:rPr>
            </w:pPr>
            <w:r w:rsidRPr="00634831">
              <w:rPr>
                <w:rFonts w:ascii="Corbel" w:hAnsi="Corbel"/>
                <w:b/>
                <w:bCs/>
              </w:rPr>
              <w:t>Obowiązkowo:</w:t>
            </w:r>
          </w:p>
          <w:p w14:paraId="43F75E5C" w14:textId="77777777" w:rsidR="00634831" w:rsidRPr="00634831" w:rsidRDefault="00634831" w:rsidP="00ED5C1F">
            <w:pPr>
              <w:numPr>
                <w:ilvl w:val="0"/>
                <w:numId w:val="6"/>
              </w:numPr>
              <w:spacing w:after="120"/>
              <w:rPr>
                <w:rFonts w:ascii="Corbel" w:hAnsi="Corbel"/>
              </w:rPr>
            </w:pPr>
            <w:r w:rsidRPr="00634831">
              <w:rPr>
                <w:rFonts w:ascii="Corbel" w:hAnsi="Corbel"/>
                <w:bCs/>
              </w:rPr>
              <w:t xml:space="preserve">Stomma L. (1986). </w:t>
            </w:r>
            <w:r w:rsidRPr="00634831">
              <w:rPr>
                <w:rFonts w:ascii="Corbel" w:hAnsi="Corbel"/>
                <w:bCs/>
                <w:i/>
                <w:iCs/>
              </w:rPr>
              <w:t>Antropologia kultury wsi polskiej XIX wieku</w:t>
            </w:r>
            <w:r w:rsidRPr="00634831">
              <w:rPr>
                <w:rFonts w:ascii="Corbel" w:hAnsi="Corbel"/>
                <w:bCs/>
              </w:rPr>
              <w:t xml:space="preserve">, Warszawa. </w:t>
            </w:r>
            <w:proofErr w:type="spellStart"/>
            <w:r w:rsidRPr="00634831">
              <w:rPr>
                <w:rFonts w:ascii="Corbel" w:hAnsi="Corbel"/>
                <w:bCs/>
              </w:rPr>
              <w:t>Wyd</w:t>
            </w:r>
            <w:proofErr w:type="spellEnd"/>
            <w:r w:rsidRPr="00634831">
              <w:rPr>
                <w:rFonts w:ascii="Corbel" w:hAnsi="Corbel"/>
                <w:bCs/>
              </w:rPr>
              <w:t>."</w:t>
            </w:r>
            <w:proofErr w:type="spellStart"/>
            <w:r w:rsidRPr="00634831">
              <w:rPr>
                <w:rFonts w:ascii="Corbel" w:hAnsi="Corbel"/>
                <w:bCs/>
              </w:rPr>
              <w:t>Pax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„ </w:t>
            </w:r>
            <w:r w:rsidRPr="00634831">
              <w:rPr>
                <w:rFonts w:ascii="Corbel" w:hAnsi="Corbel"/>
              </w:rPr>
              <w:t>(</w:t>
            </w:r>
            <w:proofErr w:type="spellStart"/>
            <w:r w:rsidRPr="00634831">
              <w:rPr>
                <w:rFonts w:ascii="Corbel" w:hAnsi="Corbel"/>
              </w:rPr>
              <w:t>roz.II</w:t>
            </w:r>
            <w:proofErr w:type="spellEnd"/>
            <w:r w:rsidRPr="00634831">
              <w:rPr>
                <w:rFonts w:ascii="Corbel" w:hAnsi="Corbel"/>
              </w:rPr>
              <w:t xml:space="preserve"> - Wierzenia o obcych;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III - Portret z negatywu;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 xml:space="preserve">. IV. - Różne wymiary izolacji; </w:t>
            </w:r>
            <w:proofErr w:type="spellStart"/>
            <w:r w:rsidRPr="00634831">
              <w:rPr>
                <w:rFonts w:ascii="Corbel" w:hAnsi="Corbel"/>
              </w:rPr>
              <w:t>roz</w:t>
            </w:r>
            <w:proofErr w:type="spellEnd"/>
            <w:r w:rsidRPr="00634831">
              <w:rPr>
                <w:rFonts w:ascii="Corbel" w:hAnsi="Corbel"/>
              </w:rPr>
              <w:t>. VII - Tablice Mendelejewa)</w:t>
            </w:r>
          </w:p>
          <w:p w14:paraId="03EBC61E" w14:textId="77777777" w:rsidR="00634831" w:rsidRPr="00634831" w:rsidRDefault="00634831" w:rsidP="00634831">
            <w:pPr>
              <w:spacing w:after="120"/>
              <w:rPr>
                <w:rFonts w:ascii="Corbel" w:hAnsi="Corbel"/>
                <w:b/>
                <w:bCs/>
              </w:rPr>
            </w:pPr>
            <w:r w:rsidRPr="00634831">
              <w:rPr>
                <w:rFonts w:ascii="Corbel" w:hAnsi="Corbel"/>
                <w:b/>
                <w:bCs/>
              </w:rPr>
              <w:t>Do wyboru 1.</w:t>
            </w:r>
          </w:p>
          <w:p w14:paraId="071C267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Bauer ,W., (2016). </w:t>
            </w:r>
            <w:r w:rsidRPr="00634831">
              <w:rPr>
                <w:rFonts w:ascii="Corbel" w:hAnsi="Corbel"/>
                <w:bCs/>
                <w:i/>
                <w:iCs/>
              </w:rPr>
              <w:t>Przez morze z Syryjczykami do Europy.</w:t>
            </w:r>
            <w:r w:rsidRPr="00634831">
              <w:rPr>
                <w:rFonts w:ascii="Corbel" w:hAnsi="Corbel"/>
                <w:bCs/>
              </w:rPr>
              <w:t xml:space="preserve"> Wołowiec: Wydawnictwo Czarne.</w:t>
            </w:r>
          </w:p>
          <w:p w14:paraId="5DFBAA12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Gauß, K.-M., &amp; Buras, A. (2005).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Psożercy</w:t>
            </w:r>
            <w:proofErr w:type="spellEnd"/>
            <w:r w:rsidRPr="00634831">
              <w:rPr>
                <w:rFonts w:ascii="Corbel" w:hAnsi="Corbel"/>
                <w:bCs/>
                <w:i/>
                <w:iCs/>
              </w:rPr>
              <w:t xml:space="preserve"> ze </w:t>
            </w:r>
            <w:proofErr w:type="spellStart"/>
            <w:r w:rsidRPr="00634831">
              <w:rPr>
                <w:rFonts w:ascii="Corbel" w:hAnsi="Corbel"/>
                <w:bCs/>
                <w:i/>
                <w:iCs/>
              </w:rPr>
              <w:t>Svini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. </w:t>
            </w:r>
            <w:proofErr w:type="spellStart"/>
            <w:r w:rsidRPr="00634831">
              <w:rPr>
                <w:rFonts w:ascii="Corbel" w:hAnsi="Corbel"/>
                <w:bCs/>
              </w:rPr>
              <w:t>Sekowa</w:t>
            </w:r>
            <w:proofErr w:type="spellEnd"/>
            <w:r w:rsidRPr="00634831">
              <w:rPr>
                <w:rFonts w:ascii="Corbel" w:hAnsi="Corbel"/>
                <w:bCs/>
              </w:rPr>
              <w:t>: Wołowiec: Wydawnictwo Czarne.</w:t>
            </w:r>
          </w:p>
          <w:p w14:paraId="1AB85965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Kapllani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G., &amp; </w:t>
            </w:r>
            <w:proofErr w:type="spellStart"/>
            <w:r w:rsidRPr="00634831">
              <w:rPr>
                <w:rFonts w:ascii="Corbel" w:hAnsi="Corbel"/>
                <w:bCs/>
              </w:rPr>
              <w:t>Szyler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, E. T. (2009). </w:t>
            </w:r>
            <w:r w:rsidRPr="00634831">
              <w:rPr>
                <w:rFonts w:ascii="Corbel" w:hAnsi="Corbel"/>
                <w:bCs/>
                <w:i/>
                <w:iCs/>
              </w:rPr>
              <w:t>Krótki podręcznik przekraczania granic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2D4A3DE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Kącki M. (2015). </w:t>
            </w:r>
            <w:r w:rsidRPr="00634831">
              <w:rPr>
                <w:rFonts w:ascii="Corbel" w:hAnsi="Corbel"/>
                <w:bCs/>
                <w:i/>
              </w:rPr>
              <w:t>Białystok. Biała siła, czarna pamięć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143581F7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Kingsley P. (2017). </w:t>
            </w:r>
            <w:r w:rsidRPr="00634831">
              <w:rPr>
                <w:rFonts w:ascii="Corbel" w:hAnsi="Corbel"/>
                <w:bCs/>
                <w:i/>
              </w:rPr>
              <w:t>Nowa Odyseja. Opowieść o kryzysie uchodźczym w Europie</w:t>
            </w:r>
            <w:r w:rsidRPr="00634831">
              <w:rPr>
                <w:rFonts w:ascii="Corbel" w:hAnsi="Corbel"/>
                <w:bCs/>
              </w:rPr>
              <w:t xml:space="preserve">. Wydawca: Krytyka Polityczna </w:t>
            </w:r>
          </w:p>
          <w:p w14:paraId="63C7994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Kosiński, J. (2011). </w:t>
            </w:r>
            <w:r w:rsidRPr="00634831">
              <w:rPr>
                <w:rFonts w:ascii="Corbel" w:hAnsi="Corbel"/>
                <w:bCs/>
                <w:i/>
                <w:iCs/>
              </w:rPr>
              <w:t>Malowany ptak</w:t>
            </w:r>
            <w:r w:rsidRPr="00634831">
              <w:rPr>
                <w:rFonts w:ascii="Corbel" w:hAnsi="Corbel"/>
                <w:bCs/>
              </w:rPr>
              <w:t>. Warszawa: Albatros.</w:t>
            </w:r>
          </w:p>
          <w:p w14:paraId="7B50FE2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Mazuś M. (2015). </w:t>
            </w:r>
            <w:r w:rsidRPr="00634831">
              <w:rPr>
                <w:rFonts w:ascii="Corbel" w:hAnsi="Corbel"/>
                <w:bCs/>
                <w:i/>
              </w:rPr>
              <w:t>Król kebabów i inne zderzenia polsko-obce</w:t>
            </w:r>
            <w:r w:rsidRPr="00634831">
              <w:rPr>
                <w:rFonts w:ascii="Corbel" w:hAnsi="Corbel"/>
                <w:bCs/>
              </w:rPr>
              <w:t>. Wyd. Wielka Litera</w:t>
            </w:r>
          </w:p>
          <w:p w14:paraId="6D322C0D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Mikołajewski J. (2015). </w:t>
            </w:r>
            <w:r w:rsidRPr="00634831">
              <w:rPr>
                <w:rFonts w:ascii="Corbel" w:hAnsi="Corbel"/>
                <w:bCs/>
                <w:i/>
              </w:rPr>
              <w:t>Wielki przypływ</w:t>
            </w:r>
            <w:r w:rsidRPr="00634831">
              <w:rPr>
                <w:rFonts w:ascii="Corbel" w:hAnsi="Corbel"/>
                <w:bCs/>
              </w:rPr>
              <w:t>. Wydawnictwo: Dowody na Istnienie</w:t>
            </w:r>
          </w:p>
          <w:p w14:paraId="38D0D68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Pollack, M. (2014). </w:t>
            </w:r>
            <w:r w:rsidRPr="00634831">
              <w:rPr>
                <w:rFonts w:ascii="Corbel" w:hAnsi="Corbel"/>
                <w:bCs/>
                <w:i/>
                <w:iCs/>
              </w:rPr>
              <w:t>Skażone krajobrazy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3EC1B601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lastRenderedPageBreak/>
              <w:t xml:space="preserve">Pollack M. (2011). </w:t>
            </w:r>
            <w:r w:rsidRPr="00634831">
              <w:rPr>
                <w:rFonts w:ascii="Corbel" w:hAnsi="Corbel"/>
                <w:bCs/>
                <w:i/>
                <w:iCs/>
              </w:rPr>
              <w:t xml:space="preserve">Cesarz Ameryki. Wielka ucieczka z Galicji. </w:t>
            </w:r>
            <w:r w:rsidRPr="00634831">
              <w:rPr>
                <w:rFonts w:ascii="Corbel" w:hAnsi="Corbel"/>
                <w:bCs/>
                <w:iCs/>
              </w:rPr>
              <w:t>Wołowiec</w:t>
            </w:r>
            <w:r w:rsidRPr="00634831">
              <w:rPr>
                <w:rFonts w:ascii="Corbel" w:hAnsi="Corbel"/>
                <w:bCs/>
              </w:rPr>
              <w:t xml:space="preserve">: Wydawnictwo Czarne. </w:t>
            </w:r>
          </w:p>
          <w:p w14:paraId="2870257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  <w:bCs/>
              </w:rPr>
              <w:t>Prymaka-Oniszk</w:t>
            </w:r>
            <w:proofErr w:type="spellEnd"/>
            <w:r w:rsidRPr="00634831">
              <w:rPr>
                <w:rFonts w:ascii="Corbel" w:hAnsi="Corbel"/>
                <w:bCs/>
              </w:rPr>
              <w:t xml:space="preserve"> A. (2016). </w:t>
            </w:r>
            <w:proofErr w:type="spellStart"/>
            <w:r w:rsidRPr="00634831">
              <w:rPr>
                <w:rFonts w:ascii="Corbel" w:hAnsi="Corbel"/>
                <w:bCs/>
                <w:i/>
              </w:rPr>
              <w:t>Bieżeństwo</w:t>
            </w:r>
            <w:proofErr w:type="spellEnd"/>
            <w:r w:rsidRPr="00634831">
              <w:rPr>
                <w:rFonts w:ascii="Corbel" w:hAnsi="Corbel"/>
                <w:bCs/>
                <w:i/>
              </w:rPr>
              <w:t xml:space="preserve"> 1915. Zapomniani uchodźcy</w:t>
            </w:r>
            <w:r w:rsidRPr="00634831">
              <w:rPr>
                <w:rFonts w:ascii="Corbel" w:hAnsi="Corbel"/>
                <w:bCs/>
              </w:rPr>
              <w:t>. Wołowiec: Wydawnictwo Czarne.</w:t>
            </w:r>
          </w:p>
          <w:p w14:paraId="715A5604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(2008). </w:t>
            </w:r>
            <w:r w:rsidRPr="00634831">
              <w:rPr>
                <w:rFonts w:ascii="Corbel" w:hAnsi="Corbel"/>
                <w:bCs/>
                <w:i/>
                <w:iCs/>
              </w:rPr>
              <w:t>Jakbyś kamień jadła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14:paraId="31A2C719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 xml:space="preserve">Tochman, W. (2010). </w:t>
            </w:r>
            <w:r w:rsidRPr="00634831">
              <w:rPr>
                <w:rFonts w:ascii="Corbel" w:hAnsi="Corbel"/>
                <w:bCs/>
                <w:i/>
                <w:iCs/>
              </w:rPr>
              <w:t>Dzisiaj narysujemy śmierć</w:t>
            </w:r>
            <w:r w:rsidRPr="00634831">
              <w:rPr>
                <w:rFonts w:ascii="Corbel" w:hAnsi="Corbel"/>
                <w:bCs/>
              </w:rPr>
              <w:t xml:space="preserve">. Wołowiec: </w:t>
            </w:r>
            <w:proofErr w:type="spellStart"/>
            <w:r w:rsidRPr="00634831">
              <w:rPr>
                <w:rFonts w:ascii="Corbel" w:hAnsi="Corbel"/>
                <w:bCs/>
              </w:rPr>
              <w:t>Wydawn</w:t>
            </w:r>
            <w:proofErr w:type="spellEnd"/>
            <w:r w:rsidRPr="00634831">
              <w:rPr>
                <w:rFonts w:ascii="Corbel" w:hAnsi="Corbel"/>
                <w:bCs/>
              </w:rPr>
              <w:t>. Czarne.</w:t>
            </w:r>
          </w:p>
          <w:p w14:paraId="4CBCD66F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r w:rsidRPr="00634831">
              <w:rPr>
                <w:rFonts w:ascii="Corbel" w:hAnsi="Corbel"/>
                <w:bCs/>
              </w:rPr>
              <w:t>Wlekły, M. (2019). Raban! O kościele nie z tej ziemi, Wyd. Agora, Warszawa</w:t>
            </w:r>
          </w:p>
          <w:p w14:paraId="037B3DB0" w14:textId="77777777" w:rsidR="00634831" w:rsidRPr="00634831" w:rsidRDefault="00634831" w:rsidP="00ED5C1F">
            <w:pPr>
              <w:numPr>
                <w:ilvl w:val="0"/>
                <w:numId w:val="6"/>
              </w:numPr>
              <w:rPr>
                <w:rFonts w:ascii="Corbel" w:hAnsi="Corbel"/>
                <w:bCs/>
              </w:rPr>
            </w:pPr>
            <w:proofErr w:type="spellStart"/>
            <w:r w:rsidRPr="00634831">
              <w:rPr>
                <w:rFonts w:ascii="Corbel" w:hAnsi="Corbel"/>
              </w:rPr>
              <w:t>Zadrożyńska</w:t>
            </w:r>
            <w:proofErr w:type="spellEnd"/>
            <w:r w:rsidRPr="00634831">
              <w:rPr>
                <w:rFonts w:ascii="Corbel" w:hAnsi="Corbel"/>
              </w:rPr>
              <w:t>, A. (1983):  Homo faber i homo ludens: etnologiczny szkic o pracy w kulturach tradycyjnej i współczesnej. Warszawa. PWN</w:t>
            </w:r>
          </w:p>
          <w:p w14:paraId="29FA48DA" w14:textId="77777777" w:rsidR="00634831" w:rsidRPr="009C54A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0A6E7F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1D3B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7A05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D1F53" w14:textId="77777777" w:rsidR="00766491" w:rsidRDefault="00766491" w:rsidP="00C16ABF">
      <w:pPr>
        <w:spacing w:after="0" w:line="240" w:lineRule="auto"/>
      </w:pPr>
      <w:r>
        <w:separator/>
      </w:r>
    </w:p>
  </w:endnote>
  <w:endnote w:type="continuationSeparator" w:id="0">
    <w:p w14:paraId="242A7366" w14:textId="77777777" w:rsidR="00766491" w:rsidRDefault="007664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30143" w14:textId="77777777" w:rsidR="00766491" w:rsidRDefault="00766491" w:rsidP="00C16ABF">
      <w:pPr>
        <w:spacing w:after="0" w:line="240" w:lineRule="auto"/>
      </w:pPr>
      <w:r>
        <w:separator/>
      </w:r>
    </w:p>
  </w:footnote>
  <w:footnote w:type="continuationSeparator" w:id="0">
    <w:p w14:paraId="50B4AFE5" w14:textId="77777777" w:rsidR="00766491" w:rsidRDefault="00766491" w:rsidP="00C16ABF">
      <w:pPr>
        <w:spacing w:after="0" w:line="240" w:lineRule="auto"/>
      </w:pPr>
      <w:r>
        <w:continuationSeparator/>
      </w:r>
    </w:p>
  </w:footnote>
  <w:footnote w:id="1">
    <w:p w14:paraId="4CF75A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25B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07B6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A55"/>
    <w:rsid w:val="001D657B"/>
    <w:rsid w:val="001D7B54"/>
    <w:rsid w:val="001E0209"/>
    <w:rsid w:val="001F2CA2"/>
    <w:rsid w:val="0020680B"/>
    <w:rsid w:val="002144C0"/>
    <w:rsid w:val="0022477D"/>
    <w:rsid w:val="002278A9"/>
    <w:rsid w:val="002336F9"/>
    <w:rsid w:val="0024028F"/>
    <w:rsid w:val="00244ABC"/>
    <w:rsid w:val="00281FF2"/>
    <w:rsid w:val="002857DE"/>
    <w:rsid w:val="002870C9"/>
    <w:rsid w:val="00291567"/>
    <w:rsid w:val="002A189A"/>
    <w:rsid w:val="002A22BF"/>
    <w:rsid w:val="002A2389"/>
    <w:rsid w:val="002A53D3"/>
    <w:rsid w:val="002A671D"/>
    <w:rsid w:val="002B08E2"/>
    <w:rsid w:val="002B4D55"/>
    <w:rsid w:val="002B5EA0"/>
    <w:rsid w:val="002B6119"/>
    <w:rsid w:val="002C1F06"/>
    <w:rsid w:val="002C58F4"/>
    <w:rsid w:val="002D3375"/>
    <w:rsid w:val="002D73D4"/>
    <w:rsid w:val="002F02A3"/>
    <w:rsid w:val="002F4ABE"/>
    <w:rsid w:val="002F535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15A8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2A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96624"/>
    <w:rsid w:val="005A0855"/>
    <w:rsid w:val="005A3196"/>
    <w:rsid w:val="005C080F"/>
    <w:rsid w:val="005C55E5"/>
    <w:rsid w:val="005C696A"/>
    <w:rsid w:val="005D7B38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34DA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6544"/>
    <w:rsid w:val="007072BA"/>
    <w:rsid w:val="00714292"/>
    <w:rsid w:val="0071620A"/>
    <w:rsid w:val="00724677"/>
    <w:rsid w:val="00725459"/>
    <w:rsid w:val="007257AD"/>
    <w:rsid w:val="007327BD"/>
    <w:rsid w:val="00734608"/>
    <w:rsid w:val="00745302"/>
    <w:rsid w:val="007461D6"/>
    <w:rsid w:val="00746EC8"/>
    <w:rsid w:val="00761E5F"/>
    <w:rsid w:val="00763BF1"/>
    <w:rsid w:val="00766491"/>
    <w:rsid w:val="00766FD4"/>
    <w:rsid w:val="0078168C"/>
    <w:rsid w:val="00787C2A"/>
    <w:rsid w:val="00790E27"/>
    <w:rsid w:val="00796468"/>
    <w:rsid w:val="007A4022"/>
    <w:rsid w:val="007A6E6E"/>
    <w:rsid w:val="007B37CF"/>
    <w:rsid w:val="007B5589"/>
    <w:rsid w:val="007C3299"/>
    <w:rsid w:val="007C3BCC"/>
    <w:rsid w:val="007C4546"/>
    <w:rsid w:val="007D6E56"/>
    <w:rsid w:val="007F1652"/>
    <w:rsid w:val="007F4155"/>
    <w:rsid w:val="0081554D"/>
    <w:rsid w:val="00816D27"/>
    <w:rsid w:val="0081707E"/>
    <w:rsid w:val="008449B3"/>
    <w:rsid w:val="00857023"/>
    <w:rsid w:val="0085747A"/>
    <w:rsid w:val="00860ACA"/>
    <w:rsid w:val="00884922"/>
    <w:rsid w:val="00885F64"/>
    <w:rsid w:val="008917F9"/>
    <w:rsid w:val="0089272E"/>
    <w:rsid w:val="008A10AE"/>
    <w:rsid w:val="008A45F7"/>
    <w:rsid w:val="008B1C2C"/>
    <w:rsid w:val="008B6F2B"/>
    <w:rsid w:val="008C0CC0"/>
    <w:rsid w:val="008C19A9"/>
    <w:rsid w:val="008C379D"/>
    <w:rsid w:val="008C5147"/>
    <w:rsid w:val="008C5359"/>
    <w:rsid w:val="008C5363"/>
    <w:rsid w:val="008C71DE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16BE"/>
    <w:rsid w:val="009E25E9"/>
    <w:rsid w:val="009E3B41"/>
    <w:rsid w:val="009F3C5C"/>
    <w:rsid w:val="009F4610"/>
    <w:rsid w:val="009F5305"/>
    <w:rsid w:val="00A00ECC"/>
    <w:rsid w:val="00A0392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933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840C6"/>
    <w:rsid w:val="00B90885"/>
    <w:rsid w:val="00B96EE5"/>
    <w:rsid w:val="00BB520A"/>
    <w:rsid w:val="00BD097F"/>
    <w:rsid w:val="00BD3869"/>
    <w:rsid w:val="00BD5D7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071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84E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B568A"/>
    <w:rsid w:val="00DE09C0"/>
    <w:rsid w:val="00DE4A14"/>
    <w:rsid w:val="00DF11AD"/>
    <w:rsid w:val="00DF320D"/>
    <w:rsid w:val="00DF71C8"/>
    <w:rsid w:val="00E129B8"/>
    <w:rsid w:val="00E21E7D"/>
    <w:rsid w:val="00E22FBC"/>
    <w:rsid w:val="00E24BF5"/>
    <w:rsid w:val="00E25338"/>
    <w:rsid w:val="00E406D2"/>
    <w:rsid w:val="00E51E44"/>
    <w:rsid w:val="00E63348"/>
    <w:rsid w:val="00E77E88"/>
    <w:rsid w:val="00E8107D"/>
    <w:rsid w:val="00E960BB"/>
    <w:rsid w:val="00EA2074"/>
    <w:rsid w:val="00EA4513"/>
    <w:rsid w:val="00EA4832"/>
    <w:rsid w:val="00EA4E9D"/>
    <w:rsid w:val="00EB3723"/>
    <w:rsid w:val="00EC4899"/>
    <w:rsid w:val="00ED03AB"/>
    <w:rsid w:val="00ED32D2"/>
    <w:rsid w:val="00ED5C1F"/>
    <w:rsid w:val="00EE32DE"/>
    <w:rsid w:val="00EE5457"/>
    <w:rsid w:val="00F070AB"/>
    <w:rsid w:val="00F1481E"/>
    <w:rsid w:val="00F17567"/>
    <w:rsid w:val="00F22ADB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408E"/>
    <w:rsid w:val="00FD503F"/>
    <w:rsid w:val="00FD7589"/>
    <w:rsid w:val="00FE1D7E"/>
    <w:rsid w:val="00FE271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736"/>
  <w15:docId w15:val="{09F55E36-7FFB-4A33-956F-2B239DA3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D72EF-8B97-4E5B-BC53-71FBEF163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6</Pages>
  <Words>1336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2020-10-13T08:05:00Z</cp:lastPrinted>
  <dcterms:created xsi:type="dcterms:W3CDTF">2022-04-26T08:45:00Z</dcterms:created>
  <dcterms:modified xsi:type="dcterms:W3CDTF">2023-04-20T08:06:00Z</dcterms:modified>
</cp:coreProperties>
</file>