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8C01EE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432E2C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F33960F" w14:textId="3F84E2CA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F9045E">
        <w:rPr>
          <w:rFonts w:ascii="Corbel" w:hAnsi="Corbel"/>
          <w:i/>
          <w:smallCaps/>
          <w:sz w:val="24"/>
          <w:szCs w:val="24"/>
        </w:rPr>
        <w:t>20</w:t>
      </w:r>
      <w:r w:rsidR="004F2486">
        <w:rPr>
          <w:rFonts w:ascii="Corbel" w:hAnsi="Corbel"/>
          <w:i/>
          <w:smallCaps/>
          <w:sz w:val="24"/>
          <w:szCs w:val="24"/>
        </w:rPr>
        <w:t>20</w:t>
      </w:r>
      <w:r w:rsidR="00D81B05">
        <w:rPr>
          <w:rFonts w:ascii="Corbel" w:hAnsi="Corbel"/>
          <w:i/>
          <w:smallCaps/>
          <w:sz w:val="24"/>
          <w:szCs w:val="24"/>
        </w:rPr>
        <w:t>/20</w:t>
      </w:r>
      <w:r w:rsidR="004F2486">
        <w:rPr>
          <w:rFonts w:ascii="Corbel" w:hAnsi="Corbel"/>
          <w:i/>
          <w:smallCaps/>
          <w:sz w:val="24"/>
          <w:szCs w:val="24"/>
        </w:rPr>
        <w:t>21</w:t>
      </w:r>
      <w:r w:rsidR="00F9045E">
        <w:rPr>
          <w:rFonts w:ascii="Corbel" w:hAnsi="Corbel"/>
          <w:i/>
          <w:smallCaps/>
          <w:sz w:val="24"/>
          <w:szCs w:val="24"/>
        </w:rPr>
        <w:t xml:space="preserve"> – 202</w:t>
      </w:r>
      <w:r w:rsidR="004F2486">
        <w:rPr>
          <w:rFonts w:ascii="Corbel" w:hAnsi="Corbel"/>
          <w:i/>
          <w:smallCaps/>
          <w:sz w:val="24"/>
          <w:szCs w:val="24"/>
        </w:rPr>
        <w:t>4</w:t>
      </w:r>
      <w:r w:rsidR="00F9045E">
        <w:rPr>
          <w:rFonts w:ascii="Corbel" w:hAnsi="Corbel"/>
          <w:i/>
          <w:smallCaps/>
          <w:sz w:val="24"/>
          <w:szCs w:val="24"/>
        </w:rPr>
        <w:t>/202</w:t>
      </w:r>
      <w:r w:rsidR="004F2486">
        <w:rPr>
          <w:rFonts w:ascii="Corbel" w:hAnsi="Corbel"/>
          <w:i/>
          <w:smallCaps/>
          <w:sz w:val="24"/>
          <w:szCs w:val="24"/>
        </w:rPr>
        <w:t>5</w:t>
      </w:r>
    </w:p>
    <w:p w14:paraId="39109125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B9D0E29" w14:textId="36FB44A1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</w:t>
      </w:r>
      <w:r w:rsidR="00F9045E">
        <w:rPr>
          <w:rFonts w:ascii="Corbel" w:hAnsi="Corbel"/>
          <w:sz w:val="20"/>
          <w:szCs w:val="20"/>
        </w:rPr>
        <w:t>akademicki  202</w:t>
      </w:r>
      <w:r w:rsidR="004F2486">
        <w:rPr>
          <w:rFonts w:ascii="Corbel" w:hAnsi="Corbel"/>
          <w:sz w:val="20"/>
          <w:szCs w:val="20"/>
        </w:rPr>
        <w:t>4</w:t>
      </w:r>
      <w:r w:rsidR="00142B00">
        <w:rPr>
          <w:rFonts w:ascii="Corbel" w:hAnsi="Corbel"/>
          <w:sz w:val="20"/>
          <w:szCs w:val="20"/>
        </w:rPr>
        <w:t>/202</w:t>
      </w:r>
      <w:r w:rsidR="004F2486">
        <w:rPr>
          <w:rFonts w:ascii="Corbel" w:hAnsi="Corbel"/>
          <w:sz w:val="20"/>
          <w:szCs w:val="20"/>
        </w:rPr>
        <w:t>5</w:t>
      </w:r>
    </w:p>
    <w:p w14:paraId="63350CF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53E4F6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E2A61CE" w14:textId="77777777" w:rsidTr="00B819C8">
        <w:tc>
          <w:tcPr>
            <w:tcW w:w="2694" w:type="dxa"/>
            <w:vAlign w:val="center"/>
          </w:tcPr>
          <w:p w14:paraId="42799BD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5CEE2F" w14:textId="77777777" w:rsidR="0085747A" w:rsidRPr="00037948" w:rsidRDefault="00D81B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7948">
              <w:rPr>
                <w:rFonts w:ascii="Corbel" w:hAnsi="Corbel"/>
                <w:b w:val="0"/>
                <w:color w:val="auto"/>
                <w:sz w:val="24"/>
                <w:szCs w:val="24"/>
              </w:rPr>
              <w:t>Postępowanie karne wykonawcze</w:t>
            </w:r>
          </w:p>
        </w:tc>
      </w:tr>
      <w:tr w:rsidR="0085747A" w:rsidRPr="009C54AE" w14:paraId="5A52A4D3" w14:textId="77777777" w:rsidTr="00B819C8">
        <w:tc>
          <w:tcPr>
            <w:tcW w:w="2694" w:type="dxa"/>
            <w:vAlign w:val="center"/>
          </w:tcPr>
          <w:p w14:paraId="1AF708C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218BE8B" w14:textId="77777777" w:rsidR="0085747A" w:rsidRPr="00037948" w:rsidRDefault="000379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7948">
              <w:rPr>
                <w:rFonts w:ascii="Corbel" w:hAnsi="Corbel"/>
                <w:b w:val="0"/>
                <w:sz w:val="24"/>
                <w:szCs w:val="24"/>
              </w:rPr>
              <w:t>PRP47</w:t>
            </w:r>
          </w:p>
        </w:tc>
      </w:tr>
      <w:tr w:rsidR="00D81B05" w:rsidRPr="009C54AE" w14:paraId="36DB174F" w14:textId="77777777" w:rsidTr="00B819C8">
        <w:tc>
          <w:tcPr>
            <w:tcW w:w="2694" w:type="dxa"/>
            <w:vAlign w:val="center"/>
          </w:tcPr>
          <w:p w14:paraId="2F8A13B0" w14:textId="77777777" w:rsidR="00D81B05" w:rsidRPr="009C54AE" w:rsidRDefault="00D81B05" w:rsidP="00D81B0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F220307" w14:textId="77777777" w:rsidR="00D81B05" w:rsidRPr="00D47518" w:rsidRDefault="00D47518" w:rsidP="00D81B05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47518">
              <w:rPr>
                <w:rFonts w:ascii="Corbel" w:eastAsia="Times New Roman" w:hAnsi="Corbel" w:cs="Courier New"/>
                <w:b w:val="0"/>
                <w:sz w:val="24"/>
                <w:szCs w:val="24"/>
                <w:lang w:eastAsia="pl-PL"/>
              </w:rPr>
              <w:t>Instytut Nauk Prawnych Kolegium Nauk Społecznych</w:t>
            </w:r>
          </w:p>
        </w:tc>
      </w:tr>
      <w:tr w:rsidR="00D81B05" w:rsidRPr="009C54AE" w14:paraId="635324AB" w14:textId="77777777" w:rsidTr="00B819C8">
        <w:tc>
          <w:tcPr>
            <w:tcW w:w="2694" w:type="dxa"/>
            <w:vAlign w:val="center"/>
          </w:tcPr>
          <w:p w14:paraId="0E19FD88" w14:textId="77777777" w:rsidR="00D81B05" w:rsidRPr="009C54AE" w:rsidRDefault="00D81B05" w:rsidP="00D81B0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61FF6FE" w14:textId="77777777" w:rsidR="00D81B05" w:rsidRPr="00037948" w:rsidRDefault="00D81B05" w:rsidP="00D81B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794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Zakład </w:t>
            </w:r>
            <w:r w:rsidR="00376386">
              <w:rPr>
                <w:rFonts w:ascii="Corbel" w:hAnsi="Corbel"/>
                <w:b w:val="0"/>
                <w:color w:val="auto"/>
                <w:sz w:val="24"/>
                <w:szCs w:val="24"/>
              </w:rPr>
              <w:t>Prawa</w:t>
            </w:r>
            <w:r w:rsidRPr="0003794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Karnego</w:t>
            </w:r>
            <w:r w:rsidR="0037638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Procesowego</w:t>
            </w:r>
          </w:p>
        </w:tc>
      </w:tr>
      <w:tr w:rsidR="00D81B05" w:rsidRPr="009C54AE" w14:paraId="0B0B1C43" w14:textId="77777777" w:rsidTr="00B819C8">
        <w:tc>
          <w:tcPr>
            <w:tcW w:w="2694" w:type="dxa"/>
            <w:vAlign w:val="center"/>
          </w:tcPr>
          <w:p w14:paraId="07B2AF62" w14:textId="77777777" w:rsidR="00D81B05" w:rsidRPr="009C54AE" w:rsidRDefault="00D81B05" w:rsidP="00D81B0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FEEE5B" w14:textId="77777777" w:rsidR="00D81B05" w:rsidRPr="00037948" w:rsidRDefault="00D81B05" w:rsidP="00D81B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7948"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D81B05" w:rsidRPr="009C54AE" w14:paraId="218D03EA" w14:textId="77777777" w:rsidTr="00B819C8">
        <w:tc>
          <w:tcPr>
            <w:tcW w:w="2694" w:type="dxa"/>
            <w:vAlign w:val="center"/>
          </w:tcPr>
          <w:p w14:paraId="4447EBEA" w14:textId="77777777" w:rsidR="00D81B05" w:rsidRPr="009C54AE" w:rsidRDefault="00D81B05" w:rsidP="00D81B0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63244FB" w14:textId="77777777" w:rsidR="00D81B05" w:rsidRPr="00037948" w:rsidRDefault="00037948" w:rsidP="00D81B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7948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D81B05" w:rsidRPr="009C54AE" w14:paraId="4BE238DF" w14:textId="77777777" w:rsidTr="00B819C8">
        <w:tc>
          <w:tcPr>
            <w:tcW w:w="2694" w:type="dxa"/>
            <w:vAlign w:val="center"/>
          </w:tcPr>
          <w:p w14:paraId="39DBDA5C" w14:textId="77777777" w:rsidR="00D81B05" w:rsidRPr="009C54AE" w:rsidRDefault="00D81B05" w:rsidP="00D81B0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254D7A9" w14:textId="77777777" w:rsidR="00D81B05" w:rsidRPr="00037948" w:rsidRDefault="00037948" w:rsidP="00D81B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037948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D81B05" w:rsidRPr="009C54AE" w14:paraId="4F5F4B34" w14:textId="77777777" w:rsidTr="00B819C8">
        <w:tc>
          <w:tcPr>
            <w:tcW w:w="2694" w:type="dxa"/>
            <w:vAlign w:val="center"/>
          </w:tcPr>
          <w:p w14:paraId="40ACB1FB" w14:textId="77777777" w:rsidR="00D81B05" w:rsidRPr="009C54AE" w:rsidRDefault="00D81B05" w:rsidP="00D81B0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C34C466" w14:textId="77777777" w:rsidR="00D81B05" w:rsidRPr="00037948" w:rsidRDefault="00037948" w:rsidP="00D81B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7948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D81B05" w:rsidRPr="009C54AE" w14:paraId="372AF671" w14:textId="77777777" w:rsidTr="00B819C8">
        <w:tc>
          <w:tcPr>
            <w:tcW w:w="2694" w:type="dxa"/>
            <w:vAlign w:val="center"/>
          </w:tcPr>
          <w:p w14:paraId="15D4F50A" w14:textId="77777777" w:rsidR="00D81B05" w:rsidRPr="009C54AE" w:rsidRDefault="00D81B05" w:rsidP="00D81B0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5C950BC" w14:textId="77777777" w:rsidR="00D81B05" w:rsidRPr="00037948" w:rsidRDefault="00D47518" w:rsidP="00D81B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V, semestr </w:t>
            </w:r>
            <w:r w:rsidR="00037948" w:rsidRPr="00037948">
              <w:rPr>
                <w:rFonts w:ascii="Corbel" w:hAnsi="Corbel"/>
                <w:b w:val="0"/>
                <w:color w:val="auto"/>
                <w:sz w:val="24"/>
                <w:szCs w:val="24"/>
              </w:rPr>
              <w:t>X</w:t>
            </w:r>
          </w:p>
        </w:tc>
      </w:tr>
      <w:tr w:rsidR="00D81B05" w:rsidRPr="009C54AE" w14:paraId="03107C85" w14:textId="77777777" w:rsidTr="00B819C8">
        <w:tc>
          <w:tcPr>
            <w:tcW w:w="2694" w:type="dxa"/>
            <w:vAlign w:val="center"/>
          </w:tcPr>
          <w:p w14:paraId="063D2518" w14:textId="77777777" w:rsidR="00D81B05" w:rsidRPr="009C54AE" w:rsidRDefault="00D81B05" w:rsidP="00D81B0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2C4CD9A" w14:textId="77777777" w:rsidR="00D81B05" w:rsidRPr="00037948" w:rsidRDefault="00037948" w:rsidP="00D81B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7948">
              <w:rPr>
                <w:rFonts w:ascii="Corbel" w:hAnsi="Corbel"/>
                <w:b w:val="0"/>
                <w:color w:val="auto"/>
                <w:sz w:val="24"/>
                <w:szCs w:val="24"/>
              </w:rPr>
              <w:t>Fakultatywny</w:t>
            </w:r>
          </w:p>
        </w:tc>
      </w:tr>
      <w:tr w:rsidR="00D81B05" w:rsidRPr="009C54AE" w14:paraId="0430A13A" w14:textId="77777777" w:rsidTr="00B819C8">
        <w:tc>
          <w:tcPr>
            <w:tcW w:w="2694" w:type="dxa"/>
            <w:vAlign w:val="center"/>
          </w:tcPr>
          <w:p w14:paraId="2A859943" w14:textId="77777777" w:rsidR="00D81B05" w:rsidRPr="009C54AE" w:rsidRDefault="00D81B05" w:rsidP="00D81B0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25579DB" w14:textId="77777777" w:rsidR="00D81B05" w:rsidRPr="00037948" w:rsidRDefault="00604B97" w:rsidP="00D81B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</w:t>
            </w:r>
            <w:r w:rsidR="00037948" w:rsidRPr="00037948">
              <w:rPr>
                <w:rFonts w:ascii="Corbel" w:hAnsi="Corbel"/>
                <w:b w:val="0"/>
                <w:sz w:val="24"/>
                <w:szCs w:val="24"/>
              </w:rPr>
              <w:t xml:space="preserve"> polski</w:t>
            </w:r>
          </w:p>
        </w:tc>
      </w:tr>
      <w:tr w:rsidR="00D81B05" w:rsidRPr="009C54AE" w14:paraId="08C97FD4" w14:textId="77777777" w:rsidTr="00B819C8">
        <w:tc>
          <w:tcPr>
            <w:tcW w:w="2694" w:type="dxa"/>
            <w:vAlign w:val="center"/>
          </w:tcPr>
          <w:p w14:paraId="58A5D94E" w14:textId="77777777" w:rsidR="00D81B05" w:rsidRPr="009C54AE" w:rsidRDefault="00D81B05" w:rsidP="00D81B0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D8E57C1" w14:textId="77777777" w:rsidR="00D81B05" w:rsidRPr="00037948" w:rsidRDefault="00037948" w:rsidP="00D81B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794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proofErr w:type="spellStart"/>
            <w:r w:rsidRPr="00037948">
              <w:rPr>
                <w:rFonts w:ascii="Corbel" w:hAnsi="Corbel"/>
                <w:b w:val="0"/>
                <w:color w:val="auto"/>
                <w:sz w:val="24"/>
                <w:szCs w:val="24"/>
              </w:rPr>
              <w:t>Arita</w:t>
            </w:r>
            <w:proofErr w:type="spellEnd"/>
            <w:r w:rsidRPr="0003794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Masłowska</w:t>
            </w:r>
          </w:p>
        </w:tc>
      </w:tr>
      <w:tr w:rsidR="00D81B05" w:rsidRPr="009C54AE" w14:paraId="79658E34" w14:textId="77777777" w:rsidTr="00B819C8">
        <w:tc>
          <w:tcPr>
            <w:tcW w:w="2694" w:type="dxa"/>
            <w:vAlign w:val="center"/>
          </w:tcPr>
          <w:p w14:paraId="35398D1B" w14:textId="77777777" w:rsidR="00D81B05" w:rsidRPr="009C54AE" w:rsidRDefault="00D81B05" w:rsidP="00D81B0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BE71B46" w14:textId="77777777" w:rsidR="00292582" w:rsidRDefault="00037948" w:rsidP="00D81B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3794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proofErr w:type="spellStart"/>
            <w:r w:rsidRPr="00037948">
              <w:rPr>
                <w:rFonts w:ascii="Corbel" w:hAnsi="Corbel"/>
                <w:b w:val="0"/>
                <w:color w:val="auto"/>
                <w:sz w:val="24"/>
                <w:szCs w:val="24"/>
              </w:rPr>
              <w:t>Arita</w:t>
            </w:r>
            <w:proofErr w:type="spellEnd"/>
            <w:r w:rsidRPr="0003794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Masłowska, </w:t>
            </w:r>
          </w:p>
          <w:p w14:paraId="6C0E3DCB" w14:textId="77777777" w:rsidR="00D81B05" w:rsidRPr="00037948" w:rsidRDefault="00037948" w:rsidP="00D81B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7948">
              <w:rPr>
                <w:rFonts w:ascii="Corbel" w:hAnsi="Corbel"/>
                <w:b w:val="0"/>
                <w:color w:val="auto"/>
                <w:sz w:val="24"/>
                <w:szCs w:val="24"/>
              </w:rPr>
              <w:t>mgr Beata Bachurska</w:t>
            </w:r>
            <w:r w:rsidR="00F9045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(ćwiczenia)</w:t>
            </w:r>
          </w:p>
        </w:tc>
      </w:tr>
    </w:tbl>
    <w:p w14:paraId="480D4BAA" w14:textId="77777777" w:rsidR="00923D7D" w:rsidRPr="009C54AE" w:rsidRDefault="0085747A" w:rsidP="00D804E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11C8C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F4513D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7D803E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7B0F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FECF00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170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B04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D6CB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0DE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9B6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FE26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E3B0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C38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47AC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1F97B98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BAC3C" w14:textId="77777777" w:rsidR="00015B8F" w:rsidRPr="009C54AE" w:rsidRDefault="0003794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X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B4D6B" w14:textId="77777777" w:rsidR="00015B8F" w:rsidRPr="009C54AE" w:rsidRDefault="0003794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5D0A0" w14:textId="77777777" w:rsidR="00015B8F" w:rsidRPr="009C54AE" w:rsidRDefault="0003794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139E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834F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4582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665A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7565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8464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E2476" w14:textId="77777777" w:rsidR="00015B8F" w:rsidRPr="009C54AE" w:rsidRDefault="0003794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B07169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9FA645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5E75084" w14:textId="77777777" w:rsidR="0085747A" w:rsidRPr="009C54AE" w:rsidRDefault="0003794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608B0AC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66E6C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53FCFE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C179986" w14:textId="77777777" w:rsidR="00037948" w:rsidRPr="00037948" w:rsidRDefault="00037948" w:rsidP="00037948">
      <w:pPr>
        <w:tabs>
          <w:tab w:val="left" w:pos="6336"/>
        </w:tabs>
        <w:spacing w:after="0" w:line="240" w:lineRule="auto"/>
        <w:jc w:val="both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sz w:val="24"/>
          <w:szCs w:val="24"/>
          <w:lang w:eastAsia="pl-PL"/>
        </w:rPr>
        <w:t xml:space="preserve">              </w:t>
      </w:r>
      <w:r w:rsidR="00F77AE8">
        <w:rPr>
          <w:rFonts w:ascii="Corbel" w:eastAsia="Times New Roman" w:hAnsi="Corbel"/>
          <w:sz w:val="24"/>
          <w:szCs w:val="24"/>
          <w:lang w:eastAsia="pl-PL"/>
        </w:rPr>
        <w:t xml:space="preserve"> </w:t>
      </w:r>
      <w:r w:rsidRPr="00037948">
        <w:rPr>
          <w:rFonts w:ascii="Corbel" w:eastAsia="Times New Roman" w:hAnsi="Corbel"/>
          <w:sz w:val="24"/>
          <w:szCs w:val="24"/>
          <w:lang w:eastAsia="pl-PL"/>
        </w:rPr>
        <w:t xml:space="preserve">Wykłady: Egzamin  </w:t>
      </w:r>
    </w:p>
    <w:p w14:paraId="706983E4" w14:textId="77777777" w:rsidR="009C54AE" w:rsidRPr="00037948" w:rsidRDefault="00037948" w:rsidP="00037948">
      <w:pPr>
        <w:tabs>
          <w:tab w:val="left" w:pos="6336"/>
        </w:tabs>
        <w:spacing w:after="0" w:line="240" w:lineRule="auto"/>
        <w:rPr>
          <w:rFonts w:ascii="Corbel" w:eastAsia="Times New Roman" w:hAnsi="Corbel"/>
          <w:b/>
          <w:sz w:val="24"/>
          <w:szCs w:val="24"/>
          <w:lang w:eastAsia="pl-PL"/>
        </w:rPr>
      </w:pPr>
      <w:r>
        <w:rPr>
          <w:rFonts w:ascii="Corbel" w:eastAsia="Times New Roman" w:hAnsi="Corbel"/>
          <w:sz w:val="24"/>
          <w:szCs w:val="24"/>
          <w:lang w:eastAsia="pl-PL"/>
        </w:rPr>
        <w:t xml:space="preserve">              </w:t>
      </w:r>
      <w:r w:rsidR="00F77AE8">
        <w:rPr>
          <w:rFonts w:ascii="Corbel" w:eastAsia="Times New Roman" w:hAnsi="Corbel"/>
          <w:sz w:val="24"/>
          <w:szCs w:val="24"/>
          <w:lang w:eastAsia="pl-PL"/>
        </w:rPr>
        <w:t xml:space="preserve"> </w:t>
      </w:r>
      <w:r w:rsidR="00604B97">
        <w:rPr>
          <w:rFonts w:ascii="Corbel" w:eastAsia="Times New Roman" w:hAnsi="Corbel"/>
          <w:sz w:val="24"/>
          <w:szCs w:val="24"/>
          <w:lang w:eastAsia="pl-PL"/>
        </w:rPr>
        <w:t>Ćwiczenia: Zaliczenie</w:t>
      </w:r>
      <w:r w:rsidR="000278DF">
        <w:rPr>
          <w:rFonts w:ascii="Corbel" w:eastAsia="Times New Roman" w:hAnsi="Corbel"/>
          <w:sz w:val="24"/>
          <w:szCs w:val="24"/>
          <w:lang w:eastAsia="pl-PL"/>
        </w:rPr>
        <w:t xml:space="preserve"> z oceną</w:t>
      </w:r>
      <w:r w:rsidRPr="00037948">
        <w:rPr>
          <w:rFonts w:ascii="Corbel" w:eastAsia="Times New Roman" w:hAnsi="Corbel"/>
          <w:sz w:val="24"/>
          <w:szCs w:val="24"/>
          <w:lang w:eastAsia="pl-PL"/>
        </w:rPr>
        <w:t xml:space="preserve"> </w:t>
      </w:r>
    </w:p>
    <w:p w14:paraId="1AF5B65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6112D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4EDD005" w14:textId="77777777" w:rsidTr="00745302">
        <w:tc>
          <w:tcPr>
            <w:tcW w:w="9670" w:type="dxa"/>
          </w:tcPr>
          <w:p w14:paraId="2A1C2615" w14:textId="77777777" w:rsidR="0085747A" w:rsidRPr="00037948" w:rsidRDefault="0003794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037948">
              <w:rPr>
                <w:rFonts w:ascii="Corbel" w:hAnsi="Corbel"/>
                <w:b w:val="0"/>
                <w:smallCaps w:val="0"/>
                <w:szCs w:val="24"/>
              </w:rPr>
              <w:t>Podstawowe wiadomości z zakresu prawoznawstwa, logiki, organów ochrony prawnej oraz prawa karnego materialnego i procesowego. Znajomość metod wykładni i reguł argumentacji prawniczej.</w:t>
            </w:r>
          </w:p>
        </w:tc>
      </w:tr>
    </w:tbl>
    <w:p w14:paraId="025201DF" w14:textId="77777777" w:rsidR="00D804E6" w:rsidRDefault="00D804E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F1E8861" w14:textId="77777777" w:rsidR="00D804E6" w:rsidRDefault="00D804E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162A5D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081073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0FEA83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4881AB9" w14:textId="77777777" w:rsidR="00F83B28" w:rsidRDefault="00F83B28" w:rsidP="00F77AE8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F77AE8" w:rsidRPr="00A669C3" w14:paraId="512D7231" w14:textId="77777777" w:rsidTr="00AE2CED">
        <w:trPr>
          <w:trHeight w:val="401"/>
        </w:trPr>
        <w:tc>
          <w:tcPr>
            <w:tcW w:w="9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615C1" w14:textId="77777777" w:rsidR="00F77AE8" w:rsidRPr="00F77AE8" w:rsidRDefault="00F77AE8" w:rsidP="00F77AE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77AE8">
              <w:rPr>
                <w:rFonts w:ascii="Corbel" w:hAnsi="Corbel"/>
                <w:b w:val="0"/>
                <w:sz w:val="24"/>
                <w:szCs w:val="24"/>
              </w:rPr>
              <w:t>Wykład:</w:t>
            </w:r>
          </w:p>
        </w:tc>
      </w:tr>
      <w:tr w:rsidR="00F77AE8" w:rsidRPr="00A669C3" w14:paraId="1E51DCC8" w14:textId="77777777" w:rsidTr="00F77AE8">
        <w:trPr>
          <w:trHeight w:val="3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29CEA" w14:textId="77777777" w:rsidR="00F77AE8" w:rsidRPr="00F77AE8" w:rsidRDefault="00F77AE8" w:rsidP="003E410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A920D" w14:textId="77777777" w:rsidR="00F77AE8" w:rsidRPr="00F77AE8" w:rsidRDefault="00F77AE8" w:rsidP="00F77AE8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przybliżenie</w:t>
            </w:r>
            <w:r w:rsidRPr="00F77AE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zasady wykonywania orzecz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eń wydanych w sprawach karnych;</w:t>
            </w:r>
          </w:p>
        </w:tc>
      </w:tr>
      <w:tr w:rsidR="00F77AE8" w:rsidRPr="00A669C3" w14:paraId="07D4ED3F" w14:textId="77777777" w:rsidTr="00F77AE8">
        <w:trPr>
          <w:trHeight w:val="12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FB940" w14:textId="77777777" w:rsidR="00F77AE8" w:rsidRPr="009C54AE" w:rsidRDefault="00F77AE8" w:rsidP="003E410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2A8DD" w14:textId="77777777" w:rsidR="00F77AE8" w:rsidRPr="00F77AE8" w:rsidRDefault="00F77AE8" w:rsidP="00F77AE8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wskazanie na </w:t>
            </w:r>
            <w:r w:rsidRPr="00F77AE8">
              <w:rPr>
                <w:rFonts w:ascii="Corbel" w:eastAsia="Times New Roman" w:hAnsi="Corbel"/>
                <w:sz w:val="24"/>
                <w:szCs w:val="24"/>
                <w:lang w:eastAsia="pl-PL"/>
              </w:rPr>
              <w:t>przesłanki stosowania poszczególnych instytucji wykonania orzeczonych sankcji karnych, zastępczych form wykonania kar, środków karnych, środków zabezpieczających, środków probacyjnych oraz sytuacji, w których następuje zawieszenie lub umorze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nie postępowania wykonawczego;</w:t>
            </w:r>
          </w:p>
        </w:tc>
      </w:tr>
      <w:tr w:rsidR="00F77AE8" w:rsidRPr="00E668FA" w14:paraId="67B9098D" w14:textId="77777777" w:rsidTr="00E85A00">
        <w:trPr>
          <w:trHeight w:val="463"/>
        </w:trPr>
        <w:tc>
          <w:tcPr>
            <w:tcW w:w="9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E3DE4" w14:textId="77777777" w:rsidR="00F77AE8" w:rsidRPr="00F77AE8" w:rsidRDefault="00F77AE8" w:rsidP="00F77AE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Ćwiczenia:</w:t>
            </w:r>
          </w:p>
        </w:tc>
      </w:tr>
      <w:tr w:rsidR="00F77AE8" w:rsidRPr="00E668FA" w14:paraId="7ABAB634" w14:textId="77777777" w:rsidTr="00F77AE8">
        <w:trPr>
          <w:trHeight w:val="3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04921" w14:textId="77777777" w:rsidR="00F77AE8" w:rsidRPr="00F77AE8" w:rsidRDefault="00F77AE8" w:rsidP="00F77AE8">
            <w:pPr>
              <w:pStyle w:val="Podpunkty"/>
              <w:ind w:hanging="326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247D6" w14:textId="77777777" w:rsidR="00F77AE8" w:rsidRPr="00F77AE8" w:rsidRDefault="00F77AE8" w:rsidP="00F77AE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77AE8">
              <w:rPr>
                <w:rFonts w:ascii="Corbel" w:hAnsi="Corbel"/>
                <w:b w:val="0"/>
                <w:sz w:val="24"/>
                <w:szCs w:val="24"/>
              </w:rPr>
              <w:t>przypomnienie sposobów modyfikacji pierwot</w:t>
            </w:r>
            <w:r>
              <w:rPr>
                <w:rFonts w:ascii="Corbel" w:hAnsi="Corbel"/>
                <w:b w:val="0"/>
                <w:sz w:val="24"/>
                <w:szCs w:val="24"/>
              </w:rPr>
              <w:t>nie orzeczonych sankcji karnych;</w:t>
            </w:r>
          </w:p>
        </w:tc>
      </w:tr>
      <w:tr w:rsidR="00F77AE8" w:rsidRPr="00E668FA" w14:paraId="02CB835F" w14:textId="77777777" w:rsidTr="00F77AE8">
        <w:trPr>
          <w:trHeight w:val="35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CE472" w14:textId="77777777" w:rsidR="00F77AE8" w:rsidRPr="00F77AE8" w:rsidRDefault="00F77AE8" w:rsidP="00F77AE8">
            <w:pPr>
              <w:pStyle w:val="Podpunkty"/>
              <w:ind w:hanging="326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4D77D" w14:textId="77777777" w:rsidR="00F77AE8" w:rsidRPr="00F77AE8" w:rsidRDefault="00F77AE8" w:rsidP="00F77AE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77AE8">
              <w:rPr>
                <w:rFonts w:ascii="Corbel" w:hAnsi="Corbel"/>
                <w:b w:val="0"/>
                <w:sz w:val="24"/>
                <w:szCs w:val="24"/>
              </w:rPr>
              <w:t>utrwalenie pojęć i instytucji pos</w:t>
            </w:r>
            <w:r>
              <w:rPr>
                <w:rFonts w:ascii="Corbel" w:hAnsi="Corbel"/>
                <w:b w:val="0"/>
                <w:sz w:val="24"/>
                <w:szCs w:val="24"/>
              </w:rPr>
              <w:t>tępowania karnego wykonawczego;</w:t>
            </w:r>
          </w:p>
        </w:tc>
      </w:tr>
      <w:tr w:rsidR="00F77AE8" w:rsidRPr="00E668FA" w14:paraId="130A1A66" w14:textId="77777777" w:rsidTr="00F77AE8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B8663" w14:textId="77777777" w:rsidR="00F77AE8" w:rsidRPr="00F77AE8" w:rsidRDefault="00F77AE8" w:rsidP="00F77AE8">
            <w:pPr>
              <w:pStyle w:val="Podpunkty"/>
              <w:ind w:hanging="326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F6A9F" w14:textId="77777777" w:rsidR="00F77AE8" w:rsidRPr="00F77AE8" w:rsidRDefault="00F77AE8" w:rsidP="00F77AE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77AE8">
              <w:rPr>
                <w:rFonts w:ascii="Corbel" w:hAnsi="Corbel"/>
                <w:b w:val="0"/>
                <w:sz w:val="24"/>
                <w:szCs w:val="24"/>
              </w:rPr>
              <w:t xml:space="preserve">zdobycie umiejętności sporządzania pism procesowych oraz projektów orzeczeń </w:t>
            </w:r>
            <w:r w:rsidRPr="00F77AE8">
              <w:rPr>
                <w:rFonts w:ascii="Corbel" w:hAnsi="Corbel"/>
                <w:b w:val="0"/>
                <w:sz w:val="24"/>
                <w:szCs w:val="24"/>
              </w:rPr>
              <w:br/>
              <w:t>z wyko</w:t>
            </w:r>
            <w:r>
              <w:rPr>
                <w:rFonts w:ascii="Corbel" w:hAnsi="Corbel"/>
                <w:b w:val="0"/>
                <w:sz w:val="24"/>
                <w:szCs w:val="24"/>
              </w:rPr>
              <w:t>rzystaniem wiedzy teoretycznej;</w:t>
            </w:r>
          </w:p>
        </w:tc>
      </w:tr>
      <w:tr w:rsidR="00F77AE8" w:rsidRPr="00E668FA" w14:paraId="7921D039" w14:textId="77777777" w:rsidTr="00F77AE8">
        <w:trPr>
          <w:trHeight w:val="120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37D38" w14:textId="77777777" w:rsidR="00F77AE8" w:rsidRPr="00F77AE8" w:rsidRDefault="00F77AE8" w:rsidP="00F77AE8">
            <w:pPr>
              <w:pStyle w:val="Podpunkty"/>
              <w:ind w:left="34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78FBA" w14:textId="77777777" w:rsidR="00F77AE8" w:rsidRPr="00F77AE8" w:rsidRDefault="00F77AE8" w:rsidP="00F77AE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usprawnienie umiejętności</w:t>
            </w:r>
            <w:r w:rsidRPr="00F77AE8">
              <w:rPr>
                <w:rFonts w:ascii="Corbel" w:hAnsi="Corbel"/>
                <w:b w:val="0"/>
                <w:sz w:val="24"/>
                <w:szCs w:val="24"/>
              </w:rPr>
              <w:t xml:space="preserve"> posługiwania się terminologią prawa karnego wykonawczego oraz różnymi metodami argumentacji, z przywołaniem podstawy prawnej, orzecznictwa sądowego oraz wyjaśnienia sposobu i przyczyn wskazywanego w rozwiązaniu postąpienia.</w:t>
            </w:r>
          </w:p>
        </w:tc>
      </w:tr>
    </w:tbl>
    <w:p w14:paraId="213E0C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46207F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FD9AC56" w14:textId="77777777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F77AE8" w:rsidRPr="00AF4A52" w14:paraId="4D581EAE" w14:textId="77777777" w:rsidTr="00F77A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52BE4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F77AE8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smallCaps w:val="0"/>
                <w:szCs w:val="24"/>
              </w:rPr>
              <w:t xml:space="preserve"> </w:t>
            </w:r>
            <w:r w:rsidRPr="00F77AE8">
              <w:rPr>
                <w:rFonts w:ascii="Corbel" w:hAnsi="Corbel"/>
                <w:b w:val="0"/>
                <w:smallCaps w:val="0"/>
                <w:szCs w:val="24"/>
              </w:rPr>
              <w:t>(efekt uczenia się)</w:t>
            </w:r>
          </w:p>
          <w:p w14:paraId="4D61C310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512C2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D5D11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77AE8" w:rsidRPr="00AF4A52" w14:paraId="5DC5E6AC" w14:textId="77777777" w:rsidTr="003078F3">
        <w:trPr>
          <w:trHeight w:val="155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DDA51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F77AE8">
              <w:rPr>
                <w:rFonts w:ascii="Corbel" w:hAnsi="Corbel"/>
                <w:smallCaps w:val="0"/>
                <w:szCs w:val="24"/>
              </w:rPr>
              <w:t>EK</w:t>
            </w:r>
            <w:r w:rsidRPr="00F77AE8">
              <w:rPr>
                <w:rFonts w:ascii="Corbel" w:hAnsi="Corbel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D3ED9" w14:textId="77777777" w:rsidR="00F77AE8" w:rsidRPr="00F77AE8" w:rsidRDefault="00F77AE8" w:rsidP="003078F3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- student: definiuje i wymienia instytucje służące wykonaniu kar, środków karnych, środków zabezpieczających, środków probacyjnych, także w ujęciu historycznym z uwzględnieniem procesu ewolucji ze wskazaniem</w:t>
            </w:r>
            <w:r w:rsidR="003078F3">
              <w:rPr>
                <w:rFonts w:ascii="Corbel" w:hAnsi="Corbel"/>
                <w:b w:val="0"/>
                <w:smallCaps w:val="0"/>
                <w:szCs w:val="24"/>
              </w:rPr>
              <w:t xml:space="preserve"> przyczyn wprowadzanych zmian;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0FA79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K_W01, K_W03, K_W04, K_W10</w:t>
            </w:r>
          </w:p>
        </w:tc>
      </w:tr>
      <w:tr w:rsidR="00F77AE8" w:rsidRPr="00AF4A52" w14:paraId="1CB5B4C1" w14:textId="77777777" w:rsidTr="00F77A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F31D9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F77AE8">
              <w:rPr>
                <w:rFonts w:ascii="Corbel" w:hAnsi="Corbel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811C0" w14:textId="77777777" w:rsidR="00F77AE8" w:rsidRPr="00F77AE8" w:rsidRDefault="00F77AE8" w:rsidP="003078F3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- student: posługuje się sprawnie terminolog</w:t>
            </w:r>
            <w:r w:rsidR="003078F3">
              <w:rPr>
                <w:rFonts w:ascii="Corbel" w:hAnsi="Corbel"/>
                <w:b w:val="0"/>
                <w:smallCaps w:val="0"/>
                <w:szCs w:val="24"/>
              </w:rPr>
              <w:t xml:space="preserve">ią właściwą dla nauk prawnych;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DA3E8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F77AE8" w:rsidRPr="00AF4A52" w14:paraId="257B6D9B" w14:textId="77777777" w:rsidTr="00F77A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40FCE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F77AE8">
              <w:rPr>
                <w:rFonts w:ascii="Corbel" w:hAnsi="Corbel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F1473" w14:textId="77777777" w:rsidR="00F77AE8" w:rsidRPr="00F77AE8" w:rsidRDefault="00F77AE8" w:rsidP="003078F3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- student: rozpoznaje, wyjaśnia i klasyfikuje poszczególne czynności uczestników postępowania w procesie wykonania orzeczeni</w:t>
            </w:r>
            <w:r w:rsidR="003078F3">
              <w:rPr>
                <w:rFonts w:ascii="Corbel" w:hAnsi="Corbel"/>
                <w:b w:val="0"/>
                <w:smallCaps w:val="0"/>
                <w:szCs w:val="24"/>
              </w:rPr>
              <w:t xml:space="preserve">a wydanego w sprawach karnych;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0459E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F77AE8" w:rsidRPr="00AF4A52" w14:paraId="59B98E6C" w14:textId="77777777" w:rsidTr="00F77A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8976C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F77AE8">
              <w:rPr>
                <w:rFonts w:ascii="Corbel" w:hAnsi="Corbel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5CFC5" w14:textId="77777777" w:rsidR="00F77AE8" w:rsidRPr="00F77AE8" w:rsidRDefault="00F77AE8" w:rsidP="003078F3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- student: wybiera, przedstawia i interpretuje - konkretną instytucję wykonania sankcji wraz z zas</w:t>
            </w:r>
            <w:r w:rsidR="00D47518">
              <w:rPr>
                <w:rFonts w:ascii="Corbel" w:hAnsi="Corbel"/>
                <w:b w:val="0"/>
                <w:smallCaps w:val="0"/>
                <w:szCs w:val="24"/>
              </w:rPr>
              <w:t>tosowaniem</w:t>
            </w:r>
            <w:r w:rsidR="00D47518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F77AE8">
              <w:rPr>
                <w:rFonts w:ascii="Corbel" w:hAnsi="Corbel"/>
                <w:b w:val="0"/>
                <w:smallCaps w:val="0"/>
                <w:szCs w:val="24"/>
              </w:rPr>
              <w:t>i użyci</w:t>
            </w:r>
            <w:r w:rsidR="003078F3">
              <w:rPr>
                <w:rFonts w:ascii="Corbel" w:hAnsi="Corbel"/>
                <w:b w:val="0"/>
                <w:smallCaps w:val="0"/>
                <w:szCs w:val="24"/>
              </w:rPr>
              <w:t xml:space="preserve">em właściwej podstawy prawnej;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081A0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K_W05, K_W07</w:t>
            </w:r>
          </w:p>
        </w:tc>
      </w:tr>
      <w:tr w:rsidR="00F77AE8" w:rsidRPr="00AF4A52" w14:paraId="69DD543E" w14:textId="77777777" w:rsidTr="00F77A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9A106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F77AE8">
              <w:rPr>
                <w:rFonts w:ascii="Corbel" w:hAnsi="Corbel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32A37" w14:textId="77777777" w:rsidR="00F77AE8" w:rsidRPr="00F77AE8" w:rsidRDefault="00F77AE8" w:rsidP="003078F3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- student: ocenia, szacuje</w:t>
            </w:r>
            <w:r w:rsidR="00D47518">
              <w:rPr>
                <w:rFonts w:ascii="Corbel" w:hAnsi="Corbel"/>
                <w:b w:val="0"/>
                <w:smallCaps w:val="0"/>
                <w:szCs w:val="24"/>
              </w:rPr>
              <w:t xml:space="preserve"> i analizuje sytuację faktyczną</w:t>
            </w:r>
            <w:r w:rsidR="00D47518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F77AE8">
              <w:rPr>
                <w:rFonts w:ascii="Corbel" w:hAnsi="Corbel"/>
                <w:b w:val="0"/>
                <w:smallCaps w:val="0"/>
                <w:szCs w:val="24"/>
              </w:rPr>
              <w:t>w zestawieniu z zaproponowaną decyzją procesową zmierzającą do wykonania sankcji lub też udzielenia odpowiedzi na wniosek strony inicjujący szcze</w:t>
            </w:r>
            <w:r w:rsidR="003078F3">
              <w:rPr>
                <w:rFonts w:ascii="Corbel" w:hAnsi="Corbel"/>
                <w:b w:val="0"/>
                <w:smallCaps w:val="0"/>
                <w:szCs w:val="24"/>
              </w:rPr>
              <w:t xml:space="preserve">gólne postępowanie wykonawcze;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73AF3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F77AE8" w:rsidRPr="00AF4A52" w14:paraId="18B8A70B" w14:textId="77777777" w:rsidTr="00F77A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5B1CD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F77AE8">
              <w:rPr>
                <w:rFonts w:ascii="Corbel" w:hAnsi="Corbel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2F929" w14:textId="77777777" w:rsidR="00F77AE8" w:rsidRPr="00F77AE8" w:rsidRDefault="00F77AE8" w:rsidP="003078F3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- student: ocenia zaproponowaną decyzję lub osądza zgłoszony wniosek, następnie argumentuje swoje stanowisko i wspiera lub podważa podniesione okoli</w:t>
            </w:r>
            <w:r w:rsidR="003078F3">
              <w:rPr>
                <w:rFonts w:ascii="Corbel" w:hAnsi="Corbel"/>
                <w:b w:val="0"/>
                <w:smallCaps w:val="0"/>
                <w:szCs w:val="24"/>
              </w:rPr>
              <w:t xml:space="preserve">czności w decyzji lub wniosku;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D851D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F77AE8" w:rsidRPr="00AF4A52" w14:paraId="7852E63C" w14:textId="77777777" w:rsidTr="00F77A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D0DFC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F77AE8">
              <w:rPr>
                <w:rFonts w:ascii="Corbel" w:hAnsi="Corbel"/>
                <w:smallCaps w:val="0"/>
                <w:szCs w:val="24"/>
              </w:rPr>
              <w:t>EK_07</w:t>
            </w:r>
          </w:p>
          <w:p w14:paraId="673E7734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FED11" w14:textId="77777777" w:rsidR="00F77AE8" w:rsidRPr="00F77AE8" w:rsidRDefault="00F77AE8" w:rsidP="00AA10C4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- student: identyfikuje i ocenia z różnych punktów widzenia, także z uwzględnieniem norm etycznych, możliwe sytuacje unikania wykonania kary od rzeczywistych przypadków losowych utrudni</w:t>
            </w:r>
            <w:r w:rsidR="00AA10C4">
              <w:rPr>
                <w:rFonts w:ascii="Corbel" w:hAnsi="Corbel"/>
                <w:b w:val="0"/>
                <w:smallCaps w:val="0"/>
                <w:szCs w:val="24"/>
              </w:rPr>
              <w:t xml:space="preserve">ających realizację orzeczenia;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68395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K_W08, K_W09</w:t>
            </w:r>
          </w:p>
        </w:tc>
      </w:tr>
      <w:tr w:rsidR="00F77AE8" w:rsidRPr="00AF4A52" w14:paraId="7E816071" w14:textId="77777777" w:rsidTr="00F77A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7766C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F77AE8">
              <w:rPr>
                <w:rFonts w:ascii="Corbel" w:hAnsi="Corbel"/>
                <w:smallCaps w:val="0"/>
                <w:szCs w:val="24"/>
              </w:rPr>
              <w:t>EK_08</w:t>
            </w:r>
          </w:p>
          <w:p w14:paraId="7966D2FD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9383B" w14:textId="77777777" w:rsidR="00F77AE8" w:rsidRPr="00F77AE8" w:rsidRDefault="00F77AE8" w:rsidP="00AA10C4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- student: projektuje prośbę, wniosek lub skargę, formułuje zarzuty środka zaskarżenia, konstruuje konkretne pismo procesowe, adresuje je do wł</w:t>
            </w:r>
            <w:r w:rsidR="00AA10C4">
              <w:rPr>
                <w:rFonts w:ascii="Corbel" w:hAnsi="Corbel"/>
                <w:b w:val="0"/>
                <w:smallCaps w:val="0"/>
                <w:szCs w:val="24"/>
              </w:rPr>
              <w:t>aściwego funkcjonalnie organu;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F273E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F77AE8" w:rsidRPr="00AF4A52" w14:paraId="4140D274" w14:textId="77777777" w:rsidTr="00F77A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DD70C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F77AE8">
              <w:rPr>
                <w:rFonts w:ascii="Corbel" w:hAnsi="Corbel"/>
                <w:smallCaps w:val="0"/>
                <w:szCs w:val="24"/>
              </w:rPr>
              <w:t>EK_09</w:t>
            </w:r>
          </w:p>
          <w:p w14:paraId="5F0FB4E9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C2868" w14:textId="77777777" w:rsidR="00F77AE8" w:rsidRPr="00F77AE8" w:rsidRDefault="00F77AE8" w:rsidP="00AA10C4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 xml:space="preserve">- student: opisuje i odróżnia poszczególne instytucje wykonania sankcji karnych oraz rozpoznaje je i wyodrębnia poszczególne ich elementy;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70EDA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K_U02, K_U05, K_U12, K_U13</w:t>
            </w:r>
          </w:p>
          <w:p w14:paraId="0491786C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BC575B0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77AE8" w:rsidRPr="00AF4A52" w14:paraId="16360390" w14:textId="77777777" w:rsidTr="00F77A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68D18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F77AE8">
              <w:rPr>
                <w:rFonts w:ascii="Corbel" w:hAnsi="Corbel"/>
                <w:smallCaps w:val="0"/>
                <w:szCs w:val="24"/>
              </w:rPr>
              <w:t>EK_10</w:t>
            </w:r>
          </w:p>
          <w:p w14:paraId="37EFD392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459A4" w14:textId="77777777" w:rsidR="00F77AE8" w:rsidRPr="00F77AE8" w:rsidRDefault="00F77AE8" w:rsidP="00AA10C4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- student: prezentuje zastosowanie konkretnej instytucji do podanego stanu faktyc</w:t>
            </w:r>
            <w:r w:rsidR="00D47518">
              <w:rPr>
                <w:rFonts w:ascii="Corbel" w:hAnsi="Corbel"/>
                <w:b w:val="0"/>
                <w:smallCaps w:val="0"/>
                <w:szCs w:val="24"/>
              </w:rPr>
              <w:t>znego oraz przedstawia przebieg</w:t>
            </w:r>
            <w:r w:rsidR="00D47518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F77AE8">
              <w:rPr>
                <w:rFonts w:ascii="Corbel" w:hAnsi="Corbel"/>
                <w:b w:val="0"/>
                <w:smallCaps w:val="0"/>
                <w:szCs w:val="24"/>
              </w:rPr>
              <w:t>i tryb postępow</w:t>
            </w:r>
            <w:r w:rsidR="00D47518">
              <w:rPr>
                <w:rFonts w:ascii="Corbel" w:hAnsi="Corbel"/>
                <w:b w:val="0"/>
                <w:smallCaps w:val="0"/>
                <w:szCs w:val="24"/>
              </w:rPr>
              <w:t>ania poszczególnych uczestników</w:t>
            </w:r>
            <w:r w:rsidR="00D47518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F77AE8">
              <w:rPr>
                <w:rFonts w:ascii="Corbel" w:hAnsi="Corbel"/>
                <w:b w:val="0"/>
                <w:smallCaps w:val="0"/>
                <w:szCs w:val="24"/>
              </w:rPr>
              <w:t xml:space="preserve">w związku z daną instytucją, a także proponuje rozwiązania alternatywne, przy modyfikacji niektórych elementów stanu faktycznego;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F94A4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K_U01, K_U03, K_U04, K_U10</w:t>
            </w:r>
          </w:p>
        </w:tc>
      </w:tr>
      <w:tr w:rsidR="00F77AE8" w:rsidRPr="00AF4A52" w14:paraId="67145665" w14:textId="77777777" w:rsidTr="00F77A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376B1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F77AE8">
              <w:rPr>
                <w:rFonts w:ascii="Corbel" w:hAnsi="Corbel"/>
                <w:smallCaps w:val="0"/>
                <w:szCs w:val="24"/>
              </w:rPr>
              <w:t>EK_11</w:t>
            </w:r>
          </w:p>
          <w:p w14:paraId="1E5D33CD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90E98" w14:textId="77777777" w:rsidR="00F77AE8" w:rsidRPr="00F77AE8" w:rsidRDefault="00F77AE8" w:rsidP="00AA10C4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- student: odtwarza na podstawie analizy tekstu prawnego argumentację za wyborem danego rozwiązania, a także reaguje na ukryte w stanach faktycznych odrębności, które wymuszają inną odpo</w:t>
            </w:r>
            <w:r w:rsidR="00D47518">
              <w:rPr>
                <w:rFonts w:ascii="Corbel" w:hAnsi="Corbel"/>
                <w:b w:val="0"/>
                <w:smallCaps w:val="0"/>
                <w:szCs w:val="24"/>
              </w:rPr>
              <w:t>wiedź niż zasugerowana</w:t>
            </w:r>
            <w:r w:rsidR="00D47518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F77AE8">
              <w:rPr>
                <w:rFonts w:ascii="Corbel" w:hAnsi="Corbel"/>
                <w:b w:val="0"/>
                <w:smallCaps w:val="0"/>
                <w:szCs w:val="24"/>
              </w:rPr>
              <w:t>w pierwotnym rozwiązaniu;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1D63B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K_U04, K_U08</w:t>
            </w:r>
          </w:p>
        </w:tc>
      </w:tr>
      <w:tr w:rsidR="00F77AE8" w:rsidRPr="00AF4A52" w14:paraId="4FF39BDF" w14:textId="77777777" w:rsidTr="00F77A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34D0A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F77AE8">
              <w:rPr>
                <w:rFonts w:ascii="Corbel" w:hAnsi="Corbel"/>
                <w:smallCaps w:val="0"/>
                <w:szCs w:val="24"/>
              </w:rPr>
              <w:t>EK_12</w:t>
            </w:r>
          </w:p>
          <w:p w14:paraId="3AEF4523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C14A7" w14:textId="77777777" w:rsidR="00F77AE8" w:rsidRPr="00F77AE8" w:rsidRDefault="00F77AE8" w:rsidP="00AA10C4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 xml:space="preserve">- student: zmienia przywoływane argumenty oraz podstawy prawne, rewiduje wydawane decyzje, wskazuje na możliwości zreorganizowania lub urozmaicenia przebiegu postępowania wykonawczego w analizowanym stanie faktycznym;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10258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K_U04, K_U06, K_U15</w:t>
            </w:r>
          </w:p>
        </w:tc>
      </w:tr>
      <w:tr w:rsidR="00F77AE8" w:rsidRPr="00AF4A52" w14:paraId="4E9CF282" w14:textId="77777777" w:rsidTr="00F77A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F92CD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F77AE8">
              <w:rPr>
                <w:rFonts w:ascii="Corbel" w:hAnsi="Corbel"/>
                <w:smallCaps w:val="0"/>
                <w:szCs w:val="24"/>
              </w:rPr>
              <w:lastRenderedPageBreak/>
              <w:t>EK_13</w:t>
            </w:r>
          </w:p>
          <w:p w14:paraId="1D9FA5AE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3CA92" w14:textId="77777777" w:rsidR="00F77AE8" w:rsidRPr="00F77AE8" w:rsidRDefault="00F77AE8" w:rsidP="00AA10C4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- student: układa, komponuje pisma procesowe oraz projekty orzeczeń i zarządzeń wraz z rozbudowaniem okoliczności mających uzasadnić inicjowaną czynność oraz przek</w:t>
            </w:r>
            <w:r w:rsidR="00AA10C4">
              <w:rPr>
                <w:rFonts w:ascii="Corbel" w:hAnsi="Corbel"/>
                <w:b w:val="0"/>
                <w:smallCaps w:val="0"/>
                <w:szCs w:val="24"/>
              </w:rPr>
              <w:t>onaniem o jej słuszności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F0C04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. K_U09</w:t>
            </w:r>
          </w:p>
        </w:tc>
      </w:tr>
      <w:tr w:rsidR="00F77AE8" w:rsidRPr="00AF4A52" w14:paraId="2F1C9ED6" w14:textId="77777777" w:rsidTr="00F77A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04535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F77AE8">
              <w:rPr>
                <w:rFonts w:ascii="Corbel" w:hAnsi="Corbel"/>
                <w:smallCaps w:val="0"/>
                <w:szCs w:val="24"/>
              </w:rPr>
              <w:t>EK_14</w:t>
            </w:r>
          </w:p>
          <w:p w14:paraId="693BF63E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28942" w14:textId="77777777" w:rsidR="00F77AE8" w:rsidRPr="00F77AE8" w:rsidRDefault="00F77AE8" w:rsidP="00AA10C4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 xml:space="preserve">- student: posługuje się sprawnie przepisami kodeksu karnego, kodeksu postępowania karnego, kodeksu karnego wykonawczego i korzysta z innych źródeł prawa;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86F90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="00F77AE8" w:rsidRPr="00AF4A52" w14:paraId="2FA820DA" w14:textId="77777777" w:rsidTr="00F77A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64211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F77AE8">
              <w:rPr>
                <w:rFonts w:ascii="Corbel" w:hAnsi="Corbel"/>
                <w:smallCaps w:val="0"/>
                <w:szCs w:val="24"/>
              </w:rPr>
              <w:t>EK_15</w:t>
            </w:r>
          </w:p>
          <w:p w14:paraId="23218D93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0FC92" w14:textId="77777777" w:rsidR="00F77AE8" w:rsidRPr="00F77AE8" w:rsidRDefault="00F77AE8" w:rsidP="00AA10C4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 xml:space="preserve">- student: wysłuchuje argumentacji innych, weryfikuje lub kwestionuje przedstawioną sytuację, przedstawia własne stanowisko;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64169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K_K01, K_K06</w:t>
            </w:r>
          </w:p>
        </w:tc>
      </w:tr>
      <w:tr w:rsidR="00F77AE8" w:rsidRPr="00AF4A52" w14:paraId="3420F8F2" w14:textId="77777777" w:rsidTr="00F77A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11E84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F77AE8">
              <w:rPr>
                <w:rFonts w:ascii="Corbel" w:hAnsi="Corbel"/>
                <w:smallCaps w:val="0"/>
                <w:szCs w:val="24"/>
              </w:rPr>
              <w:t>EK_16</w:t>
            </w:r>
          </w:p>
          <w:p w14:paraId="25FC8732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B4973" w14:textId="77777777" w:rsidR="00F77AE8" w:rsidRPr="00F77AE8" w:rsidRDefault="00F77AE8" w:rsidP="00AA10C4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 xml:space="preserve">- student: umiejscawia problemy, zadaje pytania, identyfikuje zasadnicze kwestie i je podnosi;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DBB22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F77AE8" w:rsidRPr="00AF4A52" w14:paraId="48A8187E" w14:textId="77777777" w:rsidTr="00F77A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B1D79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F77AE8">
              <w:rPr>
                <w:rFonts w:ascii="Corbel" w:hAnsi="Corbel"/>
                <w:smallCaps w:val="0"/>
                <w:szCs w:val="24"/>
              </w:rPr>
              <w:t>EK_17</w:t>
            </w:r>
          </w:p>
          <w:p w14:paraId="0FA6A8B1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239FD" w14:textId="77777777" w:rsidR="00F77AE8" w:rsidRPr="00F77AE8" w:rsidRDefault="00F77AE8" w:rsidP="00AA10C4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 xml:space="preserve">- student: oznacza propozycję rozwiązania, wygłasza swoje stanowisko, odpowiada na stawiane zarzuty, dyskutuje o kwestia spornych;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74E69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  <w:tr w:rsidR="00F77AE8" w:rsidRPr="00AF4A52" w14:paraId="574E9318" w14:textId="77777777" w:rsidTr="00F77A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06779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F77AE8">
              <w:rPr>
                <w:rFonts w:ascii="Corbel" w:hAnsi="Corbel"/>
                <w:smallCaps w:val="0"/>
                <w:szCs w:val="24"/>
              </w:rPr>
              <w:t>EK_18</w:t>
            </w:r>
          </w:p>
          <w:p w14:paraId="374E74A9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E39DB" w14:textId="77777777" w:rsidR="00F77AE8" w:rsidRPr="00F77AE8" w:rsidRDefault="00F77AE8" w:rsidP="00AA10C4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 xml:space="preserve">- student: broni swojego stanowiska, daje posłuch głosom przeciwnym, porównuje argumentację oraz formułuje rozwiązanie utrzymując swoje stanowisko albo modyfikując przedstawione poprzednio;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E64D3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F77AE8" w:rsidRPr="00AF4A52" w14:paraId="576A0536" w14:textId="77777777" w:rsidTr="00AA10C4">
        <w:trPr>
          <w:trHeight w:val="127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DF281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F77AE8">
              <w:rPr>
                <w:rFonts w:ascii="Corbel" w:hAnsi="Corbel"/>
                <w:smallCaps w:val="0"/>
                <w:szCs w:val="24"/>
              </w:rPr>
              <w:t>EK_19</w:t>
            </w:r>
          </w:p>
          <w:p w14:paraId="20FD498F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BAED1" w14:textId="77777777" w:rsidR="00F77AE8" w:rsidRPr="00F77AE8" w:rsidRDefault="00F77AE8" w:rsidP="00AA10C4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- student: demonstruje i tłumaczy własne propozycje rozwiązań, wybiera i rozróżnia przywołane argumenty przez innych, formułuje i uzasadnia ostateczne stanowisko bazując na kompletności przedstawiony</w:t>
            </w:r>
            <w:r w:rsidR="00AA10C4">
              <w:rPr>
                <w:rFonts w:ascii="Corbel" w:hAnsi="Corbel"/>
                <w:b w:val="0"/>
                <w:smallCaps w:val="0"/>
                <w:szCs w:val="24"/>
              </w:rPr>
              <w:t>ch okoliczności;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E66C8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</w:tbl>
    <w:p w14:paraId="1956BA7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3B4204" w14:textId="77777777" w:rsidR="00AA10C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</w:t>
      </w:r>
    </w:p>
    <w:p w14:paraId="0F605970" w14:textId="77777777" w:rsidR="0085747A" w:rsidRPr="009C54AE" w:rsidRDefault="007327B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 </w:t>
      </w:r>
    </w:p>
    <w:p w14:paraId="7E53EA30" w14:textId="77777777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44C1EBB" w14:textId="77777777" w:rsidR="00AA10C4" w:rsidRPr="009C54AE" w:rsidRDefault="00AA10C4" w:rsidP="00AA10C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A10C4" w:rsidRPr="00AF4A52" w14:paraId="7467C537" w14:textId="77777777" w:rsidTr="00AA10C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3F055" w14:textId="77777777" w:rsidR="00AA10C4" w:rsidRPr="00AA10C4" w:rsidRDefault="00AA10C4" w:rsidP="00AA10C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AA10C4">
              <w:rPr>
                <w:rFonts w:ascii="Corbel" w:hAnsi="Corbel"/>
                <w:b/>
                <w:sz w:val="24"/>
                <w:szCs w:val="24"/>
              </w:rPr>
              <w:t>Treści merytoryczne:</w:t>
            </w:r>
          </w:p>
        </w:tc>
      </w:tr>
      <w:tr w:rsidR="00AA10C4" w:rsidRPr="00AF4A52" w14:paraId="16CD25AF" w14:textId="77777777" w:rsidTr="00AA10C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5D51A" w14:textId="77777777" w:rsidR="00AA10C4" w:rsidRPr="00D47518" w:rsidRDefault="00D47518" w:rsidP="00D4751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7518">
              <w:rPr>
                <w:rFonts w:ascii="Corbel" w:hAnsi="Corbel"/>
                <w:sz w:val="24"/>
                <w:szCs w:val="24"/>
              </w:rPr>
              <w:t>1.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AA10C4" w:rsidRPr="00D47518">
              <w:rPr>
                <w:rFonts w:ascii="Corbel" w:hAnsi="Corbel"/>
                <w:sz w:val="24"/>
                <w:szCs w:val="24"/>
              </w:rPr>
              <w:t>Rodzaje orzeczeń sądowych. Prawomocność -1h.</w:t>
            </w:r>
          </w:p>
        </w:tc>
      </w:tr>
      <w:tr w:rsidR="00AA10C4" w:rsidRPr="00AF4A52" w14:paraId="34FD9352" w14:textId="77777777" w:rsidTr="00AA10C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58E1" w14:textId="77777777" w:rsidR="00AA10C4" w:rsidRPr="00AA10C4" w:rsidRDefault="00D47518" w:rsidP="00AA10C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</w:t>
            </w:r>
            <w:r w:rsidR="00AA10C4" w:rsidRPr="00AA10C4">
              <w:rPr>
                <w:rFonts w:ascii="Corbel" w:hAnsi="Corbel"/>
                <w:sz w:val="24"/>
                <w:szCs w:val="24"/>
              </w:rPr>
              <w:t>Podstawowe zasady prawa i postępow</w:t>
            </w:r>
            <w:r w:rsidR="00AA10C4">
              <w:rPr>
                <w:rFonts w:ascii="Corbel" w:hAnsi="Corbel"/>
                <w:sz w:val="24"/>
                <w:szCs w:val="24"/>
              </w:rPr>
              <w:t>ania karnego wykonawczego - 1h.</w:t>
            </w:r>
          </w:p>
        </w:tc>
      </w:tr>
      <w:tr w:rsidR="00AA10C4" w:rsidRPr="00AF4A52" w14:paraId="28A59BDD" w14:textId="77777777" w:rsidTr="00AA10C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9739F" w14:textId="77777777" w:rsidR="00AA10C4" w:rsidRPr="00AA10C4" w:rsidRDefault="00D47518" w:rsidP="00AA10C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3. </w:t>
            </w:r>
            <w:r w:rsidR="00AA10C4" w:rsidRPr="00AA10C4">
              <w:rPr>
                <w:rFonts w:ascii="Corbel" w:hAnsi="Corbel"/>
                <w:sz w:val="24"/>
                <w:szCs w:val="24"/>
              </w:rPr>
              <w:t>Uczestnicy postępowania wykonawcz</w:t>
            </w:r>
            <w:r w:rsidR="00AA10C4">
              <w:rPr>
                <w:rFonts w:ascii="Corbel" w:hAnsi="Corbel"/>
                <w:sz w:val="24"/>
                <w:szCs w:val="24"/>
              </w:rPr>
              <w:t>ego. Przesłanki procesowe - 2h.</w:t>
            </w:r>
          </w:p>
        </w:tc>
      </w:tr>
      <w:tr w:rsidR="00AA10C4" w:rsidRPr="00AF4A52" w14:paraId="1FDC6A5E" w14:textId="77777777" w:rsidTr="00AA10C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945EC" w14:textId="77777777" w:rsidR="00AA10C4" w:rsidRPr="00AA10C4" w:rsidRDefault="00D47518" w:rsidP="00AA10C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4. </w:t>
            </w:r>
            <w:r w:rsidR="00AA10C4" w:rsidRPr="00AA10C4">
              <w:rPr>
                <w:rFonts w:ascii="Corbel" w:hAnsi="Corbel"/>
                <w:sz w:val="24"/>
                <w:szCs w:val="24"/>
              </w:rPr>
              <w:t>Czynności sądowe podejmowane w toku postępowania wykonawczego - 1h.</w:t>
            </w:r>
          </w:p>
        </w:tc>
      </w:tr>
      <w:tr w:rsidR="00AA10C4" w:rsidRPr="00AF4A52" w14:paraId="461D5BB9" w14:textId="77777777" w:rsidTr="00AA10C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966E5" w14:textId="77777777" w:rsidR="00AA10C4" w:rsidRPr="00AA10C4" w:rsidRDefault="00D47518" w:rsidP="00AA10C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5. </w:t>
            </w:r>
            <w:r w:rsidR="00AA10C4" w:rsidRPr="00AA10C4">
              <w:rPr>
                <w:rFonts w:ascii="Corbel" w:hAnsi="Corbel"/>
                <w:sz w:val="24"/>
                <w:szCs w:val="24"/>
              </w:rPr>
              <w:t xml:space="preserve">Środki zaskarżania decyzji procesowych w </w:t>
            </w:r>
            <w:r w:rsidR="00AA10C4">
              <w:rPr>
                <w:rFonts w:ascii="Corbel" w:hAnsi="Corbel"/>
                <w:sz w:val="24"/>
                <w:szCs w:val="24"/>
              </w:rPr>
              <w:t xml:space="preserve">postępowaniu odwoławczym - 1h. </w:t>
            </w:r>
          </w:p>
        </w:tc>
      </w:tr>
      <w:tr w:rsidR="00AA10C4" w:rsidRPr="00AF4A52" w14:paraId="1C32BF89" w14:textId="77777777" w:rsidTr="00AA10C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49DB3" w14:textId="77777777" w:rsidR="00AA10C4" w:rsidRPr="00AA10C4" w:rsidRDefault="00D47518" w:rsidP="00D47518">
            <w:pPr>
              <w:pStyle w:val="Akapitzlist"/>
              <w:spacing w:after="0" w:line="240" w:lineRule="auto"/>
              <w:ind w:left="0" w:firstLine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6. </w:t>
            </w:r>
            <w:r w:rsidR="00AA10C4" w:rsidRPr="00AA10C4">
              <w:rPr>
                <w:rFonts w:ascii="Corbel" w:hAnsi="Corbel"/>
                <w:sz w:val="24"/>
                <w:szCs w:val="24"/>
              </w:rPr>
              <w:t>Modyfikacja w zakresie orzeczonych kar</w:t>
            </w:r>
            <w:r w:rsidR="00AA10C4">
              <w:rPr>
                <w:rFonts w:ascii="Corbel" w:hAnsi="Corbel"/>
                <w:sz w:val="24"/>
                <w:szCs w:val="24"/>
              </w:rPr>
              <w:t>, przedawnienie wykonania kary,</w:t>
            </w:r>
            <w:r w:rsidR="00AA10C4" w:rsidRPr="00AA10C4">
              <w:rPr>
                <w:rFonts w:ascii="Corbel" w:hAnsi="Corbel"/>
                <w:sz w:val="24"/>
                <w:szCs w:val="24"/>
              </w:rPr>
              <w:t xml:space="preserve"> za</w:t>
            </w:r>
            <w:r w:rsidR="00AA10C4">
              <w:rPr>
                <w:rFonts w:ascii="Corbel" w:hAnsi="Corbel"/>
                <w:sz w:val="24"/>
                <w:szCs w:val="24"/>
              </w:rPr>
              <w:t>tarcie skazania - 1h.</w:t>
            </w:r>
          </w:p>
        </w:tc>
      </w:tr>
      <w:tr w:rsidR="00AA10C4" w:rsidRPr="00AF4A52" w14:paraId="02079A14" w14:textId="77777777" w:rsidTr="00AA10C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AA6A3" w14:textId="77777777" w:rsidR="00AA10C4" w:rsidRPr="00AA10C4" w:rsidRDefault="00D47518" w:rsidP="00AA10C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7. </w:t>
            </w:r>
            <w:r w:rsidR="00AA10C4" w:rsidRPr="00AA10C4">
              <w:rPr>
                <w:rFonts w:ascii="Corbel" w:hAnsi="Corbel"/>
                <w:sz w:val="24"/>
                <w:szCs w:val="24"/>
              </w:rPr>
              <w:t>Postępowania dotyczące wykonania poszcz</w:t>
            </w:r>
            <w:r w:rsidR="00AA10C4">
              <w:rPr>
                <w:rFonts w:ascii="Corbel" w:hAnsi="Corbel"/>
                <w:sz w:val="24"/>
                <w:szCs w:val="24"/>
              </w:rPr>
              <w:t>ególnych kar zasadniczych - 2h.</w:t>
            </w:r>
          </w:p>
        </w:tc>
      </w:tr>
      <w:tr w:rsidR="00AA10C4" w:rsidRPr="00AF4A52" w14:paraId="5EB3A18B" w14:textId="77777777" w:rsidTr="00AA10C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EA317" w14:textId="77777777" w:rsidR="00AA10C4" w:rsidRPr="00AA10C4" w:rsidRDefault="00D47518" w:rsidP="00AA10C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8. </w:t>
            </w:r>
            <w:r w:rsidR="00AA10C4" w:rsidRPr="00AA10C4">
              <w:rPr>
                <w:rFonts w:ascii="Corbel" w:hAnsi="Corbel"/>
                <w:sz w:val="24"/>
                <w:szCs w:val="24"/>
              </w:rPr>
              <w:t xml:space="preserve">Postępowania dotyczące </w:t>
            </w:r>
            <w:r w:rsidR="00AA10C4">
              <w:rPr>
                <w:rFonts w:ascii="Corbel" w:hAnsi="Corbel"/>
                <w:sz w:val="24"/>
                <w:szCs w:val="24"/>
              </w:rPr>
              <w:t>wykonania środków karnych - 1h.</w:t>
            </w:r>
          </w:p>
        </w:tc>
      </w:tr>
      <w:tr w:rsidR="00AA10C4" w:rsidRPr="00AF4A52" w14:paraId="0DCB5705" w14:textId="77777777" w:rsidTr="00AA10C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9298A" w14:textId="77777777" w:rsidR="00AA10C4" w:rsidRPr="00AA10C4" w:rsidRDefault="00D47518" w:rsidP="00AA10C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9. </w:t>
            </w:r>
            <w:r w:rsidR="00AA10C4" w:rsidRPr="00AA10C4">
              <w:rPr>
                <w:rFonts w:ascii="Corbel" w:hAnsi="Corbel"/>
                <w:sz w:val="24"/>
                <w:szCs w:val="24"/>
              </w:rPr>
              <w:t>Wykorzystanie instytuc</w:t>
            </w:r>
            <w:r w:rsidR="00AA10C4">
              <w:rPr>
                <w:rFonts w:ascii="Corbel" w:hAnsi="Corbel"/>
                <w:sz w:val="24"/>
                <w:szCs w:val="24"/>
              </w:rPr>
              <w:t>ji dozoru elektronicznego - 2h.</w:t>
            </w:r>
          </w:p>
        </w:tc>
      </w:tr>
      <w:tr w:rsidR="00AA10C4" w:rsidRPr="00AF4A52" w14:paraId="4E30BF6A" w14:textId="77777777" w:rsidTr="00AA10C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62405" w14:textId="77777777" w:rsidR="00AA10C4" w:rsidRPr="00AA10C4" w:rsidRDefault="00D47518" w:rsidP="00AA10C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10. </w:t>
            </w:r>
            <w:r w:rsidR="00AA10C4" w:rsidRPr="00AA10C4">
              <w:rPr>
                <w:rFonts w:ascii="Corbel" w:hAnsi="Corbel"/>
                <w:sz w:val="24"/>
                <w:szCs w:val="24"/>
              </w:rPr>
              <w:t>Egzekwo</w:t>
            </w:r>
            <w:r w:rsidR="00AA10C4">
              <w:rPr>
                <w:rFonts w:ascii="Corbel" w:hAnsi="Corbel"/>
                <w:sz w:val="24"/>
                <w:szCs w:val="24"/>
              </w:rPr>
              <w:t>wanie należności sądowych - 1h.</w:t>
            </w:r>
          </w:p>
        </w:tc>
      </w:tr>
      <w:tr w:rsidR="00AA10C4" w:rsidRPr="00AF4A52" w14:paraId="19C9F5DF" w14:textId="77777777" w:rsidTr="00AA10C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C190E" w14:textId="77777777" w:rsidR="00AA10C4" w:rsidRPr="00AA10C4" w:rsidRDefault="00D47518" w:rsidP="00AA10C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11. </w:t>
            </w:r>
            <w:r w:rsidR="00AA10C4" w:rsidRPr="00AA10C4">
              <w:rPr>
                <w:rFonts w:ascii="Corbel" w:hAnsi="Corbel"/>
                <w:sz w:val="24"/>
                <w:szCs w:val="24"/>
              </w:rPr>
              <w:t>Postępowania dotyczące wykon</w:t>
            </w:r>
            <w:r w:rsidR="00AA10C4">
              <w:rPr>
                <w:rFonts w:ascii="Corbel" w:hAnsi="Corbel"/>
                <w:sz w:val="24"/>
                <w:szCs w:val="24"/>
              </w:rPr>
              <w:t>ania środków probacyjnych - 1h.</w:t>
            </w:r>
          </w:p>
        </w:tc>
      </w:tr>
      <w:tr w:rsidR="00AA10C4" w:rsidRPr="00AF4A52" w14:paraId="77D80F4E" w14:textId="77777777" w:rsidTr="00AA10C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A1FEF" w14:textId="77777777" w:rsidR="00AA10C4" w:rsidRPr="00AA10C4" w:rsidRDefault="00D47518" w:rsidP="00AA10C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12. </w:t>
            </w:r>
            <w:r w:rsidR="00AA10C4" w:rsidRPr="00AA10C4">
              <w:rPr>
                <w:rFonts w:ascii="Corbel" w:hAnsi="Corbel"/>
                <w:sz w:val="24"/>
                <w:szCs w:val="24"/>
              </w:rPr>
              <w:t>Postępowania dotyczące wykonania środków zabezpieczających - 1 h.</w:t>
            </w:r>
          </w:p>
        </w:tc>
      </w:tr>
    </w:tbl>
    <w:p w14:paraId="36D00A5D" w14:textId="77777777"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62A6255" w14:textId="77777777" w:rsidR="00D804E6" w:rsidRDefault="00D804E6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30B3AD6" w14:textId="77777777" w:rsidR="00D804E6" w:rsidRDefault="00D804E6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0DCE30E" w14:textId="77777777" w:rsidR="00D804E6" w:rsidRPr="009C54AE" w:rsidRDefault="00D804E6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4FF7C96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85B5192" w14:textId="77777777" w:rsidR="004744A2" w:rsidRPr="009C54AE" w:rsidRDefault="004744A2" w:rsidP="00AA10C4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A10C4" w:rsidRPr="00AF4A52" w14:paraId="27ED7427" w14:textId="77777777" w:rsidTr="00AA10C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52807" w14:textId="77777777" w:rsidR="00AA10C4" w:rsidRPr="00AA10C4" w:rsidRDefault="00AA10C4" w:rsidP="003E410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AA10C4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AA10C4" w:rsidRPr="00AF4A52" w14:paraId="6A0A6B66" w14:textId="77777777" w:rsidTr="00AA10C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DCD50" w14:textId="77777777" w:rsidR="00AA10C4" w:rsidRPr="00D47518" w:rsidRDefault="00D47518" w:rsidP="00D4751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7518">
              <w:rPr>
                <w:rFonts w:ascii="Corbel" w:hAnsi="Corbel"/>
                <w:sz w:val="24"/>
                <w:szCs w:val="24"/>
              </w:rPr>
              <w:t>1.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AA10C4" w:rsidRPr="00D47518">
              <w:rPr>
                <w:rFonts w:ascii="Corbel" w:hAnsi="Corbel"/>
                <w:sz w:val="24"/>
                <w:szCs w:val="24"/>
              </w:rPr>
              <w:t>Ogólne zasady postępowania przed sądem - 1h.</w:t>
            </w:r>
          </w:p>
        </w:tc>
      </w:tr>
      <w:tr w:rsidR="00AA10C4" w:rsidRPr="00AF4A52" w14:paraId="6C35A21E" w14:textId="77777777" w:rsidTr="00AA10C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71321" w14:textId="77777777" w:rsidR="00AA10C4" w:rsidRPr="00AA10C4" w:rsidRDefault="00D47518" w:rsidP="00AA10C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</w:t>
            </w:r>
            <w:r w:rsidR="00AA10C4" w:rsidRPr="00AA10C4">
              <w:rPr>
                <w:rFonts w:ascii="Corbel" w:hAnsi="Corbel"/>
                <w:sz w:val="24"/>
                <w:szCs w:val="24"/>
              </w:rPr>
              <w:t>Postępowania incydentalne uregulowan</w:t>
            </w:r>
            <w:r w:rsidR="00AA10C4">
              <w:rPr>
                <w:rFonts w:ascii="Corbel" w:hAnsi="Corbel"/>
                <w:sz w:val="24"/>
                <w:szCs w:val="24"/>
              </w:rPr>
              <w:t xml:space="preserve">e w części ogólnej </w:t>
            </w:r>
            <w:proofErr w:type="spellStart"/>
            <w:r w:rsidR="00AA10C4">
              <w:rPr>
                <w:rFonts w:ascii="Corbel" w:hAnsi="Corbel"/>
                <w:sz w:val="24"/>
                <w:szCs w:val="24"/>
              </w:rPr>
              <w:t>k.k.w</w:t>
            </w:r>
            <w:proofErr w:type="spellEnd"/>
            <w:r w:rsidR="00AA10C4">
              <w:rPr>
                <w:rFonts w:ascii="Corbel" w:hAnsi="Corbel"/>
                <w:sz w:val="24"/>
                <w:szCs w:val="24"/>
              </w:rPr>
              <w:t>. - 2h.</w:t>
            </w:r>
          </w:p>
        </w:tc>
      </w:tr>
      <w:tr w:rsidR="00AA10C4" w:rsidRPr="00AF4A52" w14:paraId="71DA3BC8" w14:textId="77777777" w:rsidTr="00AA10C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93D87" w14:textId="77777777" w:rsidR="00AA10C4" w:rsidRPr="00AA10C4" w:rsidRDefault="00D47518" w:rsidP="00AA10C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3. </w:t>
            </w:r>
            <w:r w:rsidR="00AA10C4" w:rsidRPr="00AA10C4">
              <w:rPr>
                <w:rFonts w:ascii="Corbel" w:hAnsi="Corbel"/>
                <w:sz w:val="24"/>
                <w:szCs w:val="24"/>
              </w:rPr>
              <w:t>Postępowania incydentalne w przedmioc</w:t>
            </w:r>
            <w:r w:rsidR="00AA10C4">
              <w:rPr>
                <w:rFonts w:ascii="Corbel" w:hAnsi="Corbel"/>
                <w:sz w:val="24"/>
                <w:szCs w:val="24"/>
              </w:rPr>
              <w:t>ie wykonania kary grzywny - 2h.</w:t>
            </w:r>
          </w:p>
        </w:tc>
      </w:tr>
      <w:tr w:rsidR="00AA10C4" w:rsidRPr="00AF4A52" w14:paraId="5FC96887" w14:textId="77777777" w:rsidTr="00AA10C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45C65" w14:textId="77777777" w:rsidR="00AA10C4" w:rsidRPr="00AA10C4" w:rsidRDefault="00D47518" w:rsidP="00AA10C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4. </w:t>
            </w:r>
            <w:r w:rsidR="00AA10C4" w:rsidRPr="00AA10C4">
              <w:rPr>
                <w:rFonts w:ascii="Corbel" w:hAnsi="Corbel"/>
                <w:sz w:val="24"/>
                <w:szCs w:val="24"/>
              </w:rPr>
              <w:t>Postępowania incydentalne w przedmiocie wykonania kary ograniczenia wolności -</w:t>
            </w:r>
            <w:r w:rsidR="00AA10C4">
              <w:rPr>
                <w:rFonts w:ascii="Corbel" w:hAnsi="Corbel"/>
                <w:sz w:val="24"/>
                <w:szCs w:val="24"/>
              </w:rPr>
              <w:t xml:space="preserve"> 2h. </w:t>
            </w:r>
          </w:p>
        </w:tc>
      </w:tr>
      <w:tr w:rsidR="00AA10C4" w:rsidRPr="00AF4A52" w14:paraId="629C07A7" w14:textId="77777777" w:rsidTr="00AA10C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BFB14" w14:textId="77777777" w:rsidR="00AA10C4" w:rsidRPr="00AA10C4" w:rsidRDefault="00D47518" w:rsidP="00AA10C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5. </w:t>
            </w:r>
            <w:r w:rsidR="00AA10C4" w:rsidRPr="00AA10C4">
              <w:rPr>
                <w:rFonts w:ascii="Corbel" w:hAnsi="Corbel"/>
                <w:sz w:val="24"/>
                <w:szCs w:val="24"/>
              </w:rPr>
              <w:t>Postępowania incydentalne w przedmiocie wykonania k</w:t>
            </w:r>
            <w:r w:rsidR="00AA10C4">
              <w:rPr>
                <w:rFonts w:ascii="Corbel" w:hAnsi="Corbel"/>
                <w:sz w:val="24"/>
                <w:szCs w:val="24"/>
              </w:rPr>
              <w:t xml:space="preserve">ary pozbawienia wolności - 2h. </w:t>
            </w:r>
          </w:p>
        </w:tc>
      </w:tr>
      <w:tr w:rsidR="00AA10C4" w:rsidRPr="00AF4A52" w14:paraId="71D15DBA" w14:textId="77777777" w:rsidTr="00AA10C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E8642" w14:textId="77777777" w:rsidR="00AA10C4" w:rsidRPr="00AA10C4" w:rsidRDefault="00D47518" w:rsidP="00AA10C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6. </w:t>
            </w:r>
            <w:r w:rsidR="00AA10C4" w:rsidRPr="00AA10C4">
              <w:rPr>
                <w:rFonts w:ascii="Corbel" w:hAnsi="Corbel"/>
                <w:sz w:val="24"/>
                <w:szCs w:val="24"/>
              </w:rPr>
              <w:t>Postępowania incydentalne w przedmiocie wykon</w:t>
            </w:r>
            <w:r w:rsidR="00AA10C4">
              <w:rPr>
                <w:rFonts w:ascii="Corbel" w:hAnsi="Corbel"/>
                <w:sz w:val="24"/>
                <w:szCs w:val="24"/>
              </w:rPr>
              <w:t>ania środków probacyjnych - 2h.</w:t>
            </w:r>
          </w:p>
        </w:tc>
      </w:tr>
      <w:tr w:rsidR="00AA10C4" w:rsidRPr="00AF4A52" w14:paraId="5A14BDAD" w14:textId="77777777" w:rsidTr="00AA10C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59AEA" w14:textId="77777777" w:rsidR="00AA10C4" w:rsidRPr="00AA10C4" w:rsidRDefault="00D47518" w:rsidP="00AA10C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7. </w:t>
            </w:r>
            <w:r w:rsidR="00AA10C4" w:rsidRPr="00AA10C4">
              <w:rPr>
                <w:rFonts w:ascii="Corbel" w:hAnsi="Corbel"/>
                <w:sz w:val="24"/>
                <w:szCs w:val="24"/>
              </w:rPr>
              <w:t xml:space="preserve">Postępowania incydentalne w przedmiocie </w:t>
            </w:r>
            <w:r w:rsidR="00AA10C4">
              <w:rPr>
                <w:rFonts w:ascii="Corbel" w:hAnsi="Corbel"/>
                <w:sz w:val="24"/>
                <w:szCs w:val="24"/>
              </w:rPr>
              <w:t>wykonania środków karnych - 2h.</w:t>
            </w:r>
          </w:p>
        </w:tc>
      </w:tr>
      <w:tr w:rsidR="00AA10C4" w:rsidRPr="00AF4A52" w14:paraId="47BD15BD" w14:textId="77777777" w:rsidTr="00AA10C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D784D" w14:textId="77777777" w:rsidR="00AA10C4" w:rsidRPr="00AA10C4" w:rsidRDefault="00D47518" w:rsidP="00AA10C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8. </w:t>
            </w:r>
            <w:r w:rsidR="00AA10C4" w:rsidRPr="00AA10C4">
              <w:rPr>
                <w:rFonts w:ascii="Corbel" w:hAnsi="Corbel"/>
                <w:sz w:val="24"/>
                <w:szCs w:val="24"/>
              </w:rPr>
              <w:t>Postępowania incydentalne w przedmiocie wykonania środków zabezpieczających - 2 h.</w:t>
            </w:r>
          </w:p>
        </w:tc>
      </w:tr>
    </w:tbl>
    <w:p w14:paraId="3BF7BF7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79F15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32D0CD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51A930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14:paraId="61D44232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26FC5501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3955BCDD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293B384A" w14:textId="77777777" w:rsidR="00AA10C4" w:rsidRPr="00AA10C4" w:rsidRDefault="00AA10C4" w:rsidP="00AA10C4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AA10C4">
        <w:rPr>
          <w:rFonts w:ascii="Corbel" w:hAnsi="Corbel"/>
          <w:smallCaps w:val="0"/>
          <w:szCs w:val="24"/>
        </w:rPr>
        <w:t xml:space="preserve">Wykład </w:t>
      </w:r>
      <w:r w:rsidRPr="00AA10C4">
        <w:rPr>
          <w:rFonts w:ascii="Corbel" w:hAnsi="Corbel"/>
          <w:b w:val="0"/>
          <w:smallCaps w:val="0"/>
          <w:szCs w:val="24"/>
        </w:rPr>
        <w:t xml:space="preserve">prowadzony z wykorzystaniem metody nauczania teoretycznego z elementami metody nauczania praktycznego, poprzez przedstawienie problematyki z zakresu postępowania karnego wykonawczego (przy uwzględnieniu zagadnień nauki o karze i postępowania karnego) na tle  stanów faktycznych, które znalazły swoje odzwierciedlenie w orzecznictwie, zwłaszcza Trybunału Konstytucyjnego i </w:t>
      </w:r>
      <w:proofErr w:type="spellStart"/>
      <w:r w:rsidRPr="00AA10C4">
        <w:rPr>
          <w:rFonts w:ascii="Corbel" w:hAnsi="Corbel"/>
          <w:b w:val="0"/>
          <w:smallCaps w:val="0"/>
          <w:szCs w:val="24"/>
        </w:rPr>
        <w:t>ETPCz</w:t>
      </w:r>
      <w:proofErr w:type="spellEnd"/>
      <w:r w:rsidRPr="00AA10C4">
        <w:rPr>
          <w:rFonts w:ascii="Corbel" w:hAnsi="Corbel"/>
          <w:b w:val="0"/>
          <w:smallCaps w:val="0"/>
          <w:szCs w:val="24"/>
        </w:rPr>
        <w:t>.</w:t>
      </w:r>
    </w:p>
    <w:p w14:paraId="5FEB25BB" w14:textId="77777777" w:rsidR="00AA10C4" w:rsidRPr="00AA10C4" w:rsidRDefault="00AA10C4" w:rsidP="00AA10C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A10C4">
        <w:rPr>
          <w:rFonts w:ascii="Corbel" w:hAnsi="Corbel"/>
          <w:smallCaps w:val="0"/>
          <w:szCs w:val="24"/>
        </w:rPr>
        <w:t xml:space="preserve">Ćwiczenia </w:t>
      </w:r>
      <w:r w:rsidRPr="00AA10C4">
        <w:rPr>
          <w:rFonts w:ascii="Corbel" w:hAnsi="Corbel"/>
          <w:b w:val="0"/>
          <w:smallCaps w:val="0"/>
          <w:szCs w:val="24"/>
        </w:rPr>
        <w:t xml:space="preserve">prowadzone są z wykorzystaniem metody nauczania teoretycznego z elementami metody nauczania praktycznego, poprzez przedstawienie problematyki z zakresu postępowania karnego wykonawczego na tle stanów faktycznych, które </w:t>
      </w:r>
      <w:r w:rsidR="00D47518">
        <w:rPr>
          <w:rFonts w:ascii="Corbel" w:hAnsi="Corbel"/>
          <w:b w:val="0"/>
          <w:smallCaps w:val="0"/>
          <w:szCs w:val="24"/>
        </w:rPr>
        <w:t>znalazły swoje odzwierciedlenie</w:t>
      </w:r>
      <w:r w:rsidR="00D47518">
        <w:rPr>
          <w:rFonts w:ascii="Corbel" w:hAnsi="Corbel"/>
          <w:b w:val="0"/>
          <w:smallCaps w:val="0"/>
          <w:szCs w:val="24"/>
        </w:rPr>
        <w:br/>
      </w:r>
      <w:r w:rsidRPr="00AA10C4">
        <w:rPr>
          <w:rFonts w:ascii="Corbel" w:hAnsi="Corbel"/>
          <w:b w:val="0"/>
          <w:smallCaps w:val="0"/>
          <w:szCs w:val="24"/>
        </w:rPr>
        <w:t>w orzecznictwie sądowym. Przede wszystkim jednak metoda samodzielnego dochodzenia do wiedzy (dyskusja, analiza i interpretacja testu prawnego, poszukiwanie rozwiązania kazusu) oraz metoda oparta na praktycznej działalności studentów (p</w:t>
      </w:r>
      <w:r w:rsidR="00D47518">
        <w:rPr>
          <w:rFonts w:ascii="Corbel" w:hAnsi="Corbel"/>
          <w:b w:val="0"/>
          <w:smallCaps w:val="0"/>
          <w:szCs w:val="24"/>
        </w:rPr>
        <w:t>rzygotowywanie pism procesowych</w:t>
      </w:r>
      <w:r w:rsidR="00D47518">
        <w:rPr>
          <w:rFonts w:ascii="Corbel" w:hAnsi="Corbel"/>
          <w:b w:val="0"/>
          <w:smallCaps w:val="0"/>
          <w:szCs w:val="24"/>
        </w:rPr>
        <w:br/>
      </w:r>
      <w:r w:rsidRPr="00AA10C4">
        <w:rPr>
          <w:rFonts w:ascii="Corbel" w:hAnsi="Corbel"/>
          <w:b w:val="0"/>
          <w:smallCaps w:val="0"/>
          <w:szCs w:val="24"/>
        </w:rPr>
        <w:t>i projektów decyzji procesowych).</w:t>
      </w:r>
    </w:p>
    <w:p w14:paraId="5B134F4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5103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EDAE08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DE43B6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7C816F7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AA10C4" w:rsidRPr="00AF4A52" w14:paraId="2F9477B3" w14:textId="77777777" w:rsidTr="00AA10C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5EA2E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6395C87E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96531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8EBACFE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85BD8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CC869EC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A10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A10C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A10C4" w:rsidRPr="00AF4A52" w14:paraId="03D710C0" w14:textId="77777777" w:rsidTr="00AA10C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0D655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 xml:space="preserve">EK_ 01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B5F96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isemny,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 ustny ,praca kontrolna pisemna lub zaliczenie ustne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EB5C3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  <w:p w14:paraId="304FE37D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A10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AA10C4" w:rsidRPr="00AF4A52" w14:paraId="522F6488" w14:textId="77777777" w:rsidTr="00AA10C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A3D29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 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93C90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isemny,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 ustny ,praca kontrolna pisemna lub zaliczenie ustne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54517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  <w:p w14:paraId="7E8868F4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A10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AA10C4" w:rsidRPr="00AF4A52" w14:paraId="74BE4587" w14:textId="77777777" w:rsidTr="00AA10C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0940A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C2D49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isemny,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 ustny ,praca kontrolna pisemna lub zaliczenie ustne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2017E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  <w:p w14:paraId="1A100C8D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A10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AA10C4" w:rsidRPr="00AF4A52" w14:paraId="48EEE673" w14:textId="77777777" w:rsidTr="00AA10C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E30BF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0EE05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isemny,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 ustny ,praca kontrolna pisemna lub zaliczenie ustne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81F77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  <w:p w14:paraId="5FBBF690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A10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AA10C4" w:rsidRPr="00AF4A52" w14:paraId="1653F60F" w14:textId="77777777" w:rsidTr="00AA10C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BB873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FD21F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raca kontrolna pisemna lub zaliczenie ustne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CA788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A10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AA10C4" w:rsidRPr="00AF4A52" w14:paraId="6900C465" w14:textId="77777777" w:rsidTr="00AA10C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3556C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0DE03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raca kontrolna pisemna lub zaliczenie ustne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1E166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A10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AA10C4" w:rsidRPr="00AF4A52" w14:paraId="3FA37D58" w14:textId="77777777" w:rsidTr="00AA10C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B3553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EK_ 07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99ACD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isemny,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 ustny ,praca kontrolna pisemna lub zaliczenie ustne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488A9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  <w:p w14:paraId="1AAB7B3C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A10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AA10C4" w:rsidRPr="00AF4A52" w14:paraId="17FB5CE4" w14:textId="77777777" w:rsidTr="00AA10C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C7CEB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EK_ 08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14F6A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raca kontrolna pisemna lub zaliczenie ustne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05BB7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A10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AA10C4" w:rsidRPr="00AF4A52" w14:paraId="03C96F58" w14:textId="77777777" w:rsidTr="00AA10C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4F67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EK_ 09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DDB36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isemny,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 ustny ,praca kontrolna pisemna lub zaliczenie ustne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9AAF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  <w:p w14:paraId="748DECFC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A10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AA10C4" w:rsidRPr="00AF4A52" w14:paraId="7DBCFD3E" w14:textId="77777777" w:rsidTr="00AA10C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136BE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EK_ 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E0491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isemny,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 ustny ,praca kontrolna pisemna lub zaliczenie ustne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21DF2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  <w:p w14:paraId="76A39CA2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A10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AA10C4" w:rsidRPr="00AF4A52" w14:paraId="498BF3D0" w14:textId="77777777" w:rsidTr="00AA10C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C203E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EK_ 11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DD9F1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isemny,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 ustny ,praca kontrolna pisemna lub zaliczenie ustne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ED037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  <w:p w14:paraId="7D268367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A10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AA10C4" w:rsidRPr="00AF4A52" w14:paraId="0DFC85E4" w14:textId="77777777" w:rsidTr="00AA10C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553E6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EK_ 12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05028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raca kontrolna pisemna lub zaliczenie ustne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FF1CF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A10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AA10C4" w:rsidRPr="00AF4A52" w14:paraId="7FE2C729" w14:textId="77777777" w:rsidTr="00AA10C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940B0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EK_ 13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37702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raca kontrolna pisemna lub zaliczenie ustne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93DC0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A10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AA10C4" w:rsidRPr="00AF4A52" w14:paraId="1EF5E5C8" w14:textId="77777777" w:rsidTr="00AA10C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F7CFC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EK_ 14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AAA96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isemny,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 ustny ,praca kontrolna pisemna lub zaliczenie ustne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F0A92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  <w:p w14:paraId="3DE540DB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A10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AA10C4" w:rsidRPr="00AF4A52" w14:paraId="17706E4D" w14:textId="77777777" w:rsidTr="00AA10C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CE36D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EK_ 15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DA82A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aliczenie ustne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90562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A10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AA10C4" w:rsidRPr="00AF4A52" w14:paraId="72908CBC" w14:textId="77777777" w:rsidTr="00AA10C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43073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EK_ 16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399A0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aliczenie ustne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94D8A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A10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AA10C4" w:rsidRPr="00AF4A52" w14:paraId="3EBC47CE" w14:textId="77777777" w:rsidTr="00AA10C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3EDD3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EK_ 17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7964A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aliczenie ustne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D582A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A10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AA10C4" w:rsidRPr="00AF4A52" w14:paraId="54A8F7A3" w14:textId="77777777" w:rsidTr="00AA10C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B901D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EK_ 18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4800D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aliczenie ustne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1528E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A10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AA10C4" w:rsidRPr="00AF4A52" w14:paraId="501CDEFB" w14:textId="77777777" w:rsidTr="00AA10C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11156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EK_ 19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30A61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raca kontrolna pisemna lub zaliczenie ustne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1E1B7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A10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7EA3282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498D9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4C9665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4CC515A" w14:textId="77777777" w:rsidTr="00923D7D">
        <w:tc>
          <w:tcPr>
            <w:tcW w:w="9670" w:type="dxa"/>
          </w:tcPr>
          <w:p w14:paraId="5D690ACC" w14:textId="77777777" w:rsidR="005D2B32" w:rsidRPr="005D2B32" w:rsidRDefault="005D2B32" w:rsidP="005D2B3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D2B32">
              <w:rPr>
                <w:rFonts w:ascii="Corbel" w:eastAsia="Times New Roman" w:hAnsi="Corbel"/>
                <w:sz w:val="24"/>
                <w:szCs w:val="24"/>
                <w:lang w:eastAsia="pl-PL"/>
              </w:rPr>
              <w:t>Egzamin pisemny obejmujący pytania - te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stowe, otwarte i kazus</w:t>
            </w:r>
            <w:r w:rsidRPr="005D2B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</w:t>
            </w:r>
          </w:p>
          <w:p w14:paraId="21D02E78" w14:textId="77777777" w:rsidR="005D2B32" w:rsidRPr="005D2B32" w:rsidRDefault="005D2B32" w:rsidP="005D2B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2B32">
              <w:rPr>
                <w:rFonts w:ascii="Corbel" w:hAnsi="Corbel"/>
                <w:b w:val="0"/>
                <w:smallCaps w:val="0"/>
                <w:szCs w:val="24"/>
              </w:rPr>
              <w:t>Egzamin ustny – trzy pytania zadawane bezpośrednio przez egzaminatora.</w:t>
            </w:r>
          </w:p>
          <w:p w14:paraId="4A937CD2" w14:textId="77777777" w:rsidR="005D2B32" w:rsidRDefault="005D2B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7286C38" w14:textId="77777777" w:rsidR="0085747A" w:rsidRPr="005D2B32" w:rsidRDefault="005D2B32" w:rsidP="005D2B32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  <w:r w:rsidRPr="005D2B32">
              <w:rPr>
                <w:rFonts w:ascii="Corbel" w:hAnsi="Corbel"/>
                <w:b w:val="0"/>
                <w:smallCaps w:val="0"/>
                <w:szCs w:val="24"/>
              </w:rPr>
              <w:t xml:space="preserve">Kryteria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uzyskania zaliczenia ćwiczeń:</w:t>
            </w:r>
            <w:r w:rsidRPr="005D2B32">
              <w:rPr>
                <w:rFonts w:ascii="Corbel" w:hAnsi="Corbel"/>
                <w:b w:val="0"/>
                <w:smallCaps w:val="0"/>
                <w:szCs w:val="24"/>
              </w:rPr>
              <w:t xml:space="preserve"> pra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ca kontrolna</w:t>
            </w:r>
            <w:r w:rsidRPr="005D2B3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pisemna</w:t>
            </w:r>
            <w:r w:rsidRPr="005D2B3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5D2B32">
              <w:rPr>
                <w:rFonts w:ascii="Corbel" w:hAnsi="Corbel"/>
                <w:b w:val="0"/>
                <w:smallCaps w:val="0"/>
                <w:szCs w:val="24"/>
              </w:rPr>
              <w:t>pytan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ia otwarte</w:t>
            </w:r>
            <w:r w:rsidRPr="005D2B32">
              <w:rPr>
                <w:rFonts w:ascii="Corbel" w:hAnsi="Corbel"/>
                <w:b w:val="0"/>
                <w:smallCaps w:val="0"/>
                <w:szCs w:val="24"/>
              </w:rPr>
              <w:t>), wówczas ocena ostateczna wystawiana jest jako wypadkowa ocen cząstkowych ze sprawdzianów pisemnych z uwzględnieniem bieżącej oceny aktywności podczas zajęć i ustnych wypowiedzi.</w:t>
            </w:r>
            <w:r w:rsidR="004744A2">
              <w:rPr>
                <w:rFonts w:ascii="Corbel" w:hAnsi="Corbel"/>
                <w:b w:val="0"/>
                <w:smallCaps w:val="0"/>
                <w:szCs w:val="24"/>
              </w:rPr>
              <w:t xml:space="preserve"> W wyjątkowych wypadkach możliwe jest zaliczenie ustne</w:t>
            </w:r>
            <w:r w:rsidRPr="00E95005">
              <w:rPr>
                <w:b w:val="0"/>
                <w:i/>
                <w:smallCaps w:val="0"/>
                <w:sz w:val="22"/>
              </w:rPr>
              <w:t xml:space="preserve">  </w:t>
            </w:r>
          </w:p>
        </w:tc>
      </w:tr>
    </w:tbl>
    <w:p w14:paraId="2D59953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BEC05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E698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2E4F12BC" w14:textId="77777777" w:rsidTr="003E1941">
        <w:tc>
          <w:tcPr>
            <w:tcW w:w="4962" w:type="dxa"/>
            <w:vAlign w:val="center"/>
          </w:tcPr>
          <w:p w14:paraId="796277F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1A1268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3B46023" w14:textId="77777777" w:rsidTr="00923D7D">
        <w:tc>
          <w:tcPr>
            <w:tcW w:w="4962" w:type="dxa"/>
          </w:tcPr>
          <w:p w14:paraId="2A8E710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593760F" w14:textId="77777777" w:rsidR="005D2B32" w:rsidRPr="005D2B32" w:rsidRDefault="005D2B32" w:rsidP="005D2B3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Wykład: 15h</w:t>
            </w:r>
          </w:p>
          <w:p w14:paraId="7524E6BA" w14:textId="77777777" w:rsidR="0085747A" w:rsidRPr="009C54AE" w:rsidRDefault="005D2B32" w:rsidP="005D2B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Ćwiczenia: 15h</w:t>
            </w:r>
          </w:p>
        </w:tc>
      </w:tr>
      <w:tr w:rsidR="00C61DC5" w:rsidRPr="009C54AE" w14:paraId="577FCA77" w14:textId="77777777" w:rsidTr="00923D7D">
        <w:tc>
          <w:tcPr>
            <w:tcW w:w="4962" w:type="dxa"/>
          </w:tcPr>
          <w:p w14:paraId="59D8EE3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7237831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6AD7574" w14:textId="77777777" w:rsidR="00C61DC5" w:rsidRPr="009C54AE" w:rsidRDefault="005D2B3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6h</w:t>
            </w:r>
          </w:p>
        </w:tc>
      </w:tr>
      <w:tr w:rsidR="00C61DC5" w:rsidRPr="009C54AE" w14:paraId="42E74889" w14:textId="77777777" w:rsidTr="00923D7D">
        <w:tc>
          <w:tcPr>
            <w:tcW w:w="4962" w:type="dxa"/>
          </w:tcPr>
          <w:p w14:paraId="5C87239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76CB14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</w:t>
            </w:r>
            <w:r w:rsidRPr="000278DF">
              <w:rPr>
                <w:rFonts w:ascii="Corbel" w:hAnsi="Corbel"/>
                <w:sz w:val="24"/>
                <w:szCs w:val="24"/>
              </w:rPr>
              <w:t>przygotowanie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do zajęć, egzaminu, napisanie referatu itp.)</w:t>
            </w:r>
          </w:p>
        </w:tc>
        <w:tc>
          <w:tcPr>
            <w:tcW w:w="4677" w:type="dxa"/>
          </w:tcPr>
          <w:p w14:paraId="2FD96900" w14:textId="77777777" w:rsidR="00C61DC5" w:rsidRDefault="005D2B3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Przygotowanie do ćwiczeń: 30h</w:t>
            </w:r>
          </w:p>
          <w:p w14:paraId="429E0309" w14:textId="77777777" w:rsidR="005D2B32" w:rsidRPr="009C54AE" w:rsidRDefault="005D2B3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egzaminu: 35h</w:t>
            </w:r>
          </w:p>
        </w:tc>
      </w:tr>
      <w:tr w:rsidR="0085747A" w:rsidRPr="009C54AE" w14:paraId="7668F9E3" w14:textId="77777777" w:rsidTr="00923D7D">
        <w:tc>
          <w:tcPr>
            <w:tcW w:w="4962" w:type="dxa"/>
          </w:tcPr>
          <w:p w14:paraId="3DD688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A41B927" w14:textId="77777777" w:rsidR="0085747A" w:rsidRPr="009C54AE" w:rsidRDefault="005D2B3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101</w:t>
            </w:r>
          </w:p>
        </w:tc>
      </w:tr>
      <w:tr w:rsidR="0085747A" w:rsidRPr="009C54AE" w14:paraId="587E017A" w14:textId="77777777" w:rsidTr="00923D7D">
        <w:tc>
          <w:tcPr>
            <w:tcW w:w="4962" w:type="dxa"/>
          </w:tcPr>
          <w:p w14:paraId="344768C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28CA40B" w14:textId="77777777" w:rsidR="0085747A" w:rsidRPr="009C54AE" w:rsidRDefault="005D2B3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50B8A1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6BDC6A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7C0D1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70F7D0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F6659CC" w14:textId="77777777" w:rsidTr="0071620A">
        <w:trPr>
          <w:trHeight w:val="397"/>
        </w:trPr>
        <w:tc>
          <w:tcPr>
            <w:tcW w:w="3544" w:type="dxa"/>
          </w:tcPr>
          <w:p w14:paraId="683B720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B92F24D" w14:textId="77777777" w:rsidR="0085747A" w:rsidRPr="009C54AE" w:rsidRDefault="005D2B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</w:t>
            </w:r>
          </w:p>
        </w:tc>
      </w:tr>
      <w:tr w:rsidR="0085747A" w:rsidRPr="009C54AE" w14:paraId="1219612F" w14:textId="77777777" w:rsidTr="0071620A">
        <w:trPr>
          <w:trHeight w:val="397"/>
        </w:trPr>
        <w:tc>
          <w:tcPr>
            <w:tcW w:w="3544" w:type="dxa"/>
          </w:tcPr>
          <w:p w14:paraId="748FE18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ECC63B1" w14:textId="77777777" w:rsidR="0085747A" w:rsidRPr="009C54AE" w:rsidRDefault="005D2B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</w:t>
            </w:r>
          </w:p>
        </w:tc>
      </w:tr>
    </w:tbl>
    <w:p w14:paraId="72B2006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C6F97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95E0A8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EBDCA6C" w14:textId="77777777" w:rsidTr="0071620A">
        <w:trPr>
          <w:trHeight w:val="397"/>
        </w:trPr>
        <w:tc>
          <w:tcPr>
            <w:tcW w:w="7513" w:type="dxa"/>
          </w:tcPr>
          <w:p w14:paraId="67C78A67" w14:textId="77777777" w:rsidR="00FE5ED6" w:rsidRPr="006B3CC7" w:rsidRDefault="00FE5ED6" w:rsidP="00FE5E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6B3CC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D1580AF" w14:textId="77777777" w:rsidR="00F9045E" w:rsidRDefault="00F9045E" w:rsidP="00D804E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t>Ustawa z dnia 6 czerwca 1997 r. Kodeks karny wykonawczy (</w:t>
            </w:r>
            <w:proofErr w:type="spellStart"/>
            <w:r>
              <w:t>t.j</w:t>
            </w:r>
            <w:proofErr w:type="spellEnd"/>
            <w:r>
              <w:t xml:space="preserve">. Dz. U. z 2020 r. poz. 523 z </w:t>
            </w:r>
            <w:proofErr w:type="spellStart"/>
            <w:r>
              <w:t>późn</w:t>
            </w:r>
            <w:proofErr w:type="spellEnd"/>
            <w:r>
              <w:t>. zm.).</w:t>
            </w:r>
          </w:p>
          <w:p w14:paraId="6CF6AFA9" w14:textId="77777777" w:rsidR="0085747A" w:rsidRPr="00D804E6" w:rsidRDefault="00FE5ED6" w:rsidP="00D804E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B3CC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J. Hołda, Z. Hołda, J. Migdał, B. Żórawska,  </w:t>
            </w:r>
            <w:r w:rsidRPr="006B3CC7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Prawo karne wykonawcze</w:t>
            </w:r>
            <w:r w:rsidRPr="006B3CC7">
              <w:rPr>
                <w:rFonts w:ascii="Corbel" w:eastAsia="Times New Roman" w:hAnsi="Corbel"/>
                <w:sz w:val="24"/>
                <w:szCs w:val="24"/>
                <w:lang w:eastAsia="pl-PL"/>
              </w:rPr>
              <w:t>, Wolters Kluwer 2017</w:t>
            </w:r>
          </w:p>
        </w:tc>
      </w:tr>
      <w:tr w:rsidR="0085747A" w:rsidRPr="009C54AE" w14:paraId="516A4FE8" w14:textId="77777777" w:rsidTr="0071620A">
        <w:trPr>
          <w:trHeight w:val="397"/>
        </w:trPr>
        <w:tc>
          <w:tcPr>
            <w:tcW w:w="7513" w:type="dxa"/>
          </w:tcPr>
          <w:p w14:paraId="620B7DF4" w14:textId="77777777" w:rsidR="00FE5ED6" w:rsidRPr="006B3CC7" w:rsidRDefault="00FE5ED6" w:rsidP="00FE5E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3CC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DEBE8FB" w14:textId="77777777" w:rsidR="00FE5ED6" w:rsidRPr="006B3CC7" w:rsidRDefault="00FE5ED6" w:rsidP="00FE5ED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B3CC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S. </w:t>
            </w:r>
            <w:proofErr w:type="spellStart"/>
            <w:r w:rsidRPr="006B3CC7">
              <w:rPr>
                <w:rFonts w:ascii="Corbel" w:eastAsia="Times New Roman" w:hAnsi="Corbel"/>
                <w:sz w:val="24"/>
                <w:szCs w:val="24"/>
                <w:lang w:eastAsia="pl-PL"/>
              </w:rPr>
              <w:t>Lelental</w:t>
            </w:r>
            <w:proofErr w:type="spellEnd"/>
            <w:r w:rsidRPr="006B3CC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6B3CC7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Kodeks karny wykonawczy. Komentarz</w:t>
            </w:r>
            <w:r w:rsidRPr="006B3CC7">
              <w:rPr>
                <w:rFonts w:ascii="Corbel" w:eastAsia="Times New Roman" w:hAnsi="Corbel"/>
                <w:sz w:val="24"/>
                <w:szCs w:val="24"/>
                <w:lang w:eastAsia="pl-PL"/>
              </w:rPr>
              <w:t>, C.H. Beck 2017</w:t>
            </w:r>
          </w:p>
          <w:p w14:paraId="0E55E23E" w14:textId="77777777" w:rsidR="00FE5ED6" w:rsidRDefault="00FE5ED6" w:rsidP="00FE5ED6">
            <w:pPr>
              <w:shd w:val="clear" w:color="auto" w:fill="FFFFFF"/>
              <w:spacing w:after="0" w:line="240" w:lineRule="auto"/>
              <w:ind w:left="14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T. Szymanowski, </w:t>
            </w:r>
            <w:r w:rsidRPr="00FE5ED6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Prawo karne wykonawc</w:t>
            </w:r>
            <w:r w:rsidR="004744A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ze z elementami polityki karnej</w:t>
            </w:r>
            <w:r w:rsidR="004744A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br/>
            </w:r>
            <w:r w:rsidRPr="00FE5ED6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i penitencjarnej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Wolters Kluwer 2017</w:t>
            </w:r>
          </w:p>
          <w:p w14:paraId="0FD51E26" w14:textId="77777777" w:rsidR="00FE5ED6" w:rsidRPr="006B3CC7" w:rsidRDefault="00FE5ED6" w:rsidP="00FE5ED6">
            <w:pPr>
              <w:shd w:val="clear" w:color="auto" w:fill="FFFFFF"/>
              <w:spacing w:after="0" w:line="240" w:lineRule="auto"/>
              <w:ind w:left="14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14:paraId="7DF23F10" w14:textId="77777777" w:rsidR="0085747A" w:rsidRPr="00FE5ED6" w:rsidRDefault="00FE5ED6" w:rsidP="00FE5ED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E5ED6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Orzeczenia Trybunału Konstytucyjnego i Sądu Najwyższego dotyczące przepisów Kodeksu karnego wykonawczego, wybrane orzeczenia </w:t>
            </w:r>
            <w:proofErr w:type="spellStart"/>
            <w:r w:rsidRPr="00FE5ED6">
              <w:rPr>
                <w:rFonts w:ascii="Corbel" w:eastAsia="Times New Roman" w:hAnsi="Corbel"/>
                <w:b w:val="0"/>
                <w:szCs w:val="24"/>
                <w:lang w:eastAsia="pl-PL"/>
              </w:rPr>
              <w:t>ETPCz</w:t>
            </w:r>
            <w:proofErr w:type="spellEnd"/>
            <w:r w:rsidRPr="00FE5ED6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 w zakresie prawa do wolności, prawa do godnego traktowania, prawa do prywatności oraz dostępne do nich komentarze i glosy.</w:t>
            </w:r>
          </w:p>
        </w:tc>
      </w:tr>
    </w:tbl>
    <w:p w14:paraId="7688644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97CC2D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4B055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6D004D" w14:textId="77777777" w:rsidR="00130B15" w:rsidRDefault="00130B15" w:rsidP="00C16ABF">
      <w:pPr>
        <w:spacing w:after="0" w:line="240" w:lineRule="auto"/>
      </w:pPr>
      <w:r>
        <w:separator/>
      </w:r>
    </w:p>
  </w:endnote>
  <w:endnote w:type="continuationSeparator" w:id="0">
    <w:p w14:paraId="2F17D43D" w14:textId="77777777" w:rsidR="00130B15" w:rsidRDefault="00130B1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DF82DF" w14:textId="77777777" w:rsidR="00130B15" w:rsidRDefault="00130B15" w:rsidP="00C16ABF">
      <w:pPr>
        <w:spacing w:after="0" w:line="240" w:lineRule="auto"/>
      </w:pPr>
      <w:r>
        <w:separator/>
      </w:r>
    </w:p>
  </w:footnote>
  <w:footnote w:type="continuationSeparator" w:id="0">
    <w:p w14:paraId="1140BBA7" w14:textId="77777777" w:rsidR="00130B15" w:rsidRDefault="00130B15" w:rsidP="00C16ABF">
      <w:pPr>
        <w:spacing w:after="0" w:line="240" w:lineRule="auto"/>
      </w:pPr>
      <w:r>
        <w:continuationSeparator/>
      </w:r>
    </w:p>
  </w:footnote>
  <w:footnote w:id="1">
    <w:p w14:paraId="35A3C3A9" w14:textId="77777777" w:rsidR="00F77AE8" w:rsidRDefault="00F77AE8" w:rsidP="00F77AE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5605B"/>
    <w:multiLevelType w:val="hybridMultilevel"/>
    <w:tmpl w:val="B268B1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F34EC3"/>
    <w:multiLevelType w:val="hybridMultilevel"/>
    <w:tmpl w:val="2E4205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32008E"/>
    <w:multiLevelType w:val="hybridMultilevel"/>
    <w:tmpl w:val="FFE498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8808272">
    <w:abstractNumId w:val="1"/>
  </w:num>
  <w:num w:numId="2" w16cid:durableId="749041964">
    <w:abstractNumId w:val="3"/>
  </w:num>
  <w:num w:numId="3" w16cid:durableId="701790019">
    <w:abstractNumId w:val="2"/>
  </w:num>
  <w:num w:numId="4" w16cid:durableId="204224748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78DF"/>
    <w:rsid w:val="00037948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0B15"/>
    <w:rsid w:val="00134B13"/>
    <w:rsid w:val="00142B00"/>
    <w:rsid w:val="00146BC0"/>
    <w:rsid w:val="00153C41"/>
    <w:rsid w:val="00154381"/>
    <w:rsid w:val="001640A7"/>
    <w:rsid w:val="00164FA7"/>
    <w:rsid w:val="00165255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06F04"/>
    <w:rsid w:val="002144C0"/>
    <w:rsid w:val="0022477D"/>
    <w:rsid w:val="002278A9"/>
    <w:rsid w:val="002336F9"/>
    <w:rsid w:val="0024028F"/>
    <w:rsid w:val="00244ABC"/>
    <w:rsid w:val="00276932"/>
    <w:rsid w:val="00281FF2"/>
    <w:rsid w:val="002857DE"/>
    <w:rsid w:val="00291567"/>
    <w:rsid w:val="00292582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78F3"/>
    <w:rsid w:val="003151C5"/>
    <w:rsid w:val="003343CF"/>
    <w:rsid w:val="00346FE9"/>
    <w:rsid w:val="0034759A"/>
    <w:rsid w:val="003503F6"/>
    <w:rsid w:val="003530DD"/>
    <w:rsid w:val="00363F78"/>
    <w:rsid w:val="00376386"/>
    <w:rsid w:val="003A0A5B"/>
    <w:rsid w:val="003A1176"/>
    <w:rsid w:val="003C0BAE"/>
    <w:rsid w:val="003D18A9"/>
    <w:rsid w:val="003D6CE2"/>
    <w:rsid w:val="003E18A1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C21"/>
    <w:rsid w:val="004706D1"/>
    <w:rsid w:val="00471326"/>
    <w:rsid w:val="004744A2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2486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D2B32"/>
    <w:rsid w:val="005E6E85"/>
    <w:rsid w:val="005F31D2"/>
    <w:rsid w:val="00604B97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10C4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D70DA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7518"/>
    <w:rsid w:val="00D552B2"/>
    <w:rsid w:val="00D608D1"/>
    <w:rsid w:val="00D648A2"/>
    <w:rsid w:val="00D74119"/>
    <w:rsid w:val="00D804E6"/>
    <w:rsid w:val="00D8075B"/>
    <w:rsid w:val="00D81B05"/>
    <w:rsid w:val="00D8678B"/>
    <w:rsid w:val="00DA2114"/>
    <w:rsid w:val="00DB6CF5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7AE8"/>
    <w:rsid w:val="00F83B28"/>
    <w:rsid w:val="00F9045E"/>
    <w:rsid w:val="00FA46E5"/>
    <w:rsid w:val="00FB7DBA"/>
    <w:rsid w:val="00FC1C25"/>
    <w:rsid w:val="00FC3F45"/>
    <w:rsid w:val="00FD503F"/>
    <w:rsid w:val="00FD7589"/>
    <w:rsid w:val="00FE5ED6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45267"/>
  <w15:docId w15:val="{E701F70F-F076-4385-B710-065614719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0A470F-88CF-455C-9096-508585577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7</Pages>
  <Words>1869</Words>
  <Characters>11219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2</cp:revision>
  <cp:lastPrinted>2019-02-06T12:12:00Z</cp:lastPrinted>
  <dcterms:created xsi:type="dcterms:W3CDTF">2023-10-24T09:05:00Z</dcterms:created>
  <dcterms:modified xsi:type="dcterms:W3CDTF">2023-10-24T09:05:00Z</dcterms:modified>
</cp:coreProperties>
</file>