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B5BA3FA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9F64FD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9F64FD">
        <w:rPr>
          <w:rFonts w:ascii="Corbel" w:hAnsi="Corbel"/>
          <w:bCs/>
          <w:i/>
        </w:rPr>
        <w:t>19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55E900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593E35">
        <w:rPr>
          <w:rFonts w:ascii="Corbel" w:hAnsi="Corbel"/>
          <w:i/>
          <w:smallCaps/>
          <w:sz w:val="24"/>
          <w:szCs w:val="24"/>
        </w:rPr>
        <w:t>1</w:t>
      </w:r>
      <w:r w:rsidR="00412E1D">
        <w:rPr>
          <w:rFonts w:ascii="Corbel" w:hAnsi="Corbel"/>
          <w:i/>
          <w:smallCaps/>
          <w:sz w:val="24"/>
          <w:szCs w:val="24"/>
        </w:rPr>
        <w:t>-2</w:t>
      </w:r>
      <w:r w:rsidR="00593E35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C0588E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593E35">
        <w:rPr>
          <w:rFonts w:ascii="Corbel" w:hAnsi="Corbel"/>
          <w:sz w:val="20"/>
          <w:szCs w:val="20"/>
        </w:rPr>
        <w:t>5</w:t>
      </w:r>
      <w:r w:rsidR="00412E1D">
        <w:rPr>
          <w:rFonts w:ascii="Corbel" w:hAnsi="Corbel"/>
          <w:sz w:val="20"/>
          <w:szCs w:val="20"/>
        </w:rPr>
        <w:t>/2</w:t>
      </w:r>
      <w:r w:rsidR="00593E35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6C27837A" w:rsidR="00412E1D" w:rsidRPr="009C54A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administracyjne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3FC26662" w:rsidR="00412E1D" w:rsidRPr="009C54AE" w:rsidRDefault="00412E1D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3BFBBF74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B4E3D66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1F53384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1E37837A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0247085C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6CB99E49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A1894A1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60B89098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315E939F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4911EDE9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3280EF14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5AFB1E63" w14:textId="1FB7A240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124CE07E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736F4" w14:textId="7EEC13D2" w:rsidR="00412E1D" w:rsidRPr="009C54AE" w:rsidRDefault="00412E1D" w:rsidP="00EE7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77777777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2021,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75DA45FA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2022.</w:t>
            </w: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9742" w14:textId="77777777" w:rsidR="001604B2" w:rsidRDefault="001604B2" w:rsidP="00C16ABF">
      <w:pPr>
        <w:spacing w:after="0" w:line="240" w:lineRule="auto"/>
      </w:pPr>
      <w:r>
        <w:separator/>
      </w:r>
    </w:p>
  </w:endnote>
  <w:endnote w:type="continuationSeparator" w:id="0">
    <w:p w14:paraId="65AAE896" w14:textId="77777777" w:rsidR="001604B2" w:rsidRDefault="001604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C2822" w14:textId="77777777" w:rsidR="001604B2" w:rsidRDefault="001604B2" w:rsidP="00C16ABF">
      <w:pPr>
        <w:spacing w:after="0" w:line="240" w:lineRule="auto"/>
      </w:pPr>
      <w:r>
        <w:separator/>
      </w:r>
    </w:p>
  </w:footnote>
  <w:footnote w:type="continuationSeparator" w:id="0">
    <w:p w14:paraId="715430DD" w14:textId="77777777" w:rsidR="001604B2" w:rsidRDefault="001604B2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69171">
    <w:abstractNumId w:val="0"/>
  </w:num>
  <w:num w:numId="2" w16cid:durableId="651523548">
    <w:abstractNumId w:val="2"/>
  </w:num>
  <w:num w:numId="3" w16cid:durableId="96308140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04B2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54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3E35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4F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29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5B52"/>
    <w:rsid w:val="00F17567"/>
    <w:rsid w:val="00F27A7B"/>
    <w:rsid w:val="00F373F1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226E5-2D56-47B3-A694-CA303B2C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2023-10-18T10:37:00Z</dcterms:created>
  <dcterms:modified xsi:type="dcterms:W3CDTF">2023-10-30T10:53:00Z</dcterms:modified>
</cp:coreProperties>
</file>