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C8653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6534">
        <w:rPr>
          <w:rFonts w:ascii="Corbel" w:hAnsi="Corbel"/>
          <w:b/>
          <w:smallCaps/>
          <w:sz w:val="24"/>
          <w:szCs w:val="24"/>
        </w:rPr>
        <w:t>SYLABUS</w:t>
      </w:r>
    </w:p>
    <w:p w14:paraId="49CB7ABB" w14:textId="77777777" w:rsidR="00C86534" w:rsidRPr="00C86534" w:rsidRDefault="0071620A" w:rsidP="00C8653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8653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86534">
        <w:rPr>
          <w:rFonts w:ascii="Corbel" w:hAnsi="Corbel"/>
          <w:b/>
          <w:smallCaps/>
          <w:sz w:val="24"/>
          <w:szCs w:val="24"/>
        </w:rPr>
        <w:t xml:space="preserve"> </w:t>
      </w:r>
      <w:r w:rsidR="00C86534" w:rsidRPr="00C86534">
        <w:rPr>
          <w:rFonts w:ascii="Corbel" w:hAnsi="Corbel"/>
          <w:b/>
          <w:smallCaps/>
          <w:sz w:val="24"/>
          <w:szCs w:val="24"/>
        </w:rPr>
        <w:t>2023/24-2027/28</w:t>
      </w:r>
      <w:r w:rsidR="00C86534" w:rsidRPr="00C86534">
        <w:rPr>
          <w:rFonts w:ascii="Corbel" w:hAnsi="Corbel"/>
          <w:i/>
          <w:smallCaps/>
          <w:sz w:val="24"/>
          <w:szCs w:val="24"/>
        </w:rPr>
        <w:t>.</w:t>
      </w:r>
      <w:r w:rsidR="00C86534" w:rsidRPr="00C8653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E3027CF" w14:textId="77777777" w:rsidR="00C86534" w:rsidRPr="00C86534" w:rsidRDefault="00C86534" w:rsidP="00C8653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8653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C86534">
        <w:rPr>
          <w:rFonts w:ascii="Corbel" w:hAnsi="Corbel"/>
          <w:i/>
          <w:sz w:val="20"/>
          <w:szCs w:val="20"/>
        </w:rPr>
        <w:t>(skrajne daty</w:t>
      </w:r>
      <w:r w:rsidRPr="00C86534">
        <w:rPr>
          <w:rFonts w:ascii="Corbel" w:hAnsi="Corbel"/>
          <w:sz w:val="20"/>
          <w:szCs w:val="20"/>
        </w:rPr>
        <w:t>)</w:t>
      </w:r>
    </w:p>
    <w:p w14:paraId="3873FBCD" w14:textId="4B45BFEC" w:rsidR="00C86534" w:rsidRPr="00B169DF" w:rsidRDefault="00C86534" w:rsidP="00C8653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86534">
        <w:rPr>
          <w:rFonts w:ascii="Corbel" w:hAnsi="Corbel"/>
          <w:sz w:val="20"/>
          <w:szCs w:val="20"/>
        </w:rPr>
        <w:tab/>
      </w:r>
      <w:r w:rsidRPr="00C86534">
        <w:rPr>
          <w:rFonts w:ascii="Corbel" w:hAnsi="Corbel"/>
          <w:sz w:val="20"/>
          <w:szCs w:val="20"/>
        </w:rPr>
        <w:tab/>
      </w:r>
      <w:r w:rsidRPr="00C86534">
        <w:rPr>
          <w:rFonts w:ascii="Corbel" w:hAnsi="Corbel"/>
          <w:sz w:val="20"/>
          <w:szCs w:val="20"/>
        </w:rPr>
        <w:tab/>
      </w:r>
      <w:r w:rsidRPr="00C86534">
        <w:rPr>
          <w:rFonts w:ascii="Corbel" w:hAnsi="Corbel"/>
          <w:sz w:val="20"/>
          <w:szCs w:val="20"/>
        </w:rPr>
        <w:tab/>
        <w:t>Rok akademicki  202</w:t>
      </w:r>
      <w:r w:rsidR="00BB4D7D">
        <w:rPr>
          <w:rFonts w:ascii="Corbel" w:hAnsi="Corbel"/>
          <w:sz w:val="20"/>
          <w:szCs w:val="20"/>
        </w:rPr>
        <w:t>7</w:t>
      </w:r>
      <w:r w:rsidRPr="00C86534">
        <w:rPr>
          <w:rFonts w:ascii="Corbel" w:hAnsi="Corbel"/>
          <w:sz w:val="20"/>
          <w:szCs w:val="20"/>
        </w:rPr>
        <w:t>/2</w:t>
      </w:r>
      <w:r w:rsidR="00BB4D7D">
        <w:rPr>
          <w:rFonts w:ascii="Corbel" w:hAnsi="Corbel"/>
          <w:sz w:val="20"/>
          <w:szCs w:val="20"/>
        </w:rPr>
        <w:t>8</w:t>
      </w:r>
      <w:r w:rsidRPr="004A7416">
        <w:rPr>
          <w:rFonts w:ascii="Corbel" w:hAnsi="Corbel"/>
          <w:sz w:val="20"/>
          <w:szCs w:val="20"/>
        </w:rPr>
        <w:t xml:space="preserve"> </w:t>
      </w:r>
    </w:p>
    <w:p w14:paraId="6FC1597C" w14:textId="55CA37CC" w:rsidR="0085747A" w:rsidRPr="00B169DF" w:rsidRDefault="0085747A" w:rsidP="00C8653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64B83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B1C4104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Aplikacja komornicza – prawo i praktyka</w:t>
            </w:r>
          </w:p>
        </w:tc>
      </w:tr>
      <w:tr w:rsidR="00764B83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764B83" w:rsidRPr="00764B83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8653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1147032" w14:textId="77777777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  <w:tr w:rsidR="00764B83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764B83" w:rsidRPr="00B169DF" w:rsidRDefault="00764B8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45F71397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64B83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2B7593B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 xml:space="preserve">Zakład Postępowania Cywilnego </w:t>
            </w:r>
            <w:r w:rsidRPr="00764B83">
              <w:rPr>
                <w:rFonts w:ascii="Corbel" w:hAnsi="Corbel"/>
                <w:b w:val="0"/>
                <w:sz w:val="24"/>
                <w:szCs w:val="24"/>
              </w:rPr>
              <w:br/>
              <w:t xml:space="preserve">Instytut Nauk Prawnych </w:t>
            </w:r>
          </w:p>
        </w:tc>
      </w:tr>
      <w:tr w:rsidR="00764B83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3EE6E9F3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764B83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3BA9EDFD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764B83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1BCD2B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64B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64B83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723C720E" w:rsidR="00764B83" w:rsidRPr="00764B83" w:rsidRDefault="00B30F45" w:rsidP="00B30F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64B83" w:rsidRPr="00764B8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64B83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764B83" w:rsidRPr="00C86534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653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548FCBE0" w:rsidR="00764B83" w:rsidRPr="00C86534" w:rsidRDefault="00C865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6534">
              <w:rPr>
                <w:rFonts w:ascii="Corbel" w:hAnsi="Corbel"/>
                <w:b w:val="0"/>
                <w:sz w:val="24"/>
                <w:szCs w:val="24"/>
              </w:rPr>
              <w:t>Rok V, Semestr X</w:t>
            </w:r>
          </w:p>
        </w:tc>
      </w:tr>
      <w:tr w:rsidR="00764B83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0B8965F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764B83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46D6CAD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64B83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4EF06D8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Kościółek, prof. UR</w:t>
            </w:r>
          </w:p>
        </w:tc>
      </w:tr>
      <w:tr w:rsidR="00764B83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E67477" w14:textId="77777777" w:rsidR="00764B83" w:rsidRPr="00764B83" w:rsidRDefault="00764B8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Kościółek, prof. UR</w:t>
            </w:r>
          </w:p>
          <w:p w14:paraId="6C837949" w14:textId="540EFDED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C865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6534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C8653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6534">
              <w:rPr>
                <w:rFonts w:ascii="Corbel" w:hAnsi="Corbel"/>
                <w:szCs w:val="24"/>
              </w:rPr>
              <w:t>(</w:t>
            </w:r>
            <w:r w:rsidR="00363F78" w:rsidRPr="00C8653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C865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6534">
              <w:rPr>
                <w:rFonts w:ascii="Corbel" w:hAnsi="Corbel"/>
                <w:szCs w:val="24"/>
              </w:rPr>
              <w:t>Wykł</w:t>
            </w:r>
            <w:proofErr w:type="spellEnd"/>
            <w:r w:rsidRPr="00C8653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C865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653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C865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6534">
              <w:rPr>
                <w:rFonts w:ascii="Corbel" w:hAnsi="Corbel"/>
                <w:szCs w:val="24"/>
              </w:rPr>
              <w:t>Konw</w:t>
            </w:r>
            <w:proofErr w:type="spellEnd"/>
            <w:r w:rsidRPr="00C8653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C865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653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C865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6534">
              <w:rPr>
                <w:rFonts w:ascii="Corbel" w:hAnsi="Corbel"/>
                <w:szCs w:val="24"/>
              </w:rPr>
              <w:t>Sem</w:t>
            </w:r>
            <w:proofErr w:type="spellEnd"/>
            <w:r w:rsidRPr="00C8653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C865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653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C865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6534">
              <w:rPr>
                <w:rFonts w:ascii="Corbel" w:hAnsi="Corbel"/>
                <w:szCs w:val="24"/>
              </w:rPr>
              <w:t>Prakt</w:t>
            </w:r>
            <w:proofErr w:type="spellEnd"/>
            <w:r w:rsidRPr="00C8653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C865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653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C865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6534">
              <w:rPr>
                <w:rFonts w:ascii="Corbel" w:hAnsi="Corbel"/>
                <w:b/>
                <w:szCs w:val="24"/>
              </w:rPr>
              <w:t>Liczba pkt</w:t>
            </w:r>
            <w:r w:rsidR="00B90885" w:rsidRPr="00C86534">
              <w:rPr>
                <w:rFonts w:ascii="Corbel" w:hAnsi="Corbel"/>
                <w:b/>
                <w:szCs w:val="24"/>
              </w:rPr>
              <w:t>.</w:t>
            </w:r>
            <w:r w:rsidRPr="00C8653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64B83" w:rsidRPr="00B169DF" w14:paraId="6306D567" w14:textId="77777777" w:rsidTr="00206DC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63E3B745" w:rsidR="00764B83" w:rsidRPr="00C86534" w:rsidRDefault="00C865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6534">
              <w:rPr>
                <w:rFonts w:ascii="Corbel" w:hAnsi="Corbel"/>
                <w:b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5AB0BF84" w:rsidR="00764B83" w:rsidRPr="00C86534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764B83" w:rsidRPr="00C86534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49B01EA4" w:rsidR="00764B83" w:rsidRPr="00C86534" w:rsidRDefault="00C865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6534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764B83" w:rsidRPr="00C86534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764B83" w:rsidRPr="00C86534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764B83" w:rsidRPr="00C86534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764B83" w:rsidRPr="00C86534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764B83" w:rsidRPr="00C86534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3264112" w:rsidR="00764B83" w:rsidRPr="00C86534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6534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0C2A74E5" w:rsidR="0085747A" w:rsidRPr="00B169DF" w:rsidRDefault="00416FB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4DE0AF1A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0BF891" w14:textId="77777777" w:rsidR="00C86534" w:rsidRDefault="00C86534" w:rsidP="00C86534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b/>
          <w:sz w:val="24"/>
          <w:szCs w:val="24"/>
        </w:rPr>
        <w:t xml:space="preserve">Konwersatorium </w:t>
      </w:r>
      <w:r>
        <w:rPr>
          <w:rFonts w:ascii="Corbel" w:eastAsia="Cambria" w:hAnsi="Corbel"/>
          <w:sz w:val="24"/>
          <w:szCs w:val="24"/>
        </w:rPr>
        <w:t>– zaliczenie na ocenę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02BB7770" w:rsidR="0085747A" w:rsidRPr="00416FB5" w:rsidRDefault="00416F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6FB5">
              <w:rPr>
                <w:rFonts w:ascii="Corbel" w:hAnsi="Corbel"/>
                <w:b w:val="0"/>
                <w:iCs/>
                <w:smallCaps w:val="0"/>
                <w:szCs w:val="24"/>
              </w:rPr>
              <w:t>Wiedza z zakresu prawa cywilnego materialnego i procesowego.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16FB5" w:rsidRPr="00B169DF" w14:paraId="3370B0D4" w14:textId="77777777" w:rsidTr="00923D7D">
        <w:tc>
          <w:tcPr>
            <w:tcW w:w="851" w:type="dxa"/>
            <w:vAlign w:val="center"/>
          </w:tcPr>
          <w:p w14:paraId="14E4A467" w14:textId="651619E9" w:rsidR="00416FB5" w:rsidRPr="00416FB5" w:rsidRDefault="00416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83C030" w14:textId="1BECEDCB" w:rsidR="00416FB5" w:rsidRPr="00416FB5" w:rsidRDefault="00416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poznać praktyczne aspekty związane ze ścieżką zawodową pracy komornika sądowego.</w:t>
            </w:r>
          </w:p>
        </w:tc>
      </w:tr>
      <w:tr w:rsidR="00416FB5" w:rsidRPr="00B169DF" w14:paraId="497B1469" w14:textId="77777777" w:rsidTr="00923D7D">
        <w:tc>
          <w:tcPr>
            <w:tcW w:w="851" w:type="dxa"/>
            <w:vAlign w:val="center"/>
          </w:tcPr>
          <w:p w14:paraId="053C821F" w14:textId="0B69F39B" w:rsidR="00416FB5" w:rsidRPr="00416FB5" w:rsidRDefault="00416F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6FB5"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588F36" w14:textId="7AB341F8" w:rsidR="00416FB5" w:rsidRPr="00416FB5" w:rsidRDefault="00416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zapoznać się ze statusem prawnym komornika i jego zadaniami.</w:t>
            </w:r>
          </w:p>
        </w:tc>
      </w:tr>
      <w:tr w:rsidR="00416FB5" w:rsidRPr="00B169DF" w14:paraId="3D8D058C" w14:textId="77777777" w:rsidTr="00923D7D">
        <w:tc>
          <w:tcPr>
            <w:tcW w:w="851" w:type="dxa"/>
            <w:vAlign w:val="center"/>
          </w:tcPr>
          <w:p w14:paraId="11CADB7C" w14:textId="19E13099" w:rsidR="00416FB5" w:rsidRPr="00416FB5" w:rsidRDefault="00416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E52E7A2" w14:textId="6F122EF4" w:rsidR="00416FB5" w:rsidRPr="00416FB5" w:rsidRDefault="00416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uzyskać wiedzę dotyczącą nadzoru nad działalnością komornika oraz zasad ponoszenia odpowiedzialności.</w:t>
            </w:r>
          </w:p>
        </w:tc>
      </w:tr>
      <w:tr w:rsidR="00416FB5" w:rsidRPr="00B169DF" w14:paraId="47758658" w14:textId="77777777" w:rsidTr="00923D7D">
        <w:tc>
          <w:tcPr>
            <w:tcW w:w="851" w:type="dxa"/>
            <w:vAlign w:val="center"/>
          </w:tcPr>
          <w:p w14:paraId="60150659" w14:textId="27A02A86" w:rsidR="00416FB5" w:rsidRPr="00416FB5" w:rsidRDefault="00416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A16391" w14:textId="468C0F1A" w:rsidR="00416FB5" w:rsidRPr="00416FB5" w:rsidRDefault="00416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uzyskać wiedzę umożliwiającą mu przystąpienie do egzaminu wstępnego na aplikację komorniczą.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B169DF" w14:paraId="13985E3C" w14:textId="77777777" w:rsidTr="0071620A">
        <w:tc>
          <w:tcPr>
            <w:tcW w:w="1701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5E6E85">
        <w:tc>
          <w:tcPr>
            <w:tcW w:w="1701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E762DC" w14:textId="4E756B14" w:rsidR="0085747A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873" w:type="dxa"/>
          </w:tcPr>
          <w:p w14:paraId="43C86AB6" w14:textId="31D24DAA" w:rsidR="0085747A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K_W02</w:t>
            </w:r>
          </w:p>
        </w:tc>
      </w:tr>
      <w:tr w:rsidR="0085747A" w:rsidRPr="00B169DF" w14:paraId="0743ADBC" w14:textId="77777777" w:rsidTr="005E6E85">
        <w:tc>
          <w:tcPr>
            <w:tcW w:w="1701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D44BA6" w14:textId="0FBFC27B" w:rsidR="0085747A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 xml:space="preserve">Ma pogłębioną wiedzę na </w:t>
            </w:r>
            <w:r>
              <w:rPr>
                <w:rFonts w:ascii="Corbel" w:hAnsi="Corbel"/>
                <w:b w:val="0"/>
              </w:rPr>
              <w:t>temat procesów stosowania prawa</w:t>
            </w:r>
          </w:p>
        </w:tc>
        <w:tc>
          <w:tcPr>
            <w:tcW w:w="1873" w:type="dxa"/>
          </w:tcPr>
          <w:p w14:paraId="5F66D69A" w14:textId="02A6B0CB" w:rsidR="0085747A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K_W05</w:t>
            </w:r>
          </w:p>
        </w:tc>
      </w:tr>
      <w:tr w:rsidR="0085747A" w:rsidRPr="00B169DF" w14:paraId="2AA74C64" w14:textId="77777777" w:rsidTr="005E6E85">
        <w:tc>
          <w:tcPr>
            <w:tcW w:w="1701" w:type="dxa"/>
          </w:tcPr>
          <w:p w14:paraId="4A6CCC54" w14:textId="3798C2D1" w:rsidR="0085747A" w:rsidRPr="00B169DF" w:rsidRDefault="0085747A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16FB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E793D9" w14:textId="43CCF055" w:rsidR="0085747A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Zna i rozumie terminologię właściwą dla języka prawnego i prawniczego oraz zna i rozumie podstawowe pojęcia jakim</w:t>
            </w:r>
            <w:r>
              <w:rPr>
                <w:rFonts w:ascii="Corbel" w:hAnsi="Corbel"/>
                <w:b w:val="0"/>
              </w:rPr>
              <w:t>i posługują się nauki społeczne</w:t>
            </w:r>
          </w:p>
        </w:tc>
        <w:tc>
          <w:tcPr>
            <w:tcW w:w="1873" w:type="dxa"/>
          </w:tcPr>
          <w:p w14:paraId="311FC3CD" w14:textId="48377014" w:rsidR="0085747A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K_W06</w:t>
            </w:r>
          </w:p>
        </w:tc>
      </w:tr>
      <w:tr w:rsidR="00416FB5" w:rsidRPr="00B169DF" w14:paraId="5F3C342B" w14:textId="77777777" w:rsidTr="005E6E85">
        <w:tc>
          <w:tcPr>
            <w:tcW w:w="1701" w:type="dxa"/>
          </w:tcPr>
          <w:p w14:paraId="74B45FA5" w14:textId="11F8D592" w:rsidR="00416FB5" w:rsidRPr="00B169DF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6C63A26" w14:textId="57E77CFD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Ma pogłębioną wiedzę na temat zasad i norm etycznych oraz etyki zawod</w:t>
            </w:r>
            <w:r>
              <w:rPr>
                <w:rFonts w:ascii="Corbel" w:hAnsi="Corbel"/>
                <w:b w:val="0"/>
              </w:rPr>
              <w:t>owej</w:t>
            </w:r>
          </w:p>
        </w:tc>
        <w:tc>
          <w:tcPr>
            <w:tcW w:w="1873" w:type="dxa"/>
          </w:tcPr>
          <w:p w14:paraId="3DB18B5D" w14:textId="1BD19970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K_W09</w:t>
            </w:r>
          </w:p>
        </w:tc>
      </w:tr>
      <w:tr w:rsidR="00416FB5" w:rsidRPr="00B169DF" w14:paraId="743E4D96" w14:textId="77777777" w:rsidTr="005E6E85">
        <w:tc>
          <w:tcPr>
            <w:tcW w:w="1701" w:type="dxa"/>
          </w:tcPr>
          <w:p w14:paraId="23AA371B" w14:textId="54E9BEE4" w:rsidR="00416FB5" w:rsidRPr="00B169DF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410C659" w14:textId="78CF7CC4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Potrafi prawidłowo interpretować i wyjaśniać znac</w:t>
            </w:r>
            <w:r>
              <w:rPr>
                <w:rFonts w:ascii="Corbel" w:hAnsi="Corbel"/>
                <w:b w:val="0"/>
              </w:rPr>
              <w:t>zenie norm i stosunków prawnych</w:t>
            </w:r>
          </w:p>
        </w:tc>
        <w:tc>
          <w:tcPr>
            <w:tcW w:w="1873" w:type="dxa"/>
          </w:tcPr>
          <w:p w14:paraId="22961F5F" w14:textId="2D6865B9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K_U01</w:t>
            </w:r>
          </w:p>
        </w:tc>
      </w:tr>
      <w:tr w:rsidR="00416FB5" w:rsidRPr="00B169DF" w14:paraId="4310CC22" w14:textId="77777777" w:rsidTr="005E6E85">
        <w:tc>
          <w:tcPr>
            <w:tcW w:w="1701" w:type="dxa"/>
          </w:tcPr>
          <w:p w14:paraId="153357AD" w14:textId="77AFD07C" w:rsidR="00416FB5" w:rsidRPr="00B169DF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DB735C7" w14:textId="5173E213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 xml:space="preserve">Sprawnie posługuje się normami, regułami oraz instytucjami prawnymi obowiązującymi w polskim systemie prawa; w zależności od dokonanego samodzielnie wyboru posiada rozszerzone umiejętności rozwiązywania konkretnych problemów prawnych w </w:t>
            </w:r>
            <w:r>
              <w:rPr>
                <w:rFonts w:ascii="Corbel" w:hAnsi="Corbel"/>
                <w:b w:val="0"/>
              </w:rPr>
              <w:t>zakresie wybranych gałęzi prawa</w:t>
            </w:r>
          </w:p>
        </w:tc>
        <w:tc>
          <w:tcPr>
            <w:tcW w:w="1873" w:type="dxa"/>
          </w:tcPr>
          <w:p w14:paraId="2896FA65" w14:textId="78666EDC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K_U05</w:t>
            </w:r>
          </w:p>
        </w:tc>
      </w:tr>
      <w:tr w:rsidR="00416FB5" w:rsidRPr="00B169DF" w14:paraId="3AB85064" w14:textId="77777777" w:rsidTr="005E6E85">
        <w:tc>
          <w:tcPr>
            <w:tcW w:w="1701" w:type="dxa"/>
          </w:tcPr>
          <w:p w14:paraId="250D97CB" w14:textId="19569073" w:rsidR="00416FB5" w:rsidRPr="00B169DF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158515CC" w14:textId="67865F82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Potrafi sprawnie posługiwać się tekstami aktów normatywnych i interpretować je z wy</w:t>
            </w:r>
            <w:r>
              <w:rPr>
                <w:rFonts w:ascii="Corbel" w:hAnsi="Corbel"/>
                <w:b w:val="0"/>
              </w:rPr>
              <w:t>korzystaniem języka prawniczego</w:t>
            </w:r>
          </w:p>
        </w:tc>
        <w:tc>
          <w:tcPr>
            <w:tcW w:w="1873" w:type="dxa"/>
          </w:tcPr>
          <w:p w14:paraId="2DA1FECA" w14:textId="4FE97881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K_U08</w:t>
            </w:r>
          </w:p>
        </w:tc>
      </w:tr>
      <w:tr w:rsidR="00416FB5" w:rsidRPr="00B169DF" w14:paraId="2A8F00CE" w14:textId="77777777" w:rsidTr="005E6E85">
        <w:tc>
          <w:tcPr>
            <w:tcW w:w="1701" w:type="dxa"/>
          </w:tcPr>
          <w:p w14:paraId="4BF0F155" w14:textId="2358968E" w:rsidR="00416FB5" w:rsidRPr="00B169DF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75671E05" w14:textId="229698C0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 xml:space="preserve">Wykorzystując posiadaną wiedzę teoretyczną i umiejętność samodzielnego proponowania rozwiązań </w:t>
            </w:r>
            <w:r w:rsidRPr="00794C18">
              <w:rPr>
                <w:rFonts w:ascii="Corbel" w:hAnsi="Corbel"/>
                <w:b w:val="0"/>
              </w:rPr>
              <w:lastRenderedPageBreak/>
              <w:t>posiada umiejętność sporządzania podstawowych dokumentów oraz pism procesowych oraz w zależności od dokonanego samodzielnie wyboru posiada rozszerzone umiejętności w tym zakresie w odnies</w:t>
            </w:r>
            <w:r>
              <w:rPr>
                <w:rFonts w:ascii="Corbel" w:hAnsi="Corbel"/>
                <w:b w:val="0"/>
              </w:rPr>
              <w:t>ieniu do wybranych gałęzi prawa</w:t>
            </w:r>
          </w:p>
        </w:tc>
        <w:tc>
          <w:tcPr>
            <w:tcW w:w="1873" w:type="dxa"/>
          </w:tcPr>
          <w:p w14:paraId="0FF7A559" w14:textId="470543E7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lastRenderedPageBreak/>
              <w:t>K_U09</w:t>
            </w:r>
          </w:p>
        </w:tc>
      </w:tr>
      <w:tr w:rsidR="00416FB5" w:rsidRPr="00B169DF" w14:paraId="219BA837" w14:textId="77777777" w:rsidTr="005E6E85">
        <w:tc>
          <w:tcPr>
            <w:tcW w:w="1701" w:type="dxa"/>
          </w:tcPr>
          <w:p w14:paraId="4B1E9E86" w14:textId="1605E92E" w:rsidR="00416FB5" w:rsidRPr="00B169DF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70B463A7" w14:textId="6446398D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Potrafi dokonać subsumcji określonego stanu faktycz</w:t>
            </w:r>
            <w:r>
              <w:rPr>
                <w:rFonts w:ascii="Corbel" w:hAnsi="Corbel"/>
                <w:b w:val="0"/>
              </w:rPr>
              <w:t>nego do normy lub norm prawnych</w:t>
            </w:r>
          </w:p>
        </w:tc>
        <w:tc>
          <w:tcPr>
            <w:tcW w:w="1873" w:type="dxa"/>
          </w:tcPr>
          <w:p w14:paraId="535FE9DD" w14:textId="7A9CBB6A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K_U10</w:t>
            </w:r>
          </w:p>
        </w:tc>
      </w:tr>
      <w:tr w:rsidR="00416FB5" w:rsidRPr="00B169DF" w14:paraId="6BC5BAEA" w14:textId="77777777" w:rsidTr="005E6E85">
        <w:tc>
          <w:tcPr>
            <w:tcW w:w="1701" w:type="dxa"/>
          </w:tcPr>
          <w:p w14:paraId="33636DA6" w14:textId="4181EDB2" w:rsidR="00416FB5" w:rsidRPr="009A3CE1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62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087244C3" w14:textId="218146B2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Posiada umiejętność wykorzystania zdobytej wiedzy teoretycznej oraz doboru właściwej metody dla rozwiązani</w:t>
            </w:r>
            <w:r>
              <w:rPr>
                <w:rFonts w:ascii="Corbel" w:hAnsi="Corbel"/>
                <w:b w:val="0"/>
              </w:rPr>
              <w:t>a określonego problemu prawnego</w:t>
            </w:r>
          </w:p>
        </w:tc>
        <w:tc>
          <w:tcPr>
            <w:tcW w:w="1873" w:type="dxa"/>
          </w:tcPr>
          <w:p w14:paraId="22C49CF2" w14:textId="508918AB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K_U16</w:t>
            </w:r>
          </w:p>
        </w:tc>
      </w:tr>
      <w:tr w:rsidR="00416FB5" w:rsidRPr="00B169DF" w14:paraId="0753CFAD" w14:textId="77777777" w:rsidTr="005E6E85">
        <w:tc>
          <w:tcPr>
            <w:tcW w:w="1701" w:type="dxa"/>
          </w:tcPr>
          <w:p w14:paraId="2DD5C14B" w14:textId="04282BDE" w:rsidR="00416FB5" w:rsidRPr="009A3CE1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62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7C652ADE" w14:textId="4ACB015E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 xml:space="preserve">Jest przygotowany do współdziałania i pracy w zorganizowanej grupie, kierowania ich pracą oraz do </w:t>
            </w:r>
            <w:r>
              <w:rPr>
                <w:rFonts w:ascii="Corbel" w:hAnsi="Corbel"/>
                <w:b w:val="0"/>
              </w:rPr>
              <w:t>przyjmowania w niej różnych ról</w:t>
            </w:r>
          </w:p>
        </w:tc>
        <w:tc>
          <w:tcPr>
            <w:tcW w:w="1873" w:type="dxa"/>
          </w:tcPr>
          <w:p w14:paraId="502A7192" w14:textId="20B37675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K_K02</w:t>
            </w:r>
          </w:p>
        </w:tc>
      </w:tr>
      <w:tr w:rsidR="00416FB5" w:rsidRPr="00B169DF" w14:paraId="071D82C5" w14:textId="77777777" w:rsidTr="005E6E85">
        <w:tc>
          <w:tcPr>
            <w:tcW w:w="1701" w:type="dxa"/>
          </w:tcPr>
          <w:p w14:paraId="3552C6F6" w14:textId="4D6A7D78" w:rsidR="00416FB5" w:rsidRPr="009A3CE1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62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</w:tcPr>
          <w:p w14:paraId="43A79E2A" w14:textId="4EAFB3E3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 xml:space="preserve">Rozumie konieczność stosowania etycznych zasad </w:t>
            </w:r>
            <w:r>
              <w:rPr>
                <w:rFonts w:ascii="Corbel" w:hAnsi="Corbel"/>
                <w:b w:val="0"/>
              </w:rPr>
              <w:t>w życiu zawodowym prawnika</w:t>
            </w:r>
          </w:p>
        </w:tc>
        <w:tc>
          <w:tcPr>
            <w:tcW w:w="1873" w:type="dxa"/>
          </w:tcPr>
          <w:p w14:paraId="106B8016" w14:textId="0CCD9271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923D7D">
        <w:tc>
          <w:tcPr>
            <w:tcW w:w="9639" w:type="dxa"/>
          </w:tcPr>
          <w:p w14:paraId="7424BC12" w14:textId="77777777" w:rsidR="0085747A" w:rsidRPr="00C8653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C86534">
              <w:rPr>
                <w:rFonts w:ascii="Corbel" w:hAnsi="Corbel"/>
                <w:b/>
                <w:strike/>
                <w:sz w:val="24"/>
                <w:szCs w:val="24"/>
              </w:rPr>
              <w:t>Treści merytoryczne</w:t>
            </w:r>
          </w:p>
        </w:tc>
      </w:tr>
      <w:tr w:rsidR="00794C18" w:rsidRPr="00B169DF" w14:paraId="5B5344AE" w14:textId="77777777" w:rsidTr="00923D7D">
        <w:tc>
          <w:tcPr>
            <w:tcW w:w="9639" w:type="dxa"/>
          </w:tcPr>
          <w:p w14:paraId="54299C05" w14:textId="0DDF1B1F" w:rsidR="00794C18" w:rsidRPr="00B169DF" w:rsidRDefault="00794C18" w:rsidP="00794C1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C8653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6534">
        <w:rPr>
          <w:rFonts w:ascii="Corbel" w:hAnsi="Corbel"/>
          <w:sz w:val="24"/>
          <w:szCs w:val="24"/>
        </w:rPr>
        <w:t xml:space="preserve">Problematyka </w:t>
      </w:r>
      <w:r w:rsidRPr="00C86534">
        <w:rPr>
          <w:rFonts w:ascii="Corbel" w:hAnsi="Corbel"/>
          <w:strike/>
          <w:sz w:val="24"/>
          <w:szCs w:val="24"/>
        </w:rPr>
        <w:t>ćwiczeń</w:t>
      </w:r>
      <w:r w:rsidRPr="00C86534">
        <w:rPr>
          <w:rFonts w:ascii="Corbel" w:hAnsi="Corbel"/>
          <w:sz w:val="24"/>
          <w:szCs w:val="24"/>
        </w:rPr>
        <w:t>, konwersator</w:t>
      </w:r>
      <w:r w:rsidR="005F76A3" w:rsidRPr="00C86534">
        <w:rPr>
          <w:rFonts w:ascii="Corbel" w:hAnsi="Corbel"/>
          <w:sz w:val="24"/>
          <w:szCs w:val="24"/>
        </w:rPr>
        <w:t>iów</w:t>
      </w:r>
      <w:r w:rsidRPr="00C86534">
        <w:rPr>
          <w:rFonts w:ascii="Corbel" w:hAnsi="Corbel"/>
          <w:sz w:val="24"/>
          <w:szCs w:val="24"/>
        </w:rPr>
        <w:t xml:space="preserve">, </w:t>
      </w:r>
      <w:r w:rsidRPr="00C86534">
        <w:rPr>
          <w:rFonts w:ascii="Corbel" w:hAnsi="Corbel"/>
          <w:strike/>
          <w:sz w:val="24"/>
          <w:szCs w:val="24"/>
        </w:rPr>
        <w:t>laborator</w:t>
      </w:r>
      <w:r w:rsidR="005F76A3" w:rsidRPr="00C86534">
        <w:rPr>
          <w:rFonts w:ascii="Corbel" w:hAnsi="Corbel"/>
          <w:strike/>
          <w:sz w:val="24"/>
          <w:szCs w:val="24"/>
        </w:rPr>
        <w:t>iów</w:t>
      </w:r>
      <w:r w:rsidR="009F4610" w:rsidRPr="00C86534">
        <w:rPr>
          <w:rFonts w:ascii="Corbel" w:hAnsi="Corbel"/>
          <w:strike/>
          <w:sz w:val="24"/>
          <w:szCs w:val="24"/>
        </w:rPr>
        <w:t xml:space="preserve">, </w:t>
      </w:r>
      <w:r w:rsidRPr="00C86534">
        <w:rPr>
          <w:rFonts w:ascii="Corbel" w:hAnsi="Corbel"/>
          <w:strike/>
          <w:sz w:val="24"/>
          <w:szCs w:val="24"/>
        </w:rPr>
        <w:t>zajęć praktycznych</w:t>
      </w:r>
      <w:r w:rsidRPr="00C86534">
        <w:rPr>
          <w:rFonts w:ascii="Corbel" w:hAnsi="Corbel"/>
          <w:sz w:val="24"/>
          <w:szCs w:val="24"/>
        </w:rPr>
        <w:t xml:space="preserve"> </w:t>
      </w:r>
    </w:p>
    <w:p w14:paraId="7677F42F" w14:textId="77777777" w:rsidR="0085747A" w:rsidRPr="00C8653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86534" w14:paraId="0931B5AE" w14:textId="77777777" w:rsidTr="00923D7D">
        <w:tc>
          <w:tcPr>
            <w:tcW w:w="9639" w:type="dxa"/>
          </w:tcPr>
          <w:p w14:paraId="72DFA7B5" w14:textId="77777777" w:rsidR="0085747A" w:rsidRPr="00C8653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C8653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00923D7D">
        <w:tc>
          <w:tcPr>
            <w:tcW w:w="9639" w:type="dxa"/>
          </w:tcPr>
          <w:p w14:paraId="24EDF24E" w14:textId="77777777" w:rsidR="00C86534" w:rsidRPr="00794C18" w:rsidRDefault="00C86534" w:rsidP="00C86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Status prawny komornika sądowego </w:t>
            </w:r>
          </w:p>
          <w:p w14:paraId="57754E2F" w14:textId="77777777" w:rsidR="00C86534" w:rsidRPr="00794C18" w:rsidRDefault="00C86534" w:rsidP="00C86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Zadania komorników </w:t>
            </w:r>
          </w:p>
          <w:p w14:paraId="4A455596" w14:textId="77777777" w:rsidR="00C86534" w:rsidRPr="00794C18" w:rsidRDefault="00C86534" w:rsidP="00C86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Aplikacja komornicza – egzamin wstępny  </w:t>
            </w:r>
          </w:p>
          <w:p w14:paraId="60F146A3" w14:textId="77777777" w:rsidR="00C86534" w:rsidRPr="00794C18" w:rsidRDefault="00C86534" w:rsidP="00C86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>Aplikacja komornicza – przebieg aplikacji i egzamin końcowy</w:t>
            </w:r>
          </w:p>
          <w:p w14:paraId="232FD1AE" w14:textId="77777777" w:rsidR="00C86534" w:rsidRPr="00794C18" w:rsidRDefault="00C86534" w:rsidP="00C86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Asesor komorniczy i jego zadania </w:t>
            </w:r>
          </w:p>
          <w:p w14:paraId="7C8BBA5A" w14:textId="77777777" w:rsidR="00C86534" w:rsidRPr="00794C18" w:rsidRDefault="00C86534" w:rsidP="00C86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Powoływanie i odwoływanie komorników </w:t>
            </w:r>
          </w:p>
          <w:p w14:paraId="17790D1A" w14:textId="77777777" w:rsidR="00C86534" w:rsidRPr="00794C18" w:rsidRDefault="00C86534" w:rsidP="00C86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Prawa i obowiązki komorników </w:t>
            </w:r>
          </w:p>
          <w:p w14:paraId="19F86268" w14:textId="77777777" w:rsidR="00C86534" w:rsidRPr="00794C18" w:rsidRDefault="00C86534" w:rsidP="00C86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Nadzór nad komornikami </w:t>
            </w:r>
          </w:p>
          <w:p w14:paraId="53138F7A" w14:textId="68E3FFF4" w:rsidR="0085747A" w:rsidRPr="00B169DF" w:rsidRDefault="00C86534" w:rsidP="00C865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>Odpowiedzialność komorników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D13EA46" w14:textId="77777777" w:rsidR="00C86534" w:rsidRPr="00B169DF" w:rsidRDefault="00C8653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B29BE9" w14:textId="77777777" w:rsidR="00C86534" w:rsidRDefault="00C86534" w:rsidP="00C86534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Konwersatorium: </w:t>
      </w:r>
      <w:r>
        <w:rPr>
          <w:rFonts w:ascii="Corbel" w:hAnsi="Corbel"/>
          <w:sz w:val="24"/>
          <w:szCs w:val="24"/>
        </w:rPr>
        <w:t>wykład konwersatoryjny, wykład z prezentacją multimedialną, metody kształcenia na odległość</w:t>
      </w:r>
      <w:r>
        <w:rPr>
          <w:rFonts w:ascii="Corbel" w:hAnsi="Corbel"/>
          <w:b/>
          <w:sz w:val="24"/>
          <w:szCs w:val="24"/>
        </w:rPr>
        <w:t xml:space="preserve">. </w:t>
      </w:r>
      <w:r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64C3BF" w14:textId="77777777" w:rsidR="00C446A1" w:rsidRDefault="00C446A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B6363A" w14:textId="77777777" w:rsidR="00C446A1" w:rsidRDefault="00C446A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86534" w:rsidRPr="00B169DF" w14:paraId="3A51B283" w14:textId="77777777" w:rsidTr="00C05F44">
        <w:tc>
          <w:tcPr>
            <w:tcW w:w="1985" w:type="dxa"/>
          </w:tcPr>
          <w:p w14:paraId="6267168D" w14:textId="77777777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D90EF1" w14:textId="63C8D361" w:rsidR="00C86534" w:rsidRPr="00C446A1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4D1F06B9" w14:textId="0E770F73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86534" w:rsidRPr="00B169DF" w14:paraId="635E67C7" w14:textId="77777777" w:rsidTr="00C05F44">
        <w:tc>
          <w:tcPr>
            <w:tcW w:w="1985" w:type="dxa"/>
          </w:tcPr>
          <w:p w14:paraId="6B3A141E" w14:textId="77777777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22BC82" w14:textId="597F8377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5A69994" w14:textId="29E707FF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86534" w:rsidRPr="00B169DF" w14:paraId="309BB57F" w14:textId="77777777" w:rsidTr="00C05F44">
        <w:tc>
          <w:tcPr>
            <w:tcW w:w="1985" w:type="dxa"/>
          </w:tcPr>
          <w:p w14:paraId="48F542CA" w14:textId="4392C1B5" w:rsidR="00C86534" w:rsidRPr="00B169DF" w:rsidRDefault="00C86534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0CB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4100A3D" w14:textId="3DBE69F9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6658B3E" w14:textId="5003B147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86534" w:rsidRPr="00B169DF" w14:paraId="07970021" w14:textId="77777777" w:rsidTr="00C05F44">
        <w:tc>
          <w:tcPr>
            <w:tcW w:w="1985" w:type="dxa"/>
          </w:tcPr>
          <w:p w14:paraId="608E993C" w14:textId="4DDF90AF" w:rsidR="00C86534" w:rsidRPr="00B169DF" w:rsidRDefault="00C86534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0CB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999734E" w14:textId="0B0AD7D0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EE94F60" w14:textId="10CC5507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86534" w:rsidRPr="00B169DF" w14:paraId="67AA0F16" w14:textId="77777777" w:rsidTr="00C05F44">
        <w:tc>
          <w:tcPr>
            <w:tcW w:w="1985" w:type="dxa"/>
          </w:tcPr>
          <w:p w14:paraId="39918264" w14:textId="6607360B" w:rsidR="00C86534" w:rsidRPr="00B169DF" w:rsidRDefault="00C86534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0CB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E44108B" w14:textId="6E0A0204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343B72A6" w14:textId="3695FA3B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86534" w:rsidRPr="00B169DF" w14:paraId="7F5A6437" w14:textId="77777777" w:rsidTr="00C05F44">
        <w:tc>
          <w:tcPr>
            <w:tcW w:w="1985" w:type="dxa"/>
          </w:tcPr>
          <w:p w14:paraId="0211B575" w14:textId="1D1DE200" w:rsidR="00C86534" w:rsidRPr="00B169DF" w:rsidRDefault="00C86534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0CB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7C6B03A5" w14:textId="44C00F8B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3077CF59" w14:textId="6C0E9D2A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86534" w:rsidRPr="00B169DF" w14:paraId="6F51C0EF" w14:textId="77777777" w:rsidTr="00C05F44">
        <w:tc>
          <w:tcPr>
            <w:tcW w:w="1985" w:type="dxa"/>
          </w:tcPr>
          <w:p w14:paraId="49C39ED8" w14:textId="5C174D8F" w:rsidR="00C86534" w:rsidRPr="00B169DF" w:rsidRDefault="00C86534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0CB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70B1B0E3" w14:textId="0ED0D0CB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6BDBEE4C" w14:textId="5BC3108B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86534" w:rsidRPr="00B169DF" w14:paraId="6BC53D18" w14:textId="77777777" w:rsidTr="00C05F44">
        <w:tc>
          <w:tcPr>
            <w:tcW w:w="1985" w:type="dxa"/>
          </w:tcPr>
          <w:p w14:paraId="2E637D3F" w14:textId="050AB781" w:rsidR="00C86534" w:rsidRPr="00B169DF" w:rsidRDefault="00C86534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0CB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14:paraId="39C8AD6F" w14:textId="74E23DC2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26C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2B2431B" w14:textId="040BFEE6" w:rsidR="00C86534" w:rsidRPr="00B169DF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86534" w:rsidRPr="00B169DF" w14:paraId="3855ADBD" w14:textId="77777777" w:rsidTr="00C05F44">
        <w:tc>
          <w:tcPr>
            <w:tcW w:w="1985" w:type="dxa"/>
          </w:tcPr>
          <w:p w14:paraId="068297F8" w14:textId="5ED3AD9D" w:rsidR="00C86534" w:rsidRPr="00460CB8" w:rsidRDefault="00C86534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4EE2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5528" w:type="dxa"/>
          </w:tcPr>
          <w:p w14:paraId="5B0CB44C" w14:textId="048EBC93" w:rsidR="00C86534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26C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16DB216" w14:textId="57F50F85" w:rsidR="00C86534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86534" w:rsidRPr="00B169DF" w14:paraId="3A42E5B3" w14:textId="77777777" w:rsidTr="00C05F44">
        <w:tc>
          <w:tcPr>
            <w:tcW w:w="1985" w:type="dxa"/>
          </w:tcPr>
          <w:p w14:paraId="49F70AE5" w14:textId="2F5F8C35" w:rsidR="00C86534" w:rsidRPr="00460CB8" w:rsidRDefault="00C86534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4EE2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528" w:type="dxa"/>
          </w:tcPr>
          <w:p w14:paraId="2569C7DD" w14:textId="02AB223D" w:rsidR="00C86534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26C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6252680" w14:textId="7E0E908B" w:rsidR="00C86534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86534" w:rsidRPr="00B169DF" w14:paraId="024EC360" w14:textId="77777777" w:rsidTr="00C05F44">
        <w:tc>
          <w:tcPr>
            <w:tcW w:w="1985" w:type="dxa"/>
          </w:tcPr>
          <w:p w14:paraId="3372DEC4" w14:textId="35AE7196" w:rsidR="00C86534" w:rsidRPr="00460CB8" w:rsidRDefault="00C86534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4EE2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528" w:type="dxa"/>
          </w:tcPr>
          <w:p w14:paraId="58D8DDC4" w14:textId="22899CBB" w:rsidR="00C86534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26C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2C09CDF" w14:textId="1EC61C9F" w:rsidR="00C86534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86534" w:rsidRPr="00B169DF" w14:paraId="0A0275FF" w14:textId="77777777" w:rsidTr="00C05F44">
        <w:tc>
          <w:tcPr>
            <w:tcW w:w="1985" w:type="dxa"/>
          </w:tcPr>
          <w:p w14:paraId="22A9DB5F" w14:textId="7060F2DD" w:rsidR="00C86534" w:rsidRPr="00460CB8" w:rsidRDefault="00C86534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4EE2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528" w:type="dxa"/>
          </w:tcPr>
          <w:p w14:paraId="69518668" w14:textId="348B9219" w:rsidR="00C86534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26C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79E2BC7" w14:textId="219164A0" w:rsidR="00C86534" w:rsidRDefault="00C865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CF36F9" w14:textId="373461B6" w:rsidR="00BB5685" w:rsidRPr="00BB5685" w:rsidRDefault="00C86534" w:rsidP="00BB5685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>
              <w:rPr>
                <w:rFonts w:ascii="Corbel" w:eastAsia="Cambria" w:hAnsi="Corbel"/>
                <w:b/>
                <w:sz w:val="24"/>
                <w:szCs w:val="24"/>
              </w:rPr>
              <w:t>Kolokwium</w:t>
            </w:r>
            <w:r w:rsidR="00BB5685" w:rsidRPr="00BB5685">
              <w:rPr>
                <w:rFonts w:ascii="Corbel" w:eastAsia="Cambria" w:hAnsi="Corbel"/>
                <w:b/>
                <w:sz w:val="24"/>
                <w:szCs w:val="24"/>
              </w:rPr>
              <w:t xml:space="preserve"> - test, na który składają się pytania jednokrotnego wyboru. </w:t>
            </w:r>
          </w:p>
          <w:p w14:paraId="41B0839C" w14:textId="77777777" w:rsidR="00923D7D" w:rsidRPr="00BB5685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B53F2B" w14:textId="5177C507" w:rsidR="00BB5685" w:rsidRPr="00BB5685" w:rsidRDefault="00BB5685" w:rsidP="00BB568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 xml:space="preserve">Punkty uzyskane za </w:t>
            </w:r>
            <w:r w:rsidR="00C86534">
              <w:rPr>
                <w:rFonts w:ascii="Corbel" w:hAnsi="Corbel"/>
                <w:sz w:val="24"/>
                <w:szCs w:val="24"/>
              </w:rPr>
              <w:t>kolokwium</w:t>
            </w:r>
            <w:r w:rsidRPr="00BB5685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14:paraId="424515BC" w14:textId="77777777" w:rsidR="00BB5685" w:rsidRPr="00BB5685" w:rsidRDefault="00BB5685" w:rsidP="00BB568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6F5FA137" w14:textId="77777777" w:rsidR="00BB5685" w:rsidRPr="00BB5685" w:rsidRDefault="00BB5685" w:rsidP="00BB568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42B8A59B" w14:textId="77777777" w:rsidR="00BB5685" w:rsidRPr="00BB5685" w:rsidRDefault="00BB5685" w:rsidP="00BB568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40B5F111" w14:textId="77777777" w:rsidR="00BB5685" w:rsidRPr="00BB5685" w:rsidRDefault="00BB5685" w:rsidP="00BB568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1EEDF723" w14:textId="77777777" w:rsidR="00BB5685" w:rsidRPr="00BB5685" w:rsidRDefault="00BB5685" w:rsidP="00BB568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2A2ECB04" w14:textId="77777777" w:rsidR="00BB5685" w:rsidRPr="00BB5685" w:rsidRDefault="00BB5685" w:rsidP="00BB568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  <w:p w14:paraId="1D7CDC4E" w14:textId="77777777" w:rsidR="00BB5685" w:rsidRPr="00B169DF" w:rsidRDefault="00BB56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5685" w:rsidRPr="00B169DF" w14:paraId="02C37FE3" w14:textId="77777777" w:rsidTr="00FC4F0C">
        <w:tc>
          <w:tcPr>
            <w:tcW w:w="4962" w:type="dxa"/>
          </w:tcPr>
          <w:p w14:paraId="6754C5C7" w14:textId="77777777" w:rsidR="00BB5685" w:rsidRPr="00B169DF" w:rsidRDefault="00BB5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vAlign w:val="center"/>
          </w:tcPr>
          <w:p w14:paraId="55F1FE7D" w14:textId="5DBB3CCA" w:rsidR="00BB5685" w:rsidRPr="00BB5685" w:rsidRDefault="00C86534" w:rsidP="00BB5685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BB5685" w:rsidRPr="00BB5685">
              <w:rPr>
                <w:rFonts w:ascii="Corbel" w:hAnsi="Corbel"/>
                <w:sz w:val="24"/>
                <w:szCs w:val="24"/>
              </w:rPr>
              <w:t xml:space="preserve"> – 30 godz.</w:t>
            </w:r>
          </w:p>
          <w:p w14:paraId="3A344839" w14:textId="77777777" w:rsidR="00BB5685" w:rsidRPr="00BB5685" w:rsidRDefault="00BB5685" w:rsidP="00BB56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B5685" w:rsidRPr="00B169DF" w14:paraId="2A4AABEF" w14:textId="77777777" w:rsidTr="00F6406B">
        <w:tc>
          <w:tcPr>
            <w:tcW w:w="4962" w:type="dxa"/>
          </w:tcPr>
          <w:p w14:paraId="210DDE64" w14:textId="77777777" w:rsidR="00BB5685" w:rsidRPr="00B169DF" w:rsidRDefault="00BB5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BB5685" w:rsidRPr="00B169DF" w:rsidRDefault="00BB5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29C2C" w14:textId="77777777" w:rsidR="00BB5685" w:rsidRPr="00BB5685" w:rsidRDefault="00BB5685" w:rsidP="00BB568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14:paraId="63CF7F11" w14:textId="7A149F71" w:rsidR="00BB5685" w:rsidRPr="00BB5685" w:rsidRDefault="00BB5685" w:rsidP="00C865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>Udział w</w:t>
            </w:r>
            <w:r w:rsidR="00C86534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Pr="00BB5685">
              <w:rPr>
                <w:rFonts w:ascii="Corbel" w:hAnsi="Corbel"/>
                <w:sz w:val="24"/>
                <w:szCs w:val="24"/>
              </w:rPr>
              <w:t xml:space="preserve"> – 2 godz.</w:t>
            </w:r>
          </w:p>
        </w:tc>
      </w:tr>
      <w:tr w:rsidR="00BB5685" w:rsidRPr="00B169DF" w14:paraId="3796D0EB" w14:textId="77777777" w:rsidTr="00F6406B">
        <w:tc>
          <w:tcPr>
            <w:tcW w:w="4962" w:type="dxa"/>
          </w:tcPr>
          <w:p w14:paraId="0DB2B3DD" w14:textId="77777777" w:rsidR="00BB5685" w:rsidRPr="00B169DF" w:rsidRDefault="00BB5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BB5685" w:rsidRPr="00B169DF" w:rsidRDefault="00BB5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4468777" w14:textId="0CCD3DE2" w:rsidR="00BB5685" w:rsidRPr="00BB5685" w:rsidRDefault="00BB5685" w:rsidP="00BB568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>Przygotowanie do zajęć - 40 godz.</w:t>
            </w:r>
          </w:p>
          <w:p w14:paraId="03E3072C" w14:textId="4132EADE" w:rsidR="00BB5685" w:rsidRPr="00BB5685" w:rsidRDefault="00BB5685" w:rsidP="00C865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86534">
              <w:rPr>
                <w:rFonts w:ascii="Corbel" w:hAnsi="Corbel"/>
                <w:sz w:val="24"/>
                <w:szCs w:val="24"/>
              </w:rPr>
              <w:t>kolokwium</w:t>
            </w:r>
            <w:r w:rsidR="009F6855">
              <w:rPr>
                <w:rFonts w:ascii="Corbel" w:hAnsi="Corbel"/>
                <w:sz w:val="24"/>
                <w:szCs w:val="24"/>
              </w:rPr>
              <w:t xml:space="preserve"> –1</w:t>
            </w:r>
            <w:r w:rsidRPr="00BB5685">
              <w:rPr>
                <w:rFonts w:ascii="Corbel" w:hAnsi="Corbel"/>
                <w:sz w:val="24"/>
                <w:szCs w:val="24"/>
              </w:rPr>
              <w:t>25 godz.</w:t>
            </w:r>
          </w:p>
        </w:tc>
      </w:tr>
      <w:tr w:rsidR="00BB5685" w:rsidRPr="00B169DF" w14:paraId="1ADE6CE7" w14:textId="77777777" w:rsidTr="00FC4F0C">
        <w:tc>
          <w:tcPr>
            <w:tcW w:w="4962" w:type="dxa"/>
          </w:tcPr>
          <w:p w14:paraId="2FD9881C" w14:textId="77777777" w:rsidR="00BB5685" w:rsidRPr="00B169DF" w:rsidRDefault="00BB5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vAlign w:val="center"/>
          </w:tcPr>
          <w:p w14:paraId="4747719D" w14:textId="203F1589" w:rsidR="00BB5685" w:rsidRPr="00BB5685" w:rsidRDefault="00BB5685" w:rsidP="00BB56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4EC61D3" w:rsidR="0085747A" w:rsidRPr="00BB5685" w:rsidRDefault="00BB5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B5685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BB5685" w:rsidRPr="00B169DF" w:rsidRDefault="00BB56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3B22FBCB" w:rsidR="00BB5685" w:rsidRPr="00B169DF" w:rsidRDefault="00BB56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BB5685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BB5685" w:rsidRPr="00B169DF" w:rsidRDefault="00BB56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822720A" w:rsidR="00BB5685" w:rsidRPr="00B169DF" w:rsidRDefault="00BB56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BC18B2E" w14:textId="77777777" w:rsidR="0085747A" w:rsidRPr="00BB568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568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01D558" w14:textId="6AA2448E" w:rsidR="00BB5685" w:rsidRPr="00BB5685" w:rsidRDefault="00F963E3" w:rsidP="00BB5685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- </w:t>
            </w:r>
            <w:r w:rsidR="00BB5685"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M. Stepaniuk, </w:t>
            </w:r>
            <w:r w:rsidR="00BB5685" w:rsidRPr="00BB5685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Aplikacja komornicza 2021. Pytania, odpowiedzi, tabele,</w:t>
            </w:r>
            <w:r w:rsidR="00BB5685"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Warszawa 202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3</w:t>
            </w:r>
          </w:p>
          <w:p w14:paraId="4E626FD4" w14:textId="77777777" w:rsidR="00BB5685" w:rsidRPr="00BB5685" w:rsidRDefault="00BB5685" w:rsidP="00BB5685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</w:p>
          <w:p w14:paraId="210C50E9" w14:textId="77777777" w:rsidR="00F963E3" w:rsidRDefault="00F963E3" w:rsidP="00BB568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- </w:t>
            </w:r>
            <w:r w:rsidR="00BB5685"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M. Świeczkowska-Wójcikowska, J. Świeczkowski, </w:t>
            </w:r>
            <w:r w:rsidR="00BB5685" w:rsidRPr="00BB5685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Ustawa o komornikach sądowych. Ustawa o kosztach komorniczych. Kodeks Etyki Zawodowej Komornika Sądowego. Komentarz</w:t>
            </w:r>
            <w:r w:rsidR="00BB5685"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>, Warszawa 2019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</w:p>
          <w:p w14:paraId="3D1B330F" w14:textId="77777777" w:rsidR="00F963E3" w:rsidRDefault="00F963E3" w:rsidP="00BB568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</w:p>
          <w:p w14:paraId="03F67B22" w14:textId="77777777" w:rsidR="00F963E3" w:rsidRDefault="007339E0" w:rsidP="007339E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- R. </w:t>
            </w:r>
            <w:proofErr w:type="spellStart"/>
            <w:r>
              <w:rPr>
                <w:rFonts w:ascii="Corbel" w:eastAsia="Cambria" w:hAnsi="Corbel"/>
                <w:b w:val="0"/>
                <w:smallCaps w:val="0"/>
                <w:szCs w:val="24"/>
              </w:rPr>
              <w:t>Reiwer</w:t>
            </w:r>
            <w:proofErr w:type="spellEnd"/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(red.), Ustawa o komornikach sądowych. Ustawa o kosztach komorniczych. Komentarz, Warszawa 2021</w:t>
            </w:r>
          </w:p>
          <w:p w14:paraId="0B544F6A" w14:textId="2A93D245" w:rsidR="007339E0" w:rsidRPr="007339E0" w:rsidRDefault="007339E0" w:rsidP="007339E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21D3F314" w14:textId="77777777" w:rsidR="0085747A" w:rsidRPr="00BB568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568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596EFF9" w14:textId="4F5E5D5F" w:rsidR="00BB5685" w:rsidRPr="00BB5685" w:rsidRDefault="00BB568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>Kulski</w:t>
            </w:r>
            <w:proofErr w:type="spellEnd"/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(red.),</w:t>
            </w:r>
            <w:r w:rsidRPr="00BB5685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 xml:space="preserve"> Komornicy sądowi i egzekucja w nowej rzeczywistości prawnej</w:t>
            </w: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>, Warszawa 2019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E754B" w14:textId="77777777" w:rsidR="00560840" w:rsidRDefault="00560840" w:rsidP="00C16ABF">
      <w:pPr>
        <w:spacing w:after="0" w:line="240" w:lineRule="auto"/>
      </w:pPr>
      <w:r>
        <w:separator/>
      </w:r>
    </w:p>
  </w:endnote>
  <w:endnote w:type="continuationSeparator" w:id="0">
    <w:p w14:paraId="54C5F326" w14:textId="77777777" w:rsidR="00560840" w:rsidRDefault="005608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8B075" w14:textId="77777777" w:rsidR="00560840" w:rsidRDefault="00560840" w:rsidP="00C16ABF">
      <w:pPr>
        <w:spacing w:after="0" w:line="240" w:lineRule="auto"/>
      </w:pPr>
      <w:r>
        <w:separator/>
      </w:r>
    </w:p>
  </w:footnote>
  <w:footnote w:type="continuationSeparator" w:id="0">
    <w:p w14:paraId="5AB50CEF" w14:textId="77777777" w:rsidR="00560840" w:rsidRDefault="00560840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1675348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447"/>
    <w:rsid w:val="003343CF"/>
    <w:rsid w:val="0034367A"/>
    <w:rsid w:val="00346FE9"/>
    <w:rsid w:val="0034759A"/>
    <w:rsid w:val="003503F6"/>
    <w:rsid w:val="003530DD"/>
    <w:rsid w:val="00361389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6FB5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084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9E0"/>
    <w:rsid w:val="00734608"/>
    <w:rsid w:val="00745302"/>
    <w:rsid w:val="007461D6"/>
    <w:rsid w:val="00746EC8"/>
    <w:rsid w:val="00763BF1"/>
    <w:rsid w:val="00764B83"/>
    <w:rsid w:val="00766FD4"/>
    <w:rsid w:val="0078168C"/>
    <w:rsid w:val="00787C2A"/>
    <w:rsid w:val="00790E27"/>
    <w:rsid w:val="00794C1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855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0F45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D7D"/>
    <w:rsid w:val="00BB520A"/>
    <w:rsid w:val="00BB568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6A1"/>
    <w:rsid w:val="00C56036"/>
    <w:rsid w:val="00C61DC5"/>
    <w:rsid w:val="00C67E92"/>
    <w:rsid w:val="00C70A26"/>
    <w:rsid w:val="00C766DF"/>
    <w:rsid w:val="00C86534"/>
    <w:rsid w:val="00C94B98"/>
    <w:rsid w:val="00CA2B96"/>
    <w:rsid w:val="00CA5089"/>
    <w:rsid w:val="00CD3D90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63E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6D2E5B4F-0823-4134-9469-F4FCCF33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963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963E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2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94188-6A56-44E8-881D-6AA028C32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1077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2023-10-18T06:42:00Z</dcterms:created>
  <dcterms:modified xsi:type="dcterms:W3CDTF">2023-10-18T06:42:00Z</dcterms:modified>
</cp:coreProperties>
</file>