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A8508" w14:textId="77777777" w:rsidR="00CD36F8" w:rsidRDefault="00CD36F8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w14:paraId="113E2E65" w14:textId="77777777" w:rsidR="00CD36F8" w:rsidRDefault="00CD36F8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19868BCC" w14:textId="1E2DC471" w:rsidR="00CD36F8" w:rsidRDefault="00CD36F8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dotyczy cyklu kształcenia  20</w:t>
      </w:r>
      <w:r w:rsidR="002D57EA">
        <w:rPr>
          <w:rFonts w:ascii="Corbel" w:hAnsi="Corbel" w:cs="Corbel"/>
          <w:b/>
          <w:smallCaps/>
          <w:sz w:val="24"/>
          <w:szCs w:val="24"/>
        </w:rPr>
        <w:t>2</w:t>
      </w:r>
      <w:r w:rsidR="00385F8D">
        <w:rPr>
          <w:rFonts w:ascii="Corbel" w:hAnsi="Corbel" w:cs="Corbel"/>
          <w:b/>
          <w:smallCaps/>
          <w:sz w:val="24"/>
          <w:szCs w:val="24"/>
        </w:rPr>
        <w:t>1</w:t>
      </w:r>
      <w:r>
        <w:rPr>
          <w:rFonts w:ascii="Corbel" w:hAnsi="Corbel" w:cs="Corbel"/>
          <w:b/>
          <w:smallCaps/>
          <w:sz w:val="24"/>
          <w:szCs w:val="24"/>
        </w:rPr>
        <w:t>/202</w:t>
      </w:r>
      <w:r w:rsidR="00385F8D">
        <w:rPr>
          <w:rFonts w:ascii="Corbel" w:hAnsi="Corbel" w:cs="Corbel"/>
          <w:b/>
          <w:smallCaps/>
          <w:sz w:val="24"/>
          <w:szCs w:val="24"/>
        </w:rPr>
        <w:t>2</w:t>
      </w:r>
      <w:r>
        <w:rPr>
          <w:rFonts w:ascii="Corbel" w:hAnsi="Corbel" w:cs="Corbel"/>
          <w:b/>
          <w:smallCaps/>
          <w:sz w:val="24"/>
          <w:szCs w:val="24"/>
        </w:rPr>
        <w:t xml:space="preserve"> – 202</w:t>
      </w:r>
      <w:r w:rsidR="00385F8D">
        <w:rPr>
          <w:rFonts w:ascii="Corbel" w:hAnsi="Corbel" w:cs="Corbel"/>
          <w:b/>
          <w:smallCaps/>
          <w:sz w:val="24"/>
          <w:szCs w:val="24"/>
        </w:rPr>
        <w:t>5</w:t>
      </w:r>
      <w:r>
        <w:rPr>
          <w:rFonts w:ascii="Corbel" w:hAnsi="Corbel" w:cs="Corbel"/>
          <w:b/>
          <w:smallCaps/>
          <w:sz w:val="24"/>
          <w:szCs w:val="24"/>
        </w:rPr>
        <w:t>/202</w:t>
      </w:r>
      <w:r w:rsidR="00385F8D">
        <w:rPr>
          <w:rFonts w:ascii="Corbel" w:hAnsi="Corbel" w:cs="Corbel"/>
          <w:b/>
          <w:smallCaps/>
          <w:sz w:val="24"/>
          <w:szCs w:val="24"/>
        </w:rPr>
        <w:t>6</w:t>
      </w:r>
    </w:p>
    <w:p w14:paraId="59ADD6F1" w14:textId="77777777" w:rsidR="00CD36F8" w:rsidRDefault="00CD36F8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D1BC07A" w14:textId="77777777" w:rsidR="00CD36F8" w:rsidRDefault="00CD36F8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Rok akademicki 20</w:t>
      </w:r>
      <w:r w:rsidR="002D57EA">
        <w:rPr>
          <w:rFonts w:ascii="Corbel" w:hAnsi="Corbel" w:cs="Corbel"/>
          <w:sz w:val="20"/>
          <w:szCs w:val="20"/>
        </w:rPr>
        <w:t>23</w:t>
      </w:r>
      <w:r>
        <w:rPr>
          <w:rFonts w:ascii="Corbel" w:hAnsi="Corbel" w:cs="Corbel"/>
          <w:sz w:val="20"/>
          <w:szCs w:val="20"/>
        </w:rPr>
        <w:t>/202</w:t>
      </w:r>
      <w:r w:rsidR="002D57EA">
        <w:rPr>
          <w:rFonts w:ascii="Corbel" w:hAnsi="Corbel" w:cs="Corbel"/>
          <w:sz w:val="20"/>
          <w:szCs w:val="20"/>
        </w:rPr>
        <w:t>4</w:t>
      </w:r>
    </w:p>
    <w:p w14:paraId="2CB3FBDC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14:paraId="18E7A12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044F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BB" w14:textId="3CB3E998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Postępowanie </w:t>
            </w:r>
            <w:r w:rsidR="00CE7EA9">
              <w:rPr>
                <w:rFonts w:ascii="Corbel" w:hAnsi="Corbel" w:cs="Corbel"/>
                <w:i/>
                <w:kern w:val="1"/>
                <w:sz w:val="24"/>
                <w:szCs w:val="24"/>
              </w:rPr>
              <w:t>sądowo-</w:t>
            </w: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>administracyjne</w:t>
            </w:r>
          </w:p>
        </w:tc>
      </w:tr>
      <w:tr w:rsidR="00CD36F8" w14:paraId="352692B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49D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690A" w14:textId="54E5147C" w:rsidR="00CD36F8" w:rsidRDefault="00CD36F8">
            <w:pPr>
              <w:spacing w:after="0" w:line="100" w:lineRule="atLeast"/>
            </w:pPr>
          </w:p>
        </w:tc>
      </w:tr>
      <w:tr w:rsidR="00CD36F8" w14:paraId="56F3D2B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D6B7" w14:textId="77777777" w:rsidR="00CD36F8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D5C" w14:textId="77777777" w:rsidR="00CD36F8" w:rsidRDefault="002D57EA">
            <w:pPr>
              <w:spacing w:before="100" w:after="100"/>
            </w:pPr>
            <w:r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14:paraId="14175BC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641C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77C3" w14:textId="77777777" w:rsidR="00CD36F8" w:rsidRDefault="002D57EA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>Instytut Nauk Prawnych/Zakład Prawa Administracyjnego i Postępowania Administracyjnego</w:t>
            </w:r>
          </w:p>
        </w:tc>
      </w:tr>
      <w:tr w:rsidR="00CD36F8" w14:paraId="09C6961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4591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C3F0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Prawo </w:t>
            </w:r>
          </w:p>
        </w:tc>
      </w:tr>
      <w:tr w:rsidR="00CD36F8" w14:paraId="77DA1B4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E520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981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/>
                <w:i/>
                <w:kern w:val="1"/>
                <w:sz w:val="24"/>
                <w:szCs w:val="24"/>
              </w:rPr>
              <w:t>Jednolite Magisterskie</w:t>
            </w:r>
          </w:p>
        </w:tc>
      </w:tr>
      <w:tr w:rsidR="00CD36F8" w14:paraId="0002BC0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3C3A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0D9" w14:textId="77777777" w:rsidR="00CD36F8" w:rsidRDefault="00CD36F8">
            <w:pPr>
              <w:suppressAutoHyphens w:val="0"/>
              <w:spacing w:before="40" w:after="40" w:line="240" w:lineRule="auto"/>
            </w:pPr>
            <w:proofErr w:type="spellStart"/>
            <w:r>
              <w:rPr>
                <w:rFonts w:ascii="Corbel" w:hAnsi="Corbel"/>
                <w:i/>
                <w:kern w:val="1"/>
                <w:sz w:val="24"/>
                <w:szCs w:val="24"/>
              </w:rPr>
              <w:t>Ogólnoakademicki</w:t>
            </w:r>
            <w:proofErr w:type="spellEnd"/>
          </w:p>
        </w:tc>
      </w:tr>
      <w:tr w:rsidR="00CD36F8" w14:paraId="3A3BB04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AE5D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CF26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>Stacjonarne</w:t>
            </w:r>
          </w:p>
        </w:tc>
      </w:tr>
      <w:tr w:rsidR="00CD36F8" w14:paraId="0F529AC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765B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489E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Rok </w:t>
            </w:r>
            <w:r>
              <w:rPr>
                <w:rFonts w:ascii="Corbel" w:hAnsi="Corbel" w:cs="Corbel"/>
                <w:i/>
                <w:color w:val="000000"/>
                <w:kern w:val="1"/>
                <w:sz w:val="20"/>
                <w:szCs w:val="24"/>
              </w:rPr>
              <w:t>IV</w:t>
            </w: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>, semestr VII</w:t>
            </w:r>
          </w:p>
        </w:tc>
      </w:tr>
      <w:tr w:rsidR="00CD36F8" w14:paraId="0297C87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CC23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409E" w14:textId="2A110439" w:rsidR="00CD36F8" w:rsidRDefault="00CE7EA9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>Fakultatywny</w:t>
            </w:r>
          </w:p>
        </w:tc>
      </w:tr>
      <w:tr w:rsidR="00CD36F8" w14:paraId="3ED7E20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13EC4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A306" w14:textId="77777777" w:rsidR="00CD36F8" w:rsidRDefault="00CD36F8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CD36F8" w14:paraId="03083E0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70B2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5F69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>Prof. dr hab. Elżbieta Ura</w:t>
            </w:r>
          </w:p>
        </w:tc>
      </w:tr>
      <w:tr w:rsidR="00CD36F8" w14:paraId="7DD173B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4D54" w14:textId="77777777" w:rsidR="00CD36F8" w:rsidRDefault="00CD36F8">
            <w:pPr>
              <w:pStyle w:val="Pytania"/>
              <w:spacing w:before="100" w:after="100"/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8CBA" w14:textId="77777777" w:rsidR="00CD36F8" w:rsidRDefault="00CD36F8">
            <w:r>
              <w:rPr>
                <w:i/>
                <w:iCs/>
                <w:sz w:val="24"/>
                <w:szCs w:val="24"/>
              </w:rPr>
              <w:t xml:space="preserve">Pracownicy </w:t>
            </w:r>
            <w:r w:rsidR="002D57EA">
              <w:rPr>
                <w:i/>
                <w:iCs/>
                <w:sz w:val="24"/>
                <w:szCs w:val="24"/>
              </w:rPr>
              <w:t>Zakładu</w:t>
            </w:r>
            <w:r>
              <w:rPr>
                <w:i/>
                <w:iCs/>
                <w:sz w:val="24"/>
                <w:szCs w:val="24"/>
              </w:rPr>
              <w:t xml:space="preserve"> zgodnie z obciążeniami dydaktycznymi na dany rok akademicki.</w:t>
            </w:r>
          </w:p>
        </w:tc>
      </w:tr>
    </w:tbl>
    <w:p w14:paraId="67502903" w14:textId="77777777" w:rsidR="00CD36F8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14:paraId="472E299E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8C75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DE9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627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3315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A903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9FA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68B1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6096C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33C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24F8" w14:textId="77777777" w:rsidR="00CD36F8" w:rsidRDefault="00CD36F8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14:paraId="0DE2B604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F5EF9" w14:textId="77777777" w:rsidR="00CD36F8" w:rsidRDefault="00CD36F8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V</w:t>
            </w:r>
            <w:r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68B8" w14:textId="207753E4" w:rsidR="00CD36F8" w:rsidRDefault="00CD36F8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i/>
                <w:kern w:val="1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D8CE7" w14:textId="3FCA663B" w:rsidR="00CD36F8" w:rsidRDefault="00CD36F8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34F30" w14:textId="1CDA1258" w:rsidR="00CD36F8" w:rsidRDefault="00D84F6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i/>
                <w:kern w:val="1"/>
                <w:sz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1B309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4EDD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5205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6C93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651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0CC5" w14:textId="492E7E50" w:rsidR="00CD36F8" w:rsidRDefault="00CE7EA9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  <w:tr w:rsidR="00CD36F8" w14:paraId="02312168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D6B3A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77D9D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ADF4F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58323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49A5A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230DC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92A4F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8EFFE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BAE34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6CCF1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31DB3CD1" w14:textId="77777777" w:rsidR="00CD36F8" w:rsidRDefault="00CD36F8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42B8F3F2" w14:textId="77777777" w:rsidR="00CD36F8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77777777" w:rsidR="00CD36F8" w:rsidRDefault="00CD36F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mallCaps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22243486" w14:textId="77777777" w:rsidR="00CD36F8" w:rsidRDefault="002D57EA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CD36F8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77777777" w:rsidR="00CD36F8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kern w:val="1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11C5F543" w14:textId="11D85109" w:rsidR="00CD36F8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smallCaps/>
          <w:kern w:val="1"/>
          <w:sz w:val="24"/>
          <w:szCs w:val="24"/>
        </w:rPr>
        <w:t xml:space="preserve">W przypadku </w:t>
      </w:r>
      <w:r w:rsidR="00D84F6D">
        <w:rPr>
          <w:rFonts w:ascii="Corbel" w:hAnsi="Corbel" w:cs="Corbel"/>
          <w:smallCaps/>
          <w:kern w:val="1"/>
          <w:sz w:val="24"/>
          <w:szCs w:val="24"/>
        </w:rPr>
        <w:t>konwersatorium</w:t>
      </w:r>
      <w:r w:rsidRPr="00CE7EA9">
        <w:rPr>
          <w:rFonts w:ascii="Corbel" w:hAnsi="Corbel" w:cs="Corbel"/>
          <w:smallCaps/>
          <w:kern w:val="1"/>
          <w:sz w:val="24"/>
          <w:szCs w:val="24"/>
        </w:rPr>
        <w:t xml:space="preserve"> </w:t>
      </w:r>
      <w:r w:rsidR="00CE7EA9">
        <w:rPr>
          <w:rFonts w:ascii="Corbel" w:hAnsi="Corbel" w:cs="Corbel"/>
          <w:smallCaps/>
          <w:kern w:val="1"/>
          <w:sz w:val="24"/>
          <w:szCs w:val="24"/>
        </w:rPr>
        <w:t xml:space="preserve">zaliczenie na ocenę </w:t>
      </w:r>
      <w:r w:rsidRPr="00CE7EA9">
        <w:rPr>
          <w:rFonts w:ascii="Corbel" w:hAnsi="Corbel" w:cs="Corbel"/>
          <w:smallCaps/>
          <w:kern w:val="1"/>
          <w:sz w:val="24"/>
          <w:szCs w:val="24"/>
        </w:rPr>
        <w:t>w</w:t>
      </w:r>
      <w:r>
        <w:rPr>
          <w:rFonts w:ascii="Corbel" w:hAnsi="Corbel" w:cs="Corbel"/>
          <w:smallCaps/>
          <w:kern w:val="1"/>
          <w:sz w:val="24"/>
          <w:szCs w:val="24"/>
        </w:rPr>
        <w:t xml:space="preserve"> formie pisemnej lub ustnej. </w:t>
      </w:r>
    </w:p>
    <w:p w14:paraId="725EBCA4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DAD39" w14:textId="43829608" w:rsidR="00CD36F8" w:rsidRDefault="00CD36F8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  <w:r w:rsidR="00CE7EA9"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, Postępowanie administracyjne.</w:t>
            </w:r>
          </w:p>
          <w:p w14:paraId="49BB07AC" w14:textId="77777777" w:rsidR="00CD36F8" w:rsidRDefault="00CD36F8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5F8D468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21B7FFB0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5B921BDD" w14:textId="77777777" w:rsidR="00CD36F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p w14:paraId="0F43C22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14:paraId="5BC471D7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30D5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838" w14:textId="01BD33E9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Celem zajęć jest zapoznanie studentów z instytucjami postępowania </w:t>
            </w:r>
            <w:r w:rsidR="00CE7EA9">
              <w:rPr>
                <w:rFonts w:ascii="Times New Roman" w:eastAsia="Times New Roman" w:hAnsi="Times New Roman"/>
                <w:i/>
                <w:sz w:val="20"/>
                <w:szCs w:val="20"/>
              </w:rPr>
              <w:t>sądowo-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administracyjnego. </w:t>
            </w:r>
          </w:p>
        </w:tc>
      </w:tr>
      <w:tr w:rsidR="00CD36F8" w14:paraId="7381F02C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3979" w14:textId="77777777" w:rsidR="00CD36F8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8DCF" w14:textId="12CB0CA4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Student może zapoznać się z prawami i obowiązkami stron sprawy </w:t>
            </w:r>
            <w:r w:rsidR="00CE7EA9">
              <w:rPr>
                <w:rFonts w:ascii="Times New Roman" w:eastAsia="Times New Roman" w:hAnsi="Times New Roman"/>
                <w:i/>
                <w:sz w:val="20"/>
                <w:szCs w:val="20"/>
              </w:rPr>
              <w:t>sądowo-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administracyjnej.</w:t>
            </w:r>
          </w:p>
        </w:tc>
      </w:tr>
      <w:tr w:rsidR="00CD36F8" w14:paraId="51C33856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7CE1B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AC10C" w14:textId="51EB63DA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Nabywa także wiedzę o uprawnieniach </w:t>
            </w:r>
            <w:r w:rsidR="00CE7EA9">
              <w:rPr>
                <w:rFonts w:ascii="Times New Roman" w:eastAsia="Times New Roman" w:hAnsi="Times New Roman"/>
                <w:i/>
                <w:sz w:val="20"/>
                <w:szCs w:val="20"/>
              </w:rPr>
              <w:t>i obowiązkach strony w postępowaniu sądowo-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administracyjn</w:t>
            </w:r>
            <w:r w:rsidR="00CE7EA9">
              <w:rPr>
                <w:rFonts w:ascii="Times New Roman" w:eastAsia="Times New Roman" w:hAnsi="Times New Roman"/>
                <w:i/>
                <w:sz w:val="20"/>
                <w:szCs w:val="20"/>
              </w:rPr>
              <w:t>ym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oraz o mechanizmach kontroli administracji publicznej</w:t>
            </w:r>
            <w:r w:rsidR="00CE7EA9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sprawowanej przez sądy administracyjne.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Student zostaje wyposażony w umiejętność stosowania w praktyce prawniczej norm prawnych oraz uczy się sporządzania pism procesowych.</w:t>
            </w:r>
          </w:p>
          <w:p w14:paraId="282C97AB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9552471" w14:textId="77777777" w:rsidR="00CD36F8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14:paraId="35CA06F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066F3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EK</w:t>
            </w:r>
            <w:r>
              <w:rPr>
                <w:rFonts w:ascii="Times New Roman" w:hAnsi="Times New Roman"/>
              </w:rPr>
              <w:t xml:space="preserve"> ( efekt kształcenia)</w:t>
            </w:r>
          </w:p>
          <w:p w14:paraId="3DBA4694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26E7D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Treść efektu kształcenia zdefiniowanego dla przedmiotu (modułu)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7944" w14:textId="77777777" w:rsidR="00CD36F8" w:rsidRDefault="00CD36F8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Odniesienie do efektów  kierunkowych </w:t>
            </w:r>
            <w:r>
              <w:rPr>
                <w:rFonts w:ascii="Times New Roman" w:hAnsi="Times New Roman"/>
                <w:b/>
              </w:rPr>
              <w:t>(KEK)</w:t>
            </w:r>
          </w:p>
        </w:tc>
      </w:tr>
      <w:tr w:rsidR="00CD36F8" w14:paraId="7C0D7C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DC5E" w14:textId="77777777" w:rsidR="00CD36F8" w:rsidRDefault="00CD36F8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</w:t>
            </w:r>
            <w:r>
              <w:rPr>
                <w:rFonts w:ascii="Times New Roman" w:hAnsi="Times New Roman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C330" w14:textId="43D35A8E" w:rsidR="002A4751" w:rsidRDefault="002A4751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W</w:t>
            </w:r>
            <w:r w:rsidR="00CD36F8">
              <w:rPr>
                <w:rFonts w:eastAsia="Cambria"/>
              </w:rPr>
              <w:t xml:space="preserve">ymienia poszczególne etapy i instytucje procedury </w:t>
            </w:r>
            <w:r w:rsidR="00CE7EA9">
              <w:rPr>
                <w:rFonts w:eastAsia="Cambria"/>
              </w:rPr>
              <w:t>sądowo-</w:t>
            </w:r>
            <w:r w:rsidR="00CD36F8">
              <w:rPr>
                <w:rFonts w:eastAsia="Cambria"/>
              </w:rPr>
              <w:t>administracyjnej</w:t>
            </w:r>
            <w:r>
              <w:rPr>
                <w:rFonts w:eastAsia="Cambria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D564" w14:textId="77777777" w:rsidR="00CD36F8" w:rsidRDefault="00CD36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eastAsia="Cambria"/>
              </w:rPr>
              <w:t>K_W0</w:t>
            </w:r>
            <w:r w:rsidRPr="00385F8D">
              <w:rPr>
                <w:rFonts w:eastAsia="Cambria"/>
              </w:rPr>
              <w:t>3</w:t>
            </w:r>
          </w:p>
          <w:p w14:paraId="1F2225B6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4751" w14:paraId="6A71777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3C1D" w14:textId="77777777" w:rsidR="002A4751" w:rsidRDefault="002A4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E832" w14:textId="403F9F5F" w:rsidR="002A4751" w:rsidRDefault="002A4751">
            <w:pPr>
              <w:spacing w:after="0" w:line="240" w:lineRule="auto"/>
              <w:jc w:val="both"/>
              <w:rPr>
                <w:rFonts w:eastAsia="Cambria"/>
              </w:rPr>
            </w:pPr>
            <w:r w:rsidRPr="009B7789">
              <w:rPr>
                <w:rFonts w:ascii="Corbel" w:hAnsi="Corbel"/>
                <w:szCs w:val="24"/>
              </w:rPr>
              <w:t>Wyjaśnia znaczenie zasad</w:t>
            </w:r>
            <w:r>
              <w:rPr>
                <w:rFonts w:ascii="Corbel" w:hAnsi="Corbel"/>
                <w:szCs w:val="24"/>
              </w:rPr>
              <w:t>, norm, reguł</w:t>
            </w:r>
            <w:r w:rsidRPr="009B7789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 xml:space="preserve">i instytucji prawnych w zakresie </w:t>
            </w:r>
            <w:r w:rsidRPr="00326929">
              <w:rPr>
                <w:rFonts w:ascii="Corbel" w:hAnsi="Corbel"/>
                <w:szCs w:val="24"/>
              </w:rPr>
              <w:t>pr</w:t>
            </w:r>
            <w:r>
              <w:rPr>
                <w:rFonts w:ascii="Corbel" w:hAnsi="Corbel"/>
                <w:szCs w:val="24"/>
              </w:rPr>
              <w:t>ocedury sądowo-administracyjnej</w:t>
            </w:r>
            <w:r w:rsidRPr="009B7789">
              <w:rPr>
                <w:rFonts w:ascii="Corbel" w:hAnsi="Corbel"/>
                <w:szCs w:val="24"/>
              </w:rPr>
              <w:t xml:space="preserve">, których celem jest ujednolicenie wyników interpretacji przepisów prawa przez </w:t>
            </w:r>
            <w:r w:rsidR="00CE7EA9">
              <w:rPr>
                <w:rFonts w:ascii="Corbel" w:hAnsi="Corbel"/>
                <w:szCs w:val="24"/>
              </w:rPr>
              <w:t>sądy administracyjne.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A0D4" w14:textId="77777777" w:rsidR="002A4751" w:rsidRDefault="002A4751" w:rsidP="002A4751">
            <w:pPr>
              <w:pStyle w:val="NormalnyWeb"/>
              <w:shd w:val="clear" w:color="auto" w:fill="FFFFFF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K_W02, K_W04, </w:t>
            </w:r>
          </w:p>
          <w:p w14:paraId="55B3B69D" w14:textId="77777777" w:rsidR="002A4751" w:rsidRDefault="002A4751">
            <w:pPr>
              <w:spacing w:after="0" w:line="240" w:lineRule="auto"/>
              <w:jc w:val="both"/>
              <w:rPr>
                <w:rFonts w:eastAsia="Cambria"/>
              </w:rPr>
            </w:pPr>
          </w:p>
        </w:tc>
      </w:tr>
      <w:tr w:rsidR="00CD36F8" w14:paraId="6CD5BA0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095DA" w14:textId="77777777" w:rsidR="00CD36F8" w:rsidRDefault="002A4751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19793" w14:textId="2852F343" w:rsidR="00CD36F8" w:rsidRDefault="002A4751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D</w:t>
            </w:r>
            <w:r w:rsidR="00CD36F8">
              <w:rPr>
                <w:rFonts w:eastAsia="Cambria"/>
              </w:rPr>
              <w:t xml:space="preserve">efiniuje kluczowe pojęcia procedury </w:t>
            </w:r>
            <w:r>
              <w:rPr>
                <w:rFonts w:eastAsia="Cambria"/>
              </w:rPr>
              <w:t>sądowo-administracyjnej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B1E6" w14:textId="77777777" w:rsidR="00CD36F8" w:rsidRDefault="00CD36F8">
            <w:pPr>
              <w:spacing w:after="0" w:line="240" w:lineRule="auto"/>
            </w:pPr>
            <w:r>
              <w:rPr>
                <w:rFonts w:eastAsia="Cambria"/>
              </w:rPr>
              <w:t>K_W0</w:t>
            </w:r>
            <w:r w:rsidR="002A4751">
              <w:rPr>
                <w:rFonts w:eastAsia="Cambria"/>
              </w:rPr>
              <w:t>6</w:t>
            </w:r>
          </w:p>
        </w:tc>
      </w:tr>
      <w:tr w:rsidR="007444C0" w14:paraId="60B21B3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AA4" w14:textId="77777777" w:rsidR="007444C0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1CE8" w14:textId="0194A3F5" w:rsidR="007444C0" w:rsidRPr="00CE7EA9" w:rsidRDefault="007444C0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Posiada pogłębioną wiedzę o ewolucji procedury sądowo-administracyjnej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643" w14:textId="77777777" w:rsidR="007444C0" w:rsidRDefault="007444C0">
            <w:pPr>
              <w:spacing w:after="0" w:line="240" w:lineRule="auto"/>
              <w:rPr>
                <w:rFonts w:eastAsia="Cambria"/>
              </w:rPr>
            </w:pPr>
            <w:r w:rsidRPr="007444C0">
              <w:rPr>
                <w:rFonts w:eastAsia="Cambria"/>
              </w:rPr>
              <w:t>K_W10,</w:t>
            </w:r>
            <w:r>
              <w:rPr>
                <w:rFonts w:eastAsia="Cambria"/>
              </w:rPr>
              <w:t xml:space="preserve"> </w:t>
            </w:r>
            <w:r w:rsidRPr="007444C0">
              <w:rPr>
                <w:rFonts w:eastAsia="Cambria"/>
              </w:rPr>
              <w:t>K_W12,</w:t>
            </w:r>
          </w:p>
        </w:tc>
      </w:tr>
      <w:tr w:rsidR="00CD36F8" w14:paraId="03219580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8531" w14:textId="77777777" w:rsidR="00CD36F8" w:rsidRDefault="007053B6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607A" w14:textId="77777777" w:rsidR="00CD36F8" w:rsidRDefault="00CD36F8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Wyjaśnia jakie instrumenty prawne służą </w:t>
            </w:r>
            <w:r w:rsidR="002A4751">
              <w:rPr>
                <w:rFonts w:eastAsia="Cambria"/>
              </w:rPr>
              <w:t xml:space="preserve">ochronie praw strony oraz </w:t>
            </w:r>
            <w:r>
              <w:rPr>
                <w:rFonts w:eastAsia="Cambria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DA3A" w14:textId="77777777" w:rsidR="00CD36F8" w:rsidRDefault="00CD36F8">
            <w:pPr>
              <w:spacing w:after="0" w:line="240" w:lineRule="auto"/>
            </w:pPr>
            <w:r>
              <w:rPr>
                <w:rFonts w:eastAsia="Cambria"/>
              </w:rPr>
              <w:t>K_W05</w:t>
            </w:r>
            <w:r w:rsidR="002A4751">
              <w:rPr>
                <w:rFonts w:eastAsia="Cambria"/>
              </w:rPr>
              <w:t xml:space="preserve">, </w:t>
            </w:r>
            <w:r w:rsidR="002A4751" w:rsidRPr="002A4751">
              <w:rPr>
                <w:rFonts w:eastAsia="Cambria"/>
              </w:rPr>
              <w:t>K_W07,</w:t>
            </w:r>
          </w:p>
        </w:tc>
      </w:tr>
      <w:tr w:rsidR="00CD36F8" w14:paraId="448A2801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10C58" w14:textId="77777777" w:rsidR="00CD36F8" w:rsidRDefault="007053B6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5255" w14:textId="77777777" w:rsidR="00CD36F8" w:rsidRDefault="007053B6">
            <w:pPr>
              <w:spacing w:after="0" w:line="240" w:lineRule="auto"/>
              <w:jc w:val="both"/>
              <w:rPr>
                <w:rFonts w:eastAsia="Cambria"/>
              </w:rPr>
            </w:pPr>
            <w:r w:rsidRPr="007053B6">
              <w:rPr>
                <w:rFonts w:eastAsia="Cambria"/>
              </w:rPr>
              <w:t>Potrafi formułować własne opinie w odniesieniu do poznanych instytucji pr</w:t>
            </w:r>
            <w:r>
              <w:rPr>
                <w:rFonts w:eastAsia="Cambria"/>
              </w:rPr>
              <w:t xml:space="preserve">oceduralnych, </w:t>
            </w:r>
            <w:r w:rsidR="00CD36F8">
              <w:rPr>
                <w:rFonts w:eastAsia="Cambria"/>
              </w:rPr>
              <w:t>przywołu</w:t>
            </w:r>
            <w:r>
              <w:rPr>
                <w:rFonts w:eastAsia="Cambria"/>
              </w:rPr>
              <w:t>jąc</w:t>
            </w:r>
            <w:r w:rsidR="00CD36F8">
              <w:rPr>
                <w:rFonts w:eastAsia="Cambria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4080" w14:textId="77777777" w:rsidR="00CD36F8" w:rsidRDefault="00CD36F8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K_W05</w:t>
            </w:r>
          </w:p>
          <w:p w14:paraId="10793C21" w14:textId="77777777" w:rsidR="007053B6" w:rsidRDefault="007053B6">
            <w:pPr>
              <w:spacing w:after="0" w:line="240" w:lineRule="auto"/>
            </w:pPr>
            <w:r w:rsidRPr="007053B6">
              <w:t>K_U06,</w:t>
            </w:r>
          </w:p>
          <w:p w14:paraId="1604785C" w14:textId="77777777" w:rsidR="007053B6" w:rsidRDefault="007053B6">
            <w:pPr>
              <w:spacing w:after="0" w:line="240" w:lineRule="auto"/>
            </w:pPr>
            <w:r w:rsidRPr="007053B6">
              <w:t>K_U10,</w:t>
            </w:r>
          </w:p>
        </w:tc>
      </w:tr>
      <w:tr w:rsidR="007444C0" w14:paraId="742CF75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8C41" w14:textId="77777777" w:rsidR="007444C0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3D95" w14:textId="5995D8E8" w:rsidR="007444C0" w:rsidRDefault="007444C0">
            <w:pPr>
              <w:spacing w:after="0" w:line="240" w:lineRule="auto"/>
              <w:jc w:val="both"/>
              <w:rPr>
                <w:rFonts w:eastAsia="Cambria"/>
              </w:rPr>
            </w:pPr>
            <w:r w:rsidRPr="009B7789">
              <w:rPr>
                <w:rFonts w:ascii="Corbel" w:hAnsi="Corbel"/>
                <w:szCs w:val="24"/>
              </w:rPr>
              <w:t>Posłu</w:t>
            </w:r>
            <w:r>
              <w:rPr>
                <w:rFonts w:ascii="Corbel" w:hAnsi="Corbel"/>
                <w:szCs w:val="24"/>
              </w:rPr>
              <w:t>guje się argumentacją prawniczą, interpretując i wyjaśniając znaczenie norm i st</w:t>
            </w:r>
            <w:r w:rsidR="00F401C2">
              <w:rPr>
                <w:rFonts w:ascii="Corbel" w:hAnsi="Corbel"/>
                <w:szCs w:val="24"/>
              </w:rPr>
              <w:t xml:space="preserve">osunków </w:t>
            </w:r>
            <w:r>
              <w:rPr>
                <w:rFonts w:ascii="Corbel" w:hAnsi="Corbel"/>
                <w:szCs w:val="24"/>
              </w:rPr>
              <w:t>sporno-procesowych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7CD" w14:textId="77777777" w:rsidR="007444C0" w:rsidRDefault="007444C0">
            <w:pPr>
              <w:spacing w:after="0" w:line="240" w:lineRule="auto"/>
              <w:rPr>
                <w:rFonts w:eastAsia="Cambria"/>
              </w:rPr>
            </w:pPr>
            <w:r w:rsidRPr="007444C0">
              <w:rPr>
                <w:rFonts w:eastAsia="Cambria"/>
              </w:rPr>
              <w:t>K_U02,</w:t>
            </w:r>
          </w:p>
          <w:p w14:paraId="5D6E868F" w14:textId="77777777" w:rsidR="007053B6" w:rsidRDefault="007053B6">
            <w:pPr>
              <w:spacing w:after="0" w:line="240" w:lineRule="auto"/>
              <w:rPr>
                <w:rFonts w:eastAsia="Cambria"/>
              </w:rPr>
            </w:pPr>
            <w:r w:rsidRPr="007053B6">
              <w:rPr>
                <w:rFonts w:eastAsia="Cambria"/>
              </w:rPr>
              <w:t>K_U13,</w:t>
            </w:r>
          </w:p>
        </w:tc>
      </w:tr>
      <w:tr w:rsidR="00CD36F8" w14:paraId="77C9F6A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7556" w14:textId="77777777" w:rsidR="00CD36F8" w:rsidRDefault="007053B6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5A42" w14:textId="65272C08" w:rsidR="00CD36F8" w:rsidRDefault="007444C0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Ma rozszerzoną wiedzę na temat zasad działania </w:t>
            </w:r>
            <w:r w:rsidR="00BC1BF6">
              <w:rPr>
                <w:rFonts w:eastAsia="Cambria"/>
              </w:rPr>
              <w:t>sądów administracyjnych</w:t>
            </w:r>
            <w:r>
              <w:rPr>
                <w:rFonts w:eastAsia="Cambria"/>
              </w:rPr>
              <w:t>, w</w:t>
            </w:r>
            <w:r w:rsidR="00CD36F8">
              <w:rPr>
                <w:rFonts w:eastAsia="Cambria"/>
              </w:rPr>
              <w:t xml:space="preserve">yjaśnia znaczenie zasad ogólnych postępowania </w:t>
            </w:r>
            <w:r>
              <w:rPr>
                <w:rFonts w:eastAsia="Cambria"/>
              </w:rPr>
              <w:t>sądowo-administracyjnego.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02DAA" w14:textId="5D69BC7C" w:rsidR="00A25C8F" w:rsidRDefault="00A25C8F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K_W01</w:t>
            </w:r>
          </w:p>
          <w:p w14:paraId="0DD74CC1" w14:textId="071017DD" w:rsidR="00CD36F8" w:rsidRDefault="00CD36F8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K_W03,</w:t>
            </w:r>
          </w:p>
          <w:p w14:paraId="2ABE1025" w14:textId="1CAD9494" w:rsidR="007444C0" w:rsidRPr="00A25C8F" w:rsidRDefault="00CD36F8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K_W05</w:t>
            </w:r>
          </w:p>
          <w:p w14:paraId="587E13C9" w14:textId="77777777" w:rsidR="007444C0" w:rsidRDefault="007444C0">
            <w:pPr>
              <w:spacing w:after="0" w:line="240" w:lineRule="auto"/>
            </w:pPr>
            <w:r w:rsidRPr="007444C0">
              <w:t>K_W09,</w:t>
            </w:r>
          </w:p>
        </w:tc>
      </w:tr>
      <w:tr w:rsidR="00CD36F8" w14:paraId="379E82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A548" w14:textId="77777777" w:rsidR="00CD36F8" w:rsidRDefault="007053B6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C7B85" w14:textId="77777777" w:rsidR="00CD36F8" w:rsidRDefault="00CD36F8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7848" w14:textId="77777777" w:rsidR="00CD36F8" w:rsidRDefault="00CD36F8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 xml:space="preserve">K_U09, </w:t>
            </w:r>
          </w:p>
          <w:p w14:paraId="6A422943" w14:textId="77777777" w:rsidR="007053B6" w:rsidRDefault="007053B6">
            <w:pPr>
              <w:spacing w:after="0" w:line="240" w:lineRule="auto"/>
              <w:rPr>
                <w:rFonts w:eastAsia="Cambria"/>
              </w:rPr>
            </w:pPr>
            <w:r w:rsidRPr="007053B6">
              <w:rPr>
                <w:rFonts w:eastAsia="Cambria"/>
              </w:rPr>
              <w:t>K_U12,</w:t>
            </w:r>
          </w:p>
          <w:p w14:paraId="0735D7A5" w14:textId="77777777" w:rsidR="007053B6" w:rsidRPr="00F44CA3" w:rsidRDefault="007053B6">
            <w:pPr>
              <w:spacing w:after="0" w:line="240" w:lineRule="auto"/>
              <w:rPr>
                <w:rFonts w:eastAsia="Cambria"/>
              </w:rPr>
            </w:pPr>
            <w:r w:rsidRPr="007053B6">
              <w:rPr>
                <w:rFonts w:eastAsia="Cambria"/>
              </w:rPr>
              <w:lastRenderedPageBreak/>
              <w:t>K_K05,</w:t>
            </w:r>
          </w:p>
        </w:tc>
      </w:tr>
      <w:tr w:rsidR="00CD36F8" w14:paraId="16403E57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E4CE3" w14:textId="77777777" w:rsidR="00CD36F8" w:rsidRDefault="007053B6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lastRenderedPageBreak/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90A1" w14:textId="77777777" w:rsidR="00CD36F8" w:rsidRDefault="007053B6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</w:t>
            </w:r>
            <w:r w:rsidR="00CD36F8">
              <w:rPr>
                <w:rFonts w:eastAsia="Cambria"/>
              </w:rPr>
              <w:t>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6D78" w14:textId="77777777" w:rsidR="00CD36F8" w:rsidRDefault="00CD36F8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K_U03,</w:t>
            </w:r>
          </w:p>
          <w:p w14:paraId="0A416D8A" w14:textId="77777777" w:rsidR="00CD36F8" w:rsidRDefault="00CD36F8">
            <w:pPr>
              <w:spacing w:after="0" w:line="240" w:lineRule="auto"/>
              <w:rPr>
                <w:rFonts w:eastAsia="Cambria"/>
              </w:rPr>
            </w:pPr>
            <w:r>
              <w:rPr>
                <w:rFonts w:eastAsia="Cambria"/>
              </w:rPr>
              <w:t>K_U08</w:t>
            </w:r>
            <w:r w:rsidR="007053B6">
              <w:rPr>
                <w:rFonts w:eastAsia="Cambria"/>
              </w:rPr>
              <w:t>,</w:t>
            </w:r>
          </w:p>
          <w:p w14:paraId="0B13EB8D" w14:textId="77777777" w:rsidR="007053B6" w:rsidRDefault="007053B6">
            <w:pPr>
              <w:spacing w:after="0" w:line="240" w:lineRule="auto"/>
            </w:pPr>
            <w:r w:rsidRPr="007053B6">
              <w:t>K_K05,</w:t>
            </w:r>
          </w:p>
        </w:tc>
      </w:tr>
      <w:tr w:rsidR="00CD36F8" w14:paraId="5C2C222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956" w14:textId="77777777" w:rsidR="00CD36F8" w:rsidRDefault="007053B6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07E3" w14:textId="666CF269" w:rsidR="00CD36F8" w:rsidRDefault="00CD36F8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wyjaśnia przesłanki podejmowania określonych </w:t>
            </w:r>
            <w:r w:rsidR="00BC1BF6">
              <w:rPr>
                <w:rFonts w:eastAsia="Cambria"/>
              </w:rPr>
              <w:t>rozstrzygnięć sądu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2E4" w14:textId="77777777" w:rsidR="00CD36F8" w:rsidRDefault="00CD36F8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K_U01, </w:t>
            </w:r>
          </w:p>
          <w:p w14:paraId="64A2FF61" w14:textId="77777777" w:rsidR="00CD36F8" w:rsidRDefault="00CD36F8">
            <w:pPr>
              <w:spacing w:after="0" w:line="240" w:lineRule="auto"/>
              <w:jc w:val="both"/>
            </w:pPr>
            <w:r>
              <w:rPr>
                <w:rFonts w:eastAsia="Cambria"/>
              </w:rPr>
              <w:t>K_U05</w:t>
            </w:r>
          </w:p>
        </w:tc>
      </w:tr>
      <w:tr w:rsidR="00CD36F8" w14:paraId="49F8476F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EE71" w14:textId="77777777" w:rsidR="00CD36F8" w:rsidRDefault="007053B6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3394" w14:textId="77777777" w:rsidR="00CD36F8" w:rsidRDefault="007053B6">
            <w:pPr>
              <w:spacing w:after="0" w:line="240" w:lineRule="auto"/>
              <w:jc w:val="both"/>
              <w:rPr>
                <w:rFonts w:eastAsia="Cambria"/>
              </w:rPr>
            </w:pPr>
            <w:r w:rsidRPr="007053B6">
              <w:rPr>
                <w:rFonts w:eastAsia="Cambria"/>
              </w:rPr>
              <w:t>Potrafi dostrzec obszary życia społecznego, w zakresie których regulacje powinny zostać znowelizowane bądź w przyszłości w ogóle uregulowane oraz przedstawia konkretne metody i propozycje rozwiązań w tym zakresie.</w:t>
            </w:r>
            <w:r>
              <w:rPr>
                <w:rFonts w:eastAsia="Cambria"/>
              </w:rPr>
              <w:t xml:space="preserve">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7607" w14:textId="11BDDC8C" w:rsidR="007053B6" w:rsidRDefault="007053B6" w:rsidP="007053B6">
            <w:pPr>
              <w:pStyle w:val="NormalnyWeb"/>
              <w:shd w:val="clear" w:color="auto" w:fill="FFFFFF"/>
            </w:pPr>
            <w:r>
              <w:t>K_U15,</w:t>
            </w:r>
          </w:p>
          <w:p w14:paraId="78D2CC65" w14:textId="77777777" w:rsidR="00CD36F8" w:rsidRDefault="007053B6" w:rsidP="007053B6">
            <w:pPr>
              <w:pStyle w:val="NormalnyWeb"/>
              <w:shd w:val="clear" w:color="auto" w:fill="FFFFFF"/>
            </w:pPr>
            <w:r>
              <w:t>K_U17</w:t>
            </w:r>
          </w:p>
        </w:tc>
      </w:tr>
      <w:tr w:rsidR="007444C0" w14:paraId="235A02E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A32" w14:textId="77777777" w:rsidR="007444C0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60715" w14:textId="7D160C67" w:rsidR="007444C0" w:rsidRDefault="007053B6">
            <w:pPr>
              <w:spacing w:after="0" w:line="240" w:lineRule="auto"/>
              <w:jc w:val="both"/>
              <w:rPr>
                <w:rFonts w:eastAsia="Cambria"/>
              </w:rPr>
            </w:pPr>
            <w:r w:rsidRPr="007053B6">
              <w:rPr>
                <w:rFonts w:eastAsia="Cambria"/>
              </w:rPr>
              <w:t>Podnosi i uzupełnia swoja wiedzę oraz doskonali umiejętności, mając świadomość zmienności przepisów p</w:t>
            </w:r>
            <w:r w:rsidR="00BC1BF6">
              <w:rPr>
                <w:rFonts w:eastAsia="Cambria"/>
              </w:rPr>
              <w:t>rocedury sądowo-administracyjnej</w:t>
            </w:r>
            <w:r w:rsidRPr="007053B6">
              <w:rPr>
                <w:rFonts w:eastAsia="Cambria"/>
              </w:rPr>
              <w:t>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F14" w14:textId="7589048C" w:rsidR="007444C0" w:rsidRDefault="007053B6">
            <w:pPr>
              <w:spacing w:after="0" w:line="240" w:lineRule="auto"/>
            </w:pPr>
            <w:r w:rsidRPr="007053B6">
              <w:t>K_K01,</w:t>
            </w:r>
            <w:r w:rsidR="00385F8D">
              <w:t xml:space="preserve"> K_U17</w:t>
            </w:r>
          </w:p>
        </w:tc>
      </w:tr>
      <w:tr w:rsidR="00CD36F8" w14:paraId="25468C5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FDB6" w14:textId="77777777" w:rsidR="00CD36F8" w:rsidRDefault="007053B6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111F" w14:textId="77777777" w:rsidR="00CD36F8" w:rsidRDefault="00CD36F8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C295" w14:textId="6D3BD5A9" w:rsidR="00CD36F8" w:rsidRDefault="00CD36F8" w:rsidP="00A25C8F">
            <w:pPr>
              <w:pStyle w:val="NormalnyWeb"/>
              <w:shd w:val="clear" w:color="auto" w:fill="FFFFFF"/>
            </w:pPr>
            <w:r>
              <w:rPr>
                <w:rFonts w:eastAsia="Cambria"/>
              </w:rPr>
              <w:t>K_K06</w:t>
            </w:r>
            <w:r w:rsidR="00A25C8F">
              <w:rPr>
                <w:rFonts w:eastAsia="Cambria"/>
              </w:rPr>
              <w:t xml:space="preserve">, </w:t>
            </w:r>
            <w:r w:rsidR="00A25C8F">
              <w:rPr>
                <w:rFonts w:ascii="Corbel" w:hAnsi="Corbel"/>
              </w:rPr>
              <w:t xml:space="preserve">K_W13 </w:t>
            </w:r>
          </w:p>
        </w:tc>
      </w:tr>
      <w:tr w:rsidR="00CD36F8" w14:paraId="29C1C915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1F67D" w14:textId="77777777" w:rsidR="00CD36F8" w:rsidRDefault="007053B6">
            <w:pPr>
              <w:spacing w:after="0" w:line="240" w:lineRule="auto"/>
              <w:rPr>
                <w:rFonts w:eastAsia="Cambria"/>
              </w:rPr>
            </w:pPr>
            <w:r>
              <w:rPr>
                <w:rFonts w:ascii="Times New Roman" w:hAnsi="Times New Roman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9E4EF" w14:textId="14E945AD" w:rsidR="00CD36F8" w:rsidRDefault="00CD36F8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rozróżnia kompetencje </w:t>
            </w:r>
            <w:r w:rsidR="00BC1BF6">
              <w:rPr>
                <w:rFonts w:eastAsia="Cambria"/>
              </w:rPr>
              <w:t>sądów administracyjnych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A8A0" w14:textId="77777777" w:rsidR="00CD36F8" w:rsidRDefault="00CD36F8">
            <w:pPr>
              <w:spacing w:after="0" w:line="240" w:lineRule="auto"/>
            </w:pPr>
            <w:r>
              <w:rPr>
                <w:rFonts w:eastAsia="Cambria"/>
              </w:rPr>
              <w:t>K_K04</w:t>
            </w:r>
          </w:p>
        </w:tc>
      </w:tr>
      <w:tr w:rsidR="00CD36F8" w14:paraId="5325435D" w14:textId="77777777" w:rsidTr="007053B6">
        <w:tc>
          <w:tcPr>
            <w:tcW w:w="16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4C04FF" w14:textId="77777777" w:rsidR="00CD36F8" w:rsidRDefault="007053B6">
            <w:pPr>
              <w:spacing w:after="0" w:line="240" w:lineRule="auto"/>
              <w:rPr>
                <w:rFonts w:eastAsia="Cambria"/>
                <w:smallCaps/>
              </w:rPr>
            </w:pPr>
            <w:r>
              <w:rPr>
                <w:rFonts w:ascii="Times New Roman" w:hAnsi="Times New Roman"/>
              </w:rPr>
              <w:t>EK_16</w:t>
            </w:r>
          </w:p>
        </w:tc>
        <w:tc>
          <w:tcPr>
            <w:tcW w:w="609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8605D" w14:textId="77777777" w:rsidR="00CD36F8" w:rsidRDefault="00CD36F8">
            <w:pPr>
              <w:spacing w:after="0" w:line="240" w:lineRule="auto"/>
              <w:jc w:val="both"/>
              <w:rPr>
                <w:rFonts w:eastAsia="Cambria"/>
                <w:smallCaps/>
              </w:rPr>
            </w:pPr>
            <w:r>
              <w:rPr>
                <w:rFonts w:eastAsia="Cambria"/>
                <w:smallCaps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58C54" w14:textId="77777777" w:rsidR="00CD36F8" w:rsidRDefault="00CD36F8">
            <w:pPr>
              <w:spacing w:after="0" w:line="240" w:lineRule="auto"/>
            </w:pPr>
            <w:r>
              <w:rPr>
                <w:rFonts w:eastAsia="Cambria"/>
                <w:smallCaps/>
              </w:rPr>
              <w:t>K_UO4</w:t>
            </w:r>
          </w:p>
        </w:tc>
      </w:tr>
      <w:tr w:rsidR="007053B6" w14:paraId="160E5A9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62040" w14:textId="77777777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EK_17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00C72" w14:textId="77777777" w:rsidR="007053B6" w:rsidRDefault="007053B6">
            <w:pPr>
              <w:spacing w:after="0" w:line="240" w:lineRule="auto"/>
              <w:jc w:val="both"/>
              <w:rPr>
                <w:rFonts w:eastAsia="Cambria"/>
                <w:smallCaps/>
              </w:rPr>
            </w:pPr>
            <w:r w:rsidRPr="00EF4E4C">
              <w:rPr>
                <w:rFonts w:ascii="Corbel" w:hAnsi="Corbel"/>
                <w:szCs w:val="24"/>
              </w:rPr>
              <w:t xml:space="preserve">Prezentuje umiejętność wykorzystania zdobytej wiedzy w różnych obszarach życia społecznego </w:t>
            </w:r>
            <w:r>
              <w:rPr>
                <w:rFonts w:ascii="Corbel" w:hAnsi="Corbel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A390C" w14:textId="77777777" w:rsidR="007053B6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K_K07,</w:t>
            </w:r>
          </w:p>
          <w:p w14:paraId="28FB4DB7" w14:textId="77777777" w:rsidR="007053B6" w:rsidRDefault="007053B6" w:rsidP="007053B6">
            <w:pPr>
              <w:pStyle w:val="NormalnyWeb"/>
              <w:shd w:val="clear" w:color="auto" w:fill="FFFFFF"/>
            </w:pPr>
            <w:r>
              <w:rPr>
                <w:rFonts w:ascii="Corbel" w:hAnsi="Corbel"/>
                <w:sz w:val="20"/>
                <w:szCs w:val="20"/>
              </w:rPr>
              <w:t xml:space="preserve">K_K10 </w:t>
            </w:r>
          </w:p>
          <w:p w14:paraId="4BE11C7A" w14:textId="77777777" w:rsidR="007053B6" w:rsidRDefault="007053B6">
            <w:pPr>
              <w:spacing w:after="0" w:line="240" w:lineRule="auto"/>
              <w:rPr>
                <w:rFonts w:eastAsia="Cambria"/>
                <w:smallCaps/>
              </w:rPr>
            </w:pPr>
          </w:p>
        </w:tc>
      </w:tr>
    </w:tbl>
    <w:p w14:paraId="3FB67719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6CCBCC0F" w14:textId="4ABCB921" w:rsidR="00CD36F8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</w:t>
      </w:r>
      <w:r w:rsidR="00D84F6D">
        <w:rPr>
          <w:rFonts w:ascii="Corbel" w:hAnsi="Corbel" w:cs="Corbel"/>
          <w:sz w:val="24"/>
          <w:szCs w:val="24"/>
        </w:rPr>
        <w:t>konwersatorium</w:t>
      </w:r>
    </w:p>
    <w:p w14:paraId="6160446C" w14:textId="77777777" w:rsidR="00CD36F8" w:rsidRDefault="00CD36F8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14:paraId="097E73C4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CF81" w14:textId="77777777" w:rsidR="00CD36F8" w:rsidRDefault="00CD36F8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14:paraId="51C6D6DA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BC8E5" w14:textId="55504E31" w:rsidR="00CD36F8" w:rsidRDefault="00CD36F8">
            <w:pPr>
              <w:autoSpaceDE w:val="0"/>
              <w:spacing w:after="0"/>
            </w:pPr>
            <w:r>
              <w:rPr>
                <w:rFonts w:cs="Times-Roman"/>
              </w:rPr>
              <w:t>1.</w:t>
            </w:r>
            <w:r>
              <w:rPr>
                <w:rFonts w:eastAsia="Cambria"/>
                <w:i/>
              </w:rPr>
              <w:t xml:space="preserve"> Zasady ogólne postępowania </w:t>
            </w:r>
            <w:r w:rsidR="00D84F6D">
              <w:rPr>
                <w:rFonts w:eastAsia="Cambria"/>
                <w:i/>
              </w:rPr>
              <w:t>sądowo-</w:t>
            </w:r>
            <w:r>
              <w:rPr>
                <w:rFonts w:eastAsia="Cambria"/>
                <w:i/>
              </w:rPr>
              <w:t>administracyjnego</w:t>
            </w:r>
            <w:r>
              <w:rPr>
                <w:rFonts w:cs="Times-Roman"/>
              </w:rPr>
              <w:t xml:space="preserve"> </w:t>
            </w:r>
          </w:p>
        </w:tc>
      </w:tr>
      <w:tr w:rsidR="00CD36F8" w14:paraId="67BC3E94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D44FB" w14:textId="300F8C80" w:rsidR="00CD36F8" w:rsidRDefault="00CD36F8">
            <w:pPr>
              <w:spacing w:after="0"/>
            </w:pPr>
            <w:r>
              <w:t xml:space="preserve">2. </w:t>
            </w:r>
            <w:r>
              <w:rPr>
                <w:rFonts w:eastAsia="Cambria"/>
                <w:i/>
              </w:rPr>
              <w:t xml:space="preserve">Zakres </w:t>
            </w:r>
            <w:r w:rsidR="00D84F6D">
              <w:rPr>
                <w:rFonts w:eastAsia="Cambria"/>
                <w:i/>
              </w:rPr>
              <w:t xml:space="preserve">przedmiotowy i </w:t>
            </w:r>
            <w:r>
              <w:rPr>
                <w:rFonts w:eastAsia="Cambria"/>
                <w:i/>
              </w:rPr>
              <w:t>podmiotowy</w:t>
            </w:r>
            <w:r w:rsidR="00D84F6D">
              <w:rPr>
                <w:rFonts w:eastAsia="Cambria"/>
                <w:i/>
              </w:rPr>
              <w:t xml:space="preserve"> ustawy prawo o postępowaniu przed sądami administracyjnymi</w:t>
            </w:r>
          </w:p>
        </w:tc>
      </w:tr>
      <w:tr w:rsidR="00CD36F8" w14:paraId="5999B80C" w14:textId="77777777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99519" w14:textId="52C82BFD" w:rsidR="00CD36F8" w:rsidRDefault="00CD36F8">
            <w:pPr>
              <w:spacing w:after="0"/>
            </w:pPr>
            <w:r>
              <w:t xml:space="preserve">3. </w:t>
            </w:r>
            <w:r w:rsidR="00D84F6D">
              <w:rPr>
                <w:rFonts w:eastAsia="Cambria"/>
                <w:i/>
              </w:rPr>
              <w:t>Strony</w:t>
            </w:r>
            <w:r>
              <w:rPr>
                <w:rFonts w:eastAsia="Cambria"/>
                <w:i/>
              </w:rPr>
              <w:t xml:space="preserve"> postępowania </w:t>
            </w:r>
            <w:r w:rsidR="00D84F6D">
              <w:rPr>
                <w:rFonts w:eastAsia="Cambria"/>
                <w:i/>
              </w:rPr>
              <w:t>sądowo-</w:t>
            </w:r>
            <w:r>
              <w:rPr>
                <w:rFonts w:eastAsia="Cambria"/>
                <w:i/>
              </w:rPr>
              <w:t>administracyjnego</w:t>
            </w:r>
          </w:p>
        </w:tc>
      </w:tr>
      <w:tr w:rsidR="00CD36F8" w14:paraId="3BFE6BE8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87A3" w14:textId="77777777" w:rsidR="00CD36F8" w:rsidRDefault="00CD36F8">
            <w:pPr>
              <w:spacing w:after="0"/>
            </w:pPr>
            <w:r>
              <w:t xml:space="preserve">4. </w:t>
            </w:r>
            <w:r>
              <w:rPr>
                <w:rFonts w:eastAsia="Cambria"/>
                <w:i/>
              </w:rPr>
              <w:t>Przepisy dyscyplinujące przebieg postępowania</w:t>
            </w:r>
          </w:p>
        </w:tc>
      </w:tr>
      <w:tr w:rsidR="00CD36F8" w14:paraId="4E6E0425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6824" w14:textId="4FD15CFC" w:rsidR="00CD36F8" w:rsidRDefault="00CD36F8">
            <w:pPr>
              <w:spacing w:after="0"/>
            </w:pPr>
            <w:r>
              <w:t xml:space="preserve">5. </w:t>
            </w:r>
            <w:r>
              <w:rPr>
                <w:rFonts w:eastAsia="Cambria"/>
                <w:i/>
              </w:rPr>
              <w:t xml:space="preserve">Postępowanie przed </w:t>
            </w:r>
            <w:r w:rsidR="00D84F6D">
              <w:rPr>
                <w:rFonts w:eastAsia="Cambria"/>
                <w:i/>
              </w:rPr>
              <w:t>wojewódzkimi sądami administracyjnymi</w:t>
            </w:r>
          </w:p>
        </w:tc>
      </w:tr>
      <w:tr w:rsidR="00CD36F8" w14:paraId="757B2C6E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DBD3" w14:textId="38466898" w:rsidR="00CD36F8" w:rsidRDefault="00CD36F8">
            <w:pPr>
              <w:spacing w:after="0"/>
            </w:pPr>
            <w:r>
              <w:t xml:space="preserve">6. </w:t>
            </w:r>
            <w:r>
              <w:rPr>
                <w:rFonts w:eastAsia="Cambria"/>
                <w:i/>
              </w:rPr>
              <w:t xml:space="preserve">Akty kończące postępowanie </w:t>
            </w:r>
            <w:r w:rsidR="00D84F6D">
              <w:rPr>
                <w:rFonts w:eastAsia="Cambria"/>
                <w:i/>
              </w:rPr>
              <w:t>przed wojewódzkim sądem administracyjnym</w:t>
            </w:r>
          </w:p>
        </w:tc>
      </w:tr>
      <w:tr w:rsidR="00CD36F8" w14:paraId="529160F9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5EB1" w14:textId="3E7291A6" w:rsidR="00CD36F8" w:rsidRDefault="00CD36F8">
            <w:pPr>
              <w:spacing w:after="0"/>
            </w:pPr>
            <w:r>
              <w:t xml:space="preserve">7. </w:t>
            </w:r>
            <w:r w:rsidR="00D84F6D">
              <w:rPr>
                <w:rFonts w:eastAsia="Cambria"/>
                <w:i/>
              </w:rPr>
              <w:t>Ś</w:t>
            </w:r>
            <w:r>
              <w:rPr>
                <w:rFonts w:eastAsia="Cambria"/>
                <w:i/>
              </w:rPr>
              <w:t>rodki zaskarżenia</w:t>
            </w:r>
          </w:p>
        </w:tc>
      </w:tr>
      <w:tr w:rsidR="00CD36F8" w14:paraId="3A8E495F" w14:textId="77777777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224E6" w14:textId="784C1E99" w:rsidR="00CD36F8" w:rsidRDefault="00CD36F8">
            <w:pPr>
              <w:spacing w:after="0"/>
            </w:pPr>
            <w:r>
              <w:t xml:space="preserve">8. </w:t>
            </w:r>
            <w:r>
              <w:rPr>
                <w:rFonts w:eastAsia="Cambria"/>
                <w:i/>
              </w:rPr>
              <w:t xml:space="preserve">Postępowanie przed </w:t>
            </w:r>
            <w:r w:rsidR="00D84F6D">
              <w:rPr>
                <w:rFonts w:eastAsia="Cambria"/>
                <w:i/>
              </w:rPr>
              <w:t>Naczelnym Sądem administracyjnym</w:t>
            </w:r>
          </w:p>
        </w:tc>
      </w:tr>
    </w:tbl>
    <w:p w14:paraId="36EDF2D0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597EC7CE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Default="00CD36F8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Default="00CD36F8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14:paraId="1755AB1E" w14:textId="6BDC8CBD" w:rsidR="00CD36F8" w:rsidRDefault="00D84F6D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  <w:r>
        <w:rPr>
          <w:rFonts w:ascii="Times New Roman" w:hAnsi="Times New Roman"/>
          <w:i/>
          <w:kern w:val="1"/>
          <w:szCs w:val="24"/>
        </w:rPr>
        <w:t>Konwersatorium:</w:t>
      </w:r>
      <w:r w:rsidR="00CD36F8">
        <w:rPr>
          <w:rFonts w:ascii="Times New Roman" w:hAnsi="Times New Roman"/>
          <w:i/>
          <w:kern w:val="1"/>
          <w:szCs w:val="24"/>
        </w:rPr>
        <w:t xml:space="preserve"> wykład problemowy z prezentacją multimedialną</w:t>
      </w:r>
      <w:r w:rsidR="00A25C8F">
        <w:rPr>
          <w:rFonts w:ascii="Times New Roman" w:hAnsi="Times New Roman"/>
          <w:i/>
          <w:kern w:val="1"/>
          <w:szCs w:val="24"/>
        </w:rPr>
        <w:t xml:space="preserve"> oparty na dyskusji na temat problemów naukowych związanych z przedmiotem. </w:t>
      </w:r>
    </w:p>
    <w:p w14:paraId="7122CCE3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Default="00CD36F8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Default="00CD36F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14:paraId="552F71FB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0201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Symbol efektu</w:t>
            </w:r>
          </w:p>
          <w:p w14:paraId="4E5CE1C4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EA47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Metody oceny efektów kształcenia</w:t>
            </w:r>
          </w:p>
          <w:p w14:paraId="342189F9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6E9AE" w14:textId="77777777" w:rsidR="00CD36F8" w:rsidRDefault="00CD36F8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Forma zajęć dydaktycznych ( w, </w:t>
            </w: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>
              <w:rPr>
                <w:rFonts w:ascii="Times New Roman" w:hAnsi="Times New Roman"/>
              </w:rPr>
              <w:t>, …)</w:t>
            </w:r>
          </w:p>
        </w:tc>
      </w:tr>
      <w:tr w:rsidR="00CD36F8" w14:paraId="3B25B46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85C0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lastRenderedPageBreak/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BC8E1" w14:textId="644C5A35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2712" w14:textId="4ACB54F4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42656521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DB16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9969" w14:textId="602D802A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3" w14:textId="388538CC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24B20884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818C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BA8A" w14:textId="4C9AAE16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2270" w14:textId="6B23DCFA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532464F3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D840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C61" w14:textId="6515723C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7C2AF" w14:textId="360E1573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0D0B1CF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1B30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7A25" w14:textId="02CC4563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12E" w14:textId="6AAEE060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2B41492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6A8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A431" w14:textId="718E956B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AB3" w14:textId="7F71B554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57B74C7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6A9B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A33" w14:textId="06071B65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1B8" w14:textId="4BDCB3F8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68E5DEA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7702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5D86" w14:textId="59B29CEC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9055" w14:textId="777C5623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6AFED71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807B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DF27" w14:textId="20EDC2AB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A74B" w14:textId="6C83D0B8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749FFF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737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FFAF" w14:textId="07239EC5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E8D" w14:textId="2FE934EC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6B703BF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999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7B662" w14:textId="7C8EACFA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8B7D" w14:textId="36FBA2D8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418B329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9287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CD20" w14:textId="1CCF9318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F613" w14:textId="024CC381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14A1FEC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605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CE81" w14:textId="78052BFC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04DA" w14:textId="2C123656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CD36F8" w14:paraId="1FC40576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5FC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9385" w14:textId="5A92D3D6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063" w14:textId="1926C2E2" w:rsidR="00CD36F8" w:rsidRDefault="00A25C8F">
            <w:pPr>
              <w:spacing w:after="0" w:line="240" w:lineRule="auto"/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7053B6" w14:paraId="111A198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3E22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7604" w14:textId="14D42A9B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653A" w14:textId="036C2E34" w:rsidR="007053B6" w:rsidRDefault="00A25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7053B6" w14:paraId="0C17D08E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C6AE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C001" w14:textId="5D4DB400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A216" w14:textId="5BB3D0FE" w:rsidR="007053B6" w:rsidRDefault="00A25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Konwersatorium</w:t>
            </w:r>
          </w:p>
        </w:tc>
      </w:tr>
      <w:tr w:rsidR="007053B6" w14:paraId="2E8804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91A9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8AB1B" w14:textId="19F232A4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F2D1" w14:textId="0EFC03D9" w:rsidR="007053B6" w:rsidRDefault="00A25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Konwersatorium</w:t>
            </w:r>
          </w:p>
        </w:tc>
      </w:tr>
    </w:tbl>
    <w:p w14:paraId="332B4F3C" w14:textId="77777777" w:rsidR="00CD36F8" w:rsidRDefault="00CD36F8">
      <w:pPr>
        <w:spacing w:after="0" w:line="240" w:lineRule="auto"/>
        <w:rPr>
          <w:rFonts w:ascii="Times New Roman" w:hAnsi="Times New Roman"/>
          <w:szCs w:val="24"/>
        </w:rPr>
      </w:pPr>
    </w:p>
    <w:p w14:paraId="1F8B729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43B7AA6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60EDFCCF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B7B2" w14:textId="64AF1C90" w:rsidR="00CD36F8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W przypadku </w:t>
            </w:r>
            <w:r w:rsidR="00A25C8F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konwersatorium 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wyniki </w:t>
            </w:r>
            <w:r w:rsidR="00D84F6D">
              <w:rPr>
                <w:rFonts w:ascii="Corbel" w:hAnsi="Corbel" w:cs="Corbel"/>
                <w:i/>
                <w:smallCaps/>
                <w:kern w:val="1"/>
                <w:szCs w:val="24"/>
              </w:rPr>
              <w:t>zaliczenia przedmiotu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 ustalane </w:t>
            </w:r>
            <w:r w:rsidR="00D84F6D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są 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na podstawie pisemnych lub ustnych odpowiedzi</w:t>
            </w:r>
            <w:r w:rsidR="00695667"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 (prac)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 xml:space="preserve"> studentów gdzie ocena pozytywna osiągana jest w przypadku uzyskania ponad 50% poprawnych odpowiedzi. Kryteria oceny: kompletność odpowiedzi, poprawna terminologia, aktualny stan prawny.</w:t>
            </w:r>
          </w:p>
          <w:p w14:paraId="243A0567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5087A7A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14:paraId="61DDFBCE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AC90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0606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14:paraId="534EBFF4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EFC5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smallCaps/>
                <w:kern w:val="1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81B8D" w14:textId="57E568AC" w:rsidR="00CD36F8" w:rsidRDefault="00A25C8F">
            <w:pPr>
              <w:suppressAutoHyphens w:val="0"/>
              <w:spacing w:after="0" w:line="240" w:lineRule="auto"/>
              <w:rPr>
                <w:smallCaps/>
                <w:kern w:val="1"/>
              </w:rPr>
            </w:pPr>
            <w:r>
              <w:rPr>
                <w:smallCaps/>
                <w:kern w:val="1"/>
              </w:rPr>
              <w:t>Konwersatorium</w:t>
            </w:r>
            <w:r w:rsidR="00CD36F8">
              <w:rPr>
                <w:smallCaps/>
                <w:kern w:val="1"/>
              </w:rPr>
              <w:t xml:space="preserve"> – </w:t>
            </w:r>
            <w:r>
              <w:rPr>
                <w:smallCaps/>
                <w:kern w:val="1"/>
              </w:rPr>
              <w:t>15</w:t>
            </w:r>
            <w:r w:rsidR="00CD36F8">
              <w:rPr>
                <w:smallCaps/>
                <w:kern w:val="1"/>
              </w:rPr>
              <w:t xml:space="preserve"> godz.</w:t>
            </w:r>
          </w:p>
          <w:p w14:paraId="58B5D8E5" w14:textId="5F400D58" w:rsidR="00CD36F8" w:rsidRDefault="00CD36F8">
            <w:pPr>
              <w:suppressAutoHyphens w:val="0"/>
              <w:spacing w:after="0" w:line="240" w:lineRule="auto"/>
            </w:pPr>
          </w:p>
        </w:tc>
      </w:tr>
      <w:tr w:rsidR="00CD36F8" w14:paraId="6AA45CA9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C9A9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9907" w14:textId="77777777" w:rsidR="00CD36F8" w:rsidRDefault="00CD36F8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0DE88A6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A54C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5B692FA5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161" w14:textId="2DB69F17" w:rsidR="00CD36F8" w:rsidRDefault="005F65F5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  <w:r w:rsidR="00A25C8F">
              <w:rPr>
                <w:rFonts w:ascii="Corbel" w:hAnsi="Corbel" w:cs="Corbel"/>
                <w:sz w:val="24"/>
                <w:szCs w:val="24"/>
              </w:rPr>
              <w:t>8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75AD01D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FF2B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55C" w14:textId="6F63B5BD" w:rsidR="00CD36F8" w:rsidRDefault="00D84F6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0B97622A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427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021" w14:textId="79257347" w:rsidR="00CD36F8" w:rsidRDefault="00D84F6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499DA65F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6. PRAKTYKI ZAWODOWE W RAMACH PRZEDMIOTU/ MODUŁU </w:t>
      </w:r>
    </w:p>
    <w:p w14:paraId="70C91C2C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14:paraId="162EC717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C157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1307" w14:textId="77777777" w:rsidR="00CD36F8" w:rsidRDefault="00CD36F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D36F8" w14:paraId="20477D7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88524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6A01" w14:textId="77777777" w:rsidR="00CD36F8" w:rsidRDefault="00CD36F8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71A5BEB5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14:paraId="2C60BFE4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6B8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01EAEBB2" w14:textId="75A29C92" w:rsidR="00CD36F8" w:rsidRDefault="00CD36F8">
            <w:pPr>
              <w:suppressAutoHyphens w:val="0"/>
              <w:spacing w:after="0" w:line="240" w:lineRule="auto"/>
              <w:jc w:val="both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</w:t>
            </w:r>
            <w:r w:rsidR="00517C2E">
              <w:rPr>
                <w:rFonts w:ascii="Corbel" w:hAnsi="Corbel" w:cs="Corbel"/>
                <w:i/>
                <w:smallCaps/>
                <w:kern w:val="1"/>
                <w:szCs w:val="24"/>
              </w:rPr>
              <w:t>21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.</w:t>
            </w:r>
          </w:p>
        </w:tc>
      </w:tr>
      <w:tr w:rsidR="00CD36F8" w14:paraId="701AF4DD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5876" w14:textId="77777777" w:rsidR="00CD36F8" w:rsidRDefault="00CD36F8">
            <w:pPr>
              <w:pStyle w:val="Punktygwne"/>
              <w:spacing w:before="0" w:after="0"/>
              <w:rPr>
                <w:rFonts w:eastAsia="Cambria"/>
                <w:i/>
                <w:kern w:val="1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9846E0D" w14:textId="5E64DADF" w:rsidR="00CD36F8" w:rsidRDefault="00CD36F8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kern w:val="1"/>
              </w:rPr>
            </w:pPr>
            <w:r>
              <w:rPr>
                <w:rFonts w:eastAsia="Cambria"/>
                <w:i/>
                <w:kern w:val="1"/>
              </w:rPr>
              <w:t>M. Wierzbowski</w:t>
            </w:r>
            <w:r w:rsidR="00517C2E">
              <w:rPr>
                <w:rFonts w:eastAsia="Cambria"/>
                <w:i/>
                <w:kern w:val="1"/>
              </w:rPr>
              <w:t xml:space="preserve"> (red.), </w:t>
            </w:r>
            <w:r>
              <w:rPr>
                <w:rFonts w:eastAsia="Cambria"/>
                <w:i/>
                <w:kern w:val="1"/>
              </w:rPr>
              <w:t>Postępowanie administracyjne</w:t>
            </w:r>
            <w:r w:rsidR="00517C2E">
              <w:rPr>
                <w:rFonts w:eastAsia="Cambria"/>
                <w:i/>
                <w:kern w:val="1"/>
              </w:rPr>
              <w:t xml:space="preserve"> i </w:t>
            </w:r>
            <w:proofErr w:type="spellStart"/>
            <w:r w:rsidR="00517C2E">
              <w:rPr>
                <w:rFonts w:eastAsia="Cambria"/>
                <w:i/>
                <w:kern w:val="1"/>
              </w:rPr>
              <w:t>sądowoadministracyjne</w:t>
            </w:r>
            <w:proofErr w:type="spellEnd"/>
            <w:r>
              <w:rPr>
                <w:rFonts w:eastAsia="Cambria"/>
                <w:i/>
                <w:kern w:val="1"/>
              </w:rPr>
              <w:t>, Warszawa 20</w:t>
            </w:r>
            <w:r w:rsidR="00517C2E">
              <w:rPr>
                <w:rFonts w:eastAsia="Cambria"/>
                <w:i/>
                <w:kern w:val="1"/>
              </w:rPr>
              <w:t>20</w:t>
            </w:r>
            <w:r>
              <w:rPr>
                <w:rFonts w:eastAsia="Cambria"/>
                <w:i/>
                <w:kern w:val="1"/>
              </w:rPr>
              <w:t xml:space="preserve"> r.;</w:t>
            </w:r>
          </w:p>
          <w:p w14:paraId="287EB1A1" w14:textId="77777777" w:rsidR="00CD36F8" w:rsidRDefault="00CD36F8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  <w:r>
              <w:rPr>
                <w:rFonts w:eastAsia="Cambria"/>
                <w:i/>
                <w:kern w:val="1"/>
              </w:rPr>
              <w:t xml:space="preserve">W. </w:t>
            </w:r>
            <w:r>
              <w:rPr>
                <w:rFonts w:eastAsia="Cambria"/>
                <w:i/>
                <w:spacing w:val="-4"/>
                <w:kern w:val="1"/>
              </w:rPr>
              <w:t xml:space="preserve">Chróścielewski, J.P. </w:t>
            </w:r>
            <w:proofErr w:type="spellStart"/>
            <w:r>
              <w:rPr>
                <w:rFonts w:eastAsia="Cambria"/>
                <w:i/>
                <w:spacing w:val="-4"/>
                <w:kern w:val="1"/>
              </w:rPr>
              <w:t>Tarno</w:t>
            </w:r>
            <w:proofErr w:type="spellEnd"/>
            <w:r>
              <w:rPr>
                <w:rFonts w:eastAsia="Cambria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1F713D37" w14:textId="77777777" w:rsidR="00CD36F8" w:rsidRDefault="00CD36F8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  <w:r>
              <w:rPr>
                <w:rFonts w:eastAsia="Cambria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64624A5" w14:textId="77777777" w:rsidR="00CD36F8" w:rsidRDefault="00CD36F8">
            <w:pPr>
              <w:suppressAutoHyphens w:val="0"/>
              <w:spacing w:after="0" w:line="240" w:lineRule="auto"/>
              <w:jc w:val="both"/>
              <w:rPr>
                <w:rFonts w:eastAsia="Cambria" w:cs="Calibri"/>
                <w:i/>
                <w:smallCaps/>
                <w:kern w:val="1"/>
                <w:szCs w:val="24"/>
              </w:rPr>
            </w:pPr>
            <w:r>
              <w:rPr>
                <w:rFonts w:eastAsia="Cambria"/>
                <w:i/>
                <w:spacing w:val="-4"/>
                <w:kern w:val="1"/>
              </w:rPr>
              <w:t xml:space="preserve"> J. </w:t>
            </w:r>
            <w:r>
              <w:rPr>
                <w:rFonts w:eastAsia="Cambria"/>
                <w:i/>
                <w:kern w:val="1"/>
              </w:rPr>
              <w:t>Borkowski: Decyzja administracyjna, Zielona Góra 1999 r.;</w:t>
            </w:r>
          </w:p>
          <w:p w14:paraId="5BF8BA96" w14:textId="77777777" w:rsidR="00CD36F8" w:rsidRDefault="00CD36F8">
            <w:pPr>
              <w:suppressAutoHyphens w:val="0"/>
              <w:spacing w:after="0" w:line="240" w:lineRule="auto"/>
              <w:jc w:val="both"/>
            </w:pPr>
            <w:r>
              <w:rPr>
                <w:rFonts w:eastAsia="Cambria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5530C376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Default="00CD36F8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83379680">
    <w:abstractNumId w:val="0"/>
  </w:num>
  <w:num w:numId="2" w16cid:durableId="1671561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EA"/>
    <w:rsid w:val="00022EF9"/>
    <w:rsid w:val="00096FD0"/>
    <w:rsid w:val="002A4751"/>
    <w:rsid w:val="002D57EA"/>
    <w:rsid w:val="00385F8D"/>
    <w:rsid w:val="00517C2E"/>
    <w:rsid w:val="005F65F5"/>
    <w:rsid w:val="00640711"/>
    <w:rsid w:val="00695667"/>
    <w:rsid w:val="007053B6"/>
    <w:rsid w:val="007444C0"/>
    <w:rsid w:val="008347BC"/>
    <w:rsid w:val="00920712"/>
    <w:rsid w:val="00A25C8F"/>
    <w:rsid w:val="00BC1BF6"/>
    <w:rsid w:val="00CD36F8"/>
    <w:rsid w:val="00CE7EA9"/>
    <w:rsid w:val="00D84F6D"/>
    <w:rsid w:val="00F401C2"/>
    <w:rsid w:val="00F44CA3"/>
    <w:rsid w:val="00F8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40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3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Renata Świrgoń-Skok</cp:lastModifiedBy>
  <cp:revision>2</cp:revision>
  <cp:lastPrinted>2019-02-06T11:12:00Z</cp:lastPrinted>
  <dcterms:created xsi:type="dcterms:W3CDTF">2023-10-18T14:55:00Z</dcterms:created>
  <dcterms:modified xsi:type="dcterms:W3CDTF">2023-10-18T14:55:00Z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