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96B40" w14:textId="0CB48B3C" w:rsidR="00A92AE6" w:rsidRPr="00B0793B" w:rsidRDefault="00A92AE6" w:rsidP="00A92AE6">
      <w:pPr>
        <w:spacing w:line="240" w:lineRule="auto"/>
        <w:jc w:val="right"/>
        <w:rPr>
          <w:rFonts w:ascii="Corbel" w:hAnsi="Corbel" w:cs="Times New Roman"/>
          <w:bCs/>
          <w:i/>
          <w:sz w:val="24"/>
          <w:szCs w:val="24"/>
        </w:rPr>
      </w:pPr>
      <w:r w:rsidRPr="00B0793B">
        <w:rPr>
          <w:rFonts w:ascii="Corbel" w:hAnsi="Corbel" w:cs="Times New Roman"/>
          <w:b/>
          <w:bCs/>
          <w:sz w:val="24"/>
          <w:szCs w:val="24"/>
        </w:rPr>
        <w:tab/>
      </w:r>
      <w:r w:rsidRPr="00B0793B">
        <w:rPr>
          <w:rFonts w:ascii="Corbel" w:hAnsi="Corbel" w:cs="Times New Roman"/>
          <w:b/>
          <w:bCs/>
          <w:sz w:val="24"/>
          <w:szCs w:val="24"/>
        </w:rPr>
        <w:tab/>
      </w:r>
      <w:r w:rsidRPr="00B0793B">
        <w:rPr>
          <w:rFonts w:ascii="Corbel" w:hAnsi="Corbel" w:cs="Times New Roman"/>
          <w:b/>
          <w:bCs/>
          <w:sz w:val="24"/>
          <w:szCs w:val="24"/>
        </w:rPr>
        <w:tab/>
      </w:r>
      <w:r w:rsidRPr="00B0793B">
        <w:rPr>
          <w:rFonts w:ascii="Corbel" w:hAnsi="Corbel" w:cs="Times New Roman"/>
          <w:b/>
          <w:bCs/>
          <w:sz w:val="24"/>
          <w:szCs w:val="24"/>
        </w:rPr>
        <w:tab/>
      </w:r>
      <w:r w:rsidRPr="00B0793B">
        <w:rPr>
          <w:rFonts w:ascii="Corbel" w:hAnsi="Corbel" w:cs="Times New Roman"/>
          <w:b/>
          <w:bCs/>
          <w:sz w:val="24"/>
          <w:szCs w:val="24"/>
        </w:rPr>
        <w:tab/>
      </w:r>
      <w:r w:rsidRPr="00B0793B">
        <w:rPr>
          <w:rFonts w:ascii="Corbel" w:hAnsi="Corbel" w:cs="Times New Roman"/>
          <w:bCs/>
          <w:i/>
          <w:sz w:val="24"/>
          <w:szCs w:val="24"/>
        </w:rPr>
        <w:t>Załącznik n</w:t>
      </w:r>
      <w:r w:rsidR="00717D52" w:rsidRPr="00B0793B">
        <w:rPr>
          <w:rFonts w:ascii="Corbel" w:hAnsi="Corbel" w:cs="Times New Roman"/>
          <w:bCs/>
          <w:i/>
          <w:sz w:val="24"/>
          <w:szCs w:val="24"/>
        </w:rPr>
        <w:t>r 1.5 do Zarządzenia Rektora UR</w:t>
      </w:r>
      <w:r w:rsidRPr="00B0793B">
        <w:rPr>
          <w:rFonts w:ascii="Corbel" w:hAnsi="Corbel" w:cs="Times New Roman"/>
          <w:bCs/>
          <w:i/>
          <w:sz w:val="24"/>
          <w:szCs w:val="24"/>
        </w:rPr>
        <w:t xml:space="preserve"> nr </w:t>
      </w:r>
      <w:r w:rsidR="00800233" w:rsidRPr="00B0793B">
        <w:rPr>
          <w:rFonts w:ascii="Corbel" w:hAnsi="Corbel" w:cs="Times New Roman"/>
          <w:bCs/>
          <w:i/>
          <w:sz w:val="24"/>
          <w:szCs w:val="24"/>
        </w:rPr>
        <w:t>7</w:t>
      </w:r>
      <w:r w:rsidRPr="00B0793B">
        <w:rPr>
          <w:rFonts w:ascii="Corbel" w:hAnsi="Corbel" w:cs="Times New Roman"/>
          <w:bCs/>
          <w:i/>
          <w:sz w:val="24"/>
          <w:szCs w:val="24"/>
        </w:rPr>
        <w:t>/20</w:t>
      </w:r>
      <w:r w:rsidR="00800233" w:rsidRPr="00B0793B">
        <w:rPr>
          <w:rFonts w:ascii="Corbel" w:hAnsi="Corbel" w:cs="Times New Roman"/>
          <w:bCs/>
          <w:i/>
          <w:sz w:val="24"/>
          <w:szCs w:val="24"/>
        </w:rPr>
        <w:t>23</w:t>
      </w:r>
    </w:p>
    <w:p w14:paraId="1DD420F6" w14:textId="77777777" w:rsidR="00717D52" w:rsidRPr="00B0793B" w:rsidRDefault="00717D52" w:rsidP="00A92AE6">
      <w:pPr>
        <w:spacing w:line="240" w:lineRule="auto"/>
        <w:jc w:val="right"/>
        <w:rPr>
          <w:rFonts w:ascii="Corbel" w:hAnsi="Corbel" w:cs="Times New Roman"/>
          <w:bCs/>
          <w:i/>
          <w:sz w:val="24"/>
          <w:szCs w:val="24"/>
        </w:rPr>
      </w:pPr>
    </w:p>
    <w:p w14:paraId="6E01455F" w14:textId="77777777" w:rsidR="00A92AE6" w:rsidRPr="00B0793B" w:rsidRDefault="00A92AE6" w:rsidP="00A92AE6">
      <w:pPr>
        <w:spacing w:after="0" w:line="240" w:lineRule="auto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B0793B">
        <w:rPr>
          <w:rFonts w:ascii="Corbel" w:hAnsi="Corbel" w:cs="Times New Roman"/>
          <w:b/>
          <w:smallCaps/>
          <w:sz w:val="24"/>
          <w:szCs w:val="24"/>
        </w:rPr>
        <w:t>SYLABUS</w:t>
      </w:r>
    </w:p>
    <w:p w14:paraId="41CF3CB5" w14:textId="19921FC4" w:rsidR="00A92AE6" w:rsidRPr="00B0793B" w:rsidRDefault="00A92AE6" w:rsidP="00A92AE6">
      <w:pPr>
        <w:spacing w:after="0" w:line="240" w:lineRule="exact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B0793B">
        <w:rPr>
          <w:rFonts w:ascii="Corbel" w:hAnsi="Corbel" w:cs="Times New Roman"/>
          <w:b/>
          <w:smallCaps/>
          <w:sz w:val="24"/>
          <w:szCs w:val="24"/>
        </w:rPr>
        <w:t>dotyczy cyklu kształcenia 202</w:t>
      </w:r>
      <w:r w:rsidR="00800233" w:rsidRPr="00B0793B">
        <w:rPr>
          <w:rFonts w:ascii="Corbel" w:hAnsi="Corbel" w:cs="Times New Roman"/>
          <w:b/>
          <w:smallCaps/>
          <w:sz w:val="24"/>
          <w:szCs w:val="24"/>
        </w:rPr>
        <w:t>4</w:t>
      </w:r>
      <w:r w:rsidRPr="00B0793B">
        <w:rPr>
          <w:rFonts w:ascii="Corbel" w:hAnsi="Corbel" w:cs="Times New Roman"/>
          <w:b/>
          <w:smallCaps/>
          <w:sz w:val="24"/>
          <w:szCs w:val="24"/>
        </w:rPr>
        <w:t>-202</w:t>
      </w:r>
      <w:r w:rsidR="00800233" w:rsidRPr="00B0793B">
        <w:rPr>
          <w:rFonts w:ascii="Corbel" w:hAnsi="Corbel" w:cs="Times New Roman"/>
          <w:b/>
          <w:smallCaps/>
          <w:sz w:val="24"/>
          <w:szCs w:val="24"/>
        </w:rPr>
        <w:t>9</w:t>
      </w:r>
    </w:p>
    <w:p w14:paraId="4658B482" w14:textId="77777777" w:rsidR="00717D52" w:rsidRPr="00B0793B" w:rsidRDefault="00717D52" w:rsidP="00A92AE6">
      <w:pPr>
        <w:spacing w:after="0" w:line="240" w:lineRule="exact"/>
        <w:jc w:val="center"/>
        <w:rPr>
          <w:rFonts w:ascii="Corbel" w:hAnsi="Corbel" w:cs="Times New Roman"/>
          <w:b/>
          <w:smallCaps/>
          <w:sz w:val="24"/>
          <w:szCs w:val="24"/>
        </w:rPr>
      </w:pPr>
    </w:p>
    <w:p w14:paraId="5411C760" w14:textId="77777777" w:rsidR="00A92AE6" w:rsidRPr="00B0793B" w:rsidRDefault="00717D52" w:rsidP="00A92AE6">
      <w:pPr>
        <w:spacing w:after="0" w:line="240" w:lineRule="exact"/>
        <w:jc w:val="center"/>
        <w:rPr>
          <w:rFonts w:ascii="Corbel" w:hAnsi="Corbel" w:cs="Times New Roman"/>
          <w:sz w:val="24"/>
          <w:szCs w:val="24"/>
        </w:rPr>
      </w:pPr>
      <w:r w:rsidRPr="00B0793B">
        <w:rPr>
          <w:rFonts w:ascii="Corbel" w:hAnsi="Corbel" w:cs="Times New Roman"/>
          <w:sz w:val="24"/>
          <w:szCs w:val="24"/>
        </w:rPr>
        <w:t xml:space="preserve">Rok akademicki </w:t>
      </w:r>
      <w:r w:rsidR="00E743CB" w:rsidRPr="00B0793B">
        <w:rPr>
          <w:rFonts w:ascii="Corbel" w:hAnsi="Corbel" w:cs="Times New Roman"/>
          <w:sz w:val="24"/>
          <w:szCs w:val="24"/>
        </w:rPr>
        <w:t>2025-</w:t>
      </w:r>
      <w:r w:rsidR="00A92AE6" w:rsidRPr="00B0793B">
        <w:rPr>
          <w:rFonts w:ascii="Corbel" w:hAnsi="Corbel" w:cs="Times New Roman"/>
          <w:sz w:val="24"/>
          <w:szCs w:val="24"/>
        </w:rPr>
        <w:t>2026</w:t>
      </w:r>
    </w:p>
    <w:p w14:paraId="491A9A25" w14:textId="77777777" w:rsidR="00A92AE6" w:rsidRPr="00B0793B" w:rsidRDefault="00A92AE6" w:rsidP="00A92AE6">
      <w:pPr>
        <w:spacing w:after="0" w:line="240" w:lineRule="exact"/>
        <w:jc w:val="both"/>
        <w:rPr>
          <w:rFonts w:ascii="Corbel" w:hAnsi="Corbel" w:cs="Times New Roman"/>
          <w:sz w:val="24"/>
          <w:szCs w:val="24"/>
        </w:rPr>
      </w:pPr>
    </w:p>
    <w:p w14:paraId="1C986957" w14:textId="77777777" w:rsidR="00A92AE6" w:rsidRPr="00B0793B" w:rsidRDefault="00A92AE6" w:rsidP="00A92AE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0793B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92AE6" w:rsidRPr="00B0793B" w14:paraId="5486B0DF" w14:textId="77777777" w:rsidTr="000C1FE4">
        <w:tc>
          <w:tcPr>
            <w:tcW w:w="2694" w:type="dxa"/>
            <w:vAlign w:val="center"/>
          </w:tcPr>
          <w:p w14:paraId="1E0DF7AA" w14:textId="77777777" w:rsidR="00A92AE6" w:rsidRPr="00B0793B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8E2EC0F" w14:textId="77777777" w:rsidR="00A92AE6" w:rsidRPr="00B0793B" w:rsidRDefault="00A92AE6" w:rsidP="000C1F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Psychopatologia</w:t>
            </w:r>
          </w:p>
        </w:tc>
      </w:tr>
      <w:tr w:rsidR="00A92AE6" w:rsidRPr="00B0793B" w14:paraId="548EF380" w14:textId="77777777" w:rsidTr="000C1FE4">
        <w:tc>
          <w:tcPr>
            <w:tcW w:w="2694" w:type="dxa"/>
            <w:vAlign w:val="center"/>
          </w:tcPr>
          <w:p w14:paraId="4E3C4868" w14:textId="77777777" w:rsidR="00A92AE6" w:rsidRPr="00B0793B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B29F1C" w14:textId="77777777" w:rsidR="00A92AE6" w:rsidRPr="00B0793B" w:rsidRDefault="00A92AE6" w:rsidP="000C1F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92AE6" w:rsidRPr="00B0793B" w14:paraId="74E4052F" w14:textId="77777777" w:rsidTr="000C1FE4">
        <w:tc>
          <w:tcPr>
            <w:tcW w:w="2694" w:type="dxa"/>
            <w:vAlign w:val="center"/>
          </w:tcPr>
          <w:p w14:paraId="0B2058EF" w14:textId="77777777" w:rsidR="00A92AE6" w:rsidRPr="00B0793B" w:rsidRDefault="00A92AE6" w:rsidP="000C1FE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3007DB9" w14:textId="77777777" w:rsidR="00A92AE6" w:rsidRPr="00B0793B" w:rsidRDefault="00A92AE6" w:rsidP="000C1F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793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92AE6" w:rsidRPr="00B0793B" w14:paraId="0A160A56" w14:textId="77777777" w:rsidTr="000C1FE4">
        <w:tc>
          <w:tcPr>
            <w:tcW w:w="2694" w:type="dxa"/>
            <w:vAlign w:val="center"/>
          </w:tcPr>
          <w:p w14:paraId="6AA7DA53" w14:textId="77777777" w:rsidR="00A92AE6" w:rsidRPr="00B0793B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6FA4E7" w14:textId="63DC34F1" w:rsidR="00A92AE6" w:rsidRPr="00B0793B" w:rsidRDefault="00A92AE6" w:rsidP="000C1F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793B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800233" w:rsidRPr="00B0793B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A92AE6" w:rsidRPr="00B0793B" w14:paraId="4C071289" w14:textId="77777777" w:rsidTr="000C1FE4">
        <w:tc>
          <w:tcPr>
            <w:tcW w:w="2694" w:type="dxa"/>
            <w:vAlign w:val="center"/>
          </w:tcPr>
          <w:p w14:paraId="0A97459C" w14:textId="77777777" w:rsidR="00A92AE6" w:rsidRPr="00B0793B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562645" w14:textId="77777777" w:rsidR="00A92AE6" w:rsidRPr="00B0793B" w:rsidRDefault="00A92AE6" w:rsidP="000C1F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793B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A92AE6" w:rsidRPr="00B0793B" w14:paraId="22C78B42" w14:textId="77777777" w:rsidTr="000C1FE4">
        <w:tc>
          <w:tcPr>
            <w:tcW w:w="2694" w:type="dxa"/>
            <w:vAlign w:val="center"/>
          </w:tcPr>
          <w:p w14:paraId="465EFA12" w14:textId="77777777" w:rsidR="00A92AE6" w:rsidRPr="00B0793B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AC5862" w14:textId="36E1D38D" w:rsidR="00A92AE6" w:rsidRPr="00B0793B" w:rsidRDefault="0081253E" w:rsidP="000C1F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793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743CB" w:rsidRPr="00B0793B">
              <w:rPr>
                <w:rFonts w:ascii="Corbel" w:hAnsi="Corbel"/>
                <w:b w:val="0"/>
                <w:sz w:val="24"/>
                <w:szCs w:val="24"/>
              </w:rPr>
              <w:t>tudia</w:t>
            </w:r>
            <w:r w:rsidRPr="00B0793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92AE6" w:rsidRPr="00B0793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A92AE6" w:rsidRPr="00B0793B" w14:paraId="0D63155F" w14:textId="77777777" w:rsidTr="000C1FE4">
        <w:tc>
          <w:tcPr>
            <w:tcW w:w="2694" w:type="dxa"/>
            <w:vAlign w:val="center"/>
          </w:tcPr>
          <w:p w14:paraId="5C362CC8" w14:textId="77777777" w:rsidR="00A92AE6" w:rsidRPr="00B0793B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60CB46" w14:textId="77777777" w:rsidR="00A92AE6" w:rsidRPr="00B0793B" w:rsidRDefault="00A92AE6" w:rsidP="000C1F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793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92AE6" w:rsidRPr="00B0793B" w14:paraId="71CDD083" w14:textId="77777777" w:rsidTr="000C1FE4">
        <w:tc>
          <w:tcPr>
            <w:tcW w:w="2694" w:type="dxa"/>
            <w:vAlign w:val="center"/>
          </w:tcPr>
          <w:p w14:paraId="2D37A84B" w14:textId="77777777" w:rsidR="00A92AE6" w:rsidRPr="00B0793B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40035C" w14:textId="77777777" w:rsidR="00A92AE6" w:rsidRPr="00B0793B" w:rsidRDefault="00A92AE6" w:rsidP="000C1F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793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A92AE6" w:rsidRPr="00B0793B" w14:paraId="457B2313" w14:textId="77777777" w:rsidTr="000C1FE4">
        <w:tc>
          <w:tcPr>
            <w:tcW w:w="2694" w:type="dxa"/>
            <w:vAlign w:val="center"/>
          </w:tcPr>
          <w:p w14:paraId="7FC52799" w14:textId="77777777" w:rsidR="00A92AE6" w:rsidRPr="00B0793B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98D1C15" w14:textId="005E3BA8" w:rsidR="00A92AE6" w:rsidRPr="00B0793B" w:rsidRDefault="00E743CB" w:rsidP="00E743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793B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1253E" w:rsidRPr="00B0793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92AE6" w:rsidRPr="00B0793B">
              <w:rPr>
                <w:rFonts w:ascii="Corbel" w:hAnsi="Corbel"/>
                <w:b w:val="0"/>
                <w:sz w:val="24"/>
                <w:szCs w:val="24"/>
              </w:rPr>
              <w:t xml:space="preserve">rok, semestr </w:t>
            </w:r>
            <w:r w:rsidR="002A1A24" w:rsidRPr="00B0793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A92AE6" w:rsidRPr="00B0793B" w14:paraId="6E0FBE3B" w14:textId="77777777" w:rsidTr="000C1FE4">
        <w:tc>
          <w:tcPr>
            <w:tcW w:w="2694" w:type="dxa"/>
            <w:vAlign w:val="center"/>
          </w:tcPr>
          <w:p w14:paraId="1FFD7AC1" w14:textId="77777777" w:rsidR="00A92AE6" w:rsidRPr="00B0793B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A5AF256" w14:textId="77777777" w:rsidR="00A92AE6" w:rsidRPr="00B0793B" w:rsidRDefault="00E743CB" w:rsidP="000C1F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793B">
              <w:rPr>
                <w:rFonts w:ascii="Corbel" w:hAnsi="Corbel"/>
                <w:b w:val="0"/>
                <w:sz w:val="24"/>
                <w:szCs w:val="24"/>
              </w:rPr>
              <w:t xml:space="preserve">przedmiot kształcenia </w:t>
            </w:r>
            <w:r w:rsidR="00A92AE6" w:rsidRPr="00B0793B">
              <w:rPr>
                <w:rFonts w:ascii="Corbel" w:hAnsi="Corbel"/>
                <w:b w:val="0"/>
                <w:sz w:val="24"/>
                <w:szCs w:val="24"/>
              </w:rPr>
              <w:t>kierunkow</w:t>
            </w:r>
            <w:r w:rsidRPr="00B0793B">
              <w:rPr>
                <w:rFonts w:ascii="Corbel" w:hAnsi="Corbel"/>
                <w:b w:val="0"/>
                <w:sz w:val="24"/>
                <w:szCs w:val="24"/>
              </w:rPr>
              <w:t>ego</w:t>
            </w:r>
          </w:p>
        </w:tc>
      </w:tr>
      <w:tr w:rsidR="00A92AE6" w:rsidRPr="00B0793B" w14:paraId="6472959C" w14:textId="77777777" w:rsidTr="000C1FE4">
        <w:tc>
          <w:tcPr>
            <w:tcW w:w="2694" w:type="dxa"/>
            <w:vAlign w:val="center"/>
          </w:tcPr>
          <w:p w14:paraId="6D01DA56" w14:textId="77777777" w:rsidR="00A92AE6" w:rsidRPr="00B0793B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220DA6" w14:textId="77777777" w:rsidR="00A92AE6" w:rsidRPr="00B0793B" w:rsidRDefault="00A92AE6" w:rsidP="000C1F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793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92AE6" w:rsidRPr="00B0793B" w14:paraId="3543EA7D" w14:textId="77777777" w:rsidTr="000C1FE4">
        <w:tc>
          <w:tcPr>
            <w:tcW w:w="2694" w:type="dxa"/>
            <w:vAlign w:val="center"/>
          </w:tcPr>
          <w:p w14:paraId="1AE268B3" w14:textId="77777777" w:rsidR="00A92AE6" w:rsidRPr="00B0793B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D76B7F" w14:textId="77777777" w:rsidR="00A92AE6" w:rsidRPr="00B0793B" w:rsidRDefault="00A92AE6" w:rsidP="000C1F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0793B">
              <w:rPr>
                <w:rFonts w:ascii="Corbel" w:hAnsi="Corbel"/>
                <w:b w:val="0"/>
                <w:bCs/>
                <w:sz w:val="24"/>
                <w:szCs w:val="24"/>
              </w:rPr>
              <w:t>dr Jacek Pasternak</w:t>
            </w:r>
          </w:p>
        </w:tc>
      </w:tr>
      <w:tr w:rsidR="00A92AE6" w:rsidRPr="00B0793B" w14:paraId="26BD4AB5" w14:textId="77777777" w:rsidTr="000C1FE4">
        <w:tc>
          <w:tcPr>
            <w:tcW w:w="2694" w:type="dxa"/>
            <w:vAlign w:val="center"/>
          </w:tcPr>
          <w:p w14:paraId="098780ED" w14:textId="77777777" w:rsidR="00A92AE6" w:rsidRPr="00B0793B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69AA76" w14:textId="77777777" w:rsidR="00A92AE6" w:rsidRPr="00B0793B" w:rsidRDefault="00A92AE6" w:rsidP="000C1F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793B">
              <w:rPr>
                <w:rFonts w:ascii="Corbel" w:hAnsi="Corbel"/>
                <w:b w:val="0"/>
                <w:bCs/>
                <w:sz w:val="24"/>
                <w:szCs w:val="24"/>
              </w:rPr>
              <w:t>dr Jacek Pasternak</w:t>
            </w:r>
          </w:p>
        </w:tc>
      </w:tr>
    </w:tbl>
    <w:p w14:paraId="46E7D36D" w14:textId="77777777" w:rsidR="00A92AE6" w:rsidRPr="00B0793B" w:rsidRDefault="00A92AE6" w:rsidP="00A92AE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A6D5FD" w14:textId="77777777" w:rsidR="00A92AE6" w:rsidRPr="00B0793B" w:rsidRDefault="00A92AE6" w:rsidP="00A92AE6">
      <w:pPr>
        <w:pStyle w:val="Podpunkty"/>
        <w:ind w:left="284"/>
        <w:rPr>
          <w:rFonts w:ascii="Corbel" w:hAnsi="Corbel"/>
          <w:sz w:val="24"/>
          <w:szCs w:val="24"/>
        </w:rPr>
      </w:pPr>
      <w:r w:rsidRPr="00B0793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6C1924" w14:textId="77777777" w:rsidR="00A92AE6" w:rsidRPr="00B0793B" w:rsidRDefault="00A92AE6" w:rsidP="00A92AE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1"/>
        <w:gridCol w:w="732"/>
        <w:gridCol w:w="863"/>
        <w:gridCol w:w="753"/>
        <w:gridCol w:w="783"/>
        <w:gridCol w:w="678"/>
        <w:gridCol w:w="895"/>
        <w:gridCol w:w="1113"/>
        <w:gridCol w:w="1317"/>
      </w:tblGrid>
      <w:tr w:rsidR="00A92AE6" w:rsidRPr="00B0793B" w14:paraId="1B91CFA3" w14:textId="77777777" w:rsidTr="000C1FE4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1F78" w14:textId="77777777" w:rsidR="00A92AE6" w:rsidRPr="00B0793B" w:rsidRDefault="00A92AE6" w:rsidP="000C1F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0793B">
              <w:rPr>
                <w:rFonts w:ascii="Corbel" w:hAnsi="Corbel"/>
                <w:szCs w:val="24"/>
              </w:rPr>
              <w:t>Semestr</w:t>
            </w:r>
          </w:p>
          <w:p w14:paraId="797D0A91" w14:textId="77777777" w:rsidR="00A92AE6" w:rsidRPr="00B0793B" w:rsidRDefault="00A92AE6" w:rsidP="000C1F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0793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B63EC" w14:textId="77777777" w:rsidR="00A92AE6" w:rsidRPr="00B0793B" w:rsidRDefault="00A92AE6" w:rsidP="000C1F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0793B">
              <w:rPr>
                <w:rFonts w:ascii="Corbel" w:hAnsi="Corbel"/>
                <w:szCs w:val="24"/>
              </w:rPr>
              <w:t>Wykł</w:t>
            </w:r>
            <w:proofErr w:type="spellEnd"/>
            <w:r w:rsidRPr="00B0793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52954" w14:textId="77777777" w:rsidR="00A92AE6" w:rsidRPr="00B0793B" w:rsidRDefault="00A92AE6" w:rsidP="000C1F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0793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F5820" w14:textId="77777777" w:rsidR="00A92AE6" w:rsidRPr="00B0793B" w:rsidRDefault="00A92AE6" w:rsidP="000C1F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0793B">
              <w:rPr>
                <w:rFonts w:ascii="Corbel" w:hAnsi="Corbel"/>
                <w:szCs w:val="24"/>
              </w:rPr>
              <w:t>Konw</w:t>
            </w:r>
            <w:proofErr w:type="spellEnd"/>
            <w:r w:rsidRPr="00B0793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4B0F1" w14:textId="77777777" w:rsidR="00A92AE6" w:rsidRPr="00B0793B" w:rsidRDefault="00A92AE6" w:rsidP="000C1F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0793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0E47" w14:textId="77777777" w:rsidR="00A92AE6" w:rsidRPr="00B0793B" w:rsidRDefault="00A92AE6" w:rsidP="000C1F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0793B">
              <w:rPr>
                <w:rFonts w:ascii="Corbel" w:hAnsi="Corbel"/>
                <w:szCs w:val="24"/>
              </w:rPr>
              <w:t>Sem</w:t>
            </w:r>
            <w:proofErr w:type="spellEnd"/>
            <w:r w:rsidRPr="00B0793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19607" w14:textId="77777777" w:rsidR="00A92AE6" w:rsidRPr="00B0793B" w:rsidRDefault="00A92AE6" w:rsidP="000C1F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0793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57B62" w14:textId="77777777" w:rsidR="00A92AE6" w:rsidRPr="00B0793B" w:rsidRDefault="00A92AE6" w:rsidP="000C1F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0793B">
              <w:rPr>
                <w:rFonts w:ascii="Corbel" w:hAnsi="Corbel"/>
                <w:szCs w:val="24"/>
              </w:rPr>
              <w:t>Prakt</w:t>
            </w:r>
            <w:proofErr w:type="spellEnd"/>
            <w:r w:rsidRPr="00B0793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B4D93" w14:textId="77777777" w:rsidR="00A92AE6" w:rsidRPr="00B0793B" w:rsidRDefault="00A92AE6" w:rsidP="000C1F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0793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BB454" w14:textId="77777777" w:rsidR="00A92AE6" w:rsidRPr="00B0793B" w:rsidRDefault="00A92AE6" w:rsidP="000C1FE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0793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92AE6" w:rsidRPr="00B0793B" w14:paraId="0831156D" w14:textId="77777777" w:rsidTr="00593817">
        <w:trPr>
          <w:trHeight w:val="453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60E1" w14:textId="75BCB645" w:rsidR="00A92AE6" w:rsidRPr="00B0793B" w:rsidRDefault="002A1A24" w:rsidP="005938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6836" w14:textId="77777777" w:rsidR="00A92AE6" w:rsidRPr="00B0793B" w:rsidRDefault="00A92AE6" w:rsidP="005938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BC9A" w14:textId="77777777" w:rsidR="00A92AE6" w:rsidRPr="00B0793B" w:rsidRDefault="00A92AE6" w:rsidP="005938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49BE" w14:textId="77777777" w:rsidR="00A92AE6" w:rsidRPr="00B0793B" w:rsidRDefault="00A92AE6" w:rsidP="005938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FEA26" w14:textId="77777777" w:rsidR="00A92AE6" w:rsidRPr="00B0793B" w:rsidRDefault="00A92AE6" w:rsidP="005938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6B79" w14:textId="77777777" w:rsidR="00A92AE6" w:rsidRPr="00B0793B" w:rsidRDefault="00A92AE6" w:rsidP="005938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FF95" w14:textId="77777777" w:rsidR="00A92AE6" w:rsidRPr="00B0793B" w:rsidRDefault="00A92AE6" w:rsidP="005938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F649" w14:textId="77777777" w:rsidR="00A92AE6" w:rsidRPr="00B0793B" w:rsidRDefault="00A92AE6" w:rsidP="005938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0B5D" w14:textId="77777777" w:rsidR="00A92AE6" w:rsidRPr="00B0793B" w:rsidRDefault="00A92AE6" w:rsidP="005938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B525" w14:textId="77777777" w:rsidR="00A92AE6" w:rsidRPr="00B0793B" w:rsidRDefault="00A92AE6" w:rsidP="005938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0FA6ED" w14:textId="77777777" w:rsidR="00A92AE6" w:rsidRPr="00B0793B" w:rsidRDefault="00A92AE6" w:rsidP="00A92AE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83B202" w14:textId="77777777" w:rsidR="00A92AE6" w:rsidRPr="00B0793B" w:rsidRDefault="00A92AE6" w:rsidP="00A92AE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50BD62" w14:textId="77777777" w:rsidR="00A92AE6" w:rsidRPr="00B0793B" w:rsidRDefault="00A92AE6" w:rsidP="00A92AE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0793B">
        <w:rPr>
          <w:rFonts w:ascii="Corbel" w:hAnsi="Corbel"/>
          <w:smallCaps w:val="0"/>
          <w:szCs w:val="24"/>
        </w:rPr>
        <w:t>1.2.</w:t>
      </w:r>
      <w:r w:rsidRPr="00B0793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07E3D74" w14:textId="77777777" w:rsidR="00A92AE6" w:rsidRPr="00B0793B" w:rsidRDefault="00A92AE6" w:rsidP="00A92AE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0793B">
        <w:rPr>
          <w:rFonts w:ascii="Corbel" w:eastAsia="MS Gothic" w:hAnsi="Corbel"/>
          <w:b w:val="0"/>
          <w:szCs w:val="24"/>
          <w:u w:val="single"/>
        </w:rPr>
        <w:t>X</w:t>
      </w:r>
      <w:r w:rsidRPr="00B0793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60877DD" w14:textId="77777777" w:rsidR="00A92AE6" w:rsidRPr="00B0793B" w:rsidRDefault="00A92AE6" w:rsidP="00A92AE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0793B">
        <w:rPr>
          <w:rFonts w:ascii="Segoe UI Symbol" w:eastAsia="MS Gothic" w:hAnsi="Segoe UI Symbol" w:cs="Segoe UI Symbol"/>
          <w:b w:val="0"/>
          <w:szCs w:val="24"/>
        </w:rPr>
        <w:t>☐</w:t>
      </w:r>
      <w:r w:rsidRPr="00B0793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EB2256" w14:textId="77777777" w:rsidR="00A92AE6" w:rsidRPr="00B0793B" w:rsidRDefault="00A92AE6" w:rsidP="00A92AE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914144" w14:textId="739EA260" w:rsidR="00A92AE6" w:rsidRPr="00C3246B" w:rsidRDefault="00A92AE6" w:rsidP="00A92AE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B0793B">
        <w:rPr>
          <w:rFonts w:ascii="Corbel" w:hAnsi="Corbel"/>
          <w:smallCaps w:val="0"/>
          <w:szCs w:val="24"/>
        </w:rPr>
        <w:t>1.</w:t>
      </w:r>
      <w:r w:rsidR="00717D52" w:rsidRPr="00B0793B">
        <w:rPr>
          <w:rFonts w:ascii="Corbel" w:hAnsi="Corbel"/>
          <w:smallCaps w:val="0"/>
          <w:szCs w:val="24"/>
        </w:rPr>
        <w:t xml:space="preserve">3 </w:t>
      </w:r>
      <w:r w:rsidR="00717D52" w:rsidRPr="00B0793B">
        <w:rPr>
          <w:rFonts w:ascii="Corbel" w:hAnsi="Corbel"/>
          <w:smallCaps w:val="0"/>
          <w:szCs w:val="24"/>
        </w:rPr>
        <w:tab/>
        <w:t xml:space="preserve">Forma zaliczenia przedmiotu (z toku): </w:t>
      </w:r>
      <w:r w:rsidR="00C3246B" w:rsidRPr="00C3246B">
        <w:rPr>
          <w:rFonts w:ascii="Corbel" w:hAnsi="Corbel"/>
          <w:b w:val="0"/>
          <w:bCs/>
          <w:smallCaps w:val="0"/>
          <w:szCs w:val="24"/>
        </w:rPr>
        <w:t>Egzamin</w:t>
      </w:r>
    </w:p>
    <w:p w14:paraId="1F81A9A4" w14:textId="77777777" w:rsidR="00A92AE6" w:rsidRPr="00B0793B" w:rsidRDefault="00A92AE6" w:rsidP="00A92AE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55CD8C" w14:textId="77777777" w:rsidR="00A92AE6" w:rsidRPr="00B0793B" w:rsidRDefault="00A92AE6" w:rsidP="00A92AE6">
      <w:pPr>
        <w:pStyle w:val="Punktygwne"/>
        <w:spacing w:before="0" w:after="0"/>
        <w:rPr>
          <w:rFonts w:ascii="Corbel" w:hAnsi="Corbel"/>
          <w:szCs w:val="24"/>
        </w:rPr>
      </w:pPr>
      <w:r w:rsidRPr="00B0793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92AE6" w:rsidRPr="00B0793B" w14:paraId="3683DEFE" w14:textId="77777777" w:rsidTr="000C1FE4">
        <w:tc>
          <w:tcPr>
            <w:tcW w:w="9670" w:type="dxa"/>
          </w:tcPr>
          <w:p w14:paraId="12BB4CF4" w14:textId="77777777" w:rsidR="00A92AE6" w:rsidRPr="00B0793B" w:rsidRDefault="00A92AE6" w:rsidP="000C1F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w zakresie przewidzianym programem studiów.</w:t>
            </w:r>
          </w:p>
        </w:tc>
      </w:tr>
    </w:tbl>
    <w:p w14:paraId="7C0E9282" w14:textId="77777777" w:rsidR="00A92AE6" w:rsidRPr="00B0793B" w:rsidRDefault="00A92AE6" w:rsidP="00A92AE6">
      <w:pPr>
        <w:pStyle w:val="Punktygwne"/>
        <w:spacing w:before="0" w:after="0"/>
        <w:rPr>
          <w:rFonts w:ascii="Corbel" w:hAnsi="Corbel"/>
          <w:szCs w:val="24"/>
        </w:rPr>
      </w:pPr>
    </w:p>
    <w:p w14:paraId="56177611" w14:textId="77777777" w:rsidR="00593817" w:rsidRPr="00B0793B" w:rsidRDefault="00593817" w:rsidP="00A92AE6">
      <w:pPr>
        <w:pStyle w:val="Punktygwne"/>
        <w:spacing w:before="0" w:after="0"/>
        <w:rPr>
          <w:rFonts w:ascii="Corbel" w:hAnsi="Corbel"/>
          <w:szCs w:val="24"/>
        </w:rPr>
      </w:pPr>
    </w:p>
    <w:p w14:paraId="5D19594B" w14:textId="77777777" w:rsidR="00A92AE6" w:rsidRPr="00B0793B" w:rsidRDefault="00A92AE6" w:rsidP="00A92AE6">
      <w:pPr>
        <w:pStyle w:val="Punktygwne"/>
        <w:spacing w:before="0" w:after="0"/>
        <w:rPr>
          <w:rFonts w:ascii="Corbel" w:hAnsi="Corbel"/>
          <w:szCs w:val="24"/>
        </w:rPr>
      </w:pPr>
      <w:r w:rsidRPr="00B0793B">
        <w:rPr>
          <w:rFonts w:ascii="Corbel" w:hAnsi="Corbel"/>
          <w:szCs w:val="24"/>
        </w:rPr>
        <w:t>3. cele, efekty uczenia się, treści Programowe i stosowane metody Dydaktyczne</w:t>
      </w:r>
    </w:p>
    <w:p w14:paraId="30837A66" w14:textId="77777777" w:rsidR="00E743CB" w:rsidRPr="00B0793B" w:rsidRDefault="00E743CB" w:rsidP="00A92AE6">
      <w:pPr>
        <w:pStyle w:val="Podpunkty"/>
        <w:rPr>
          <w:rFonts w:ascii="Corbel" w:hAnsi="Corbel"/>
          <w:sz w:val="24"/>
          <w:szCs w:val="24"/>
        </w:rPr>
      </w:pPr>
    </w:p>
    <w:p w14:paraId="3EFB60F7" w14:textId="77777777" w:rsidR="00A92AE6" w:rsidRPr="00B0793B" w:rsidRDefault="00A92AE6" w:rsidP="00A92AE6">
      <w:pPr>
        <w:pStyle w:val="Podpunkty"/>
        <w:rPr>
          <w:rFonts w:ascii="Corbel" w:hAnsi="Corbel"/>
          <w:sz w:val="24"/>
          <w:szCs w:val="24"/>
        </w:rPr>
      </w:pPr>
      <w:r w:rsidRPr="00B0793B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401"/>
      </w:tblGrid>
      <w:tr w:rsidR="00A92AE6" w:rsidRPr="00B0793B" w14:paraId="2BDD1623" w14:textId="77777777" w:rsidTr="000C1FE4">
        <w:tc>
          <w:tcPr>
            <w:tcW w:w="661" w:type="dxa"/>
            <w:vAlign w:val="center"/>
          </w:tcPr>
          <w:p w14:paraId="4CC3A943" w14:textId="77777777" w:rsidR="00A92AE6" w:rsidRPr="00B0793B" w:rsidRDefault="00A92AE6" w:rsidP="000C1F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0793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401" w:type="dxa"/>
            <w:vAlign w:val="center"/>
          </w:tcPr>
          <w:p w14:paraId="09415EC3" w14:textId="77777777" w:rsidR="00A92AE6" w:rsidRPr="00B0793B" w:rsidRDefault="00A92AE6" w:rsidP="000C1FE4">
            <w:pPr>
              <w:spacing w:after="0"/>
              <w:rPr>
                <w:rFonts w:ascii="Corbel" w:hAnsi="Corbel" w:cs="Times New Roman"/>
                <w:b/>
                <w:sz w:val="24"/>
                <w:szCs w:val="24"/>
              </w:rPr>
            </w:pPr>
            <w:r w:rsidRPr="00B0793B">
              <w:rPr>
                <w:rFonts w:ascii="Corbel" w:hAnsi="Corbel" w:cs="Times New Roman"/>
                <w:sz w:val="24"/>
                <w:szCs w:val="24"/>
              </w:rPr>
              <w:t>Wprowadzenie studentów w podstawowe zagadnienia i specyfikę problematyki zaburzeń funkcjonowania człowieka, ich przyczyn, objawów oraz mechanizmów przebiegu różnych form patologii psychicznej.</w:t>
            </w:r>
          </w:p>
        </w:tc>
      </w:tr>
      <w:tr w:rsidR="00A92AE6" w:rsidRPr="00B0793B" w14:paraId="74C4D985" w14:textId="77777777" w:rsidTr="000C1FE4">
        <w:tc>
          <w:tcPr>
            <w:tcW w:w="661" w:type="dxa"/>
            <w:vAlign w:val="center"/>
          </w:tcPr>
          <w:p w14:paraId="5BA71880" w14:textId="77777777" w:rsidR="00A92AE6" w:rsidRPr="00B0793B" w:rsidRDefault="00A92AE6" w:rsidP="000C1F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401" w:type="dxa"/>
            <w:vAlign w:val="center"/>
          </w:tcPr>
          <w:p w14:paraId="3463D3E5" w14:textId="77777777" w:rsidR="00A92AE6" w:rsidRPr="00B0793B" w:rsidRDefault="00A92AE6" w:rsidP="000C1FE4">
            <w:pPr>
              <w:spacing w:after="0"/>
              <w:rPr>
                <w:rFonts w:ascii="Corbel" w:hAnsi="Corbel" w:cs="Times New Roman"/>
                <w:b/>
                <w:sz w:val="24"/>
                <w:szCs w:val="24"/>
              </w:rPr>
            </w:pPr>
            <w:r w:rsidRPr="00B0793B">
              <w:rPr>
                <w:rFonts w:ascii="Corbel" w:hAnsi="Corbel" w:cs="Times New Roman"/>
                <w:sz w:val="24"/>
                <w:szCs w:val="24"/>
              </w:rPr>
              <w:t>Uzyskanie przez studentów  kompetencji w zakresie samodzielnego rozpoznawania i różnicowania zaburzeń psychicznych tak, aby mogli oni jak najwcześniej uruchamiać  procesy postępowania profilaktycznego czy korekcyjnego.</w:t>
            </w:r>
          </w:p>
        </w:tc>
      </w:tr>
      <w:tr w:rsidR="00A92AE6" w:rsidRPr="00B0793B" w14:paraId="2888A9C7" w14:textId="77777777" w:rsidTr="000C1FE4">
        <w:tc>
          <w:tcPr>
            <w:tcW w:w="661" w:type="dxa"/>
            <w:vAlign w:val="center"/>
          </w:tcPr>
          <w:p w14:paraId="3ED9C1A5" w14:textId="77777777" w:rsidR="00A92AE6" w:rsidRPr="00B0793B" w:rsidRDefault="00A92AE6" w:rsidP="000C1F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0793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401" w:type="dxa"/>
            <w:vAlign w:val="center"/>
          </w:tcPr>
          <w:p w14:paraId="42E6BA5F" w14:textId="5E5AF1CD" w:rsidR="00A92AE6" w:rsidRPr="00B0793B" w:rsidRDefault="00A92AE6" w:rsidP="000C1FE4">
            <w:pPr>
              <w:spacing w:after="0"/>
              <w:rPr>
                <w:rFonts w:ascii="Corbel" w:hAnsi="Corbel" w:cs="Times New Roman"/>
                <w:bCs/>
                <w:sz w:val="24"/>
                <w:szCs w:val="24"/>
              </w:rPr>
            </w:pPr>
            <w:r w:rsidRPr="00B0793B">
              <w:rPr>
                <w:rFonts w:ascii="Corbel" w:hAnsi="Corbel" w:cs="Times New Roman"/>
                <w:bCs/>
                <w:sz w:val="24"/>
                <w:szCs w:val="24"/>
              </w:rPr>
              <w:t>Zapoznanie studentów z klasyfikacjami zaburzeń psychicznych ICD-11</w:t>
            </w:r>
            <w:r w:rsidR="007F2B8A">
              <w:rPr>
                <w:rFonts w:ascii="Corbel" w:hAnsi="Corbel" w:cs="Times New Roman"/>
                <w:bCs/>
                <w:sz w:val="24"/>
                <w:szCs w:val="24"/>
              </w:rPr>
              <w:t>,</w:t>
            </w:r>
            <w:r w:rsidRPr="00B0793B">
              <w:rPr>
                <w:rFonts w:ascii="Corbel" w:hAnsi="Corbel" w:cs="Times New Roman"/>
                <w:bCs/>
                <w:sz w:val="24"/>
                <w:szCs w:val="24"/>
              </w:rPr>
              <w:t xml:space="preserve"> DSM-5</w:t>
            </w:r>
            <w:r w:rsidR="007F2B8A">
              <w:rPr>
                <w:rFonts w:ascii="Corbel" w:hAnsi="Corbel" w:cs="Times New Roman"/>
                <w:bCs/>
                <w:sz w:val="24"/>
                <w:szCs w:val="24"/>
              </w:rPr>
              <w:t xml:space="preserve"> </w:t>
            </w:r>
            <w:r w:rsidR="0077362B">
              <w:rPr>
                <w:rFonts w:ascii="Corbel" w:hAnsi="Corbel" w:cs="Times New Roman"/>
                <w:bCs/>
                <w:sz w:val="24"/>
                <w:szCs w:val="24"/>
              </w:rPr>
              <w:t xml:space="preserve">                    </w:t>
            </w:r>
            <w:r w:rsidR="007F2B8A">
              <w:rPr>
                <w:rFonts w:ascii="Corbel" w:hAnsi="Corbel" w:cs="Times New Roman"/>
                <w:bCs/>
                <w:sz w:val="24"/>
                <w:szCs w:val="24"/>
              </w:rPr>
              <w:t>i DS</w:t>
            </w:r>
            <w:r w:rsidR="00BA5021">
              <w:rPr>
                <w:rFonts w:ascii="Corbel" w:hAnsi="Corbel" w:cs="Times New Roman"/>
                <w:bCs/>
                <w:sz w:val="24"/>
                <w:szCs w:val="24"/>
              </w:rPr>
              <w:t>M</w:t>
            </w:r>
            <w:r w:rsidR="007F2B8A">
              <w:rPr>
                <w:rFonts w:ascii="Corbel" w:hAnsi="Corbel" w:cs="Times New Roman"/>
                <w:bCs/>
                <w:sz w:val="24"/>
                <w:szCs w:val="24"/>
              </w:rPr>
              <w:t>-5-TR</w:t>
            </w:r>
            <w:r w:rsidRPr="00B0793B">
              <w:rPr>
                <w:rFonts w:ascii="Corbel" w:hAnsi="Corbel" w:cs="Times New Roman"/>
                <w:bCs/>
                <w:sz w:val="24"/>
                <w:szCs w:val="24"/>
              </w:rPr>
              <w:t>.</w:t>
            </w:r>
            <w:r w:rsidRPr="00B0793B">
              <w:rPr>
                <w:rFonts w:ascii="Corbel" w:hAnsi="Corbel" w:cs="Times New Roman"/>
                <w:color w:val="333333"/>
                <w:sz w:val="24"/>
                <w:szCs w:val="24"/>
                <w:shd w:val="clear" w:color="auto" w:fill="FFFFFF"/>
              </w:rPr>
              <w:t xml:space="preserve"> Dostarczenie wiedzy o zdrowiu i zaburzeniach psychicznych, która znajduje zastosowanie w praktyce klinicznej.</w:t>
            </w:r>
          </w:p>
        </w:tc>
      </w:tr>
      <w:tr w:rsidR="00A92AE6" w:rsidRPr="00B0793B" w14:paraId="1D36C937" w14:textId="77777777" w:rsidTr="000C1FE4">
        <w:tc>
          <w:tcPr>
            <w:tcW w:w="661" w:type="dxa"/>
            <w:vAlign w:val="center"/>
          </w:tcPr>
          <w:p w14:paraId="1DE5F3EA" w14:textId="77777777" w:rsidR="00A92AE6" w:rsidRPr="00B0793B" w:rsidRDefault="00A92AE6" w:rsidP="000C1F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0793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401" w:type="dxa"/>
            <w:vAlign w:val="center"/>
          </w:tcPr>
          <w:p w14:paraId="19CB0977" w14:textId="61FB357D" w:rsidR="00A92AE6" w:rsidRPr="00B0793B" w:rsidRDefault="00A92AE6" w:rsidP="000C1FE4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B0793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Wprowadzenie studentów w problematykę klasyfikacji symptomów zaburzeń psychicznych oraz zespołów psychopatologicznych</w:t>
            </w:r>
            <w:r w:rsidR="00BA5021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59D1F22F" w14:textId="77777777" w:rsidR="00A92AE6" w:rsidRPr="00B0793B" w:rsidRDefault="00A92AE6" w:rsidP="00A92AE6">
      <w:pPr>
        <w:pStyle w:val="Podpunkty"/>
        <w:rPr>
          <w:rFonts w:ascii="Corbel" w:hAnsi="Corbel"/>
          <w:sz w:val="24"/>
          <w:szCs w:val="24"/>
        </w:rPr>
      </w:pPr>
    </w:p>
    <w:p w14:paraId="6644DF8C" w14:textId="77777777" w:rsidR="00A92AE6" w:rsidRPr="00B0793B" w:rsidRDefault="00A92AE6" w:rsidP="00A92AE6">
      <w:pPr>
        <w:spacing w:after="0" w:line="240" w:lineRule="auto"/>
        <w:ind w:left="426"/>
        <w:rPr>
          <w:rFonts w:ascii="Corbel" w:hAnsi="Corbel" w:cs="Times New Roman"/>
          <w:sz w:val="24"/>
          <w:szCs w:val="24"/>
        </w:rPr>
      </w:pPr>
      <w:r w:rsidRPr="00B0793B">
        <w:rPr>
          <w:rFonts w:ascii="Corbel" w:hAnsi="Corbel" w:cs="Times New Roman"/>
          <w:b/>
          <w:sz w:val="24"/>
          <w:szCs w:val="24"/>
        </w:rPr>
        <w:t>3.2 Efekty uczenia się dla przedmiotu</w:t>
      </w:r>
    </w:p>
    <w:p w14:paraId="7B40DBF7" w14:textId="77777777" w:rsidR="00A92AE6" w:rsidRPr="00B0793B" w:rsidRDefault="00A92AE6" w:rsidP="00A92AE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818"/>
        <w:gridCol w:w="1831"/>
      </w:tblGrid>
      <w:tr w:rsidR="00A92AE6" w:rsidRPr="00B0793B" w14:paraId="74065E10" w14:textId="77777777" w:rsidTr="00713FA3">
        <w:tc>
          <w:tcPr>
            <w:tcW w:w="1418" w:type="dxa"/>
          </w:tcPr>
          <w:p w14:paraId="02439855" w14:textId="77777777" w:rsidR="00A92AE6" w:rsidRPr="00B0793B" w:rsidRDefault="00A92AE6" w:rsidP="00713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793B">
              <w:rPr>
                <w:rFonts w:ascii="Corbel" w:hAnsi="Corbel"/>
                <w:smallCaps w:val="0"/>
                <w:szCs w:val="24"/>
              </w:rPr>
              <w:t>EK</w:t>
            </w:r>
            <w:r w:rsidRPr="00B0793B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E743CB" w:rsidRPr="00B0793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0793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637A342" w14:textId="77777777" w:rsidR="00A92AE6" w:rsidRPr="00B0793B" w:rsidRDefault="00A92AE6" w:rsidP="000C1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8" w:type="dxa"/>
          </w:tcPr>
          <w:p w14:paraId="4F7F0587" w14:textId="77777777" w:rsidR="00A92AE6" w:rsidRPr="00B0793B" w:rsidRDefault="00A92AE6" w:rsidP="000C1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743CB" w:rsidRPr="00B0793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0793B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5703E1D6" w14:textId="77777777" w:rsidR="00717D52" w:rsidRPr="00B0793B" w:rsidRDefault="00717D52" w:rsidP="000C1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FBA7C2" w14:textId="324BC3AE" w:rsidR="00717D52" w:rsidRPr="00B0793B" w:rsidRDefault="001C3B45" w:rsidP="000C1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31" w:type="dxa"/>
          </w:tcPr>
          <w:p w14:paraId="335F8F39" w14:textId="1D6E854D" w:rsidR="00A92AE6" w:rsidRPr="00B0793B" w:rsidRDefault="00A92AE6" w:rsidP="00713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92AE6" w:rsidRPr="00B0793B" w14:paraId="503956D9" w14:textId="77777777" w:rsidTr="00713FA3">
        <w:tc>
          <w:tcPr>
            <w:tcW w:w="1418" w:type="dxa"/>
          </w:tcPr>
          <w:p w14:paraId="33537C48" w14:textId="77777777" w:rsidR="00A92AE6" w:rsidRPr="00B0793B" w:rsidRDefault="00A92AE6" w:rsidP="000C1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24D3A25C" w14:textId="77777777" w:rsidR="00A92AE6" w:rsidRPr="00B0793B" w:rsidRDefault="00A92AE6" w:rsidP="000C1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60872D8" w14:textId="77777777" w:rsidR="00A92AE6" w:rsidRPr="00B0793B" w:rsidRDefault="00A92AE6" w:rsidP="000C1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2AB6FC" w14:textId="77777777" w:rsidR="00A92AE6" w:rsidRPr="00B0793B" w:rsidRDefault="00A92AE6" w:rsidP="000C1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8" w:type="dxa"/>
          </w:tcPr>
          <w:p w14:paraId="1ABADEAE" w14:textId="21C7B225" w:rsidR="00A92AE6" w:rsidRPr="00B0793B" w:rsidRDefault="00800233" w:rsidP="000C1FE4">
            <w:pPr>
              <w:pStyle w:val="Bezodstpw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 xml:space="preserve">w stopniu pogłębionym zna i rozumie modele </w:t>
            </w:r>
            <w:r w:rsidR="00AF1385">
              <w:rPr>
                <w:rFonts w:ascii="Corbel" w:hAnsi="Corbel"/>
                <w:sz w:val="24"/>
                <w:szCs w:val="24"/>
              </w:rPr>
              <w:t xml:space="preserve">                                    oraz</w:t>
            </w:r>
            <w:r w:rsidRPr="00B0793B">
              <w:rPr>
                <w:rFonts w:ascii="Corbel" w:hAnsi="Corbel"/>
                <w:sz w:val="24"/>
                <w:szCs w:val="24"/>
              </w:rPr>
              <w:t xml:space="preserve"> koncepcje zdrowia psychicznego i zaburzeń psychicznych, </w:t>
            </w:r>
            <w:r w:rsidR="00811BC1">
              <w:rPr>
                <w:rFonts w:ascii="Corbel" w:hAnsi="Corbel"/>
                <w:sz w:val="24"/>
                <w:szCs w:val="24"/>
              </w:rPr>
              <w:t xml:space="preserve">posiada wiedzę dotyczącą objawów psychopatologicznych, zna </w:t>
            </w:r>
            <w:r w:rsidRPr="00B0793B">
              <w:rPr>
                <w:rFonts w:ascii="Corbel" w:hAnsi="Corbel"/>
                <w:sz w:val="24"/>
                <w:szCs w:val="24"/>
              </w:rPr>
              <w:t>kryteria rozpoznawania zaburzeń psychicznych i ich uwarunkowania biologiczne, psychologiczne i społeczne</w:t>
            </w:r>
          </w:p>
        </w:tc>
        <w:tc>
          <w:tcPr>
            <w:tcW w:w="1831" w:type="dxa"/>
          </w:tcPr>
          <w:p w14:paraId="36C882CC" w14:textId="328A4628" w:rsidR="00A92AE6" w:rsidRPr="00B0793B" w:rsidRDefault="00A92AE6" w:rsidP="00713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00233" w:rsidRPr="00B0793B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14:paraId="0DFD79E1" w14:textId="64204C6D" w:rsidR="000E5F14" w:rsidRPr="00B0793B" w:rsidRDefault="000E5F14" w:rsidP="00713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2AE6" w:rsidRPr="00B0793B" w14:paraId="4795C0C4" w14:textId="77777777" w:rsidTr="00713FA3">
        <w:tc>
          <w:tcPr>
            <w:tcW w:w="1418" w:type="dxa"/>
          </w:tcPr>
          <w:p w14:paraId="42C59FD1" w14:textId="77777777" w:rsidR="00A92AE6" w:rsidRPr="00B0793B" w:rsidRDefault="00A92AE6" w:rsidP="000C1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3290FEBA" w14:textId="77777777" w:rsidR="00A92AE6" w:rsidRPr="00B0793B" w:rsidRDefault="00A92AE6" w:rsidP="000C1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8" w:type="dxa"/>
          </w:tcPr>
          <w:p w14:paraId="7F88EB53" w14:textId="050A08D7" w:rsidR="00A92AE6" w:rsidRPr="00B0793B" w:rsidRDefault="00800233" w:rsidP="000C1FE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B0793B">
              <w:rPr>
                <w:rFonts w:ascii="Corbel" w:hAnsi="Corbel" w:cs="Times New Roman"/>
              </w:rPr>
              <w:t>w stopniu pogłębionym zna i rozumie uporządkowaną faktografię historii traktowania osób z zaburzeniami psychicznymi</w:t>
            </w:r>
            <w:r w:rsidR="00811BC1">
              <w:rPr>
                <w:rFonts w:ascii="Corbel" w:hAnsi="Corbel" w:cs="Times New Roman"/>
              </w:rPr>
              <w:t xml:space="preserve">, rozpoznawania zaburzeń psychicznych </w:t>
            </w:r>
            <w:r w:rsidR="00AF1385">
              <w:rPr>
                <w:rFonts w:ascii="Corbel" w:hAnsi="Corbel" w:cs="Times New Roman"/>
              </w:rPr>
              <w:t xml:space="preserve">             </w:t>
            </w:r>
            <w:r w:rsidR="00811BC1">
              <w:rPr>
                <w:rFonts w:ascii="Corbel" w:hAnsi="Corbel" w:cs="Times New Roman"/>
              </w:rPr>
              <w:t xml:space="preserve">w oparciu o </w:t>
            </w:r>
            <w:r w:rsidR="00783158">
              <w:rPr>
                <w:rFonts w:ascii="Corbel" w:hAnsi="Corbel" w:cs="Times New Roman"/>
              </w:rPr>
              <w:t xml:space="preserve">aktualne i poprzednie wersje </w:t>
            </w:r>
            <w:r w:rsidR="00811BC1">
              <w:rPr>
                <w:rFonts w:ascii="Corbel" w:hAnsi="Corbel" w:cs="Times New Roman"/>
              </w:rPr>
              <w:t>klasyfikacj</w:t>
            </w:r>
            <w:r w:rsidR="00783158">
              <w:rPr>
                <w:rFonts w:ascii="Corbel" w:hAnsi="Corbel" w:cs="Times New Roman"/>
              </w:rPr>
              <w:t>i</w:t>
            </w:r>
            <w:r w:rsidR="00811BC1">
              <w:rPr>
                <w:rFonts w:ascii="Corbel" w:hAnsi="Corbel" w:cs="Times New Roman"/>
              </w:rPr>
              <w:t xml:space="preserve"> ICD</w:t>
            </w:r>
            <w:r w:rsidRPr="00B0793B">
              <w:rPr>
                <w:rFonts w:ascii="Corbel" w:hAnsi="Corbel" w:cs="Times New Roman"/>
              </w:rPr>
              <w:t xml:space="preserve"> </w:t>
            </w:r>
            <w:r w:rsidR="00811BC1">
              <w:rPr>
                <w:rFonts w:ascii="Corbel" w:hAnsi="Corbel" w:cs="Times New Roman"/>
              </w:rPr>
              <w:t xml:space="preserve">i DSM, </w:t>
            </w:r>
            <w:r w:rsidRPr="00B0793B">
              <w:rPr>
                <w:rFonts w:ascii="Corbel" w:hAnsi="Corbel" w:cs="Times New Roman"/>
              </w:rPr>
              <w:t>oraz ewolucji i rozwoju modeli  psychopatologii do czasów współczesnych</w:t>
            </w:r>
          </w:p>
        </w:tc>
        <w:tc>
          <w:tcPr>
            <w:tcW w:w="1831" w:type="dxa"/>
          </w:tcPr>
          <w:p w14:paraId="2D8715BB" w14:textId="5AC20219" w:rsidR="00A92AE6" w:rsidRPr="00B0793B" w:rsidRDefault="00A92AE6" w:rsidP="00713FA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B0793B">
              <w:rPr>
                <w:rFonts w:ascii="Corbel" w:hAnsi="Corbel" w:cs="Times New Roman"/>
              </w:rPr>
              <w:t>K_W</w:t>
            </w:r>
            <w:r w:rsidR="00800233" w:rsidRPr="00B0793B">
              <w:rPr>
                <w:rFonts w:ascii="Corbel" w:hAnsi="Corbel" w:cs="Times New Roman"/>
              </w:rPr>
              <w:t>11</w:t>
            </w:r>
          </w:p>
          <w:p w14:paraId="42B8D37A" w14:textId="4567A49A" w:rsidR="000E5F14" w:rsidRPr="00B0793B" w:rsidRDefault="000E5F14" w:rsidP="00713FA3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</w:p>
        </w:tc>
      </w:tr>
      <w:tr w:rsidR="00A92AE6" w:rsidRPr="00B0793B" w14:paraId="18E20671" w14:textId="77777777" w:rsidTr="00713FA3">
        <w:tc>
          <w:tcPr>
            <w:tcW w:w="1418" w:type="dxa"/>
          </w:tcPr>
          <w:p w14:paraId="57110A0D" w14:textId="77777777" w:rsidR="00A92AE6" w:rsidRPr="00B0793B" w:rsidRDefault="00A92AE6" w:rsidP="000C1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43BB6F50" w14:textId="77777777" w:rsidR="00A92AE6" w:rsidRPr="00B0793B" w:rsidRDefault="00A92AE6" w:rsidP="000C1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8" w:type="dxa"/>
          </w:tcPr>
          <w:p w14:paraId="08AA1AB2" w14:textId="6D01D9F3" w:rsidR="00A92AE6" w:rsidRPr="00B0793B" w:rsidRDefault="00C15889" w:rsidP="000C1FE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B0793B">
              <w:rPr>
                <w:rFonts w:ascii="Corbel" w:hAnsi="Corbel" w:cs="Times New Roman"/>
              </w:rPr>
              <w:t xml:space="preserve">potrafi samodzielnie diagnozować </w:t>
            </w:r>
            <w:r w:rsidR="00C9033D">
              <w:rPr>
                <w:rFonts w:ascii="Corbel" w:hAnsi="Corbel" w:cs="Times New Roman"/>
              </w:rPr>
              <w:t xml:space="preserve">wybrane </w:t>
            </w:r>
            <w:r w:rsidRPr="00B0793B">
              <w:rPr>
                <w:rFonts w:ascii="Corbel" w:hAnsi="Corbel" w:cs="Times New Roman"/>
              </w:rPr>
              <w:t>zaburzenia psychiczne dzieci, młodzieży i osób dorosłych</w:t>
            </w:r>
            <w:r w:rsidR="00C9033D">
              <w:rPr>
                <w:rFonts w:ascii="Corbel" w:hAnsi="Corbel" w:cs="Times New Roman"/>
              </w:rPr>
              <w:t>,</w:t>
            </w:r>
            <w:r w:rsidRPr="00B0793B">
              <w:rPr>
                <w:rFonts w:ascii="Corbel" w:hAnsi="Corbel" w:cs="Times New Roman"/>
              </w:rPr>
              <w:t xml:space="preserve"> wskazywać ich etiologię,</w:t>
            </w:r>
            <w:r w:rsidR="00C9033D">
              <w:rPr>
                <w:rFonts w:ascii="Corbel" w:hAnsi="Corbel" w:cs="Times New Roman"/>
              </w:rPr>
              <w:t xml:space="preserve"> adekwatnie opisać i nazwać objawy </w:t>
            </w:r>
            <w:r w:rsidRPr="00B0793B">
              <w:rPr>
                <w:rFonts w:ascii="Corbel" w:hAnsi="Corbel" w:cs="Times New Roman"/>
              </w:rPr>
              <w:t xml:space="preserve"> </w:t>
            </w:r>
            <w:r w:rsidR="00C9033D">
              <w:rPr>
                <w:rFonts w:ascii="Corbel" w:hAnsi="Corbel" w:cs="Times New Roman"/>
              </w:rPr>
              <w:t xml:space="preserve">psychopatologiczne, </w:t>
            </w:r>
            <w:r w:rsidRPr="00B0793B">
              <w:rPr>
                <w:rFonts w:ascii="Corbel" w:hAnsi="Corbel" w:cs="Times New Roman"/>
              </w:rPr>
              <w:t>odnieść je do systemów klasyfikacyjnych</w:t>
            </w:r>
            <w:r w:rsidR="00AD431B">
              <w:rPr>
                <w:rFonts w:ascii="Corbel" w:hAnsi="Corbel" w:cs="Times New Roman"/>
              </w:rPr>
              <w:t xml:space="preserve"> ICD-11 i DSM-5-TR</w:t>
            </w:r>
          </w:p>
        </w:tc>
        <w:tc>
          <w:tcPr>
            <w:tcW w:w="1831" w:type="dxa"/>
          </w:tcPr>
          <w:p w14:paraId="3912FCCA" w14:textId="7C9F852D" w:rsidR="00A92AE6" w:rsidRPr="00B0793B" w:rsidRDefault="00A92AE6" w:rsidP="00713FA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B0793B">
              <w:rPr>
                <w:rFonts w:ascii="Corbel" w:hAnsi="Corbel" w:cs="Times New Roman"/>
              </w:rPr>
              <w:t>K_U</w:t>
            </w:r>
            <w:r w:rsidR="00C15889" w:rsidRPr="00B0793B">
              <w:rPr>
                <w:rFonts w:ascii="Corbel" w:hAnsi="Corbel" w:cs="Times New Roman"/>
              </w:rPr>
              <w:t>1</w:t>
            </w:r>
            <w:r w:rsidRPr="00B0793B">
              <w:rPr>
                <w:rFonts w:ascii="Corbel" w:hAnsi="Corbel" w:cs="Times New Roman"/>
              </w:rPr>
              <w:t>0</w:t>
            </w:r>
          </w:p>
          <w:p w14:paraId="00CECED9" w14:textId="0C89966F" w:rsidR="00046020" w:rsidRPr="00B0793B" w:rsidRDefault="00046020" w:rsidP="00713FA3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</w:p>
        </w:tc>
      </w:tr>
      <w:tr w:rsidR="00A92AE6" w:rsidRPr="00B0793B" w14:paraId="3A294E07" w14:textId="77777777" w:rsidTr="00713FA3">
        <w:tc>
          <w:tcPr>
            <w:tcW w:w="1418" w:type="dxa"/>
          </w:tcPr>
          <w:p w14:paraId="321DEBF4" w14:textId="77777777" w:rsidR="00A92AE6" w:rsidRPr="00B0793B" w:rsidRDefault="00A92AE6" w:rsidP="000C1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40F1B8E2" w14:textId="77777777" w:rsidR="00A92AE6" w:rsidRPr="00B0793B" w:rsidRDefault="00A92AE6" w:rsidP="000C1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8" w:type="dxa"/>
          </w:tcPr>
          <w:p w14:paraId="144E9201" w14:textId="7B1321CE" w:rsidR="00A92AE6" w:rsidRPr="00B0793B" w:rsidRDefault="00C15889" w:rsidP="000C1FE4">
            <w:pPr>
              <w:pStyle w:val="Default"/>
              <w:jc w:val="both"/>
              <w:rPr>
                <w:rFonts w:ascii="Corbel" w:hAnsi="Corbel" w:cs="Times New Roman"/>
                <w:b/>
                <w:smallCaps/>
              </w:rPr>
            </w:pPr>
            <w:r w:rsidRPr="00B0793B">
              <w:rPr>
                <w:rFonts w:ascii="Corbel" w:hAnsi="Corbel" w:cs="Times New Roman"/>
              </w:rPr>
              <w:t xml:space="preserve">potrafi racjonalnie oceniać zagrożenia wynikające </w:t>
            </w:r>
            <w:r w:rsidR="0005773C" w:rsidRPr="00B0793B">
              <w:rPr>
                <w:rFonts w:ascii="Corbel" w:hAnsi="Corbel" w:cs="Times New Roman"/>
              </w:rPr>
              <w:t xml:space="preserve">                           </w:t>
            </w:r>
            <w:r w:rsidRPr="00B0793B">
              <w:rPr>
                <w:rFonts w:ascii="Corbel" w:hAnsi="Corbel" w:cs="Times New Roman"/>
              </w:rPr>
              <w:t>z niewłaściwej diagnozy</w:t>
            </w:r>
            <w:r w:rsidR="00AF1385">
              <w:rPr>
                <w:rFonts w:ascii="Corbel" w:hAnsi="Corbel" w:cs="Times New Roman"/>
              </w:rPr>
              <w:t xml:space="preserve">, </w:t>
            </w:r>
            <w:r w:rsidRPr="00B0793B">
              <w:rPr>
                <w:rFonts w:ascii="Corbel" w:hAnsi="Corbel" w:cs="Times New Roman"/>
              </w:rPr>
              <w:t xml:space="preserve">m.in. </w:t>
            </w:r>
            <w:r w:rsidR="007C4EA5">
              <w:rPr>
                <w:rFonts w:ascii="Corbel" w:hAnsi="Corbel" w:cs="Times New Roman"/>
              </w:rPr>
              <w:t xml:space="preserve">nieuzasadnionego diagnozowania </w:t>
            </w:r>
            <w:r w:rsidRPr="00B0793B">
              <w:rPr>
                <w:rFonts w:ascii="Corbel" w:hAnsi="Corbel" w:cs="Times New Roman"/>
              </w:rPr>
              <w:t xml:space="preserve"> zaburzeń neurorozwojowych, zaburzeń </w:t>
            </w:r>
            <w:r w:rsidR="007C4EA5">
              <w:rPr>
                <w:rFonts w:ascii="Corbel" w:hAnsi="Corbel" w:cs="Times New Roman"/>
              </w:rPr>
              <w:t>nastroju</w:t>
            </w:r>
            <w:r w:rsidR="009D27DF">
              <w:rPr>
                <w:rFonts w:ascii="Corbel" w:hAnsi="Corbel" w:cs="Times New Roman"/>
              </w:rPr>
              <w:t>, schizofrenii</w:t>
            </w:r>
            <w:r w:rsidRPr="00B0793B">
              <w:rPr>
                <w:rFonts w:ascii="Corbel" w:hAnsi="Corbel" w:cs="Times New Roman"/>
              </w:rPr>
              <w:t xml:space="preserve"> czy pomijania niektórych zaburzeń psychicznych </w:t>
            </w:r>
            <w:r w:rsidR="0005773C" w:rsidRPr="00B0793B">
              <w:rPr>
                <w:rFonts w:ascii="Corbel" w:hAnsi="Corbel" w:cs="Times New Roman"/>
              </w:rPr>
              <w:t xml:space="preserve"> </w:t>
            </w:r>
            <w:r w:rsidRPr="00B0793B">
              <w:rPr>
                <w:rFonts w:ascii="Corbel" w:hAnsi="Corbel" w:cs="Times New Roman"/>
              </w:rPr>
              <w:t xml:space="preserve">w diagnozie, </w:t>
            </w:r>
            <w:r w:rsidR="00A218AF">
              <w:rPr>
                <w:rFonts w:ascii="Corbel" w:hAnsi="Corbel" w:cs="Times New Roman"/>
              </w:rPr>
              <w:t>np.</w:t>
            </w:r>
            <w:r w:rsidRPr="00B0793B">
              <w:rPr>
                <w:rFonts w:ascii="Corbel" w:hAnsi="Corbel" w:cs="Times New Roman"/>
              </w:rPr>
              <w:t xml:space="preserve">. </w:t>
            </w:r>
            <w:r w:rsidR="00343F8F" w:rsidRPr="00B0793B">
              <w:rPr>
                <w:rFonts w:ascii="Corbel" w:hAnsi="Corbel" w:cs="Times New Roman"/>
              </w:rPr>
              <w:t>z</w:t>
            </w:r>
            <w:r w:rsidRPr="00B0793B">
              <w:rPr>
                <w:rFonts w:ascii="Corbel" w:hAnsi="Corbel" w:cs="Times New Roman"/>
              </w:rPr>
              <w:t>aburzeń osobowości</w:t>
            </w:r>
            <w:r w:rsidR="00A218AF">
              <w:rPr>
                <w:rFonts w:ascii="Corbel" w:hAnsi="Corbel" w:cs="Times New Roman"/>
              </w:rPr>
              <w:t xml:space="preserve">                  </w:t>
            </w:r>
            <w:r w:rsidR="009D27DF">
              <w:rPr>
                <w:rFonts w:ascii="Corbel" w:hAnsi="Corbel" w:cs="Times New Roman"/>
              </w:rPr>
              <w:t xml:space="preserve"> i uzależnień</w:t>
            </w:r>
          </w:p>
        </w:tc>
        <w:tc>
          <w:tcPr>
            <w:tcW w:w="1831" w:type="dxa"/>
          </w:tcPr>
          <w:p w14:paraId="7F643CFC" w14:textId="0B2FA557" w:rsidR="00A92AE6" w:rsidRPr="00B0793B" w:rsidRDefault="00A92AE6" w:rsidP="00713FA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B0793B">
              <w:rPr>
                <w:rFonts w:ascii="Corbel" w:hAnsi="Corbel" w:cs="Times New Roman"/>
              </w:rPr>
              <w:t>K_U</w:t>
            </w:r>
            <w:r w:rsidR="00C15889" w:rsidRPr="00B0793B">
              <w:rPr>
                <w:rFonts w:ascii="Corbel" w:hAnsi="Corbel" w:cs="Times New Roman"/>
              </w:rPr>
              <w:t>24</w:t>
            </w:r>
          </w:p>
          <w:p w14:paraId="2543EEB5" w14:textId="1F4DE496" w:rsidR="00046020" w:rsidRPr="00B0793B" w:rsidRDefault="00046020" w:rsidP="00713FA3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</w:p>
        </w:tc>
      </w:tr>
      <w:tr w:rsidR="00A92AE6" w:rsidRPr="00B0793B" w14:paraId="6206CEA3" w14:textId="77777777" w:rsidTr="00713FA3">
        <w:tc>
          <w:tcPr>
            <w:tcW w:w="1418" w:type="dxa"/>
          </w:tcPr>
          <w:p w14:paraId="5DA325D4" w14:textId="77777777" w:rsidR="00A92AE6" w:rsidRPr="00B0793B" w:rsidRDefault="00A92AE6" w:rsidP="000C1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56EF1433" w14:textId="77777777" w:rsidR="00A92AE6" w:rsidRPr="00B0793B" w:rsidRDefault="00A92AE6" w:rsidP="000C1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8" w:type="dxa"/>
          </w:tcPr>
          <w:p w14:paraId="2CE6CEBB" w14:textId="3F3B3316" w:rsidR="00A92AE6" w:rsidRPr="00B0793B" w:rsidRDefault="0005773C" w:rsidP="000C1FE4">
            <w:pPr>
              <w:pStyle w:val="Default"/>
              <w:jc w:val="both"/>
              <w:rPr>
                <w:rFonts w:ascii="Corbel" w:hAnsi="Corbel" w:cs="Times New Roman"/>
                <w:b/>
                <w:smallCaps/>
              </w:rPr>
            </w:pPr>
            <w:r w:rsidRPr="00B0793B">
              <w:rPr>
                <w:rFonts w:ascii="Corbel" w:hAnsi="Corbel" w:cs="Times New Roman"/>
              </w:rPr>
              <w:t xml:space="preserve">jest gotów do brania na siebie odpowiedzialności wynikającej z działalności naukowej, diagnostycznej </w:t>
            </w:r>
            <w:r w:rsidR="00AF1385">
              <w:rPr>
                <w:rFonts w:ascii="Corbel" w:hAnsi="Corbel" w:cs="Times New Roman"/>
              </w:rPr>
              <w:t xml:space="preserve">                  </w:t>
            </w:r>
            <w:r w:rsidRPr="00B0793B">
              <w:rPr>
                <w:rFonts w:ascii="Corbel" w:hAnsi="Corbel" w:cs="Times New Roman"/>
              </w:rPr>
              <w:t>i terapeutycznej związanej</w:t>
            </w:r>
            <w:r w:rsidR="006501D4">
              <w:rPr>
                <w:rFonts w:ascii="Corbel" w:hAnsi="Corbel" w:cs="Times New Roman"/>
              </w:rPr>
              <w:t xml:space="preserve"> </w:t>
            </w:r>
            <w:r w:rsidRPr="00B0793B">
              <w:rPr>
                <w:rFonts w:ascii="Corbel" w:hAnsi="Corbel" w:cs="Times New Roman"/>
              </w:rPr>
              <w:t xml:space="preserve">z problematyką zaburzeń </w:t>
            </w:r>
            <w:r w:rsidRPr="00B0793B">
              <w:rPr>
                <w:rFonts w:ascii="Corbel" w:hAnsi="Corbel" w:cs="Times New Roman"/>
              </w:rPr>
              <w:lastRenderedPageBreak/>
              <w:t>psychicznych</w:t>
            </w:r>
            <w:r w:rsidR="004675C6">
              <w:rPr>
                <w:rFonts w:ascii="Corbel" w:hAnsi="Corbel" w:cs="Times New Roman"/>
              </w:rPr>
              <w:t>, zwracania uwagi na deficyty i zasoby badanych naukowo</w:t>
            </w:r>
            <w:r w:rsidR="00A218AF">
              <w:rPr>
                <w:rFonts w:ascii="Corbel" w:hAnsi="Corbel" w:cs="Times New Roman"/>
              </w:rPr>
              <w:t>,</w:t>
            </w:r>
            <w:r w:rsidR="004675C6">
              <w:rPr>
                <w:rFonts w:ascii="Corbel" w:hAnsi="Corbel" w:cs="Times New Roman"/>
              </w:rPr>
              <w:t xml:space="preserve"> diagnozowanych</w:t>
            </w:r>
            <w:r w:rsidR="00A218AF">
              <w:rPr>
                <w:rFonts w:ascii="Corbel" w:hAnsi="Corbel" w:cs="Times New Roman"/>
              </w:rPr>
              <w:t xml:space="preserve"> czy poddawanych oddziaływaniom terapeutycznym</w:t>
            </w:r>
            <w:r w:rsidR="004675C6">
              <w:rPr>
                <w:rFonts w:ascii="Corbel" w:hAnsi="Corbel" w:cs="Times New Roman"/>
              </w:rPr>
              <w:t xml:space="preserve"> osób, szanowania </w:t>
            </w:r>
            <w:r w:rsidR="008C0DB7">
              <w:rPr>
                <w:rFonts w:ascii="Corbel" w:hAnsi="Corbel" w:cs="Times New Roman"/>
              </w:rPr>
              <w:t xml:space="preserve">ich </w:t>
            </w:r>
            <w:r w:rsidR="004675C6">
              <w:rPr>
                <w:rFonts w:ascii="Corbel" w:hAnsi="Corbel" w:cs="Times New Roman"/>
              </w:rPr>
              <w:t>godności</w:t>
            </w:r>
            <w:r w:rsidR="008C0DB7">
              <w:rPr>
                <w:rFonts w:ascii="Corbel" w:hAnsi="Corbel" w:cs="Times New Roman"/>
              </w:rPr>
              <w:t xml:space="preserve"> i</w:t>
            </w:r>
            <w:r w:rsidR="004675C6">
              <w:rPr>
                <w:rFonts w:ascii="Corbel" w:hAnsi="Corbel" w:cs="Times New Roman"/>
              </w:rPr>
              <w:t xml:space="preserve"> </w:t>
            </w:r>
            <w:r w:rsidR="008C0DB7">
              <w:rPr>
                <w:rFonts w:ascii="Corbel" w:hAnsi="Corbel" w:cs="Times New Roman"/>
              </w:rPr>
              <w:t>podmiotowości</w:t>
            </w:r>
          </w:p>
        </w:tc>
        <w:tc>
          <w:tcPr>
            <w:tcW w:w="1831" w:type="dxa"/>
          </w:tcPr>
          <w:p w14:paraId="72E23EEE" w14:textId="4CDEFE1E" w:rsidR="007F1AEF" w:rsidRPr="00B0793B" w:rsidRDefault="00A92AE6" w:rsidP="00713FA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B0793B">
              <w:rPr>
                <w:rFonts w:ascii="Corbel" w:hAnsi="Corbel" w:cs="Times New Roman"/>
              </w:rPr>
              <w:lastRenderedPageBreak/>
              <w:t>K_K0</w:t>
            </w:r>
            <w:r w:rsidR="0005773C" w:rsidRPr="00B0793B">
              <w:rPr>
                <w:rFonts w:ascii="Corbel" w:hAnsi="Corbel" w:cs="Times New Roman"/>
              </w:rPr>
              <w:t>8</w:t>
            </w:r>
          </w:p>
          <w:p w14:paraId="2D95AC7C" w14:textId="5980E492" w:rsidR="00A92AE6" w:rsidRPr="00B0793B" w:rsidRDefault="00A92AE6" w:rsidP="00713FA3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3A3228E5" w14:textId="77777777" w:rsidR="00E743CB" w:rsidRPr="00B0793B" w:rsidRDefault="00E743CB" w:rsidP="00A92AE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1579F53" w14:textId="77777777" w:rsidR="00A92AE6" w:rsidRPr="00B0793B" w:rsidRDefault="00A92AE6" w:rsidP="00A92AE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0793B">
        <w:rPr>
          <w:rFonts w:ascii="Corbel" w:hAnsi="Corbel"/>
          <w:b/>
          <w:sz w:val="24"/>
          <w:szCs w:val="24"/>
        </w:rPr>
        <w:t xml:space="preserve">3.3 Treści programowe </w:t>
      </w:r>
    </w:p>
    <w:p w14:paraId="09880D98" w14:textId="77777777" w:rsidR="00A92AE6" w:rsidRPr="00B0793B" w:rsidRDefault="00A92AE6" w:rsidP="00A92AE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0793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92AE6" w:rsidRPr="00B0793B" w14:paraId="5CF3956D" w14:textId="77777777" w:rsidTr="000C1FE4">
        <w:tc>
          <w:tcPr>
            <w:tcW w:w="5000" w:type="pct"/>
          </w:tcPr>
          <w:p w14:paraId="437E3CE9" w14:textId="77777777" w:rsidR="00A92AE6" w:rsidRPr="00B0793B" w:rsidRDefault="00A92AE6" w:rsidP="000C1F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2AE6" w:rsidRPr="00B0793B" w14:paraId="4967D704" w14:textId="77777777" w:rsidTr="000C1FE4">
        <w:tc>
          <w:tcPr>
            <w:tcW w:w="5000" w:type="pct"/>
          </w:tcPr>
          <w:p w14:paraId="07B86E30" w14:textId="5D23B67F" w:rsidR="00A92AE6" w:rsidRPr="00B0793B" w:rsidRDefault="00A92AE6" w:rsidP="000C1F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Psychopatologia – prezentacja dyscypliny, rys historyczny</w:t>
            </w:r>
            <w:r w:rsidR="00713F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92AE6" w:rsidRPr="00B0793B" w14:paraId="2546AE4A" w14:textId="77777777" w:rsidTr="000C1FE4">
        <w:tc>
          <w:tcPr>
            <w:tcW w:w="5000" w:type="pct"/>
          </w:tcPr>
          <w:p w14:paraId="2FB09B68" w14:textId="74552812" w:rsidR="00A92AE6" w:rsidRPr="00B0793B" w:rsidRDefault="0074462C" w:rsidP="006C197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</w:t>
            </w:r>
            <w:r w:rsidRPr="00B0793B">
              <w:rPr>
                <w:rFonts w:ascii="Corbel" w:hAnsi="Corbel"/>
                <w:sz w:val="24"/>
                <w:szCs w:val="24"/>
              </w:rPr>
              <w:t>jęcie normy w dziedzinie  zdrowia psychicznego, koncepcyjne modele psychopatologii.</w:t>
            </w:r>
          </w:p>
        </w:tc>
      </w:tr>
      <w:tr w:rsidR="00A92AE6" w:rsidRPr="00B0793B" w14:paraId="40C66E8D" w14:textId="77777777" w:rsidTr="006C197F">
        <w:trPr>
          <w:trHeight w:val="526"/>
        </w:trPr>
        <w:tc>
          <w:tcPr>
            <w:tcW w:w="5000" w:type="pct"/>
          </w:tcPr>
          <w:p w14:paraId="239907A1" w14:textId="792F5321" w:rsidR="00A92AE6" w:rsidRPr="00B0793B" w:rsidRDefault="0074462C" w:rsidP="006C197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 xml:space="preserve">Objawy zaburzeń psychicznych. Zaburzenia procesów poznawczych </w:t>
            </w:r>
            <w:r w:rsidR="00496201">
              <w:rPr>
                <w:rFonts w:ascii="Corbel" w:hAnsi="Corbel"/>
                <w:sz w:val="24"/>
                <w:szCs w:val="24"/>
              </w:rPr>
              <w:t>i</w:t>
            </w:r>
            <w:r w:rsidRPr="00B0793B">
              <w:rPr>
                <w:rFonts w:ascii="Corbel" w:hAnsi="Corbel"/>
                <w:sz w:val="24"/>
                <w:szCs w:val="24"/>
              </w:rPr>
              <w:t xml:space="preserve"> emocjonalnych, zaburzenia psychomotoryczne. Pojęcie zespołów psychopatologicznych.</w:t>
            </w:r>
            <w:r w:rsidR="00A92AE6" w:rsidRPr="00B0793B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A92AE6" w:rsidRPr="00B0793B" w14:paraId="6C308110" w14:textId="77777777" w:rsidTr="000C1FE4">
        <w:tc>
          <w:tcPr>
            <w:tcW w:w="5000" w:type="pct"/>
          </w:tcPr>
          <w:p w14:paraId="178BE081" w14:textId="17C17D9F" w:rsidR="00A92AE6" w:rsidRPr="00B0793B" w:rsidRDefault="0074462C" w:rsidP="000C1F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noProof/>
                <w:sz w:val="24"/>
                <w:szCs w:val="24"/>
              </w:rPr>
              <w:t>Klasyfikacje zaburzeń psychicznych: ICD-10, ICD-11</w:t>
            </w:r>
            <w:r w:rsidR="00AD431B">
              <w:rPr>
                <w:rFonts w:ascii="Corbel" w:hAnsi="Corbel"/>
                <w:noProof/>
                <w:sz w:val="24"/>
                <w:szCs w:val="24"/>
              </w:rPr>
              <w:t>,</w:t>
            </w:r>
            <w:r w:rsidRPr="00B0793B">
              <w:rPr>
                <w:rFonts w:ascii="Corbel" w:hAnsi="Corbel"/>
                <w:noProof/>
                <w:sz w:val="24"/>
                <w:szCs w:val="24"/>
              </w:rPr>
              <w:t xml:space="preserve"> DSM-5</w:t>
            </w:r>
            <w:r w:rsidR="00AD431B">
              <w:rPr>
                <w:rFonts w:ascii="Corbel" w:hAnsi="Corbel"/>
                <w:noProof/>
                <w:sz w:val="24"/>
                <w:szCs w:val="24"/>
              </w:rPr>
              <w:t xml:space="preserve"> oraz DSM-5-TR</w:t>
            </w:r>
            <w:r w:rsidRPr="00B0793B">
              <w:rPr>
                <w:rFonts w:ascii="Corbel" w:hAnsi="Corbel"/>
                <w:noProof/>
                <w:sz w:val="24"/>
                <w:szCs w:val="24"/>
              </w:rPr>
              <w:t xml:space="preserve"> – przegląd </w:t>
            </w:r>
            <w:r w:rsidR="005B06DF">
              <w:rPr>
                <w:rFonts w:ascii="Corbel" w:hAnsi="Corbel"/>
                <w:noProof/>
                <w:sz w:val="24"/>
                <w:szCs w:val="24"/>
              </w:rPr>
              <w:t xml:space="preserve">i charakterystyka tych </w:t>
            </w:r>
            <w:r w:rsidRPr="00B0793B">
              <w:rPr>
                <w:rFonts w:ascii="Corbel" w:hAnsi="Corbel"/>
                <w:noProof/>
                <w:sz w:val="24"/>
                <w:szCs w:val="24"/>
              </w:rPr>
              <w:t>klasyfikacji, podobieństwa i różnice</w:t>
            </w:r>
            <w:r w:rsidR="005B06DF">
              <w:rPr>
                <w:rFonts w:ascii="Corbel" w:hAnsi="Corbel"/>
                <w:noProof/>
                <w:sz w:val="24"/>
                <w:szCs w:val="24"/>
              </w:rPr>
              <w:t xml:space="preserve">. </w:t>
            </w:r>
            <w:r w:rsidR="004675C6">
              <w:rPr>
                <w:rFonts w:ascii="Corbel" w:hAnsi="Corbel"/>
                <w:noProof/>
                <w:sz w:val="24"/>
                <w:szCs w:val="24"/>
              </w:rPr>
              <w:t xml:space="preserve">Badania naukowe osób </w:t>
            </w:r>
            <w:r w:rsidR="008C0DB7">
              <w:rPr>
                <w:rFonts w:ascii="Corbel" w:hAnsi="Corbel"/>
                <w:noProof/>
                <w:sz w:val="24"/>
                <w:szCs w:val="24"/>
              </w:rPr>
              <w:t xml:space="preserve">                 </w:t>
            </w:r>
            <w:r w:rsidR="004675C6">
              <w:rPr>
                <w:rFonts w:ascii="Corbel" w:hAnsi="Corbel"/>
                <w:noProof/>
                <w:sz w:val="24"/>
                <w:szCs w:val="24"/>
              </w:rPr>
              <w:t>z zaburzeniami psychicznymi.</w:t>
            </w:r>
          </w:p>
        </w:tc>
      </w:tr>
      <w:tr w:rsidR="00A92AE6" w:rsidRPr="00B0793B" w14:paraId="378C341A" w14:textId="77777777" w:rsidTr="000C1FE4">
        <w:tc>
          <w:tcPr>
            <w:tcW w:w="5000" w:type="pct"/>
          </w:tcPr>
          <w:p w14:paraId="1BD4389A" w14:textId="07D0F8C5" w:rsidR="00A92AE6" w:rsidRPr="00B0793B" w:rsidRDefault="0074462C" w:rsidP="000C1F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noProof/>
                <w:sz w:val="24"/>
                <w:szCs w:val="24"/>
              </w:rPr>
              <w:t>Wprowadzenie do problematyki za</w:t>
            </w:r>
            <w:r w:rsidRPr="00B0793B">
              <w:rPr>
                <w:rFonts w:ascii="Corbel" w:hAnsi="Corbel"/>
                <w:sz w:val="24"/>
                <w:szCs w:val="24"/>
              </w:rPr>
              <w:t>burzeń osobowości.</w:t>
            </w:r>
          </w:p>
        </w:tc>
      </w:tr>
      <w:tr w:rsidR="00A92AE6" w:rsidRPr="00B0793B" w14:paraId="578A1E7E" w14:textId="77777777" w:rsidTr="000C1FE4">
        <w:tc>
          <w:tcPr>
            <w:tcW w:w="5000" w:type="pct"/>
          </w:tcPr>
          <w:p w14:paraId="18B7A037" w14:textId="704EA453" w:rsidR="00A92AE6" w:rsidRPr="00B0793B" w:rsidRDefault="0074462C" w:rsidP="000C1F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Zaburzenia należące do spektrum schizofrenii i inne zaburzenia psychotyczne.</w:t>
            </w:r>
          </w:p>
        </w:tc>
      </w:tr>
      <w:tr w:rsidR="00A92AE6" w:rsidRPr="00B0793B" w14:paraId="43469BB6" w14:textId="77777777" w:rsidTr="000C1FE4">
        <w:tc>
          <w:tcPr>
            <w:tcW w:w="5000" w:type="pct"/>
          </w:tcPr>
          <w:p w14:paraId="68C0B0AC" w14:textId="28594030" w:rsidR="00A92AE6" w:rsidRPr="00B0793B" w:rsidRDefault="0074462C" w:rsidP="000C1F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Wprowadzenie do zaburzeń związanych z substancjami i uzależnieniami</w:t>
            </w:r>
            <w:r w:rsidR="00A92AE6" w:rsidRPr="00B079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6D07E2C" w14:textId="77777777" w:rsidR="006C197F" w:rsidRPr="00B0793B" w:rsidRDefault="006C197F" w:rsidP="006C197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785046D" w14:textId="0BDFB97E" w:rsidR="00A92AE6" w:rsidRPr="00B0793B" w:rsidRDefault="00A92AE6" w:rsidP="00A92AE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0793B">
        <w:rPr>
          <w:rFonts w:ascii="Corbel" w:hAnsi="Corbel"/>
          <w:sz w:val="24"/>
          <w:szCs w:val="24"/>
        </w:rPr>
        <w:t xml:space="preserve">Problematyka ćwiczeń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92AE6" w:rsidRPr="00B0793B" w14:paraId="5C61678C" w14:textId="77777777" w:rsidTr="000C1FE4">
        <w:tc>
          <w:tcPr>
            <w:tcW w:w="8954" w:type="dxa"/>
          </w:tcPr>
          <w:p w14:paraId="1507840B" w14:textId="77777777" w:rsidR="00A92AE6" w:rsidRPr="00B0793B" w:rsidRDefault="00A92AE6" w:rsidP="000C1F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2AE6" w:rsidRPr="00B0793B" w14:paraId="466BA7D4" w14:textId="77777777" w:rsidTr="000C1FE4">
        <w:tc>
          <w:tcPr>
            <w:tcW w:w="8954" w:type="dxa"/>
          </w:tcPr>
          <w:p w14:paraId="1FCE3FA0" w14:textId="3E1D085E" w:rsidR="00A92AE6" w:rsidRPr="00B0793B" w:rsidRDefault="00A92AE6" w:rsidP="000C1FE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Zespoły zaburzeń psychicznych</w:t>
            </w:r>
            <w:r w:rsidR="00713F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92AE6" w:rsidRPr="00B0793B" w14:paraId="783501E4" w14:textId="77777777" w:rsidTr="000C1FE4">
        <w:tc>
          <w:tcPr>
            <w:tcW w:w="8954" w:type="dxa"/>
          </w:tcPr>
          <w:p w14:paraId="2B124D87" w14:textId="7AD6DD01" w:rsidR="00A92AE6" w:rsidRPr="00B0793B" w:rsidRDefault="00A92AE6" w:rsidP="000C1FE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Dysfunkcje seksualne, dysforia płciowa</w:t>
            </w:r>
            <w:r w:rsidR="00713F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92AE6" w:rsidRPr="00B0793B" w14:paraId="3C581EF7" w14:textId="77777777" w:rsidTr="000C1FE4">
        <w:tc>
          <w:tcPr>
            <w:tcW w:w="8954" w:type="dxa"/>
          </w:tcPr>
          <w:p w14:paraId="24967D78" w14:textId="1FE96DEB" w:rsidR="00A92AE6" w:rsidRPr="00B0793B" w:rsidRDefault="00A92AE6" w:rsidP="000C1FE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Zaburzenia snu i czuwania</w:t>
            </w:r>
            <w:r w:rsidR="00713F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92AE6" w:rsidRPr="00B0793B" w14:paraId="3180CAF3" w14:textId="77777777" w:rsidTr="000C1FE4">
        <w:tc>
          <w:tcPr>
            <w:tcW w:w="8954" w:type="dxa"/>
          </w:tcPr>
          <w:p w14:paraId="1BA8B051" w14:textId="77777777" w:rsidR="00A92AE6" w:rsidRPr="00B0793B" w:rsidRDefault="00A92AE6" w:rsidP="000C1FE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 xml:space="preserve">Zaburzenia związane z kofeiną, lekami uspokajającymi, nasennymi lub </w:t>
            </w:r>
            <w:proofErr w:type="spellStart"/>
            <w:r w:rsidRPr="00B0793B">
              <w:rPr>
                <w:rFonts w:ascii="Corbel" w:hAnsi="Corbel"/>
                <w:sz w:val="24"/>
                <w:szCs w:val="24"/>
              </w:rPr>
              <w:t>przeciwlękowymi</w:t>
            </w:r>
            <w:proofErr w:type="spellEnd"/>
            <w:r w:rsidRPr="00B079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92AE6" w:rsidRPr="00B0793B" w14:paraId="72FC9957" w14:textId="77777777" w:rsidTr="000C1FE4">
        <w:tc>
          <w:tcPr>
            <w:tcW w:w="8954" w:type="dxa"/>
          </w:tcPr>
          <w:p w14:paraId="34F6969B" w14:textId="77777777" w:rsidR="00A92AE6" w:rsidRPr="00B0793B" w:rsidRDefault="00A92AE6" w:rsidP="000C1FE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 xml:space="preserve">Zaburzenia </w:t>
            </w:r>
            <w:proofErr w:type="spellStart"/>
            <w:r w:rsidRPr="00B0793B">
              <w:rPr>
                <w:rFonts w:ascii="Corbel" w:hAnsi="Corbel"/>
                <w:sz w:val="24"/>
                <w:szCs w:val="24"/>
              </w:rPr>
              <w:t>parafiliczne</w:t>
            </w:r>
            <w:proofErr w:type="spellEnd"/>
            <w:r w:rsidRPr="00B079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92AE6" w:rsidRPr="00B0793B" w14:paraId="38CB105D" w14:textId="77777777" w:rsidTr="000C1FE4">
        <w:tc>
          <w:tcPr>
            <w:tcW w:w="8954" w:type="dxa"/>
          </w:tcPr>
          <w:p w14:paraId="5F93810F" w14:textId="77777777" w:rsidR="00A92AE6" w:rsidRPr="00B0793B" w:rsidRDefault="00A92AE6" w:rsidP="000C1FE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 xml:space="preserve">Wprowadzenie do zaburzeń </w:t>
            </w:r>
            <w:proofErr w:type="spellStart"/>
            <w:r w:rsidRPr="00B0793B">
              <w:rPr>
                <w:rFonts w:ascii="Corbel" w:hAnsi="Corbel"/>
                <w:sz w:val="24"/>
                <w:szCs w:val="24"/>
              </w:rPr>
              <w:t>neuropoznawczych</w:t>
            </w:r>
            <w:proofErr w:type="spellEnd"/>
            <w:r w:rsidRPr="00B079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92AE6" w:rsidRPr="00B0793B" w14:paraId="5FF280ED" w14:textId="77777777" w:rsidTr="000C1FE4">
        <w:tc>
          <w:tcPr>
            <w:tcW w:w="8954" w:type="dxa"/>
          </w:tcPr>
          <w:p w14:paraId="613F998C" w14:textId="592AA244" w:rsidR="00A92AE6" w:rsidRPr="00B0793B" w:rsidRDefault="00A92AE6" w:rsidP="000C1FE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Kolokwium zaliczeniowe</w:t>
            </w:r>
            <w:r w:rsidR="00713F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548E19B" w14:textId="77777777" w:rsidR="00A92AE6" w:rsidRPr="00B0793B" w:rsidRDefault="00A92AE6" w:rsidP="00A92AE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03EB87" w14:textId="77777777" w:rsidR="00593817" w:rsidRPr="00B0793B" w:rsidRDefault="00A92AE6" w:rsidP="00717D5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0793B">
        <w:rPr>
          <w:rFonts w:ascii="Corbel" w:hAnsi="Corbel"/>
          <w:smallCaps w:val="0"/>
          <w:szCs w:val="24"/>
        </w:rPr>
        <w:t>3.4 Metody dydaktyczne</w:t>
      </w:r>
    </w:p>
    <w:p w14:paraId="196F4308" w14:textId="77777777" w:rsidR="00A92AE6" w:rsidRPr="00B0793B" w:rsidRDefault="00A92AE6" w:rsidP="00A92AE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0793B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5C6B4B18" w14:textId="69038FD6" w:rsidR="00A92AE6" w:rsidRPr="00B0793B" w:rsidRDefault="00A92AE6" w:rsidP="00A92AE6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0793B">
        <w:rPr>
          <w:rFonts w:ascii="Corbel" w:hAnsi="Corbel"/>
          <w:b w:val="0"/>
          <w:bCs/>
          <w:smallCaps w:val="0"/>
          <w:szCs w:val="24"/>
        </w:rPr>
        <w:t xml:space="preserve">Ćwiczenia audytoryjne </w:t>
      </w:r>
      <w:r w:rsidR="00B67AAE">
        <w:rPr>
          <w:rFonts w:ascii="Corbel" w:hAnsi="Corbel"/>
          <w:b w:val="0"/>
          <w:bCs/>
          <w:smallCaps w:val="0"/>
          <w:szCs w:val="24"/>
        </w:rPr>
        <w:t>-</w:t>
      </w:r>
      <w:r w:rsidRPr="00B0793B">
        <w:rPr>
          <w:rFonts w:ascii="Corbel" w:hAnsi="Corbel"/>
          <w:b w:val="0"/>
          <w:bCs/>
          <w:smallCaps w:val="0"/>
          <w:szCs w:val="24"/>
        </w:rPr>
        <w:t>praca w grupach, wykonywanie zadań</w:t>
      </w:r>
      <w:r w:rsidR="00C86BA9" w:rsidRPr="00B0793B">
        <w:rPr>
          <w:rFonts w:ascii="Corbel" w:hAnsi="Corbel"/>
          <w:b w:val="0"/>
          <w:bCs/>
          <w:smallCaps w:val="0"/>
          <w:szCs w:val="24"/>
        </w:rPr>
        <w:t xml:space="preserve">, np. </w:t>
      </w:r>
      <w:r w:rsidR="00B67AAE">
        <w:rPr>
          <w:rFonts w:ascii="Corbel" w:hAnsi="Corbel"/>
          <w:b w:val="0"/>
          <w:bCs/>
          <w:smallCaps w:val="0"/>
          <w:szCs w:val="24"/>
        </w:rPr>
        <w:t>ćwiczenie</w:t>
      </w:r>
      <w:r w:rsidR="00C86BA9" w:rsidRPr="00B0793B">
        <w:rPr>
          <w:rFonts w:ascii="Corbel" w:hAnsi="Corbel"/>
          <w:b w:val="0"/>
          <w:bCs/>
          <w:smallCaps w:val="0"/>
          <w:szCs w:val="24"/>
        </w:rPr>
        <w:t xml:space="preserve"> wywiadu</w:t>
      </w:r>
      <w:r w:rsidR="00B67AAE">
        <w:rPr>
          <w:rFonts w:ascii="Corbel" w:hAnsi="Corbel"/>
          <w:b w:val="0"/>
          <w:bCs/>
          <w:smallCaps w:val="0"/>
          <w:szCs w:val="24"/>
        </w:rPr>
        <w:t xml:space="preserve"> klinicznego</w:t>
      </w:r>
      <w:r w:rsidRPr="00B0793B">
        <w:rPr>
          <w:rFonts w:ascii="Corbel" w:hAnsi="Corbel"/>
          <w:b w:val="0"/>
          <w:bCs/>
          <w:smallCaps w:val="0"/>
          <w:szCs w:val="24"/>
        </w:rPr>
        <w:t>, prezentacje</w:t>
      </w:r>
      <w:r w:rsidR="00B67AAE">
        <w:rPr>
          <w:rFonts w:ascii="Corbel" w:hAnsi="Corbel"/>
          <w:b w:val="0"/>
          <w:bCs/>
          <w:smallCaps w:val="0"/>
          <w:szCs w:val="24"/>
        </w:rPr>
        <w:t xml:space="preserve"> (</w:t>
      </w:r>
      <w:r w:rsidR="00C86BA9" w:rsidRPr="00B0793B">
        <w:rPr>
          <w:rFonts w:ascii="Corbel" w:hAnsi="Corbel"/>
          <w:b w:val="0"/>
          <w:bCs/>
          <w:smallCaps w:val="0"/>
          <w:szCs w:val="24"/>
        </w:rPr>
        <w:t>przykłady poprawnej diagnozy</w:t>
      </w:r>
      <w:r w:rsidRPr="00B0793B">
        <w:rPr>
          <w:rFonts w:ascii="Corbel" w:hAnsi="Corbel"/>
          <w:b w:val="0"/>
          <w:bCs/>
          <w:smallCaps w:val="0"/>
          <w:szCs w:val="24"/>
        </w:rPr>
        <w:t>)</w:t>
      </w:r>
      <w:r w:rsidR="00B67AAE">
        <w:rPr>
          <w:rFonts w:ascii="Corbel" w:hAnsi="Corbel"/>
          <w:b w:val="0"/>
          <w:bCs/>
          <w:smallCaps w:val="0"/>
          <w:szCs w:val="24"/>
        </w:rPr>
        <w:t>.</w:t>
      </w:r>
    </w:p>
    <w:p w14:paraId="1B2CB29C" w14:textId="77777777" w:rsidR="00593817" w:rsidRPr="00B0793B" w:rsidRDefault="00593817" w:rsidP="00A92AE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CCAD0" w14:textId="77777777" w:rsidR="00A92AE6" w:rsidRPr="00B0793B" w:rsidRDefault="00A92AE6" w:rsidP="00A92AE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0793B">
        <w:rPr>
          <w:rFonts w:ascii="Corbel" w:hAnsi="Corbel"/>
          <w:smallCaps w:val="0"/>
          <w:szCs w:val="24"/>
        </w:rPr>
        <w:t xml:space="preserve">4. METODY I KRYTERIA OCENY </w:t>
      </w:r>
    </w:p>
    <w:p w14:paraId="778D539E" w14:textId="77777777" w:rsidR="00A92AE6" w:rsidRPr="00B0793B" w:rsidRDefault="00A92AE6" w:rsidP="00A92AE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CDCE3C" w14:textId="77777777" w:rsidR="00A92AE6" w:rsidRPr="00B0793B" w:rsidRDefault="00A92AE6" w:rsidP="00717D5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0793B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A92AE6" w:rsidRPr="00B0793B" w14:paraId="2694A3F8" w14:textId="77777777" w:rsidTr="000C1FE4">
        <w:tc>
          <w:tcPr>
            <w:tcW w:w="1854" w:type="dxa"/>
            <w:vAlign w:val="center"/>
          </w:tcPr>
          <w:p w14:paraId="096D94C3" w14:textId="77777777" w:rsidR="00A92AE6" w:rsidRPr="00B0793B" w:rsidRDefault="00A92AE6" w:rsidP="000C1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4BF0C2D3" w14:textId="77777777" w:rsidR="00A92AE6" w:rsidRPr="00B0793B" w:rsidRDefault="00A92AE6" w:rsidP="000C1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B079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E6EE527" w14:textId="77777777" w:rsidR="00A92AE6" w:rsidRPr="00B0793B" w:rsidRDefault="00A92AE6" w:rsidP="000C1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vAlign w:val="center"/>
          </w:tcPr>
          <w:p w14:paraId="2F59F477" w14:textId="77777777" w:rsidR="00A92AE6" w:rsidRPr="00B0793B" w:rsidRDefault="00A92AE6" w:rsidP="000C1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045744" w14:textId="77777777" w:rsidR="00A92AE6" w:rsidRPr="00B0793B" w:rsidRDefault="00A92AE6" w:rsidP="000C1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0793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0793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92AE6" w:rsidRPr="00B0793B" w14:paraId="61F8B76D" w14:textId="77777777" w:rsidTr="000C1FE4">
        <w:tc>
          <w:tcPr>
            <w:tcW w:w="1854" w:type="dxa"/>
          </w:tcPr>
          <w:p w14:paraId="2F6339E3" w14:textId="77777777" w:rsidR="00A92AE6" w:rsidRPr="00B0793B" w:rsidRDefault="00A92AE6" w:rsidP="005938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8" w:type="dxa"/>
          </w:tcPr>
          <w:p w14:paraId="0CB0764F" w14:textId="6812B98A" w:rsidR="00A92AE6" w:rsidRPr="00B0793B" w:rsidRDefault="00C3246B" w:rsidP="00593817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 xml:space="preserve">egzamin pisemny, </w:t>
            </w:r>
            <w:r w:rsidR="006C197F" w:rsidRPr="00B0793B">
              <w:rPr>
                <w:rFonts w:ascii="Corbel" w:hAnsi="Corbel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68B77B0E" w14:textId="77777777" w:rsidR="00A92AE6" w:rsidRPr="00B0793B" w:rsidRDefault="00A92AE6" w:rsidP="005938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B0793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92AE6" w:rsidRPr="00B0793B" w14:paraId="7FE84F16" w14:textId="77777777" w:rsidTr="000C1FE4">
        <w:tc>
          <w:tcPr>
            <w:tcW w:w="1854" w:type="dxa"/>
          </w:tcPr>
          <w:p w14:paraId="1DA1CDA8" w14:textId="77777777" w:rsidR="00A92AE6" w:rsidRPr="00B0793B" w:rsidRDefault="00A92AE6" w:rsidP="005938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5028" w:type="dxa"/>
          </w:tcPr>
          <w:p w14:paraId="635B5F93" w14:textId="57EF0E3E" w:rsidR="00A92AE6" w:rsidRPr="00B0793B" w:rsidRDefault="00C3246B" w:rsidP="00593817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 xml:space="preserve">egzamin pisemny, </w:t>
            </w:r>
            <w:r w:rsidR="006C197F" w:rsidRPr="00B0793B">
              <w:rPr>
                <w:rFonts w:ascii="Corbel" w:hAnsi="Corbel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436E776C" w14:textId="77777777" w:rsidR="00A92AE6" w:rsidRPr="00B0793B" w:rsidRDefault="00A92AE6" w:rsidP="005938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B0793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92AE6" w:rsidRPr="00B0793B" w14:paraId="10D99C59" w14:textId="77777777" w:rsidTr="000C1FE4">
        <w:tc>
          <w:tcPr>
            <w:tcW w:w="1854" w:type="dxa"/>
          </w:tcPr>
          <w:p w14:paraId="0E2EEB91" w14:textId="77777777" w:rsidR="00A92AE6" w:rsidRPr="00B0793B" w:rsidRDefault="00A92AE6" w:rsidP="005938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8" w:type="dxa"/>
          </w:tcPr>
          <w:p w14:paraId="390FD4CC" w14:textId="6C40EB90" w:rsidR="00A92AE6" w:rsidRPr="00B0793B" w:rsidRDefault="006C197F" w:rsidP="00593817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B0793B">
              <w:rPr>
                <w:rFonts w:ascii="Corbel" w:hAnsi="Corbel" w:cs="Times New Roman"/>
                <w:sz w:val="24"/>
                <w:szCs w:val="24"/>
              </w:rPr>
              <w:t>kolokwium, obserwacja w trakcie zajęć</w:t>
            </w:r>
            <w:r w:rsidR="00FF6540">
              <w:rPr>
                <w:rFonts w:ascii="Corbel" w:hAnsi="Corbel" w:cs="Times New Roman"/>
                <w:sz w:val="24"/>
                <w:szCs w:val="24"/>
              </w:rPr>
              <w:t>, praca projektowa</w:t>
            </w:r>
          </w:p>
        </w:tc>
        <w:tc>
          <w:tcPr>
            <w:tcW w:w="2072" w:type="dxa"/>
          </w:tcPr>
          <w:p w14:paraId="2F6355A6" w14:textId="584EA614" w:rsidR="00A92AE6" w:rsidRPr="00B0793B" w:rsidRDefault="00A92AE6" w:rsidP="005938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0793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92AE6" w:rsidRPr="00B0793B" w14:paraId="489550CF" w14:textId="77777777" w:rsidTr="000C1FE4">
        <w:tc>
          <w:tcPr>
            <w:tcW w:w="1854" w:type="dxa"/>
          </w:tcPr>
          <w:p w14:paraId="074FAA0C" w14:textId="77777777" w:rsidR="00A92AE6" w:rsidRPr="00B0793B" w:rsidRDefault="00A92AE6" w:rsidP="005938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8" w:type="dxa"/>
          </w:tcPr>
          <w:p w14:paraId="163B4C2E" w14:textId="0DA52525" w:rsidR="00A92AE6" w:rsidRPr="00B0793B" w:rsidRDefault="006C197F" w:rsidP="00593817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B0793B">
              <w:rPr>
                <w:rFonts w:ascii="Corbel" w:hAnsi="Corbel" w:cs="Times New Roman"/>
                <w:sz w:val="24"/>
                <w:szCs w:val="24"/>
              </w:rPr>
              <w:t>kolokwium, obserwacja w trakcie zajęć</w:t>
            </w:r>
            <w:r w:rsidR="00FF6540">
              <w:rPr>
                <w:rFonts w:ascii="Corbel" w:hAnsi="Corbel" w:cs="Times New Roman"/>
                <w:sz w:val="24"/>
                <w:szCs w:val="24"/>
              </w:rPr>
              <w:t>, praca projektowa</w:t>
            </w:r>
          </w:p>
        </w:tc>
        <w:tc>
          <w:tcPr>
            <w:tcW w:w="2072" w:type="dxa"/>
          </w:tcPr>
          <w:p w14:paraId="7BE62E90" w14:textId="3D3A7166" w:rsidR="00A92AE6" w:rsidRPr="00B0793B" w:rsidRDefault="00A92AE6" w:rsidP="005938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0793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92AE6" w:rsidRPr="00B0793B" w14:paraId="15C43BAA" w14:textId="77777777" w:rsidTr="000C1FE4">
        <w:tc>
          <w:tcPr>
            <w:tcW w:w="1854" w:type="dxa"/>
          </w:tcPr>
          <w:p w14:paraId="2349F0D7" w14:textId="77777777" w:rsidR="00A92AE6" w:rsidRPr="00B0793B" w:rsidRDefault="00A92AE6" w:rsidP="005938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8" w:type="dxa"/>
          </w:tcPr>
          <w:p w14:paraId="66A92133" w14:textId="48371D71" w:rsidR="00A92AE6" w:rsidRPr="00B0793B" w:rsidRDefault="006C197F" w:rsidP="00593817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B0793B">
              <w:rPr>
                <w:rFonts w:ascii="Corbel" w:hAnsi="Corbel" w:cs="Times New Roman"/>
                <w:sz w:val="24"/>
                <w:szCs w:val="24"/>
              </w:rPr>
              <w:t>obserwacja w trakcie zajęć</w:t>
            </w:r>
            <w:r w:rsidR="00FF6540">
              <w:rPr>
                <w:rFonts w:ascii="Corbel" w:hAnsi="Corbel" w:cs="Times New Roman"/>
                <w:sz w:val="24"/>
                <w:szCs w:val="24"/>
              </w:rPr>
              <w:t>, dyskusja</w:t>
            </w:r>
          </w:p>
        </w:tc>
        <w:tc>
          <w:tcPr>
            <w:tcW w:w="2072" w:type="dxa"/>
          </w:tcPr>
          <w:p w14:paraId="016B8B1B" w14:textId="48715E91" w:rsidR="00A92AE6" w:rsidRPr="00B0793B" w:rsidRDefault="00A92AE6" w:rsidP="005938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0793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2431ACB9" w14:textId="77777777" w:rsidR="00593817" w:rsidRPr="00B0793B" w:rsidRDefault="00593817" w:rsidP="00A92A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0BBEA85" w14:textId="77777777" w:rsidR="00A92AE6" w:rsidRPr="00B0793B" w:rsidRDefault="00A92AE6" w:rsidP="00A92A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0793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420C013" w14:textId="4965C0D5" w:rsidR="00607C92" w:rsidRDefault="00607C92" w:rsidP="00A92A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0793B">
        <w:rPr>
          <w:rFonts w:ascii="Corbel" w:hAnsi="Corbel"/>
          <w:b w:val="0"/>
          <w:smallCaps w:val="0"/>
          <w:szCs w:val="24"/>
        </w:rPr>
        <w:t>Warunki zaliczenia wykładu:</w:t>
      </w:r>
      <w:r w:rsidR="006B08F0" w:rsidRPr="00B0793B">
        <w:rPr>
          <w:rFonts w:ascii="Corbel" w:hAnsi="Corbel"/>
          <w:b w:val="0"/>
          <w:smallCaps w:val="0"/>
          <w:szCs w:val="24"/>
        </w:rPr>
        <w:t xml:space="preserve"> obecność na zajęciach i pozytywna ocena z </w:t>
      </w:r>
      <w:r w:rsidR="00343F8F" w:rsidRPr="00B0793B">
        <w:rPr>
          <w:rFonts w:ascii="Corbel" w:hAnsi="Corbel"/>
          <w:b w:val="0"/>
          <w:smallCaps w:val="0"/>
          <w:szCs w:val="24"/>
        </w:rPr>
        <w:t>egzaminu (kryteria oceny poniżej).</w:t>
      </w:r>
    </w:p>
    <w:p w14:paraId="0CC965C2" w14:textId="314F7604" w:rsidR="00BA5021" w:rsidRPr="00B0793B" w:rsidRDefault="00BA5021" w:rsidP="00BA50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0793B">
        <w:rPr>
          <w:rFonts w:ascii="Corbel" w:hAnsi="Corbel"/>
          <w:b w:val="0"/>
          <w:smallCaps w:val="0"/>
          <w:szCs w:val="24"/>
        </w:rPr>
        <w:t xml:space="preserve">Pozytywna ocena z </w:t>
      </w:r>
      <w:r w:rsidR="00D43ADE">
        <w:rPr>
          <w:rFonts w:ascii="Corbel" w:hAnsi="Corbel"/>
          <w:b w:val="0"/>
          <w:smallCaps w:val="0"/>
          <w:szCs w:val="24"/>
        </w:rPr>
        <w:t>egzaminu:</w:t>
      </w:r>
    </w:p>
    <w:p w14:paraId="255174EE" w14:textId="77777777" w:rsidR="00BA5021" w:rsidRPr="00B0793B" w:rsidRDefault="00BA5021" w:rsidP="00BA502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0793B">
        <w:rPr>
          <w:rFonts w:ascii="Corbel" w:hAnsi="Corbel"/>
          <w:b w:val="0"/>
          <w:smallCaps w:val="0"/>
          <w:szCs w:val="24"/>
        </w:rPr>
        <w:t xml:space="preserve">Ocena 5.0 – wykazuje znajomość treści kształcenia na poziomie 93%-100% </w:t>
      </w:r>
      <w:r w:rsidRPr="00B0793B">
        <w:rPr>
          <w:rStyle w:val="x4k7w5x"/>
          <w:rFonts w:ascii="Corbel" w:hAnsi="Corbel"/>
          <w:b w:val="0"/>
          <w:smallCaps w:val="0"/>
        </w:rPr>
        <w:t>(znakomita wiedza)</w:t>
      </w:r>
    </w:p>
    <w:p w14:paraId="40FFA3CE" w14:textId="77777777" w:rsidR="00BA5021" w:rsidRPr="00B0793B" w:rsidRDefault="00BA5021" w:rsidP="00BA502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0793B">
        <w:rPr>
          <w:rFonts w:ascii="Corbel" w:hAnsi="Corbel"/>
          <w:b w:val="0"/>
          <w:smallCaps w:val="0"/>
          <w:szCs w:val="24"/>
        </w:rPr>
        <w:t xml:space="preserve">ocena 4.5 – wykazuje znajomość treści kształcenia na poziomie 85%-92% </w:t>
      </w:r>
      <w:r w:rsidRPr="00B0793B">
        <w:rPr>
          <w:rStyle w:val="x4k7w5x"/>
          <w:rFonts w:ascii="Corbel" w:hAnsi="Corbel"/>
          <w:b w:val="0"/>
          <w:smallCaps w:val="0"/>
        </w:rPr>
        <w:t>(bardzo dobry poziom wiedzy z drobnymi błędami)</w:t>
      </w:r>
    </w:p>
    <w:p w14:paraId="2A3BEB68" w14:textId="77777777" w:rsidR="00BA5021" w:rsidRPr="00B0793B" w:rsidRDefault="00BA5021" w:rsidP="00BA502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0793B">
        <w:rPr>
          <w:rFonts w:ascii="Corbel" w:hAnsi="Corbel"/>
          <w:b w:val="0"/>
          <w:smallCaps w:val="0"/>
          <w:szCs w:val="24"/>
        </w:rPr>
        <w:t xml:space="preserve">ocena 4.0 – wykazuje znajomość treści kształcenia na poziomie 77%-84% </w:t>
      </w:r>
      <w:r w:rsidRPr="00B0793B">
        <w:rPr>
          <w:rStyle w:val="x4k7w5x"/>
          <w:rFonts w:ascii="Corbel" w:hAnsi="Corbel"/>
          <w:b w:val="0"/>
          <w:smallCaps w:val="0"/>
        </w:rPr>
        <w:t>(dobry poziom wiedzy, z pewnymi niedociągnięciami)</w:t>
      </w:r>
    </w:p>
    <w:p w14:paraId="57C2B8E4" w14:textId="77777777" w:rsidR="00BA5021" w:rsidRPr="00B0793B" w:rsidRDefault="00BA5021" w:rsidP="00BA502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0793B">
        <w:rPr>
          <w:rFonts w:ascii="Corbel" w:hAnsi="Corbel"/>
          <w:b w:val="0"/>
          <w:smallCaps w:val="0"/>
          <w:szCs w:val="24"/>
        </w:rPr>
        <w:t xml:space="preserve">ocena 3.5 – wykazuje znajomość treści kształcenia na poziomie 69%-76% </w:t>
      </w:r>
      <w:r w:rsidRPr="00B0793B">
        <w:rPr>
          <w:rStyle w:val="x4k7w5x"/>
          <w:rFonts w:ascii="Corbel" w:hAnsi="Corbel"/>
          <w:b w:val="0"/>
          <w:smallCaps w:val="0"/>
        </w:rPr>
        <w:t>(zadowalająca wiedza, z niewielką liczbą błędów)</w:t>
      </w:r>
    </w:p>
    <w:p w14:paraId="643BE0F0" w14:textId="77777777" w:rsidR="00BA5021" w:rsidRPr="00B0793B" w:rsidRDefault="00BA5021" w:rsidP="00BA502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0793B">
        <w:rPr>
          <w:rFonts w:ascii="Corbel" w:hAnsi="Corbel"/>
          <w:b w:val="0"/>
          <w:smallCaps w:val="0"/>
          <w:szCs w:val="24"/>
        </w:rPr>
        <w:t xml:space="preserve">ocena 3.0 – wykazuje znajomość treści kształcenia na poziomie 60%-68% </w:t>
      </w:r>
      <w:r w:rsidRPr="00B0793B">
        <w:rPr>
          <w:rStyle w:val="x4k7w5x"/>
          <w:rFonts w:ascii="Corbel" w:hAnsi="Corbel"/>
          <w:b w:val="0"/>
          <w:smallCaps w:val="0"/>
        </w:rPr>
        <w:t>(zadowalająca wiedza z licznymi błędami)</w:t>
      </w:r>
    </w:p>
    <w:p w14:paraId="6831366B" w14:textId="77777777" w:rsidR="00BA5021" w:rsidRPr="00B0793B" w:rsidRDefault="00BA5021" w:rsidP="00BA5021">
      <w:pPr>
        <w:pStyle w:val="Punktygwne"/>
        <w:spacing w:before="0" w:after="0"/>
        <w:jc w:val="both"/>
        <w:rPr>
          <w:rStyle w:val="x4k7w5x"/>
          <w:rFonts w:ascii="Corbel" w:hAnsi="Corbel"/>
          <w:b w:val="0"/>
          <w:smallCaps w:val="0"/>
        </w:rPr>
      </w:pPr>
      <w:r w:rsidRPr="00B0793B">
        <w:rPr>
          <w:rFonts w:ascii="Corbel" w:hAnsi="Corbel"/>
          <w:b w:val="0"/>
          <w:smallCaps w:val="0"/>
          <w:szCs w:val="24"/>
        </w:rPr>
        <w:t xml:space="preserve">ocena 2.0 – wykazuje znajomość treści kształcenia poniżej 60%; </w:t>
      </w:r>
      <w:r w:rsidRPr="00B0793B">
        <w:rPr>
          <w:rStyle w:val="x4k7w5x"/>
          <w:rFonts w:ascii="Corbel" w:hAnsi="Corbel"/>
          <w:b w:val="0"/>
          <w:smallCaps w:val="0"/>
        </w:rPr>
        <w:t>(niezadowalająca wiedza, liczne błędy)</w:t>
      </w:r>
    </w:p>
    <w:p w14:paraId="3854157E" w14:textId="77777777" w:rsidR="00BA5021" w:rsidRPr="00B0793B" w:rsidRDefault="00BA5021" w:rsidP="00A92A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759399" w14:textId="77777777" w:rsidR="00607C92" w:rsidRPr="00B0793B" w:rsidRDefault="00607C92" w:rsidP="00A92A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0793B">
        <w:rPr>
          <w:rFonts w:ascii="Corbel" w:hAnsi="Corbel"/>
          <w:b w:val="0"/>
          <w:smallCaps w:val="0"/>
          <w:szCs w:val="24"/>
        </w:rPr>
        <w:t>Warunki zaliczenia ćwiczeń:</w:t>
      </w:r>
    </w:p>
    <w:p w14:paraId="54AC2BF3" w14:textId="77777777" w:rsidR="00A92AE6" w:rsidRPr="00B0793B" w:rsidRDefault="00A92AE6" w:rsidP="00A92A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0793B">
        <w:rPr>
          <w:rFonts w:ascii="Corbel" w:hAnsi="Corbel"/>
          <w:b w:val="0"/>
          <w:smallCaps w:val="0"/>
          <w:szCs w:val="24"/>
        </w:rPr>
        <w:t>Pozytywna ocena z kolokwium na ćwiczeniach</w:t>
      </w:r>
    </w:p>
    <w:p w14:paraId="6C1EDB2C" w14:textId="3E79A046" w:rsidR="00607C92" w:rsidRPr="00B0793B" w:rsidRDefault="00943BE1" w:rsidP="00607C9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0793B">
        <w:rPr>
          <w:rFonts w:ascii="Corbel" w:hAnsi="Corbel"/>
          <w:b w:val="0"/>
          <w:smallCaps w:val="0"/>
          <w:szCs w:val="24"/>
        </w:rPr>
        <w:t>O</w:t>
      </w:r>
      <w:r w:rsidR="00607C92" w:rsidRPr="00B0793B">
        <w:rPr>
          <w:rFonts w:ascii="Corbel" w:hAnsi="Corbel"/>
          <w:b w:val="0"/>
          <w:smallCaps w:val="0"/>
          <w:szCs w:val="24"/>
        </w:rPr>
        <w:t>cena</w:t>
      </w:r>
      <w:r w:rsidRPr="00B0793B">
        <w:rPr>
          <w:rFonts w:ascii="Corbel" w:hAnsi="Corbel"/>
          <w:b w:val="0"/>
          <w:smallCaps w:val="0"/>
          <w:szCs w:val="24"/>
        </w:rPr>
        <w:t xml:space="preserve"> </w:t>
      </w:r>
      <w:r w:rsidR="00607C92" w:rsidRPr="00B0793B">
        <w:rPr>
          <w:rFonts w:ascii="Corbel" w:hAnsi="Corbel"/>
          <w:b w:val="0"/>
          <w:smallCaps w:val="0"/>
          <w:szCs w:val="24"/>
        </w:rPr>
        <w:t xml:space="preserve">5.0 – wykazuje znajomość treści kształcenia na poziomie 93%-100% </w:t>
      </w:r>
      <w:r w:rsidR="00607C92" w:rsidRPr="00B0793B">
        <w:rPr>
          <w:rStyle w:val="x4k7w5x"/>
          <w:rFonts w:ascii="Corbel" w:hAnsi="Corbel"/>
          <w:b w:val="0"/>
          <w:smallCaps w:val="0"/>
        </w:rPr>
        <w:t>(znakomita wiedza)</w:t>
      </w:r>
    </w:p>
    <w:p w14:paraId="76CB1547" w14:textId="77777777" w:rsidR="00607C92" w:rsidRPr="00B0793B" w:rsidRDefault="00607C92" w:rsidP="00607C9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0793B">
        <w:rPr>
          <w:rFonts w:ascii="Corbel" w:hAnsi="Corbel"/>
          <w:b w:val="0"/>
          <w:smallCaps w:val="0"/>
          <w:szCs w:val="24"/>
        </w:rPr>
        <w:t xml:space="preserve">ocena 4.5 – wykazuje znajomość treści kształcenia na poziomie 85%-92% </w:t>
      </w:r>
      <w:r w:rsidRPr="00B0793B">
        <w:rPr>
          <w:rStyle w:val="x4k7w5x"/>
          <w:rFonts w:ascii="Corbel" w:hAnsi="Corbel"/>
          <w:b w:val="0"/>
          <w:smallCaps w:val="0"/>
        </w:rPr>
        <w:t>(bardzo dobry poziom wiedzy z drobnymi błędami)</w:t>
      </w:r>
    </w:p>
    <w:p w14:paraId="67FC2D04" w14:textId="77777777" w:rsidR="00607C92" w:rsidRPr="00B0793B" w:rsidRDefault="00607C92" w:rsidP="00607C9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0793B">
        <w:rPr>
          <w:rFonts w:ascii="Corbel" w:hAnsi="Corbel"/>
          <w:b w:val="0"/>
          <w:smallCaps w:val="0"/>
          <w:szCs w:val="24"/>
        </w:rPr>
        <w:t xml:space="preserve">ocena 4.0 – wykazuje znajomość treści kształcenia na poziomie 77%-84% </w:t>
      </w:r>
      <w:r w:rsidRPr="00B0793B">
        <w:rPr>
          <w:rStyle w:val="x4k7w5x"/>
          <w:rFonts w:ascii="Corbel" w:hAnsi="Corbel"/>
          <w:b w:val="0"/>
          <w:smallCaps w:val="0"/>
        </w:rPr>
        <w:t>(dobry poziom wiedzy, z pewnymi niedociągnięciami)</w:t>
      </w:r>
    </w:p>
    <w:p w14:paraId="5057E5C4" w14:textId="77777777" w:rsidR="00607C92" w:rsidRPr="00B0793B" w:rsidRDefault="00607C92" w:rsidP="00607C9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0793B">
        <w:rPr>
          <w:rFonts w:ascii="Corbel" w:hAnsi="Corbel"/>
          <w:b w:val="0"/>
          <w:smallCaps w:val="0"/>
          <w:szCs w:val="24"/>
        </w:rPr>
        <w:t xml:space="preserve">ocena 3.5 – wykazuje znajomość treści kształcenia na poziomie 69%-76% </w:t>
      </w:r>
      <w:r w:rsidRPr="00B0793B">
        <w:rPr>
          <w:rStyle w:val="x4k7w5x"/>
          <w:rFonts w:ascii="Corbel" w:hAnsi="Corbel"/>
          <w:b w:val="0"/>
          <w:smallCaps w:val="0"/>
        </w:rPr>
        <w:t>(zadowalająca wiedza, z niewielką liczbą błędów)</w:t>
      </w:r>
    </w:p>
    <w:p w14:paraId="57167EF2" w14:textId="77777777" w:rsidR="00607C92" w:rsidRPr="00B0793B" w:rsidRDefault="00607C92" w:rsidP="00607C9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0793B">
        <w:rPr>
          <w:rFonts w:ascii="Corbel" w:hAnsi="Corbel"/>
          <w:b w:val="0"/>
          <w:smallCaps w:val="0"/>
          <w:szCs w:val="24"/>
        </w:rPr>
        <w:t xml:space="preserve">ocena 3.0 – wykazuje znajomość treści kształcenia na poziomie 60%-68% </w:t>
      </w:r>
      <w:r w:rsidRPr="00B0793B">
        <w:rPr>
          <w:rStyle w:val="x4k7w5x"/>
          <w:rFonts w:ascii="Corbel" w:hAnsi="Corbel"/>
          <w:b w:val="0"/>
          <w:smallCaps w:val="0"/>
        </w:rPr>
        <w:t>(zadowalająca wiedza z licznymi błędami)</w:t>
      </w:r>
    </w:p>
    <w:p w14:paraId="1510F597" w14:textId="77777777" w:rsidR="006C197F" w:rsidRPr="00B0793B" w:rsidRDefault="00607C92" w:rsidP="00607C92">
      <w:pPr>
        <w:pStyle w:val="Punktygwne"/>
        <w:spacing w:before="0" w:after="0"/>
        <w:jc w:val="both"/>
        <w:rPr>
          <w:rStyle w:val="x4k7w5x"/>
          <w:rFonts w:ascii="Corbel" w:hAnsi="Corbel"/>
          <w:b w:val="0"/>
          <w:smallCaps w:val="0"/>
        </w:rPr>
      </w:pPr>
      <w:r w:rsidRPr="00B0793B">
        <w:rPr>
          <w:rFonts w:ascii="Corbel" w:hAnsi="Corbel"/>
          <w:b w:val="0"/>
          <w:smallCaps w:val="0"/>
          <w:szCs w:val="24"/>
        </w:rPr>
        <w:t xml:space="preserve">ocena 2.0 – wykazuje znajomość treści kształcenia poniżej 60%; </w:t>
      </w:r>
      <w:r w:rsidRPr="00B0793B">
        <w:rPr>
          <w:rStyle w:val="x4k7w5x"/>
          <w:rFonts w:ascii="Corbel" w:hAnsi="Corbel"/>
          <w:b w:val="0"/>
          <w:smallCaps w:val="0"/>
        </w:rPr>
        <w:t>(niezadowalająca wiedza, liczne błędy)</w:t>
      </w:r>
    </w:p>
    <w:p w14:paraId="4774D61C" w14:textId="016C79C8" w:rsidR="00FA5B70" w:rsidRPr="00B0793B" w:rsidRDefault="00FA5B70" w:rsidP="00FA5B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0793B">
        <w:rPr>
          <w:rFonts w:ascii="Corbel" w:hAnsi="Corbel"/>
          <w:b w:val="0"/>
          <w:smallCaps w:val="0"/>
          <w:szCs w:val="24"/>
        </w:rPr>
        <w:t>Aktywny udział w ćwiczeniach: samodzielne studium przypadku</w:t>
      </w:r>
      <w:r w:rsidR="001C3B45" w:rsidRPr="00B0793B">
        <w:rPr>
          <w:rFonts w:ascii="Corbel" w:hAnsi="Corbel"/>
          <w:b w:val="0"/>
          <w:smallCaps w:val="0"/>
          <w:szCs w:val="24"/>
        </w:rPr>
        <w:t xml:space="preserve"> </w:t>
      </w:r>
      <w:r w:rsidR="00DC6D10" w:rsidRPr="00B0793B">
        <w:rPr>
          <w:rFonts w:ascii="Corbel" w:hAnsi="Corbel"/>
          <w:b w:val="0"/>
          <w:smallCaps w:val="0"/>
          <w:szCs w:val="24"/>
        </w:rPr>
        <w:t>(</w:t>
      </w:r>
      <w:r w:rsidR="00BA5021">
        <w:rPr>
          <w:rFonts w:ascii="Corbel" w:hAnsi="Corbel"/>
          <w:b w:val="0"/>
          <w:smallCaps w:val="0"/>
          <w:szCs w:val="24"/>
        </w:rPr>
        <w:t xml:space="preserve">praca projektowa </w:t>
      </w:r>
      <w:r w:rsidR="00DC6D10" w:rsidRPr="00B0793B">
        <w:rPr>
          <w:rFonts w:ascii="Corbel" w:hAnsi="Corbel"/>
          <w:b w:val="0"/>
          <w:smallCaps w:val="0"/>
          <w:szCs w:val="24"/>
        </w:rPr>
        <w:t>na podstawie opisu pacjenta</w:t>
      </w:r>
      <w:r w:rsidR="00B67AAE">
        <w:rPr>
          <w:rFonts w:ascii="Corbel" w:hAnsi="Corbel"/>
          <w:b w:val="0"/>
          <w:smallCaps w:val="0"/>
          <w:szCs w:val="24"/>
        </w:rPr>
        <w:t>)</w:t>
      </w:r>
      <w:r w:rsidR="00FF6540">
        <w:rPr>
          <w:rFonts w:ascii="Corbel" w:hAnsi="Corbel"/>
          <w:b w:val="0"/>
          <w:smallCaps w:val="0"/>
          <w:szCs w:val="24"/>
        </w:rPr>
        <w:t>, dyskusja/</w:t>
      </w:r>
      <w:r w:rsidRPr="00B0793B">
        <w:rPr>
          <w:rFonts w:ascii="Corbel" w:hAnsi="Corbel"/>
          <w:b w:val="0"/>
          <w:smallCaps w:val="0"/>
          <w:szCs w:val="24"/>
        </w:rPr>
        <w:t>.</w:t>
      </w:r>
    </w:p>
    <w:p w14:paraId="2E8F386F" w14:textId="77777777" w:rsidR="00FA5B70" w:rsidRPr="00B0793B" w:rsidRDefault="00FA5B70" w:rsidP="00607C9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6AA5601" w14:textId="77777777" w:rsidR="00607C92" w:rsidRPr="00B0793B" w:rsidRDefault="00607C92" w:rsidP="00A92AE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FB24E64" w14:textId="77777777" w:rsidR="00A92AE6" w:rsidRPr="00B0793B" w:rsidRDefault="00A92AE6" w:rsidP="00A92AE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0793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1"/>
        <w:gridCol w:w="3113"/>
      </w:tblGrid>
      <w:tr w:rsidR="00A92AE6" w:rsidRPr="00B0793B" w14:paraId="6280BE69" w14:textId="77777777" w:rsidTr="006C197F">
        <w:tc>
          <w:tcPr>
            <w:tcW w:w="5841" w:type="dxa"/>
            <w:vAlign w:val="center"/>
          </w:tcPr>
          <w:p w14:paraId="467606A1" w14:textId="77777777" w:rsidR="00A92AE6" w:rsidRPr="00B0793B" w:rsidRDefault="00A92AE6" w:rsidP="000C1F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0793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113" w:type="dxa"/>
            <w:vAlign w:val="center"/>
          </w:tcPr>
          <w:p w14:paraId="38E92016" w14:textId="77777777" w:rsidR="00A92AE6" w:rsidRPr="00B0793B" w:rsidRDefault="00A92AE6" w:rsidP="000C1F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0793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92AE6" w:rsidRPr="00B0793B" w14:paraId="214B7CB1" w14:textId="77777777" w:rsidTr="006C197F">
        <w:tc>
          <w:tcPr>
            <w:tcW w:w="5841" w:type="dxa"/>
          </w:tcPr>
          <w:p w14:paraId="0015BADC" w14:textId="00F09CEC" w:rsidR="00A92AE6" w:rsidRPr="00B0793B" w:rsidRDefault="00A92AE6" w:rsidP="000C1F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 w:rsidR="00491390" w:rsidRPr="00B0793B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Pr="00B0793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113" w:type="dxa"/>
          </w:tcPr>
          <w:p w14:paraId="5CAE2EEF" w14:textId="77777777" w:rsidR="00A92AE6" w:rsidRPr="00B0793B" w:rsidRDefault="00BA126D" w:rsidP="005938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92AE6" w:rsidRPr="00B0793B" w14:paraId="109ACEB5" w14:textId="77777777" w:rsidTr="006C197F">
        <w:tc>
          <w:tcPr>
            <w:tcW w:w="5841" w:type="dxa"/>
          </w:tcPr>
          <w:p w14:paraId="67FB48B2" w14:textId="7E66D1E2" w:rsidR="00A92AE6" w:rsidRPr="00B0793B" w:rsidRDefault="00A92AE6" w:rsidP="000C1F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91390" w:rsidRPr="00B0793B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Pr="00B0793B">
              <w:rPr>
                <w:rFonts w:ascii="Corbel" w:hAnsi="Corbel"/>
                <w:sz w:val="24"/>
                <w:szCs w:val="24"/>
              </w:rPr>
              <w:t>:</w:t>
            </w:r>
          </w:p>
          <w:p w14:paraId="2E20CFEC" w14:textId="77777777" w:rsidR="00A92AE6" w:rsidRPr="00B0793B" w:rsidRDefault="00A92AE6" w:rsidP="000C1F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-udział w konsultacjach</w:t>
            </w:r>
          </w:p>
          <w:p w14:paraId="3BD562DB" w14:textId="77777777" w:rsidR="00A92AE6" w:rsidRPr="00B0793B" w:rsidRDefault="00A92AE6" w:rsidP="000C1F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-udział w egzaminie</w:t>
            </w:r>
          </w:p>
        </w:tc>
        <w:tc>
          <w:tcPr>
            <w:tcW w:w="3113" w:type="dxa"/>
          </w:tcPr>
          <w:p w14:paraId="043E4866" w14:textId="77777777" w:rsidR="00A92AE6" w:rsidRPr="00B0793B" w:rsidRDefault="00A92AE6" w:rsidP="005938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46C268D" w14:textId="77777777" w:rsidR="00A92AE6" w:rsidRPr="00B0793B" w:rsidRDefault="00BA126D" w:rsidP="005938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3</w:t>
            </w:r>
          </w:p>
          <w:p w14:paraId="240FE397" w14:textId="77777777" w:rsidR="00A92AE6" w:rsidRPr="00B0793B" w:rsidRDefault="00A92AE6" w:rsidP="005938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92AE6" w:rsidRPr="00B0793B" w14:paraId="0604DA82" w14:textId="77777777" w:rsidTr="006C197F">
        <w:tc>
          <w:tcPr>
            <w:tcW w:w="5841" w:type="dxa"/>
          </w:tcPr>
          <w:p w14:paraId="1DF8A7BC" w14:textId="77777777" w:rsidR="00A92AE6" w:rsidRPr="00B0793B" w:rsidRDefault="00A92AE6" w:rsidP="000C1F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0793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0793B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674790B1" w14:textId="77777777" w:rsidR="00A92AE6" w:rsidRPr="00B0793B" w:rsidRDefault="00A92AE6" w:rsidP="000C1F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-przygotowanie do egzaminu</w:t>
            </w:r>
          </w:p>
          <w:p w14:paraId="3F86B563" w14:textId="77777777" w:rsidR="00A92AE6" w:rsidRPr="00B0793B" w:rsidRDefault="00A92AE6" w:rsidP="000C1F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-studiowanie literatury</w:t>
            </w:r>
          </w:p>
          <w:p w14:paraId="2DE95DB3" w14:textId="77777777" w:rsidR="00A92AE6" w:rsidRPr="00B0793B" w:rsidRDefault="00A92AE6" w:rsidP="000C1F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-praca projektowa</w:t>
            </w:r>
          </w:p>
        </w:tc>
        <w:tc>
          <w:tcPr>
            <w:tcW w:w="3113" w:type="dxa"/>
          </w:tcPr>
          <w:p w14:paraId="6CBC617C" w14:textId="77777777" w:rsidR="00717D52" w:rsidRPr="00B0793B" w:rsidRDefault="00717D52" w:rsidP="00717D52">
            <w:pPr>
              <w:spacing w:after="0"/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  <w:p w14:paraId="11F4BA80" w14:textId="77777777" w:rsidR="00A92AE6" w:rsidRPr="00B0793B" w:rsidRDefault="00BA126D" w:rsidP="00717D52">
            <w:pPr>
              <w:spacing w:after="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B0793B">
              <w:rPr>
                <w:rFonts w:ascii="Corbel" w:hAnsi="Corbel" w:cs="Times New Roman"/>
                <w:sz w:val="24"/>
                <w:szCs w:val="24"/>
              </w:rPr>
              <w:t>5</w:t>
            </w:r>
          </w:p>
          <w:p w14:paraId="74A37C11" w14:textId="77777777" w:rsidR="00A92AE6" w:rsidRPr="00B0793B" w:rsidRDefault="00A92AE6" w:rsidP="00717D52">
            <w:pPr>
              <w:spacing w:after="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B0793B">
              <w:rPr>
                <w:rFonts w:ascii="Corbel" w:hAnsi="Corbel" w:cs="Times New Roman"/>
                <w:sz w:val="24"/>
                <w:szCs w:val="24"/>
              </w:rPr>
              <w:t>5</w:t>
            </w:r>
          </w:p>
          <w:p w14:paraId="3EDB8186" w14:textId="77777777" w:rsidR="00A92AE6" w:rsidRPr="00B0793B" w:rsidRDefault="00A92AE6" w:rsidP="00717D52">
            <w:pPr>
              <w:spacing w:after="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B0793B">
              <w:rPr>
                <w:rFonts w:ascii="Corbel" w:hAnsi="Corbel" w:cs="Times New Roman"/>
                <w:sz w:val="24"/>
                <w:szCs w:val="24"/>
              </w:rPr>
              <w:t>5</w:t>
            </w:r>
          </w:p>
        </w:tc>
      </w:tr>
      <w:tr w:rsidR="00A92AE6" w:rsidRPr="00B0793B" w14:paraId="4182C5C1" w14:textId="77777777" w:rsidTr="006C197F">
        <w:tc>
          <w:tcPr>
            <w:tcW w:w="5841" w:type="dxa"/>
          </w:tcPr>
          <w:p w14:paraId="033F6521" w14:textId="77777777" w:rsidR="00A92AE6" w:rsidRPr="00B0793B" w:rsidRDefault="00A92AE6" w:rsidP="000C1F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3" w:type="dxa"/>
          </w:tcPr>
          <w:p w14:paraId="3217436F" w14:textId="77777777" w:rsidR="00A92AE6" w:rsidRPr="00B0793B" w:rsidRDefault="00A92AE6" w:rsidP="005938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A92AE6" w:rsidRPr="00B0793B" w14:paraId="4667138F" w14:textId="77777777" w:rsidTr="006C197F">
        <w:tc>
          <w:tcPr>
            <w:tcW w:w="5841" w:type="dxa"/>
          </w:tcPr>
          <w:p w14:paraId="50E95215" w14:textId="77777777" w:rsidR="00A92AE6" w:rsidRPr="00B0793B" w:rsidRDefault="00A92AE6" w:rsidP="000C1F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0793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3" w:type="dxa"/>
          </w:tcPr>
          <w:p w14:paraId="21FEC8B9" w14:textId="77777777" w:rsidR="00A92AE6" w:rsidRPr="00B0793B" w:rsidRDefault="00A92AE6" w:rsidP="005938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0793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B66312F" w14:textId="77777777" w:rsidR="00A92AE6" w:rsidRPr="00B0793B" w:rsidRDefault="00A92AE6" w:rsidP="0059381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0793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A79C8EB" w14:textId="77777777" w:rsidR="00A92AE6" w:rsidRPr="00B0793B" w:rsidRDefault="00A92AE6" w:rsidP="00A92A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1DA820" w14:textId="77777777" w:rsidR="00A92AE6" w:rsidRPr="00B0793B" w:rsidRDefault="00A92AE6" w:rsidP="00A92AE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0793B">
        <w:rPr>
          <w:rFonts w:ascii="Corbel" w:hAnsi="Corbel"/>
          <w:smallCaps w:val="0"/>
          <w:szCs w:val="24"/>
        </w:rPr>
        <w:t>6. PRAKTYKI ZAWODOWE W RAMACH PRZEDMIOTU</w:t>
      </w:r>
    </w:p>
    <w:p w14:paraId="05C7BBC7" w14:textId="77777777" w:rsidR="00A92AE6" w:rsidRPr="00B0793B" w:rsidRDefault="00A92AE6" w:rsidP="00A92AE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A92AE6" w:rsidRPr="00B0793B" w14:paraId="759D6DA6" w14:textId="77777777" w:rsidTr="00713FA3">
        <w:trPr>
          <w:trHeight w:val="397"/>
        </w:trPr>
        <w:tc>
          <w:tcPr>
            <w:tcW w:w="3998" w:type="dxa"/>
          </w:tcPr>
          <w:p w14:paraId="5A7B8733" w14:textId="77777777" w:rsidR="00A92AE6" w:rsidRPr="00B0793B" w:rsidRDefault="00A92AE6" w:rsidP="000C1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4FFE9B6C" w14:textId="77777777" w:rsidR="00A92AE6" w:rsidRPr="00B0793B" w:rsidRDefault="00717D52" w:rsidP="000C1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92AE6" w:rsidRPr="00B0793B" w14:paraId="4097C61C" w14:textId="77777777" w:rsidTr="00713FA3">
        <w:trPr>
          <w:trHeight w:val="397"/>
        </w:trPr>
        <w:tc>
          <w:tcPr>
            <w:tcW w:w="3998" w:type="dxa"/>
          </w:tcPr>
          <w:p w14:paraId="33847D54" w14:textId="77777777" w:rsidR="00A92AE6" w:rsidRPr="00B0793B" w:rsidRDefault="00A92AE6" w:rsidP="000C1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7CC8DB73" w14:textId="77777777" w:rsidR="00A92AE6" w:rsidRPr="00B0793B" w:rsidRDefault="00717D52" w:rsidP="000C1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9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1997F96A" w14:textId="77777777" w:rsidR="00A92AE6" w:rsidRPr="00B0793B" w:rsidRDefault="00A92AE6" w:rsidP="00A92A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4817CB" w14:textId="77777777" w:rsidR="00A92AE6" w:rsidRPr="00B0793B" w:rsidRDefault="00A92AE6" w:rsidP="00A92AE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0793B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92AE6" w:rsidRPr="00B0793B" w14:paraId="34A8DCB2" w14:textId="77777777" w:rsidTr="000C1FE4">
        <w:trPr>
          <w:trHeight w:val="397"/>
        </w:trPr>
        <w:tc>
          <w:tcPr>
            <w:tcW w:w="5000" w:type="pct"/>
          </w:tcPr>
          <w:p w14:paraId="46C5C11B" w14:textId="77777777" w:rsidR="006C197F" w:rsidRPr="00B0793B" w:rsidRDefault="00A92AE6" w:rsidP="00717D5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B0793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B8DF41D" w14:textId="28966B7A" w:rsidR="00A92AE6" w:rsidRPr="00B0793B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333333"/>
              </w:rPr>
            </w:pPr>
            <w:proofErr w:type="spellStart"/>
            <w:r w:rsidRPr="00B0793B">
              <w:rPr>
                <w:rFonts w:ascii="Corbel" w:hAnsi="Corbel"/>
                <w:color w:val="333333"/>
              </w:rPr>
              <w:t>Cierpiałkowska</w:t>
            </w:r>
            <w:proofErr w:type="spellEnd"/>
            <w:r w:rsidRPr="00B0793B">
              <w:rPr>
                <w:rFonts w:ascii="Corbel" w:hAnsi="Corbel"/>
                <w:color w:val="333333"/>
              </w:rPr>
              <w:t>, L. (2022)</w:t>
            </w:r>
            <w:r w:rsidR="00593817" w:rsidRPr="00B0793B">
              <w:rPr>
                <w:rFonts w:ascii="Corbel" w:hAnsi="Corbel"/>
                <w:color w:val="333333"/>
              </w:rPr>
              <w:t>.</w:t>
            </w:r>
            <w:r w:rsidRPr="00B0793B">
              <w:rPr>
                <w:rFonts w:ascii="Corbel" w:hAnsi="Corbel"/>
                <w:color w:val="333333"/>
              </w:rPr>
              <w:t> </w:t>
            </w:r>
            <w:r w:rsidRPr="00B0793B">
              <w:rPr>
                <w:rStyle w:val="Uwydatnienie"/>
                <w:rFonts w:ascii="Corbel" w:hAnsi="Corbel"/>
                <w:iCs w:val="0"/>
                <w:color w:val="333333"/>
              </w:rPr>
              <w:t>Psychopatologia</w:t>
            </w:r>
            <w:r w:rsidR="00D961CA" w:rsidRPr="00B0793B">
              <w:rPr>
                <w:rStyle w:val="Uwydatnienie"/>
                <w:rFonts w:ascii="Corbel" w:hAnsi="Corbel"/>
                <w:iCs w:val="0"/>
                <w:color w:val="333333"/>
              </w:rPr>
              <w:t xml:space="preserve"> </w:t>
            </w:r>
            <w:r w:rsidR="00D961CA" w:rsidRPr="00B0793B">
              <w:rPr>
                <w:rStyle w:val="Uwydatnienie"/>
                <w:rFonts w:ascii="Corbel" w:hAnsi="Corbel"/>
                <w:i w:val="0"/>
                <w:iCs w:val="0"/>
                <w:color w:val="333333"/>
              </w:rPr>
              <w:t>(wybrane fragmenty</w:t>
            </w:r>
            <w:r w:rsidR="00D961CA" w:rsidRPr="00B0793B">
              <w:rPr>
                <w:rStyle w:val="Uwydatnienie"/>
                <w:rFonts w:ascii="Corbel" w:hAnsi="Corbel"/>
                <w:color w:val="333333"/>
              </w:rPr>
              <w:t>)</w:t>
            </w:r>
            <w:r w:rsidRPr="00B0793B">
              <w:rPr>
                <w:rFonts w:ascii="Corbel" w:hAnsi="Corbel"/>
                <w:i/>
                <w:iCs/>
                <w:color w:val="333333"/>
              </w:rPr>
              <w:t>.</w:t>
            </w:r>
            <w:r w:rsidRPr="00B0793B">
              <w:rPr>
                <w:rFonts w:ascii="Corbel" w:hAnsi="Corbel"/>
                <w:color w:val="333333"/>
              </w:rPr>
              <w:t xml:space="preserve"> Warszawa: Scholar.</w:t>
            </w:r>
          </w:p>
          <w:p w14:paraId="7FDAC510" w14:textId="49F0E5AA" w:rsidR="00A92AE6" w:rsidRPr="00B0793B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333333"/>
              </w:rPr>
            </w:pPr>
            <w:proofErr w:type="spellStart"/>
            <w:r w:rsidRPr="00B0793B">
              <w:rPr>
                <w:rFonts w:ascii="Corbel" w:hAnsi="Corbel"/>
                <w:color w:val="333333"/>
              </w:rPr>
              <w:t>Seligman</w:t>
            </w:r>
            <w:proofErr w:type="spellEnd"/>
            <w:r w:rsidRPr="00B0793B">
              <w:rPr>
                <w:rFonts w:ascii="Corbel" w:hAnsi="Corbel"/>
                <w:color w:val="333333"/>
              </w:rPr>
              <w:t xml:space="preserve">. M., Walker E., </w:t>
            </w:r>
            <w:proofErr w:type="spellStart"/>
            <w:r w:rsidRPr="00B0793B">
              <w:rPr>
                <w:rFonts w:ascii="Corbel" w:hAnsi="Corbel"/>
                <w:color w:val="333333"/>
              </w:rPr>
              <w:t>Rosenhan</w:t>
            </w:r>
            <w:proofErr w:type="spellEnd"/>
            <w:r w:rsidRPr="00B0793B">
              <w:rPr>
                <w:rFonts w:ascii="Corbel" w:hAnsi="Corbel"/>
                <w:color w:val="333333"/>
              </w:rPr>
              <w:t xml:space="preserve"> D. (2017)</w:t>
            </w:r>
            <w:r w:rsidR="00593817" w:rsidRPr="00B0793B">
              <w:rPr>
                <w:rFonts w:ascii="Corbel" w:hAnsi="Corbel"/>
                <w:color w:val="333333"/>
              </w:rPr>
              <w:t>.</w:t>
            </w:r>
            <w:r w:rsidRPr="00B0793B">
              <w:rPr>
                <w:rFonts w:ascii="Corbel" w:hAnsi="Corbel"/>
                <w:i/>
                <w:color w:val="333333"/>
              </w:rPr>
              <w:t>Psychopatologia</w:t>
            </w:r>
            <w:r w:rsidR="00D961CA" w:rsidRPr="00B0793B">
              <w:rPr>
                <w:rFonts w:ascii="Corbel" w:hAnsi="Corbel"/>
                <w:i/>
                <w:color w:val="333333"/>
              </w:rPr>
              <w:t xml:space="preserve"> (</w:t>
            </w:r>
            <w:r w:rsidR="00D961CA" w:rsidRPr="00B0793B">
              <w:rPr>
                <w:rStyle w:val="Uwydatnienie"/>
                <w:rFonts w:ascii="Corbel" w:hAnsi="Corbel"/>
                <w:i w:val="0"/>
                <w:iCs w:val="0"/>
                <w:color w:val="333333"/>
              </w:rPr>
              <w:t>wybrane fragmenty</w:t>
            </w:r>
            <w:r w:rsidR="00D961CA" w:rsidRPr="00B0793B">
              <w:rPr>
                <w:rStyle w:val="Uwydatnienie"/>
                <w:rFonts w:ascii="Corbel" w:hAnsi="Corbel"/>
                <w:color w:val="333333"/>
              </w:rPr>
              <w:t>)</w:t>
            </w:r>
            <w:r w:rsidR="00D961CA" w:rsidRPr="00B0793B">
              <w:rPr>
                <w:rFonts w:ascii="Corbel" w:hAnsi="Corbel"/>
                <w:i/>
                <w:iCs/>
                <w:color w:val="333333"/>
              </w:rPr>
              <w:t>.</w:t>
            </w:r>
            <w:r w:rsidRPr="00B0793B">
              <w:rPr>
                <w:rFonts w:ascii="Corbel" w:hAnsi="Corbel"/>
                <w:color w:val="333333"/>
              </w:rPr>
              <w:t xml:space="preserve"> Poznań: Zysk i S-ka.</w:t>
            </w:r>
          </w:p>
          <w:p w14:paraId="06C6F06D" w14:textId="26FE459F" w:rsidR="00A92AE6" w:rsidRPr="00B0793B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333333"/>
              </w:rPr>
            </w:pPr>
            <w:r w:rsidRPr="00B0793B">
              <w:rPr>
                <w:rFonts w:ascii="Corbel" w:hAnsi="Corbel"/>
                <w:color w:val="333333"/>
              </w:rPr>
              <w:t xml:space="preserve">Pasternak, J., Perenc, L., </w:t>
            </w:r>
            <w:proofErr w:type="spellStart"/>
            <w:r w:rsidRPr="00B0793B">
              <w:rPr>
                <w:rFonts w:ascii="Corbel" w:hAnsi="Corbel"/>
                <w:color w:val="333333"/>
              </w:rPr>
              <w:t>Radochoński</w:t>
            </w:r>
            <w:proofErr w:type="spellEnd"/>
            <w:r w:rsidRPr="00B0793B">
              <w:rPr>
                <w:rFonts w:ascii="Corbel" w:hAnsi="Corbel"/>
                <w:color w:val="333333"/>
              </w:rPr>
              <w:t xml:space="preserve">, M.  (2017). </w:t>
            </w:r>
            <w:r w:rsidRPr="00B0793B">
              <w:rPr>
                <w:rFonts w:ascii="Corbel" w:hAnsi="Corbel"/>
                <w:i/>
                <w:color w:val="333333"/>
              </w:rPr>
              <w:t>Podstawy psychopatologii dla pedagogów</w:t>
            </w:r>
            <w:r w:rsidR="00D961CA" w:rsidRPr="00B0793B">
              <w:rPr>
                <w:rFonts w:ascii="Corbel" w:hAnsi="Corbel"/>
                <w:i/>
                <w:color w:val="333333"/>
              </w:rPr>
              <w:t xml:space="preserve"> (</w:t>
            </w:r>
            <w:r w:rsidR="00D961CA" w:rsidRPr="00B0793B">
              <w:rPr>
                <w:rStyle w:val="Uwydatnienie"/>
                <w:rFonts w:ascii="Corbel" w:hAnsi="Corbel"/>
                <w:i w:val="0"/>
                <w:iCs w:val="0"/>
                <w:color w:val="333333"/>
              </w:rPr>
              <w:t>wybrane fragmenty)</w:t>
            </w:r>
            <w:r w:rsidR="00D961CA" w:rsidRPr="00B0793B">
              <w:rPr>
                <w:rFonts w:ascii="Corbel" w:hAnsi="Corbel"/>
                <w:i/>
                <w:iCs/>
                <w:color w:val="333333"/>
              </w:rPr>
              <w:t>.</w:t>
            </w:r>
            <w:r w:rsidRPr="00B0793B">
              <w:rPr>
                <w:rFonts w:ascii="Corbel" w:hAnsi="Corbel"/>
                <w:color w:val="333333"/>
              </w:rPr>
              <w:t xml:space="preserve"> Rzeszów: Wydawnictwo Uniwersytetu Rzeszowskiego.</w:t>
            </w:r>
          </w:p>
          <w:p w14:paraId="0434EC83" w14:textId="25879EDC" w:rsidR="00A92AE6" w:rsidRPr="00B0793B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333333"/>
              </w:rPr>
            </w:pPr>
            <w:proofErr w:type="spellStart"/>
            <w:r w:rsidRPr="00B0793B">
              <w:rPr>
                <w:rFonts w:ascii="Corbel" w:hAnsi="Corbel"/>
                <w:color w:val="333333"/>
              </w:rPr>
              <w:t>Cierpiałkowska</w:t>
            </w:r>
            <w:proofErr w:type="spellEnd"/>
            <w:r w:rsidRPr="00B0793B">
              <w:rPr>
                <w:rFonts w:ascii="Corbel" w:hAnsi="Corbel"/>
                <w:color w:val="333333"/>
              </w:rPr>
              <w:t xml:space="preserve"> L. Soroko E. red. (2014). </w:t>
            </w:r>
            <w:r w:rsidRPr="00B0793B">
              <w:rPr>
                <w:rFonts w:ascii="Corbel" w:hAnsi="Corbel"/>
                <w:i/>
                <w:color w:val="333333"/>
              </w:rPr>
              <w:t>Zaburzenia osobowości. Problemy diagnozy klinicznej</w:t>
            </w:r>
            <w:r w:rsidR="00D961CA" w:rsidRPr="00B0793B">
              <w:rPr>
                <w:rFonts w:ascii="Corbel" w:hAnsi="Corbel"/>
                <w:i/>
                <w:color w:val="333333"/>
              </w:rPr>
              <w:t xml:space="preserve"> (</w:t>
            </w:r>
            <w:r w:rsidR="00D961CA" w:rsidRPr="00B0793B">
              <w:rPr>
                <w:rStyle w:val="Uwydatnienie"/>
                <w:rFonts w:ascii="Corbel" w:hAnsi="Corbel"/>
                <w:i w:val="0"/>
                <w:iCs w:val="0"/>
                <w:color w:val="333333"/>
              </w:rPr>
              <w:t>wybrane fragmenty</w:t>
            </w:r>
            <w:r w:rsidR="00D961CA" w:rsidRPr="00B0793B">
              <w:rPr>
                <w:rStyle w:val="Uwydatnienie"/>
                <w:rFonts w:ascii="Corbel" w:hAnsi="Corbel"/>
                <w:color w:val="333333"/>
              </w:rPr>
              <w:t>)</w:t>
            </w:r>
            <w:r w:rsidR="00D961CA" w:rsidRPr="00B0793B">
              <w:rPr>
                <w:rFonts w:ascii="Corbel" w:hAnsi="Corbel"/>
                <w:i/>
                <w:iCs/>
                <w:color w:val="333333"/>
              </w:rPr>
              <w:t>.</w:t>
            </w:r>
            <w:r w:rsidRPr="00B0793B">
              <w:rPr>
                <w:rFonts w:ascii="Corbel" w:hAnsi="Corbel"/>
                <w:color w:val="333333"/>
              </w:rPr>
              <w:t>. Poznań: Wydawnictwo Naukowe UAM.</w:t>
            </w:r>
          </w:p>
          <w:p w14:paraId="7D6206B9" w14:textId="77777777" w:rsidR="00717D52" w:rsidRPr="00B0793B" w:rsidRDefault="00717D52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b/>
                <w:smallCaps/>
                <w:color w:val="000000"/>
              </w:rPr>
            </w:pPr>
          </w:p>
        </w:tc>
      </w:tr>
      <w:tr w:rsidR="00A92AE6" w:rsidRPr="00B0793B" w14:paraId="38F69890" w14:textId="77777777" w:rsidTr="000C1FE4">
        <w:trPr>
          <w:trHeight w:val="397"/>
        </w:trPr>
        <w:tc>
          <w:tcPr>
            <w:tcW w:w="5000" w:type="pct"/>
          </w:tcPr>
          <w:p w14:paraId="4D276B4F" w14:textId="77777777" w:rsidR="006C197F" w:rsidRPr="00B0793B" w:rsidRDefault="00A92AE6" w:rsidP="00717D5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B0793B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7C4C9CF2" w14:textId="77777777" w:rsidR="00A92AE6" w:rsidRPr="00B0793B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i/>
                <w:iCs/>
                <w:color w:val="333333"/>
              </w:rPr>
            </w:pPr>
            <w:proofErr w:type="spellStart"/>
            <w:r w:rsidRPr="00B0793B">
              <w:rPr>
                <w:rFonts w:ascii="Corbel" w:hAnsi="Corbel"/>
                <w:color w:val="333333"/>
              </w:rPr>
              <w:t>Gazzaniga</w:t>
            </w:r>
            <w:proofErr w:type="spellEnd"/>
            <w:r w:rsidRPr="00B0793B">
              <w:rPr>
                <w:rFonts w:ascii="Corbel" w:hAnsi="Corbel"/>
                <w:color w:val="333333"/>
              </w:rPr>
              <w:t>, M.S. (2013). </w:t>
            </w:r>
            <w:r w:rsidRPr="00B0793B">
              <w:rPr>
                <w:rStyle w:val="Uwydatnienie"/>
                <w:rFonts w:ascii="Corbel" w:hAnsi="Corbel"/>
                <w:iCs w:val="0"/>
                <w:color w:val="333333"/>
              </w:rPr>
              <w:t>Istota człowieczeństwa. Co sprawia, że jesteśmy wyjątkowi</w:t>
            </w:r>
            <w:r w:rsidRPr="00B0793B">
              <w:rPr>
                <w:rFonts w:ascii="Corbel" w:hAnsi="Corbel"/>
                <w:i/>
                <w:iCs/>
                <w:color w:val="333333"/>
              </w:rPr>
              <w:t xml:space="preserve">. </w:t>
            </w:r>
            <w:r w:rsidRPr="00B0793B">
              <w:rPr>
                <w:rFonts w:ascii="Corbel" w:hAnsi="Corbel"/>
                <w:color w:val="333333"/>
              </w:rPr>
              <w:t>Sopot: Smak Słowa</w:t>
            </w:r>
            <w:r w:rsidRPr="00B0793B">
              <w:rPr>
                <w:rFonts w:ascii="Corbel" w:hAnsi="Corbel"/>
                <w:i/>
                <w:iCs/>
                <w:color w:val="333333"/>
              </w:rPr>
              <w:t>.</w:t>
            </w:r>
          </w:p>
          <w:p w14:paraId="222DFBA8" w14:textId="77777777" w:rsidR="00A92AE6" w:rsidRPr="00B0793B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333333"/>
              </w:rPr>
            </w:pPr>
            <w:r w:rsidRPr="00B0793B">
              <w:rPr>
                <w:rFonts w:ascii="Corbel" w:hAnsi="Corbel"/>
                <w:color w:val="333333"/>
              </w:rPr>
              <w:t>Meyer, R. (2003). </w:t>
            </w:r>
            <w:r w:rsidRPr="00B0793B">
              <w:rPr>
                <w:rStyle w:val="Uwydatnienie"/>
                <w:rFonts w:ascii="Corbel" w:hAnsi="Corbel"/>
                <w:iCs w:val="0"/>
                <w:color w:val="333333"/>
              </w:rPr>
              <w:t>Psychopatologia</w:t>
            </w:r>
            <w:r w:rsidRPr="00B0793B">
              <w:rPr>
                <w:rFonts w:ascii="Corbel" w:hAnsi="Corbel"/>
                <w:i/>
                <w:iCs/>
                <w:color w:val="333333"/>
              </w:rPr>
              <w:t>.</w:t>
            </w:r>
            <w:r w:rsidRPr="00B0793B">
              <w:rPr>
                <w:rFonts w:ascii="Corbel" w:hAnsi="Corbel"/>
                <w:color w:val="333333"/>
              </w:rPr>
              <w:t xml:space="preserve"> Gdańsk: GWP.</w:t>
            </w:r>
          </w:p>
          <w:p w14:paraId="28ECCD77" w14:textId="77777777" w:rsidR="00A92AE6" w:rsidRPr="00B0793B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333333"/>
              </w:rPr>
            </w:pPr>
            <w:r w:rsidRPr="00B0793B">
              <w:rPr>
                <w:rFonts w:ascii="Corbel" w:hAnsi="Corbel"/>
                <w:color w:val="333333"/>
              </w:rPr>
              <w:t xml:space="preserve">Stirling, </w:t>
            </w:r>
            <w:proofErr w:type="spellStart"/>
            <w:r w:rsidRPr="00B0793B">
              <w:rPr>
                <w:rFonts w:ascii="Corbel" w:hAnsi="Corbel"/>
                <w:color w:val="333333"/>
              </w:rPr>
              <w:t>Hellewell</w:t>
            </w:r>
            <w:proofErr w:type="spellEnd"/>
            <w:r w:rsidRPr="00B0793B">
              <w:rPr>
                <w:rFonts w:ascii="Corbel" w:hAnsi="Corbel"/>
                <w:color w:val="333333"/>
              </w:rPr>
              <w:t xml:space="preserve">. (2005). </w:t>
            </w:r>
            <w:r w:rsidRPr="00B0793B">
              <w:rPr>
                <w:rFonts w:ascii="Corbel" w:hAnsi="Corbel"/>
                <w:i/>
                <w:color w:val="333333"/>
              </w:rPr>
              <w:t>Psychopatologia</w:t>
            </w:r>
            <w:r w:rsidRPr="00B0793B">
              <w:rPr>
                <w:rFonts w:ascii="Corbel" w:hAnsi="Corbel"/>
                <w:color w:val="333333"/>
              </w:rPr>
              <w:t>. Gdańsk:  GWP.</w:t>
            </w:r>
          </w:p>
          <w:p w14:paraId="1F93054E" w14:textId="77777777" w:rsidR="00A92AE6" w:rsidRPr="00B0793B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333333"/>
              </w:rPr>
            </w:pPr>
            <w:proofErr w:type="spellStart"/>
            <w:r w:rsidRPr="00B0793B">
              <w:rPr>
                <w:rFonts w:ascii="Corbel" w:hAnsi="Corbel"/>
                <w:color w:val="333333"/>
              </w:rPr>
              <w:t>Cierpiałkowska</w:t>
            </w:r>
            <w:proofErr w:type="spellEnd"/>
            <w:r w:rsidRPr="00B0793B">
              <w:rPr>
                <w:rFonts w:ascii="Corbel" w:hAnsi="Corbel"/>
                <w:color w:val="333333"/>
              </w:rPr>
              <w:t xml:space="preserve">, L. Sęk </w:t>
            </w:r>
            <w:proofErr w:type="spellStart"/>
            <w:r w:rsidRPr="00B0793B">
              <w:rPr>
                <w:rFonts w:ascii="Corbel" w:hAnsi="Corbel"/>
                <w:color w:val="333333"/>
              </w:rPr>
              <w:t>H.red</w:t>
            </w:r>
            <w:proofErr w:type="spellEnd"/>
            <w:r w:rsidRPr="00B0793B">
              <w:rPr>
                <w:rFonts w:ascii="Corbel" w:hAnsi="Corbel"/>
                <w:color w:val="333333"/>
              </w:rPr>
              <w:t xml:space="preserve">. (2020). </w:t>
            </w:r>
            <w:r w:rsidRPr="00B0793B">
              <w:rPr>
                <w:rFonts w:ascii="Corbel" w:hAnsi="Corbel"/>
                <w:i/>
                <w:color w:val="333333"/>
              </w:rPr>
              <w:t>Psychologia kliniczna</w:t>
            </w:r>
            <w:r w:rsidRPr="00B0793B">
              <w:rPr>
                <w:rFonts w:ascii="Corbel" w:hAnsi="Corbel"/>
                <w:color w:val="333333"/>
              </w:rPr>
              <w:t>. Warszawa: PWN.</w:t>
            </w:r>
          </w:p>
          <w:p w14:paraId="663F4837" w14:textId="77777777" w:rsidR="00A92AE6" w:rsidRPr="00B0793B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333333"/>
              </w:rPr>
            </w:pPr>
            <w:r w:rsidRPr="00B0793B">
              <w:rPr>
                <w:rFonts w:ascii="Corbel" w:hAnsi="Corbel"/>
                <w:color w:val="333333"/>
              </w:rPr>
              <w:t>Sęk, H. (red.) (2005)</w:t>
            </w:r>
            <w:r w:rsidR="00593817" w:rsidRPr="00B0793B">
              <w:rPr>
                <w:rFonts w:ascii="Corbel" w:hAnsi="Corbel"/>
                <w:color w:val="333333"/>
              </w:rPr>
              <w:t>.</w:t>
            </w:r>
            <w:r w:rsidRPr="00B0793B">
              <w:rPr>
                <w:rFonts w:ascii="Corbel" w:hAnsi="Corbel"/>
                <w:color w:val="333333"/>
              </w:rPr>
              <w:t> </w:t>
            </w:r>
            <w:r w:rsidRPr="00B0793B">
              <w:rPr>
                <w:rStyle w:val="Uwydatnienie"/>
                <w:rFonts w:ascii="Corbel" w:hAnsi="Corbel"/>
                <w:iCs w:val="0"/>
                <w:color w:val="333333"/>
              </w:rPr>
              <w:t>Psychologia kliniczna</w:t>
            </w:r>
            <w:r w:rsidRPr="00B0793B">
              <w:rPr>
                <w:rFonts w:ascii="Corbel" w:hAnsi="Corbel"/>
                <w:color w:val="333333"/>
              </w:rPr>
              <w:t>. Tom 1-2. Warszawa: Wydawnictwo Naukowe PWN.</w:t>
            </w:r>
          </w:p>
          <w:p w14:paraId="24C25FBE" w14:textId="77777777" w:rsidR="00A92AE6" w:rsidRPr="00B0793B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333333"/>
              </w:rPr>
            </w:pPr>
            <w:r w:rsidRPr="00B0793B">
              <w:rPr>
                <w:rFonts w:ascii="Corbel" w:hAnsi="Corbel"/>
                <w:color w:val="333333"/>
              </w:rPr>
              <w:t xml:space="preserve">First, M.B. (2016). </w:t>
            </w:r>
            <w:r w:rsidRPr="00B0793B">
              <w:rPr>
                <w:rFonts w:ascii="Corbel" w:hAnsi="Corbel"/>
                <w:i/>
                <w:color w:val="333333"/>
              </w:rPr>
              <w:t>DSM-5. Podręcznik diagnozy różnicowej</w:t>
            </w:r>
            <w:r w:rsidRPr="00B0793B">
              <w:rPr>
                <w:rFonts w:ascii="Corbel" w:hAnsi="Corbel"/>
                <w:color w:val="333333"/>
              </w:rPr>
              <w:t xml:space="preserve">. Wrocław: </w:t>
            </w:r>
            <w:proofErr w:type="spellStart"/>
            <w:r w:rsidRPr="00B0793B">
              <w:rPr>
                <w:rFonts w:ascii="Corbel" w:hAnsi="Corbel"/>
                <w:color w:val="333333"/>
              </w:rPr>
              <w:t>Edra</w:t>
            </w:r>
            <w:proofErr w:type="spellEnd"/>
            <w:r w:rsidRPr="00B0793B">
              <w:rPr>
                <w:rFonts w:ascii="Corbel" w:hAnsi="Corbel"/>
                <w:color w:val="333333"/>
              </w:rPr>
              <w:t xml:space="preserve"> Urban &amp; Partner. </w:t>
            </w:r>
          </w:p>
          <w:p w14:paraId="4FDFB5DE" w14:textId="77777777" w:rsidR="00A92AE6" w:rsidRPr="00B0793B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333333"/>
              </w:rPr>
            </w:pPr>
            <w:r w:rsidRPr="00B0793B">
              <w:rPr>
                <w:rFonts w:ascii="Corbel" w:hAnsi="Corbel"/>
                <w:color w:val="333333"/>
              </w:rPr>
              <w:t xml:space="preserve">Gałecki P.  (2022). </w:t>
            </w:r>
            <w:r w:rsidRPr="00B0793B">
              <w:rPr>
                <w:rFonts w:ascii="Corbel" w:hAnsi="Corbel"/>
                <w:i/>
                <w:color w:val="333333"/>
              </w:rPr>
              <w:t>Badanie stanu psychicznego. Rozpoznania według ICD-11</w:t>
            </w:r>
            <w:r w:rsidRPr="00B0793B">
              <w:rPr>
                <w:rFonts w:ascii="Corbel" w:hAnsi="Corbel"/>
                <w:color w:val="333333"/>
              </w:rPr>
              <w:t xml:space="preserve">.  Wrocław: </w:t>
            </w:r>
            <w:proofErr w:type="spellStart"/>
            <w:r w:rsidRPr="00B0793B">
              <w:rPr>
                <w:rFonts w:ascii="Corbel" w:hAnsi="Corbel"/>
                <w:color w:val="333333"/>
              </w:rPr>
              <w:t>Edra</w:t>
            </w:r>
            <w:proofErr w:type="spellEnd"/>
            <w:r w:rsidRPr="00B0793B">
              <w:rPr>
                <w:rFonts w:ascii="Corbel" w:hAnsi="Corbel"/>
                <w:color w:val="333333"/>
              </w:rPr>
              <w:t xml:space="preserve"> Urban &amp; Partner.</w:t>
            </w:r>
          </w:p>
          <w:p w14:paraId="0BBACF44" w14:textId="77777777" w:rsidR="00D961CA" w:rsidRPr="00B0793B" w:rsidRDefault="00D961CA" w:rsidP="00D961CA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333333"/>
              </w:rPr>
            </w:pPr>
            <w:r w:rsidRPr="00B0793B">
              <w:rPr>
                <w:rFonts w:ascii="Corbel" w:hAnsi="Corbel"/>
                <w:color w:val="333333"/>
              </w:rPr>
              <w:t xml:space="preserve">Augustynek, A. (2015). </w:t>
            </w:r>
            <w:r w:rsidRPr="00B0793B">
              <w:rPr>
                <w:rFonts w:ascii="Corbel" w:hAnsi="Corbel"/>
                <w:i/>
                <w:color w:val="333333"/>
              </w:rPr>
              <w:t>Psychopatologia człowieka dorosłego</w:t>
            </w:r>
            <w:r w:rsidRPr="00B0793B">
              <w:rPr>
                <w:rFonts w:ascii="Corbel" w:hAnsi="Corbel"/>
                <w:color w:val="333333"/>
              </w:rPr>
              <w:t xml:space="preserve">. Warszawa: </w:t>
            </w:r>
            <w:proofErr w:type="spellStart"/>
            <w:r w:rsidRPr="00B0793B">
              <w:rPr>
                <w:rFonts w:ascii="Corbel" w:hAnsi="Corbel"/>
                <w:color w:val="333333"/>
              </w:rPr>
              <w:t>Diffin</w:t>
            </w:r>
            <w:proofErr w:type="spellEnd"/>
            <w:r w:rsidRPr="00B0793B">
              <w:rPr>
                <w:rFonts w:ascii="Corbel" w:hAnsi="Corbel"/>
                <w:color w:val="333333"/>
              </w:rPr>
              <w:t>.</w:t>
            </w:r>
          </w:p>
          <w:p w14:paraId="5450E82E" w14:textId="77777777" w:rsidR="00A92AE6" w:rsidRPr="00B0793B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333333"/>
              </w:rPr>
            </w:pPr>
            <w:r w:rsidRPr="00B0793B">
              <w:rPr>
                <w:rFonts w:ascii="Corbel" w:hAnsi="Corbel"/>
                <w:color w:val="333333"/>
              </w:rPr>
              <w:t xml:space="preserve">Morrison, J., (2016). </w:t>
            </w:r>
            <w:r w:rsidRPr="00B0793B">
              <w:rPr>
                <w:rFonts w:ascii="Corbel" w:hAnsi="Corbel"/>
                <w:i/>
                <w:color w:val="333333"/>
              </w:rPr>
              <w:t>DSM-5 bez tajemnic. Praktyczny przewodnik dla klinicystów</w:t>
            </w:r>
            <w:r w:rsidRPr="00B0793B">
              <w:rPr>
                <w:rFonts w:ascii="Corbel" w:hAnsi="Corbel"/>
                <w:color w:val="333333"/>
              </w:rPr>
              <w:t xml:space="preserve">. Kraków; Wyd. UJ. </w:t>
            </w:r>
          </w:p>
          <w:p w14:paraId="657E4A55" w14:textId="77777777" w:rsidR="00717D52" w:rsidRPr="00713FA3" w:rsidRDefault="00717D52" w:rsidP="00B67A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b/>
                <w:i/>
                <w:smallCaps/>
                <w:color w:val="000000"/>
              </w:rPr>
            </w:pPr>
          </w:p>
        </w:tc>
      </w:tr>
    </w:tbl>
    <w:p w14:paraId="6747A58D" w14:textId="77777777" w:rsidR="00A92AE6" w:rsidRPr="00713FA3" w:rsidRDefault="00A92AE6" w:rsidP="00A92A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2B1FAC" w14:textId="77777777" w:rsidR="00713FA3" w:rsidRDefault="00713FA3" w:rsidP="00717D5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6F8E0" w14:textId="5D818DD5" w:rsidR="00A92AE6" w:rsidRPr="00B0793B" w:rsidRDefault="00A92AE6" w:rsidP="00717D5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0793B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14:paraId="1AA67D5F" w14:textId="77777777" w:rsidR="00A92AE6" w:rsidRPr="00B0793B" w:rsidRDefault="00A92AE6" w:rsidP="00A92AE6">
      <w:pPr>
        <w:rPr>
          <w:rFonts w:ascii="Corbel" w:hAnsi="Corbel" w:cs="Times New Roman"/>
          <w:sz w:val="24"/>
          <w:szCs w:val="24"/>
        </w:rPr>
      </w:pPr>
    </w:p>
    <w:p w14:paraId="002470BE" w14:textId="77777777" w:rsidR="00A92AE6" w:rsidRPr="00B0793B" w:rsidRDefault="00A92AE6">
      <w:pPr>
        <w:rPr>
          <w:rFonts w:ascii="Corbel" w:hAnsi="Corbel"/>
        </w:rPr>
      </w:pPr>
    </w:p>
    <w:sectPr w:rsidR="00A92AE6" w:rsidRPr="00B0793B" w:rsidSect="007404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96F16" w14:textId="77777777" w:rsidR="00740489" w:rsidRDefault="00740489" w:rsidP="00E743CB">
      <w:pPr>
        <w:spacing w:after="0" w:line="240" w:lineRule="auto"/>
      </w:pPr>
      <w:r>
        <w:separator/>
      </w:r>
    </w:p>
  </w:endnote>
  <w:endnote w:type="continuationSeparator" w:id="0">
    <w:p w14:paraId="36EF552A" w14:textId="77777777" w:rsidR="00740489" w:rsidRDefault="00740489" w:rsidP="00E74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B6C20" w14:textId="77777777" w:rsidR="00740489" w:rsidRDefault="00740489" w:rsidP="00E743CB">
      <w:pPr>
        <w:spacing w:after="0" w:line="240" w:lineRule="auto"/>
      </w:pPr>
      <w:r>
        <w:separator/>
      </w:r>
    </w:p>
  </w:footnote>
  <w:footnote w:type="continuationSeparator" w:id="0">
    <w:p w14:paraId="5FE65445" w14:textId="77777777" w:rsidR="00740489" w:rsidRDefault="00740489" w:rsidP="00E74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7C6D6F"/>
    <w:multiLevelType w:val="hybridMultilevel"/>
    <w:tmpl w:val="FA20342C"/>
    <w:lvl w:ilvl="0" w:tplc="AD4CD7F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44D1A94"/>
    <w:multiLevelType w:val="hybridMultilevel"/>
    <w:tmpl w:val="D67AC00E"/>
    <w:lvl w:ilvl="0" w:tplc="AE94E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697555">
    <w:abstractNumId w:val="0"/>
  </w:num>
  <w:num w:numId="2" w16cid:durableId="548808795">
    <w:abstractNumId w:val="1"/>
  </w:num>
  <w:num w:numId="3" w16cid:durableId="16364432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AE6"/>
    <w:rsid w:val="00046020"/>
    <w:rsid w:val="0005773C"/>
    <w:rsid w:val="000C285A"/>
    <w:rsid w:val="000C64CE"/>
    <w:rsid w:val="000D5694"/>
    <w:rsid w:val="000E5F14"/>
    <w:rsid w:val="001332A5"/>
    <w:rsid w:val="00136FD8"/>
    <w:rsid w:val="001C3B45"/>
    <w:rsid w:val="002A0F00"/>
    <w:rsid w:val="002A1A24"/>
    <w:rsid w:val="00317F57"/>
    <w:rsid w:val="00343F8F"/>
    <w:rsid w:val="0034430C"/>
    <w:rsid w:val="003740A0"/>
    <w:rsid w:val="003D647E"/>
    <w:rsid w:val="0043668C"/>
    <w:rsid w:val="004675C6"/>
    <w:rsid w:val="00491390"/>
    <w:rsid w:val="00496201"/>
    <w:rsid w:val="004A5DA8"/>
    <w:rsid w:val="004D6B33"/>
    <w:rsid w:val="0051439D"/>
    <w:rsid w:val="00574858"/>
    <w:rsid w:val="00593817"/>
    <w:rsid w:val="005B06DF"/>
    <w:rsid w:val="005E5A66"/>
    <w:rsid w:val="00607C92"/>
    <w:rsid w:val="006501D4"/>
    <w:rsid w:val="006543CF"/>
    <w:rsid w:val="00672E10"/>
    <w:rsid w:val="00691817"/>
    <w:rsid w:val="006A0B3E"/>
    <w:rsid w:val="006A457B"/>
    <w:rsid w:val="006B08F0"/>
    <w:rsid w:val="006C197F"/>
    <w:rsid w:val="00712430"/>
    <w:rsid w:val="00713FA3"/>
    <w:rsid w:val="00717D52"/>
    <w:rsid w:val="007275B5"/>
    <w:rsid w:val="00740489"/>
    <w:rsid w:val="0074462C"/>
    <w:rsid w:val="0077362B"/>
    <w:rsid w:val="00783158"/>
    <w:rsid w:val="007A3F75"/>
    <w:rsid w:val="007B25BF"/>
    <w:rsid w:val="007C4EA5"/>
    <w:rsid w:val="007F1AEF"/>
    <w:rsid w:val="007F2B8A"/>
    <w:rsid w:val="00800233"/>
    <w:rsid w:val="00801800"/>
    <w:rsid w:val="00811BC1"/>
    <w:rsid w:val="0081253E"/>
    <w:rsid w:val="00825EB1"/>
    <w:rsid w:val="00846E11"/>
    <w:rsid w:val="00852BA4"/>
    <w:rsid w:val="008765F4"/>
    <w:rsid w:val="008B3247"/>
    <w:rsid w:val="008B58CF"/>
    <w:rsid w:val="008C0DB7"/>
    <w:rsid w:val="008C742F"/>
    <w:rsid w:val="008F33BF"/>
    <w:rsid w:val="009359C7"/>
    <w:rsid w:val="00943BE1"/>
    <w:rsid w:val="009627DC"/>
    <w:rsid w:val="0096599E"/>
    <w:rsid w:val="009B5576"/>
    <w:rsid w:val="009D27DF"/>
    <w:rsid w:val="00A06428"/>
    <w:rsid w:val="00A218AF"/>
    <w:rsid w:val="00A748BA"/>
    <w:rsid w:val="00A77AC2"/>
    <w:rsid w:val="00A84152"/>
    <w:rsid w:val="00A92AE6"/>
    <w:rsid w:val="00AC22A1"/>
    <w:rsid w:val="00AD431B"/>
    <w:rsid w:val="00AF1385"/>
    <w:rsid w:val="00B0793B"/>
    <w:rsid w:val="00B25A27"/>
    <w:rsid w:val="00B67AAE"/>
    <w:rsid w:val="00BA126D"/>
    <w:rsid w:val="00BA5021"/>
    <w:rsid w:val="00BB3250"/>
    <w:rsid w:val="00BE03BC"/>
    <w:rsid w:val="00BE1C55"/>
    <w:rsid w:val="00C15889"/>
    <w:rsid w:val="00C3246B"/>
    <w:rsid w:val="00C86BA9"/>
    <w:rsid w:val="00C9033D"/>
    <w:rsid w:val="00C95E65"/>
    <w:rsid w:val="00CC1AB2"/>
    <w:rsid w:val="00CD290C"/>
    <w:rsid w:val="00D30989"/>
    <w:rsid w:val="00D34973"/>
    <w:rsid w:val="00D43ADE"/>
    <w:rsid w:val="00D44353"/>
    <w:rsid w:val="00D961CA"/>
    <w:rsid w:val="00DC6D10"/>
    <w:rsid w:val="00E4624E"/>
    <w:rsid w:val="00E743CB"/>
    <w:rsid w:val="00EA77F0"/>
    <w:rsid w:val="00F27461"/>
    <w:rsid w:val="00F47CEB"/>
    <w:rsid w:val="00FA5B70"/>
    <w:rsid w:val="00FF6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2D40E"/>
  <w15:docId w15:val="{D587F008-E499-438C-931C-EBE6C2376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2A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2AE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A92AE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qFormat/>
    <w:rsid w:val="00A92AE6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A92AE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92AE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92AE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A92AE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92AE6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A92AE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92AE6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92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92AE6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2A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2AE6"/>
  </w:style>
  <w:style w:type="character" w:styleId="Odwoaniedokomentarza">
    <w:name w:val="annotation reference"/>
    <w:basedOn w:val="Domylnaczcionkaakapitu"/>
    <w:uiPriority w:val="99"/>
    <w:semiHidden/>
    <w:unhideWhenUsed/>
    <w:rsid w:val="006918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18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18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18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18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8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81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43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43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43CB"/>
    <w:rPr>
      <w:vertAlign w:val="superscript"/>
    </w:rPr>
  </w:style>
  <w:style w:type="character" w:customStyle="1" w:styleId="x4k7w5x">
    <w:name w:val="x4k7w5x"/>
    <w:basedOn w:val="Domylnaczcionkaakapitu"/>
    <w:rsid w:val="00607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437C1-227F-442E-B49C-BCF2E4A1F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1352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Gosztyła</dc:creator>
  <cp:lastModifiedBy>Anna Wańczyk-Welc</cp:lastModifiedBy>
  <cp:revision>3</cp:revision>
  <dcterms:created xsi:type="dcterms:W3CDTF">2024-04-24T16:41:00Z</dcterms:created>
  <dcterms:modified xsi:type="dcterms:W3CDTF">2024-04-24T22:36:00Z</dcterms:modified>
</cp:coreProperties>
</file>