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573AF9CC" w:rsidR="00711A9A" w:rsidRDefault="00702105" w:rsidP="00B173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B17375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52305878" w:rsidR="00711A9A" w:rsidRDefault="00ED16C0" w:rsidP="00ED16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Zadarko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>-Domaradzka , dr Artur Płonka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dr Karolina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,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27978" w14:textId="77777777" w:rsidR="009745E4" w:rsidRDefault="009745E4" w:rsidP="00C16ABF">
      <w:pPr>
        <w:spacing w:after="0" w:line="240" w:lineRule="auto"/>
      </w:pPr>
      <w:r>
        <w:separator/>
      </w:r>
    </w:p>
  </w:endnote>
  <w:endnote w:type="continuationSeparator" w:id="0">
    <w:p w14:paraId="6E1A23C2" w14:textId="77777777" w:rsidR="009745E4" w:rsidRDefault="009745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2A168" w14:textId="77777777" w:rsidR="009745E4" w:rsidRDefault="009745E4" w:rsidP="00C16ABF">
      <w:pPr>
        <w:spacing w:after="0" w:line="240" w:lineRule="auto"/>
      </w:pPr>
      <w:r>
        <w:separator/>
      </w:r>
    </w:p>
  </w:footnote>
  <w:footnote w:type="continuationSeparator" w:id="0">
    <w:p w14:paraId="1EAC848E" w14:textId="77777777" w:rsidR="009745E4" w:rsidRDefault="009745E4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0088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0761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745E4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375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0570F"/>
    <w:rsid w:val="00D07811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16C0"/>
    <w:rsid w:val="00ED32D2"/>
    <w:rsid w:val="00EE32DE"/>
    <w:rsid w:val="00EE5457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D08D-5332-4140-8201-FD1499070A37}"/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644E0E-4BB4-41D5-BBEA-E57A6BE4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2020-11-04T08:04:00Z</dcterms:created>
  <dcterms:modified xsi:type="dcterms:W3CDTF">2020-11-04T09:07:00Z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