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43461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3461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D8678B" w:rsidRPr="0043461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34613">
        <w:rPr>
          <w:rFonts w:ascii="Corbel" w:hAnsi="Corbel"/>
          <w:bCs/>
          <w:i/>
          <w:sz w:val="24"/>
          <w:szCs w:val="24"/>
        </w:rPr>
        <w:t>1.5</w:t>
      </w:r>
      <w:r w:rsidR="00D8678B" w:rsidRPr="0043461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3461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3461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34613">
        <w:rPr>
          <w:rFonts w:ascii="Corbel" w:hAnsi="Corbel"/>
          <w:bCs/>
          <w:i/>
          <w:sz w:val="24"/>
          <w:szCs w:val="24"/>
        </w:rPr>
        <w:t>12/2019</w:t>
      </w:r>
    </w:p>
    <w:p w14:paraId="0FE79CF1" w14:textId="77777777" w:rsidR="001738F6" w:rsidRPr="00434613" w:rsidRDefault="001738F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EB0220" w14:textId="7A2C4889" w:rsidR="0085747A" w:rsidRPr="0043461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34613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4823A246" w:rsidR="0085747A" w:rsidRPr="0043461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3461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34613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434613">
        <w:rPr>
          <w:rFonts w:ascii="Corbel" w:hAnsi="Corbel"/>
          <w:i/>
          <w:smallCaps/>
          <w:sz w:val="24"/>
          <w:szCs w:val="24"/>
        </w:rPr>
        <w:t>20</w:t>
      </w:r>
      <w:r w:rsidR="00E43D94">
        <w:rPr>
          <w:rFonts w:ascii="Corbel" w:hAnsi="Corbel"/>
          <w:i/>
          <w:smallCaps/>
          <w:sz w:val="24"/>
          <w:szCs w:val="24"/>
        </w:rPr>
        <w:t>20</w:t>
      </w:r>
      <w:r w:rsidR="006B2722" w:rsidRPr="00434613">
        <w:rPr>
          <w:rFonts w:ascii="Corbel" w:hAnsi="Corbel"/>
          <w:i/>
          <w:smallCaps/>
          <w:sz w:val="24"/>
          <w:szCs w:val="24"/>
        </w:rPr>
        <w:t>/202</w:t>
      </w:r>
      <w:r w:rsidR="00E43D94">
        <w:rPr>
          <w:rFonts w:ascii="Corbel" w:hAnsi="Corbel"/>
          <w:i/>
          <w:smallCaps/>
          <w:sz w:val="24"/>
          <w:szCs w:val="24"/>
        </w:rPr>
        <w:t>1</w:t>
      </w:r>
      <w:r w:rsidR="0065380A" w:rsidRPr="00434613">
        <w:rPr>
          <w:rFonts w:ascii="Corbel" w:hAnsi="Corbel"/>
          <w:i/>
          <w:smallCaps/>
          <w:sz w:val="24"/>
          <w:szCs w:val="24"/>
        </w:rPr>
        <w:t>-</w:t>
      </w:r>
      <w:r w:rsidR="006B2722" w:rsidRPr="00434613">
        <w:rPr>
          <w:rFonts w:ascii="Corbel" w:hAnsi="Corbel"/>
          <w:i/>
          <w:smallCaps/>
          <w:sz w:val="24"/>
          <w:szCs w:val="24"/>
        </w:rPr>
        <w:t>202</w:t>
      </w:r>
      <w:r w:rsidR="00E43D94">
        <w:rPr>
          <w:rFonts w:ascii="Corbel" w:hAnsi="Corbel"/>
          <w:i/>
          <w:smallCaps/>
          <w:sz w:val="24"/>
          <w:szCs w:val="24"/>
        </w:rPr>
        <w:t>1</w:t>
      </w:r>
      <w:r w:rsidR="006B2722" w:rsidRPr="00434613">
        <w:rPr>
          <w:rFonts w:ascii="Corbel" w:hAnsi="Corbel"/>
          <w:i/>
          <w:smallCaps/>
          <w:sz w:val="24"/>
          <w:szCs w:val="24"/>
        </w:rPr>
        <w:t>/</w:t>
      </w:r>
      <w:r w:rsidR="0065380A" w:rsidRPr="00434613">
        <w:rPr>
          <w:rFonts w:ascii="Corbel" w:hAnsi="Corbel"/>
          <w:i/>
          <w:smallCaps/>
          <w:sz w:val="24"/>
          <w:szCs w:val="24"/>
        </w:rPr>
        <w:t>202</w:t>
      </w:r>
      <w:r w:rsidR="00E43D94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43461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34613">
        <w:rPr>
          <w:rFonts w:ascii="Corbel" w:hAnsi="Corbel"/>
          <w:i/>
          <w:sz w:val="24"/>
          <w:szCs w:val="24"/>
        </w:rPr>
        <w:t>(skrajne daty</w:t>
      </w:r>
      <w:r w:rsidR="0085747A" w:rsidRPr="00434613">
        <w:rPr>
          <w:rFonts w:ascii="Corbel" w:hAnsi="Corbel"/>
          <w:sz w:val="24"/>
          <w:szCs w:val="24"/>
        </w:rPr>
        <w:t>)</w:t>
      </w:r>
    </w:p>
    <w:p w14:paraId="19996CC1" w14:textId="79DA60C2" w:rsidR="00445970" w:rsidRPr="0043461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434613">
        <w:rPr>
          <w:rFonts w:ascii="Corbel" w:hAnsi="Corbel"/>
          <w:sz w:val="24"/>
          <w:szCs w:val="24"/>
        </w:rPr>
        <w:t>20</w:t>
      </w:r>
      <w:r w:rsidR="00E43D94">
        <w:rPr>
          <w:rFonts w:ascii="Corbel" w:hAnsi="Corbel"/>
          <w:sz w:val="24"/>
          <w:szCs w:val="24"/>
        </w:rPr>
        <w:t>20</w:t>
      </w:r>
      <w:r w:rsidR="0065380A" w:rsidRPr="00434613">
        <w:rPr>
          <w:rFonts w:ascii="Corbel" w:hAnsi="Corbel"/>
          <w:sz w:val="24"/>
          <w:szCs w:val="24"/>
        </w:rPr>
        <w:t>/202</w:t>
      </w:r>
      <w:r w:rsidR="00E43D94">
        <w:rPr>
          <w:rFonts w:ascii="Corbel" w:hAnsi="Corbel"/>
          <w:sz w:val="24"/>
          <w:szCs w:val="24"/>
        </w:rPr>
        <w:t>1</w:t>
      </w:r>
    </w:p>
    <w:p w14:paraId="2DEDF1FE" w14:textId="77777777" w:rsidR="0085747A" w:rsidRPr="0043461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43461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34613">
        <w:rPr>
          <w:rFonts w:ascii="Corbel" w:hAnsi="Corbel"/>
          <w:szCs w:val="24"/>
        </w:rPr>
        <w:t xml:space="preserve">1. </w:t>
      </w:r>
      <w:r w:rsidR="0085747A" w:rsidRPr="00434613">
        <w:rPr>
          <w:rFonts w:ascii="Corbel" w:hAnsi="Corbel"/>
          <w:szCs w:val="24"/>
        </w:rPr>
        <w:t xml:space="preserve">Podstawowe </w:t>
      </w:r>
      <w:r w:rsidR="00445970" w:rsidRPr="0043461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4613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43461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52DD7A60" w:rsidR="0085747A" w:rsidRPr="00434613" w:rsidRDefault="00540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r w:rsidR="001269A5">
              <w:rPr>
                <w:rFonts w:ascii="Corbel" w:hAnsi="Corbel"/>
                <w:b w:val="0"/>
                <w:sz w:val="24"/>
                <w:szCs w:val="24"/>
              </w:rPr>
              <w:t>społeczna</w:t>
            </w:r>
          </w:p>
        </w:tc>
      </w:tr>
      <w:tr w:rsidR="0085747A" w:rsidRPr="00434613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43461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43461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34613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434613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461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AE83D4E" w:rsidR="0085747A" w:rsidRPr="00434613" w:rsidRDefault="00173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434613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434613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434613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43461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0D185988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434613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00C4A83E" w:rsidR="0085747A" w:rsidRPr="00434613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4613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77A615D0" w:rsidR="0085747A" w:rsidRPr="00434613" w:rsidRDefault="00743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380A" w:rsidRPr="004346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34613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4613">
              <w:rPr>
                <w:rFonts w:ascii="Corbel" w:hAnsi="Corbel"/>
                <w:sz w:val="24"/>
                <w:szCs w:val="24"/>
              </w:rPr>
              <w:t>/y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61A78053" w:rsidR="0085747A" w:rsidRPr="00434613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5380A" w:rsidRPr="00434613">
              <w:rPr>
                <w:rFonts w:ascii="Corbel" w:hAnsi="Corbel"/>
                <w:b w:val="0"/>
                <w:sz w:val="24"/>
                <w:szCs w:val="24"/>
              </w:rPr>
              <w:t xml:space="preserve"> rok, sem. 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434613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826F6B0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</w:p>
        </w:tc>
      </w:tr>
      <w:tr w:rsidR="00923D7D" w:rsidRPr="00434613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43461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4613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434613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CCA7DF" w14:textId="77777777" w:rsidR="0085747A" w:rsidRPr="00434613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65380A" w:rsidRPr="00434613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  <w:p w14:paraId="488A35D2" w14:textId="5B7A1376" w:rsidR="006B2722" w:rsidRPr="00434613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43461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* </w:t>
      </w:r>
      <w:r w:rsidRPr="00434613">
        <w:rPr>
          <w:rFonts w:ascii="Corbel" w:hAnsi="Corbel"/>
          <w:i/>
          <w:sz w:val="24"/>
          <w:szCs w:val="24"/>
        </w:rPr>
        <w:t>-</w:t>
      </w:r>
      <w:r w:rsidR="00B90885" w:rsidRPr="0043461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4613">
        <w:rPr>
          <w:rFonts w:ascii="Corbel" w:hAnsi="Corbel"/>
          <w:b w:val="0"/>
          <w:sz w:val="24"/>
          <w:szCs w:val="24"/>
        </w:rPr>
        <w:t>e,</w:t>
      </w:r>
      <w:r w:rsidRPr="00434613">
        <w:rPr>
          <w:rFonts w:ascii="Corbel" w:hAnsi="Corbel"/>
          <w:i/>
          <w:sz w:val="24"/>
          <w:szCs w:val="24"/>
        </w:rPr>
        <w:t xml:space="preserve"> </w:t>
      </w:r>
      <w:r w:rsidRPr="0043461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4613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43461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43461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>1.</w:t>
      </w:r>
      <w:r w:rsidR="00E22FBC" w:rsidRPr="00434613">
        <w:rPr>
          <w:rFonts w:ascii="Corbel" w:hAnsi="Corbel"/>
          <w:sz w:val="24"/>
          <w:szCs w:val="24"/>
        </w:rPr>
        <w:t>1</w:t>
      </w:r>
      <w:r w:rsidRPr="0043461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43461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4613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43461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(</w:t>
            </w:r>
            <w:r w:rsidR="00363F78" w:rsidRPr="0043461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4613">
              <w:rPr>
                <w:rFonts w:ascii="Corbel" w:hAnsi="Corbel"/>
                <w:b/>
                <w:szCs w:val="24"/>
              </w:rPr>
              <w:t>Liczba pkt</w:t>
            </w:r>
            <w:r w:rsidR="00B90885" w:rsidRPr="00434613">
              <w:rPr>
                <w:rFonts w:ascii="Corbel" w:hAnsi="Corbel"/>
                <w:b/>
                <w:szCs w:val="24"/>
              </w:rPr>
              <w:t>.</w:t>
            </w:r>
            <w:r w:rsidRPr="0043461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4613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2B9EBEDF" w:rsidR="00015B8F" w:rsidRPr="00434613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7552EB43" w:rsidR="00015B8F" w:rsidRPr="00434613" w:rsidRDefault="007431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60335F3" w:rsidR="00015B8F" w:rsidRPr="00434613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E860F26" w:rsidR="00015B8F" w:rsidRPr="00434613" w:rsidRDefault="000B7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21F599" w14:textId="77777777" w:rsidR="00923D7D" w:rsidRPr="0043461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43461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43461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>1.</w:t>
      </w:r>
      <w:r w:rsidR="00E22FBC" w:rsidRPr="00434613">
        <w:rPr>
          <w:rFonts w:ascii="Corbel" w:hAnsi="Corbel"/>
          <w:smallCaps w:val="0"/>
          <w:szCs w:val="24"/>
        </w:rPr>
        <w:t>2</w:t>
      </w:r>
      <w:r w:rsidR="00F83B28" w:rsidRPr="00434613">
        <w:rPr>
          <w:rFonts w:ascii="Corbel" w:hAnsi="Corbel"/>
          <w:smallCaps w:val="0"/>
          <w:szCs w:val="24"/>
        </w:rPr>
        <w:t>.</w:t>
      </w:r>
      <w:r w:rsidR="00F83B28" w:rsidRPr="00434613">
        <w:rPr>
          <w:rFonts w:ascii="Corbel" w:hAnsi="Corbel"/>
          <w:smallCaps w:val="0"/>
          <w:szCs w:val="24"/>
        </w:rPr>
        <w:tab/>
      </w:r>
      <w:r w:rsidRPr="00434613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434613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4613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43461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43461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4613">
        <w:rPr>
          <w:rFonts w:ascii="Segoe UI Symbol" w:eastAsia="MS Gothic" w:hAnsi="Segoe UI Symbol" w:cs="Segoe UI Symbol"/>
          <w:b w:val="0"/>
          <w:szCs w:val="24"/>
        </w:rPr>
        <w:t>☐</w:t>
      </w:r>
      <w:r w:rsidRPr="0043461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43461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1.3 </w:t>
      </w:r>
      <w:r w:rsidR="00F83B28" w:rsidRPr="00434613">
        <w:rPr>
          <w:rFonts w:ascii="Corbel" w:hAnsi="Corbel"/>
          <w:smallCaps w:val="0"/>
          <w:szCs w:val="24"/>
        </w:rPr>
        <w:tab/>
      </w:r>
      <w:r w:rsidRPr="00434613">
        <w:rPr>
          <w:rFonts w:ascii="Corbel" w:hAnsi="Corbel"/>
          <w:smallCaps w:val="0"/>
          <w:szCs w:val="24"/>
        </w:rPr>
        <w:t>For</w:t>
      </w:r>
      <w:r w:rsidR="00445970" w:rsidRPr="00434613">
        <w:rPr>
          <w:rFonts w:ascii="Corbel" w:hAnsi="Corbel"/>
          <w:smallCaps w:val="0"/>
          <w:szCs w:val="24"/>
        </w:rPr>
        <w:t xml:space="preserve">ma zaliczenia przedmiotu </w:t>
      </w:r>
      <w:r w:rsidRPr="00434613">
        <w:rPr>
          <w:rFonts w:ascii="Corbel" w:hAnsi="Corbel"/>
          <w:smallCaps w:val="0"/>
          <w:szCs w:val="24"/>
        </w:rPr>
        <w:t xml:space="preserve"> (z toku) </w:t>
      </w:r>
      <w:r w:rsidRPr="004346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56CFA791" w:rsidR="009C54AE" w:rsidRPr="0043461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5C5ADC" w14:textId="07C91557" w:rsidR="006911D5" w:rsidRPr="00434613" w:rsidRDefault="006911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Ćwiczenia - zaliczenie z oceną</w:t>
      </w:r>
    </w:p>
    <w:p w14:paraId="154314D8" w14:textId="77777777" w:rsidR="00434613" w:rsidRDefault="006911D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Wykład - zaliczenie bez oceny</w:t>
      </w:r>
    </w:p>
    <w:p w14:paraId="4E1A9B5F" w14:textId="77777777" w:rsidR="00434613" w:rsidRDefault="004346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05873" w14:textId="4983532C" w:rsidR="00E960BB" w:rsidRPr="00434613" w:rsidRDefault="0065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34613">
        <w:rPr>
          <w:rFonts w:ascii="Corbel" w:hAnsi="Corbel"/>
          <w:b w:val="0"/>
          <w:szCs w:val="24"/>
        </w:rPr>
        <w:br/>
      </w:r>
    </w:p>
    <w:p w14:paraId="103DF08C" w14:textId="77777777" w:rsidR="00E960BB" w:rsidRPr="0043461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613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4613" w14:paraId="43976103" w14:textId="77777777" w:rsidTr="00745302">
        <w:tc>
          <w:tcPr>
            <w:tcW w:w="9670" w:type="dxa"/>
          </w:tcPr>
          <w:p w14:paraId="02C4665B" w14:textId="479AC67B" w:rsidR="0085747A" w:rsidRPr="00434613" w:rsidRDefault="005A774F" w:rsidP="00945C3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Polityka turystyczna i Marketing Usług Turystycznych realizowanych na 1 roku studiów uzupełniających magisterskich. </w:t>
            </w:r>
          </w:p>
        </w:tc>
      </w:tr>
    </w:tbl>
    <w:p w14:paraId="21719386" w14:textId="77777777" w:rsidR="00153C41" w:rsidRPr="0043461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CBE55" w14:textId="77777777" w:rsidR="00642F6E" w:rsidRPr="00434613" w:rsidRDefault="00642F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5505D803" w:rsidR="0085747A" w:rsidRPr="0043461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613">
        <w:rPr>
          <w:rFonts w:ascii="Corbel" w:hAnsi="Corbel"/>
          <w:szCs w:val="24"/>
        </w:rPr>
        <w:t>3.</w:t>
      </w:r>
      <w:r w:rsidR="0085747A" w:rsidRPr="00434613">
        <w:rPr>
          <w:rFonts w:ascii="Corbel" w:hAnsi="Corbel"/>
          <w:szCs w:val="24"/>
        </w:rPr>
        <w:t xml:space="preserve"> </w:t>
      </w:r>
      <w:r w:rsidR="00A84C85" w:rsidRPr="00434613">
        <w:rPr>
          <w:rFonts w:ascii="Corbel" w:hAnsi="Corbel"/>
          <w:szCs w:val="24"/>
        </w:rPr>
        <w:t>cele, efekty uczenia się</w:t>
      </w:r>
      <w:r w:rsidR="0085747A" w:rsidRPr="00434613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43461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3.1 </w:t>
      </w:r>
      <w:r w:rsidR="00C05F44" w:rsidRPr="00434613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43461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945C32" w:rsidRPr="00434613" w14:paraId="331A908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8970" w14:textId="77777777" w:rsidR="00945C32" w:rsidRPr="00434613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5923" w14:textId="10220C00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>kontakt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 xml:space="preserve"> z klientami, współpracownikami i przełożonymi z wyszczególnieniem pracy w branży turystycznej.  </w:t>
            </w:r>
          </w:p>
        </w:tc>
      </w:tr>
      <w:tr w:rsidR="00945C32" w:rsidRPr="00434613" w14:paraId="73889E10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15DD" w14:textId="77777777" w:rsidR="00945C32" w:rsidRPr="00434613" w:rsidRDefault="00945C32" w:rsidP="00CC16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924F" w14:textId="3B30D636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871292" w:rsidRPr="00434613">
              <w:rPr>
                <w:rFonts w:ascii="Corbel" w:hAnsi="Corbel"/>
                <w:b w:val="0"/>
                <w:sz w:val="24"/>
                <w:szCs w:val="24"/>
              </w:rPr>
              <w:t>skutecznej komunikacji.</w:t>
            </w:r>
          </w:p>
        </w:tc>
      </w:tr>
      <w:tr w:rsidR="00945C32" w:rsidRPr="00434613" w14:paraId="3C1162F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C2F2" w14:textId="77777777" w:rsidR="00945C32" w:rsidRPr="00434613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7B6ED" w14:textId="79644D92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Przekazanie wiedzy z zakresu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="00871292" w:rsidRPr="00434613">
              <w:rPr>
                <w:rFonts w:ascii="Corbel" w:hAnsi="Corbel"/>
                <w:b w:val="0"/>
                <w:sz w:val="24"/>
                <w:szCs w:val="24"/>
              </w:rPr>
              <w:t>wystąpień publicznych i oficjalnych.</w:t>
            </w:r>
          </w:p>
        </w:tc>
      </w:tr>
    </w:tbl>
    <w:p w14:paraId="7C6CDC8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43461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3.2 </w:t>
      </w:r>
      <w:r w:rsidR="001D7B54" w:rsidRPr="00434613">
        <w:rPr>
          <w:rFonts w:ascii="Corbel" w:hAnsi="Corbel"/>
          <w:b/>
          <w:sz w:val="24"/>
          <w:szCs w:val="24"/>
        </w:rPr>
        <w:t xml:space="preserve">Efekty </w:t>
      </w:r>
      <w:r w:rsidR="00C05F44" w:rsidRPr="0043461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34613">
        <w:rPr>
          <w:rFonts w:ascii="Corbel" w:hAnsi="Corbel"/>
          <w:b/>
          <w:sz w:val="24"/>
          <w:szCs w:val="24"/>
        </w:rPr>
        <w:t>dla przedmiotu</w:t>
      </w:r>
      <w:r w:rsidR="00445970" w:rsidRPr="00434613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43461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6911D5" w:rsidRPr="00434613" w14:paraId="2802BF74" w14:textId="77777777" w:rsidTr="00097B71">
        <w:tc>
          <w:tcPr>
            <w:tcW w:w="1679" w:type="dxa"/>
            <w:vAlign w:val="center"/>
          </w:tcPr>
          <w:p w14:paraId="79D95252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t>EK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1381EDC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01049632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3461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11D5" w:rsidRPr="00434613" w14:paraId="1B7AB0B4" w14:textId="77777777" w:rsidTr="00097B71">
        <w:tc>
          <w:tcPr>
            <w:tcW w:w="1679" w:type="dxa"/>
          </w:tcPr>
          <w:p w14:paraId="0C777CF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5F01DB12" w14:textId="28B349A1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Absolwent odtwarza zasady skutecznej komunikacji w kontaktach z klientami i normy etyczne w kontaktach ze współpracownikami.</w:t>
            </w:r>
          </w:p>
        </w:tc>
        <w:tc>
          <w:tcPr>
            <w:tcW w:w="1864" w:type="dxa"/>
          </w:tcPr>
          <w:p w14:paraId="653E20BC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6911D5" w:rsidRPr="00434613" w14:paraId="2CC4A54D" w14:textId="77777777" w:rsidTr="00097B71">
        <w:tc>
          <w:tcPr>
            <w:tcW w:w="1679" w:type="dxa"/>
          </w:tcPr>
          <w:p w14:paraId="4CD9AC27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55AE27F0" w14:textId="77777777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Absolwent może stworzyć przedsiębiorstwo turystyczno-rekreacyjne oraz zajmować samodzielne, kierownicze 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br/>
              <w:t>i odpowiedzialne stanowisko w branży turystycznej.</w:t>
            </w:r>
          </w:p>
        </w:tc>
        <w:tc>
          <w:tcPr>
            <w:tcW w:w="1864" w:type="dxa"/>
          </w:tcPr>
          <w:p w14:paraId="153EFEE0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6911D5" w:rsidRPr="00434613" w14:paraId="3476E930" w14:textId="77777777" w:rsidTr="00097B71">
        <w:tc>
          <w:tcPr>
            <w:tcW w:w="1679" w:type="dxa"/>
          </w:tcPr>
          <w:p w14:paraId="0F06513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0668772" w14:textId="533DDC3E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Absolwent interpretuje motywy uczestnictwa klientów 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br/>
              <w:t>w imprezach turystycznych, identyfikowania ich potrzeb oraz potrafi skutecznie przekonać ich do wzięcia w nich udziału.</w:t>
            </w:r>
          </w:p>
        </w:tc>
        <w:tc>
          <w:tcPr>
            <w:tcW w:w="1864" w:type="dxa"/>
          </w:tcPr>
          <w:p w14:paraId="7866D96E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K_U10</w:t>
            </w:r>
          </w:p>
          <w:p w14:paraId="1CB059EF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11D5" w:rsidRPr="00434613" w14:paraId="4C1C0BCA" w14:textId="77777777" w:rsidTr="00097B71">
        <w:tc>
          <w:tcPr>
            <w:tcW w:w="1679" w:type="dxa"/>
          </w:tcPr>
          <w:p w14:paraId="50DC953A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3955B427" w14:textId="77777777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Absolwent ma świadomość potrzeby rozwijania dorobku zawodowego i przestrzegania zasad etyki zawodowej w roli organizatora imprez turystycznych  i rekreacyjnych oraz do wypełniania zobowiązań społecznych na rzecz środowiska społecznego.</w:t>
            </w:r>
          </w:p>
        </w:tc>
        <w:tc>
          <w:tcPr>
            <w:tcW w:w="1864" w:type="dxa"/>
          </w:tcPr>
          <w:p w14:paraId="27ED0D1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43461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>3.3</w:t>
      </w:r>
      <w:r w:rsidR="001D7B54" w:rsidRPr="00434613">
        <w:rPr>
          <w:rFonts w:ascii="Corbel" w:hAnsi="Corbel"/>
          <w:b/>
          <w:sz w:val="24"/>
          <w:szCs w:val="24"/>
        </w:rPr>
        <w:t xml:space="preserve"> </w:t>
      </w:r>
      <w:r w:rsidR="0085747A" w:rsidRPr="00434613">
        <w:rPr>
          <w:rFonts w:ascii="Corbel" w:hAnsi="Corbel"/>
          <w:b/>
          <w:sz w:val="24"/>
          <w:szCs w:val="24"/>
        </w:rPr>
        <w:t>T</w:t>
      </w:r>
      <w:r w:rsidR="001D7B54" w:rsidRPr="0043461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34613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43461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43461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434613" w14:paraId="34E4089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F182" w14:textId="77777777" w:rsidR="00E15B45" w:rsidRPr="00434613" w:rsidRDefault="00E15B45" w:rsidP="00CC16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434613" w14:paraId="2FE5213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F628" w14:textId="78EFFB74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Podstawowe definicje.</w:t>
            </w:r>
          </w:p>
        </w:tc>
      </w:tr>
      <w:tr w:rsidR="00E15B45" w:rsidRPr="00434613" w14:paraId="1C40BB4D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10A8" w14:textId="565993D2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Zasady komunikacji interpersonalnej.</w:t>
            </w:r>
          </w:p>
        </w:tc>
      </w:tr>
      <w:tr w:rsidR="00E15B45" w:rsidRPr="00434613" w14:paraId="0988AD3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A46" w14:textId="2946917F" w:rsidR="00E15B45" w:rsidRPr="00434613" w:rsidRDefault="0054059D" w:rsidP="00CC16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werbalna.</w:t>
            </w:r>
          </w:p>
        </w:tc>
      </w:tr>
      <w:tr w:rsidR="00E15B45" w:rsidRPr="00434613" w14:paraId="08104B7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E1C7" w14:textId="31FF46A9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niewerbalna.</w:t>
            </w:r>
          </w:p>
        </w:tc>
      </w:tr>
      <w:tr w:rsidR="00E15B45" w:rsidRPr="00434613" w14:paraId="747C8B33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C90A" w14:textId="08B869E6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Zakłócenia w komunikacji.</w:t>
            </w:r>
          </w:p>
        </w:tc>
      </w:tr>
    </w:tbl>
    <w:p w14:paraId="39093A32" w14:textId="77777777" w:rsidR="0085747A" w:rsidRPr="0043461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43461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4613">
        <w:rPr>
          <w:rFonts w:ascii="Corbel" w:hAnsi="Corbel"/>
          <w:sz w:val="24"/>
          <w:szCs w:val="24"/>
        </w:rPr>
        <w:t xml:space="preserve">, </w:t>
      </w:r>
      <w:r w:rsidRPr="00434613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43461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434613" w14:paraId="3E55485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101" w14:textId="77777777" w:rsidR="00E15B45" w:rsidRPr="00434613" w:rsidRDefault="00E15B45" w:rsidP="00CC16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434613" w14:paraId="66FF2C7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F530" w14:textId="406151DB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Zasady efektywnej komunikacji.</w:t>
            </w:r>
          </w:p>
        </w:tc>
      </w:tr>
      <w:tr w:rsidR="00E15B45" w:rsidRPr="00434613" w14:paraId="4664789B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AD9DA" w14:textId="2080C935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interpersonalna na co dzień.</w:t>
            </w:r>
          </w:p>
        </w:tc>
      </w:tr>
      <w:tr w:rsidR="00E15B45" w:rsidRPr="00434613" w14:paraId="4B07A655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A82E" w14:textId="3154A34C" w:rsidR="00E15B45" w:rsidRPr="00434613" w:rsidRDefault="00E937F9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medialna.</w:t>
            </w:r>
          </w:p>
        </w:tc>
      </w:tr>
      <w:tr w:rsidR="00E15B45" w:rsidRPr="00434613" w14:paraId="2672AD99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4D880" w14:textId="77777777" w:rsidR="00E15B45" w:rsidRPr="00434613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Autoprezentacja.</w:t>
            </w:r>
          </w:p>
        </w:tc>
      </w:tr>
      <w:tr w:rsidR="00E15B45" w:rsidRPr="00434613" w14:paraId="3089420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8D3E" w14:textId="7E486F86" w:rsidR="00E15B45" w:rsidRPr="00434613" w:rsidRDefault="00E937F9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biznesowa.</w:t>
            </w:r>
          </w:p>
        </w:tc>
      </w:tr>
    </w:tbl>
    <w:p w14:paraId="65097D25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43461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>3.4 Metody dydaktyczne</w:t>
      </w:r>
      <w:r w:rsidRPr="00434613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N</w:t>
      </w:r>
      <w:r w:rsidR="0085747A" w:rsidRPr="00434613">
        <w:rPr>
          <w:rFonts w:ascii="Corbel" w:hAnsi="Corbel"/>
          <w:b w:val="0"/>
          <w:smallCaps w:val="0"/>
          <w:szCs w:val="24"/>
        </w:rPr>
        <w:t>p</w:t>
      </w:r>
      <w:r w:rsidR="0085747A" w:rsidRPr="00434613">
        <w:rPr>
          <w:rFonts w:ascii="Corbel" w:hAnsi="Corbel"/>
          <w:szCs w:val="24"/>
        </w:rPr>
        <w:t>.:</w:t>
      </w:r>
      <w:r w:rsidR="00923D7D" w:rsidRPr="00434613">
        <w:rPr>
          <w:rFonts w:ascii="Corbel" w:hAnsi="Corbel"/>
          <w:szCs w:val="24"/>
        </w:rPr>
        <w:t xml:space="preserve"> </w:t>
      </w:r>
    </w:p>
    <w:p w14:paraId="376E348A" w14:textId="77777777" w:rsidR="00153C41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zCs w:val="24"/>
        </w:rPr>
        <w:t xml:space="preserve"> </w:t>
      </w:r>
      <w:r w:rsidRPr="00434613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ykład</w:t>
      </w:r>
      <w:r w:rsidRPr="00434613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34613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34613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34613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34613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AFC1A" w14:textId="77777777" w:rsidR="00E15B45" w:rsidRPr="00434613" w:rsidRDefault="00E15B45" w:rsidP="00E15B4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57164FB4" w14:textId="6FDD8C59" w:rsidR="00E15B45" w:rsidRPr="00434613" w:rsidRDefault="00E15B45" w:rsidP="00E15B4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Ćwiczenia:  </w:t>
      </w:r>
      <w:r w:rsidR="00050E0F" w:rsidRPr="00434613">
        <w:rPr>
          <w:rFonts w:ascii="Corbel" w:hAnsi="Corbel"/>
          <w:b/>
          <w:sz w:val="24"/>
          <w:szCs w:val="24"/>
        </w:rPr>
        <w:t>R</w:t>
      </w:r>
      <w:r w:rsidRPr="00434613">
        <w:rPr>
          <w:rFonts w:ascii="Corbel" w:hAnsi="Corbel"/>
          <w:b/>
          <w:sz w:val="24"/>
          <w:szCs w:val="24"/>
        </w:rPr>
        <w:t>ozwiązywanie zadań, praca w grupach</w:t>
      </w:r>
      <w:r w:rsidR="00050E0F" w:rsidRPr="00434613">
        <w:rPr>
          <w:rFonts w:ascii="Corbel" w:hAnsi="Corbel"/>
          <w:b/>
          <w:sz w:val="24"/>
          <w:szCs w:val="24"/>
        </w:rPr>
        <w:t>, dyskusja</w:t>
      </w:r>
      <w:r w:rsidRPr="00434613">
        <w:rPr>
          <w:rFonts w:ascii="Corbel" w:hAnsi="Corbel"/>
          <w:b/>
          <w:sz w:val="24"/>
          <w:szCs w:val="24"/>
        </w:rPr>
        <w:t>.</w:t>
      </w:r>
    </w:p>
    <w:p w14:paraId="34DAFE81" w14:textId="77777777" w:rsidR="00E960BB" w:rsidRPr="0043461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43461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43461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 </w:t>
      </w:r>
      <w:r w:rsidR="0085747A" w:rsidRPr="00434613">
        <w:rPr>
          <w:rFonts w:ascii="Corbel" w:hAnsi="Corbel"/>
          <w:smallCaps w:val="0"/>
          <w:szCs w:val="24"/>
        </w:rPr>
        <w:t>METODY I KRYTERIA OCENY</w:t>
      </w:r>
      <w:r w:rsidR="009F4610" w:rsidRPr="00434613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43461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43461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4613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6911D5" w:rsidRPr="00434613" w14:paraId="30C50F00" w14:textId="77777777" w:rsidTr="00097B71">
        <w:tc>
          <w:tcPr>
            <w:tcW w:w="2377" w:type="dxa"/>
            <w:vAlign w:val="center"/>
          </w:tcPr>
          <w:p w14:paraId="64D614AB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3E3DF28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7F4BEBF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468E96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D8EB3B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911D5" w:rsidRPr="00434613" w14:paraId="05D47494" w14:textId="77777777" w:rsidTr="00097B71">
        <w:tc>
          <w:tcPr>
            <w:tcW w:w="2377" w:type="dxa"/>
          </w:tcPr>
          <w:p w14:paraId="12DD414E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4D1EF9B1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385DE985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6911D5" w:rsidRPr="00434613" w14:paraId="63DFCDE2" w14:textId="77777777" w:rsidTr="00097B71">
        <w:tc>
          <w:tcPr>
            <w:tcW w:w="2377" w:type="dxa"/>
          </w:tcPr>
          <w:p w14:paraId="4288FC66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1C47BC75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zajęć, rozwiązywanie zadań, projekt</w:t>
            </w:r>
          </w:p>
        </w:tc>
        <w:tc>
          <w:tcPr>
            <w:tcW w:w="2117" w:type="dxa"/>
          </w:tcPr>
          <w:p w14:paraId="0715A176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6911D5" w:rsidRPr="00434613" w14:paraId="0B920892" w14:textId="77777777" w:rsidTr="00097B71">
        <w:tc>
          <w:tcPr>
            <w:tcW w:w="2377" w:type="dxa"/>
          </w:tcPr>
          <w:p w14:paraId="1BEA42C7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05108072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51C5913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6911D5" w:rsidRPr="00434613" w14:paraId="435353F3" w14:textId="77777777" w:rsidTr="00097B71">
        <w:tc>
          <w:tcPr>
            <w:tcW w:w="2377" w:type="dxa"/>
          </w:tcPr>
          <w:p w14:paraId="7C5F7445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74FC73D9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F5448B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3BFD96" w14:textId="77777777" w:rsidR="00923D7D" w:rsidRPr="0043461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43461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4.2 </w:t>
      </w:r>
      <w:r w:rsidR="0085747A" w:rsidRPr="0043461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34613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43461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4613" w14:paraId="6A859302" w14:textId="77777777" w:rsidTr="00923D7D">
        <w:tc>
          <w:tcPr>
            <w:tcW w:w="9670" w:type="dxa"/>
          </w:tcPr>
          <w:p w14:paraId="46372365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2F91D3F" w14:textId="4C3ABCF0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4C55BCD3" w14:textId="230E0EAD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1039C10C" w14:textId="19C92E46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12AFAD66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89BD2D4" w14:textId="47B6CE2D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14650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0CF418BD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 61% - 70% - dostateczny plus,</w:t>
            </w:r>
          </w:p>
          <w:p w14:paraId="0B65B8BF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86D1FB2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01A77815" w14:textId="79E3C616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32332FC8" w14:textId="70BCD3CF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729EC" w14:textId="77777777" w:rsidR="006911D5" w:rsidRPr="00434613" w:rsidRDefault="00B6363E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– zaliczenie na podstawie projektu.</w:t>
            </w:r>
            <w:r w:rsidR="006911D5"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Projekt składa się z kilku części, za które student będzie oceniany punktowo. </w:t>
            </w:r>
          </w:p>
          <w:p w14:paraId="14901708" w14:textId="77777777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Punkty  przeliczane są na procenty, którym odpowiadają oceny</w:t>
            </w:r>
          </w:p>
          <w:p w14:paraId="76D04EA4" w14:textId="78EBA16D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do 50%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niezaliczone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065E762" w14:textId="50E43329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146502" w:rsidRPr="0014650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100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zaliczone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E880BB5" w14:textId="4FFC6630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92D5C" w14:textId="77777777" w:rsidR="00BC5878" w:rsidRPr="00434613" w:rsidRDefault="00BC5878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778D4546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bardzo dobrą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dobrą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dostateczną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niedostateczną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jest zainteresowany aktywnym uczestniczeniem w zajęciach,</w:t>
            </w:r>
          </w:p>
          <w:p w14:paraId="0813613A" w14:textId="6000632D" w:rsidR="0085747A" w:rsidRPr="00434613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43461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5. </w:t>
      </w:r>
      <w:r w:rsidR="00C61DC5" w:rsidRPr="0043461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4613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4346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461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461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4346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461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3461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34613" w14:paraId="22BC61CF" w14:textId="77777777" w:rsidTr="00923D7D">
        <w:tc>
          <w:tcPr>
            <w:tcW w:w="4962" w:type="dxa"/>
          </w:tcPr>
          <w:p w14:paraId="23DF96CF" w14:textId="77777777" w:rsidR="0085747A" w:rsidRPr="0043461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G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3461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3461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34613">
              <w:rPr>
                <w:rFonts w:ascii="Corbel" w:hAnsi="Corbel"/>
                <w:sz w:val="24"/>
                <w:szCs w:val="24"/>
              </w:rPr>
              <w:t> 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B9B3CB" w14:textId="6BBC043F" w:rsidR="00E15B45" w:rsidRPr="00434613" w:rsidRDefault="0074313C" w:rsidP="00E15B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  <w:r w:rsidR="00697567" w:rsidRPr="0043461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53A958B1" w14:textId="52D28199" w:rsidR="00697567" w:rsidRPr="00434613" w:rsidRDefault="00697567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434613" w14:paraId="111B46B1" w14:textId="77777777" w:rsidTr="00923D7D">
        <w:tc>
          <w:tcPr>
            <w:tcW w:w="4962" w:type="dxa"/>
          </w:tcPr>
          <w:p w14:paraId="3000FE11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36DB6FD7" w:rsidR="00C61DC5" w:rsidRPr="00434613" w:rsidRDefault="0074313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F7EDC">
              <w:rPr>
                <w:rFonts w:ascii="Corbel" w:hAnsi="Corbel"/>
                <w:sz w:val="24"/>
                <w:szCs w:val="24"/>
              </w:rPr>
              <w:t>5</w:t>
            </w:r>
            <w:r w:rsidR="00B6363E" w:rsidRPr="00434613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30</w:t>
            </w:r>
            <w:r w:rsidR="00B6363E" w:rsidRPr="00434613">
              <w:rPr>
                <w:rFonts w:ascii="Corbel" w:hAnsi="Corbel"/>
                <w:sz w:val="24"/>
                <w:szCs w:val="24"/>
              </w:rPr>
              <w:t xml:space="preserve"> godz. udział w konsultacjach)</w:t>
            </w:r>
          </w:p>
        </w:tc>
      </w:tr>
      <w:tr w:rsidR="00C61DC5" w:rsidRPr="00434613" w14:paraId="78305EFB" w14:textId="77777777" w:rsidTr="00923D7D">
        <w:tc>
          <w:tcPr>
            <w:tcW w:w="4962" w:type="dxa"/>
          </w:tcPr>
          <w:p w14:paraId="5E73B543" w14:textId="77777777" w:rsidR="0071620A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394602" w14:textId="044CBC77" w:rsidR="00C61DC5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2F7EDC">
              <w:rPr>
                <w:rFonts w:ascii="Corbel" w:hAnsi="Corbel"/>
                <w:sz w:val="24"/>
                <w:szCs w:val="24"/>
              </w:rPr>
              <w:t>10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9A47886" w14:textId="5E1FC4BC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2F7EDC">
              <w:rPr>
                <w:rFonts w:ascii="Corbel" w:hAnsi="Corbel"/>
                <w:sz w:val="24"/>
                <w:szCs w:val="24"/>
              </w:rPr>
              <w:t>5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15A618" w14:textId="4F3A6638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projektu – </w:t>
            </w:r>
            <w:r w:rsidR="00B96107">
              <w:rPr>
                <w:rFonts w:ascii="Corbel" w:hAnsi="Corbel"/>
                <w:sz w:val="24"/>
                <w:szCs w:val="24"/>
              </w:rPr>
              <w:t>5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7CA770" w14:textId="0C9C0940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pracy semestralnej – </w:t>
            </w:r>
            <w:r w:rsidR="002F7EDC">
              <w:rPr>
                <w:rFonts w:ascii="Corbel" w:hAnsi="Corbel"/>
                <w:sz w:val="24"/>
                <w:szCs w:val="24"/>
              </w:rPr>
              <w:t>5</w:t>
            </w:r>
            <w:r w:rsidR="00B961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434613" w14:paraId="266D166E" w14:textId="77777777" w:rsidTr="00923D7D">
        <w:tc>
          <w:tcPr>
            <w:tcW w:w="4962" w:type="dxa"/>
          </w:tcPr>
          <w:p w14:paraId="72B8C794" w14:textId="77777777" w:rsidR="0085747A" w:rsidRPr="004346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1CFD6F41" w:rsidR="0085747A" w:rsidRPr="00434613" w:rsidRDefault="00B6363E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34613" w14:paraId="127B55FE" w14:textId="77777777" w:rsidTr="00923D7D">
        <w:tc>
          <w:tcPr>
            <w:tcW w:w="4962" w:type="dxa"/>
          </w:tcPr>
          <w:p w14:paraId="420239A6" w14:textId="77777777" w:rsidR="0085747A" w:rsidRPr="004346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2CC6B97E" w:rsidR="0085747A" w:rsidRPr="00434613" w:rsidRDefault="00E15B4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EAFD7" w14:textId="77777777" w:rsidR="0085747A" w:rsidRPr="0043461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461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43461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43461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6. </w:t>
      </w:r>
      <w:r w:rsidR="0085747A" w:rsidRPr="00434613">
        <w:rPr>
          <w:rFonts w:ascii="Corbel" w:hAnsi="Corbel"/>
          <w:smallCaps w:val="0"/>
          <w:szCs w:val="24"/>
        </w:rPr>
        <w:t>PRAKTYKI ZAWO</w:t>
      </w:r>
      <w:r w:rsidR="009C1331" w:rsidRPr="00434613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34613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34613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43461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43461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7. </w:t>
      </w:r>
      <w:r w:rsidR="0085747A" w:rsidRPr="00434613">
        <w:rPr>
          <w:rFonts w:ascii="Corbel" w:hAnsi="Corbel"/>
          <w:smallCaps w:val="0"/>
          <w:szCs w:val="24"/>
        </w:rPr>
        <w:t>LITERATURA</w:t>
      </w:r>
      <w:r w:rsidRPr="00434613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43461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1D376D" w:rsidRPr="00434613" w14:paraId="362574E7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ACFD" w14:textId="77777777" w:rsidR="001D376D" w:rsidRPr="00434613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64B4C31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Kamińska-Radomska I.,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biznesu. Normy i formy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2011.</w:t>
            </w:r>
          </w:p>
          <w:p w14:paraId="3B1737A5" w14:textId="70FAB7E4" w:rsidR="00871292" w:rsidRPr="00434613" w:rsidRDefault="001D376D" w:rsidP="008712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Kozyra B., 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Komunikacja bez barier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MT Biznes, 2019 r.</w:t>
            </w:r>
          </w:p>
          <w:p w14:paraId="36E5E458" w14:textId="4E358EC6" w:rsidR="001D376D" w:rsidRPr="00434613" w:rsidRDefault="001D376D" w:rsidP="008712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Davis M., Fanning P., McKay M.,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porozumiewania się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Gdańskie Wydawnictwo Psychologiczne, 2019 r.</w:t>
            </w:r>
          </w:p>
          <w:p w14:paraId="2C75E5E7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 Marcjanik M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.: Słownik językowego savoir-vivre-u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Warszawskiego, 2014 r.</w:t>
            </w:r>
          </w:p>
          <w:p w14:paraId="420191E7" w14:textId="0925E4C9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Rzepka B.,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Efektywna komunikacja w zespole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Edgard, 2012 r.</w:t>
            </w:r>
          </w:p>
          <w:p w14:paraId="51473398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Modrzyńska J.: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dyplomatyczny, etykieta i zasady savoir-vivre’u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 Polska, Wrzesień 2014 r.</w:t>
            </w:r>
          </w:p>
          <w:p w14:paraId="33931E8B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Myśliwiec G.,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administracji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Infor Ekspert, 2010 r.</w:t>
            </w:r>
          </w:p>
          <w:p w14:paraId="2E07898C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Myśliwiec G., Jabłonowska L.,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  <w:p w14:paraId="72348B89" w14:textId="5DD0140B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9.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Sikorski W.,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Niewerbalna komunikacja interpersonalna. Doskonalenie przez trening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Difin, 2018 r.</w:t>
            </w:r>
          </w:p>
          <w:p w14:paraId="64D9F224" w14:textId="0326AEA1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10.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Silberman, Hansburg F.,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Inteligencja interpersonalna. Jak utrzymać mądre relacje z innymi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Studio EMKA, 2012 r.</w:t>
            </w:r>
          </w:p>
          <w:p w14:paraId="182B3429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11. Orłowski T., Szteliga A.: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menedżera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Sonia Draga, 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2012 r.</w:t>
            </w:r>
          </w:p>
          <w:p w14:paraId="4C7CBDA5" w14:textId="5F39F823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12.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R., Rosenfeld L., Proctor R.,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Rebis, 2018 r.</w:t>
            </w:r>
          </w:p>
          <w:p w14:paraId="33649E9B" w14:textId="2CC4314E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13.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Kozłowski W., 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Motywowanie pracowników w organizacji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Wyd.CeDeWu Sp. z o.o., 2017 r.</w:t>
            </w:r>
          </w:p>
        </w:tc>
      </w:tr>
      <w:tr w:rsidR="001D376D" w:rsidRPr="00434613" w14:paraId="045F58C8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9E87" w14:textId="77777777" w:rsidR="001D376D" w:rsidRPr="00434613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ACA6026" w14:textId="7601FB8B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Bonneau E.,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Perfekcyjne przyjęcie. Sztuka podejmowania gości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2014 r.</w:t>
            </w:r>
          </w:p>
          <w:p w14:paraId="451C05B9" w14:textId="45902915" w:rsidR="00AD2620" w:rsidRPr="00434613" w:rsidRDefault="00AD2620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Carnegie D., </w:t>
            </w:r>
            <w:r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komunikacji. W drodze do sukcesu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Sensus, 2018 r.</w:t>
            </w:r>
          </w:p>
          <w:p w14:paraId="00D76DE5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Kamińska-Radomska I.,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biznesu czyli międzynarodowy język kurtuazji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Studio Emka, 2004 r.</w:t>
            </w:r>
          </w:p>
          <w:p w14:paraId="639FA6BB" w14:textId="07AA2A52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Hamilton Ch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Skuteczna komunikacja w biznesie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PWN, 2011 r.</w:t>
            </w:r>
          </w:p>
          <w:p w14:paraId="7ECC4B24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Sakowicz A.,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Podręczny poradnik Savoir vivre na co dzień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Publicat, 2011 r.</w:t>
            </w:r>
          </w:p>
          <w:p w14:paraId="7E6BAF5E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Sawicka E.,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Savoir-vivre. Podręcznik dobrych manier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Szkolne PWN, 2009 r.</w:t>
            </w:r>
          </w:p>
          <w:p w14:paraId="4B11C92B" w14:textId="280F822F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7C3F447A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43461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3461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AFD1574" w14:textId="77777777" w:rsidR="006911D5" w:rsidRDefault="006911D5" w:rsidP="006911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E0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D7"/>
    <w:rsid w:val="000D04B0"/>
    <w:rsid w:val="000F1C57"/>
    <w:rsid w:val="000F5615"/>
    <w:rsid w:val="00124BFF"/>
    <w:rsid w:val="0012560E"/>
    <w:rsid w:val="001269A5"/>
    <w:rsid w:val="00127108"/>
    <w:rsid w:val="00134B13"/>
    <w:rsid w:val="00146502"/>
    <w:rsid w:val="00146BC0"/>
    <w:rsid w:val="00153C41"/>
    <w:rsid w:val="00154381"/>
    <w:rsid w:val="001640A7"/>
    <w:rsid w:val="00164FA7"/>
    <w:rsid w:val="00166A03"/>
    <w:rsid w:val="001718A7"/>
    <w:rsid w:val="001737CF"/>
    <w:rsid w:val="001738F6"/>
    <w:rsid w:val="00176083"/>
    <w:rsid w:val="001770C7"/>
    <w:rsid w:val="00192F37"/>
    <w:rsid w:val="001A70D2"/>
    <w:rsid w:val="001D37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DC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613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843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059D"/>
    <w:rsid w:val="00543ACC"/>
    <w:rsid w:val="0056696D"/>
    <w:rsid w:val="0059484D"/>
    <w:rsid w:val="005A0855"/>
    <w:rsid w:val="005A3196"/>
    <w:rsid w:val="005A774F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7FC9"/>
    <w:rsid w:val="00642F6E"/>
    <w:rsid w:val="00647FA8"/>
    <w:rsid w:val="00650C5F"/>
    <w:rsid w:val="0065380A"/>
    <w:rsid w:val="00654934"/>
    <w:rsid w:val="006620D9"/>
    <w:rsid w:val="00671958"/>
    <w:rsid w:val="00675843"/>
    <w:rsid w:val="006911D5"/>
    <w:rsid w:val="00696477"/>
    <w:rsid w:val="00697567"/>
    <w:rsid w:val="006B27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3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29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C32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B8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BDF"/>
    <w:rsid w:val="00A84C85"/>
    <w:rsid w:val="00A97DE1"/>
    <w:rsid w:val="00AB053C"/>
    <w:rsid w:val="00AD1146"/>
    <w:rsid w:val="00AD2620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63E"/>
    <w:rsid w:val="00B66529"/>
    <w:rsid w:val="00B75946"/>
    <w:rsid w:val="00B8056E"/>
    <w:rsid w:val="00B819C8"/>
    <w:rsid w:val="00B82308"/>
    <w:rsid w:val="00B90885"/>
    <w:rsid w:val="00B96107"/>
    <w:rsid w:val="00BB520A"/>
    <w:rsid w:val="00BC587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B45"/>
    <w:rsid w:val="00E21E7D"/>
    <w:rsid w:val="00E22FBC"/>
    <w:rsid w:val="00E24BF5"/>
    <w:rsid w:val="00E25338"/>
    <w:rsid w:val="00E43D94"/>
    <w:rsid w:val="00E51E44"/>
    <w:rsid w:val="00E63348"/>
    <w:rsid w:val="00E77E88"/>
    <w:rsid w:val="00E8107D"/>
    <w:rsid w:val="00E937F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219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1B2CC0-F084-4101-A090-2DB71C574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31320-BA7B-4FCF-90BB-99F3BDF384E3}"/>
</file>

<file path=customXml/itemProps3.xml><?xml version="1.0" encoding="utf-8"?>
<ds:datastoreItem xmlns:ds="http://schemas.openxmlformats.org/officeDocument/2006/customXml" ds:itemID="{AB4F8AE7-17C6-4278-9808-C12AF4450902}"/>
</file>

<file path=customXml/itemProps4.xml><?xml version="1.0" encoding="utf-8"?>
<ds:datastoreItem xmlns:ds="http://schemas.openxmlformats.org/officeDocument/2006/customXml" ds:itemID="{6274E947-212B-4C81-806F-BAFC6C0C562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6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14</cp:revision>
  <cp:lastPrinted>2019-02-06T12:12:00Z</cp:lastPrinted>
  <dcterms:created xsi:type="dcterms:W3CDTF">2020-01-06T11:39:00Z</dcterms:created>
  <dcterms:modified xsi:type="dcterms:W3CDTF">2020-05-26T11:37:00Z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