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9003E" w14:textId="77777777" w:rsidR="006E5D65" w:rsidRPr="0043461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3461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34613">
        <w:rPr>
          <w:rFonts w:ascii="Corbel" w:hAnsi="Corbel"/>
          <w:b/>
          <w:bCs/>
          <w:sz w:val="24"/>
          <w:szCs w:val="24"/>
        </w:rPr>
        <w:tab/>
      </w:r>
      <w:r w:rsidR="00CD6897" w:rsidRPr="00434613">
        <w:rPr>
          <w:rFonts w:ascii="Corbel" w:hAnsi="Corbel"/>
          <w:b/>
          <w:bCs/>
          <w:sz w:val="24"/>
          <w:szCs w:val="24"/>
        </w:rPr>
        <w:tab/>
      </w:r>
      <w:r w:rsidR="00CD6897" w:rsidRPr="00434613">
        <w:rPr>
          <w:rFonts w:ascii="Corbel" w:hAnsi="Corbel"/>
          <w:b/>
          <w:bCs/>
          <w:sz w:val="24"/>
          <w:szCs w:val="24"/>
        </w:rPr>
        <w:tab/>
      </w:r>
      <w:r w:rsidR="00CD6897" w:rsidRPr="00434613">
        <w:rPr>
          <w:rFonts w:ascii="Corbel" w:hAnsi="Corbel"/>
          <w:b/>
          <w:bCs/>
          <w:sz w:val="24"/>
          <w:szCs w:val="24"/>
        </w:rPr>
        <w:tab/>
      </w:r>
      <w:r w:rsidR="00CD6897" w:rsidRPr="00434613">
        <w:rPr>
          <w:rFonts w:ascii="Corbel" w:hAnsi="Corbel"/>
          <w:b/>
          <w:bCs/>
          <w:sz w:val="24"/>
          <w:szCs w:val="24"/>
        </w:rPr>
        <w:tab/>
      </w:r>
      <w:r w:rsidR="00CD6897" w:rsidRPr="00434613">
        <w:rPr>
          <w:rFonts w:ascii="Corbel" w:hAnsi="Corbel"/>
          <w:b/>
          <w:bCs/>
          <w:sz w:val="24"/>
          <w:szCs w:val="24"/>
        </w:rPr>
        <w:tab/>
      </w:r>
      <w:r w:rsidR="00D8678B" w:rsidRPr="0043461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34613">
        <w:rPr>
          <w:rFonts w:ascii="Corbel" w:hAnsi="Corbel"/>
          <w:bCs/>
          <w:i/>
          <w:sz w:val="24"/>
          <w:szCs w:val="24"/>
        </w:rPr>
        <w:t>1.5</w:t>
      </w:r>
      <w:r w:rsidR="00D8678B" w:rsidRPr="0043461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3461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3461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34613">
        <w:rPr>
          <w:rFonts w:ascii="Corbel" w:hAnsi="Corbel"/>
          <w:bCs/>
          <w:i/>
          <w:sz w:val="24"/>
          <w:szCs w:val="24"/>
        </w:rPr>
        <w:t>12/2019</w:t>
      </w:r>
    </w:p>
    <w:p w14:paraId="0FE79CF1" w14:textId="77777777" w:rsidR="001738F6" w:rsidRPr="00434613" w:rsidRDefault="001738F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5EB0220" w14:textId="7A2C4889" w:rsidR="0085747A" w:rsidRPr="0043461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34613">
        <w:rPr>
          <w:rFonts w:ascii="Corbel" w:hAnsi="Corbel"/>
          <w:b/>
          <w:smallCaps/>
          <w:sz w:val="24"/>
          <w:szCs w:val="24"/>
        </w:rPr>
        <w:t>SYLABUS</w:t>
      </w:r>
    </w:p>
    <w:p w14:paraId="23BD3090" w14:textId="4823A246" w:rsidR="0085747A" w:rsidRPr="0043461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3461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34613">
        <w:rPr>
          <w:rFonts w:ascii="Corbel" w:hAnsi="Corbel"/>
          <w:b/>
          <w:smallCaps/>
          <w:sz w:val="24"/>
          <w:szCs w:val="24"/>
        </w:rPr>
        <w:t xml:space="preserve"> </w:t>
      </w:r>
      <w:r w:rsidR="0065380A" w:rsidRPr="00434613">
        <w:rPr>
          <w:rFonts w:ascii="Corbel" w:hAnsi="Corbel"/>
          <w:i/>
          <w:smallCaps/>
          <w:sz w:val="24"/>
          <w:szCs w:val="24"/>
        </w:rPr>
        <w:t>20</w:t>
      </w:r>
      <w:r w:rsidR="00E43D94">
        <w:rPr>
          <w:rFonts w:ascii="Corbel" w:hAnsi="Corbel"/>
          <w:i/>
          <w:smallCaps/>
          <w:sz w:val="24"/>
          <w:szCs w:val="24"/>
        </w:rPr>
        <w:t>20</w:t>
      </w:r>
      <w:r w:rsidR="006B2722" w:rsidRPr="00434613">
        <w:rPr>
          <w:rFonts w:ascii="Corbel" w:hAnsi="Corbel"/>
          <w:i/>
          <w:smallCaps/>
          <w:sz w:val="24"/>
          <w:szCs w:val="24"/>
        </w:rPr>
        <w:t>/202</w:t>
      </w:r>
      <w:r w:rsidR="00E43D94">
        <w:rPr>
          <w:rFonts w:ascii="Corbel" w:hAnsi="Corbel"/>
          <w:i/>
          <w:smallCaps/>
          <w:sz w:val="24"/>
          <w:szCs w:val="24"/>
        </w:rPr>
        <w:t>1</w:t>
      </w:r>
      <w:r w:rsidR="0065380A" w:rsidRPr="00434613">
        <w:rPr>
          <w:rFonts w:ascii="Corbel" w:hAnsi="Corbel"/>
          <w:i/>
          <w:smallCaps/>
          <w:sz w:val="24"/>
          <w:szCs w:val="24"/>
        </w:rPr>
        <w:t>-</w:t>
      </w:r>
      <w:r w:rsidR="006B2722" w:rsidRPr="00434613">
        <w:rPr>
          <w:rFonts w:ascii="Corbel" w:hAnsi="Corbel"/>
          <w:i/>
          <w:smallCaps/>
          <w:sz w:val="24"/>
          <w:szCs w:val="24"/>
        </w:rPr>
        <w:t>202</w:t>
      </w:r>
      <w:r w:rsidR="00E43D94">
        <w:rPr>
          <w:rFonts w:ascii="Corbel" w:hAnsi="Corbel"/>
          <w:i/>
          <w:smallCaps/>
          <w:sz w:val="24"/>
          <w:szCs w:val="24"/>
        </w:rPr>
        <w:t>1</w:t>
      </w:r>
      <w:r w:rsidR="006B2722" w:rsidRPr="00434613">
        <w:rPr>
          <w:rFonts w:ascii="Corbel" w:hAnsi="Corbel"/>
          <w:i/>
          <w:smallCaps/>
          <w:sz w:val="24"/>
          <w:szCs w:val="24"/>
        </w:rPr>
        <w:t>/</w:t>
      </w:r>
      <w:r w:rsidR="0065380A" w:rsidRPr="00434613">
        <w:rPr>
          <w:rFonts w:ascii="Corbel" w:hAnsi="Corbel"/>
          <w:i/>
          <w:smallCaps/>
          <w:sz w:val="24"/>
          <w:szCs w:val="24"/>
        </w:rPr>
        <w:t>202</w:t>
      </w:r>
      <w:r w:rsidR="00E43D94">
        <w:rPr>
          <w:rFonts w:ascii="Corbel" w:hAnsi="Corbel"/>
          <w:i/>
          <w:smallCaps/>
          <w:sz w:val="24"/>
          <w:szCs w:val="24"/>
        </w:rPr>
        <w:t>2</w:t>
      </w:r>
    </w:p>
    <w:p w14:paraId="2BFCBADD" w14:textId="77777777" w:rsidR="0085747A" w:rsidRPr="0043461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34613">
        <w:rPr>
          <w:rFonts w:ascii="Corbel" w:hAnsi="Corbel"/>
          <w:i/>
          <w:sz w:val="24"/>
          <w:szCs w:val="24"/>
        </w:rPr>
        <w:t>(skrajne daty</w:t>
      </w:r>
      <w:r w:rsidR="0085747A" w:rsidRPr="00434613">
        <w:rPr>
          <w:rFonts w:ascii="Corbel" w:hAnsi="Corbel"/>
          <w:sz w:val="24"/>
          <w:szCs w:val="24"/>
        </w:rPr>
        <w:t>)</w:t>
      </w:r>
    </w:p>
    <w:p w14:paraId="19996CC1" w14:textId="79DA60C2" w:rsidR="00445970" w:rsidRPr="0043461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sz w:val="24"/>
          <w:szCs w:val="24"/>
        </w:rPr>
        <w:tab/>
      </w:r>
      <w:r w:rsidRPr="00434613">
        <w:rPr>
          <w:rFonts w:ascii="Corbel" w:hAnsi="Corbel"/>
          <w:sz w:val="24"/>
          <w:szCs w:val="24"/>
        </w:rPr>
        <w:tab/>
      </w:r>
      <w:r w:rsidRPr="00434613">
        <w:rPr>
          <w:rFonts w:ascii="Corbel" w:hAnsi="Corbel"/>
          <w:sz w:val="24"/>
          <w:szCs w:val="24"/>
        </w:rPr>
        <w:tab/>
      </w:r>
      <w:r w:rsidRPr="00434613">
        <w:rPr>
          <w:rFonts w:ascii="Corbel" w:hAnsi="Corbel"/>
          <w:sz w:val="24"/>
          <w:szCs w:val="24"/>
        </w:rPr>
        <w:tab/>
        <w:t xml:space="preserve">Rok akademicki   </w:t>
      </w:r>
      <w:r w:rsidR="0065380A" w:rsidRPr="00434613">
        <w:rPr>
          <w:rFonts w:ascii="Corbel" w:hAnsi="Corbel"/>
          <w:sz w:val="24"/>
          <w:szCs w:val="24"/>
        </w:rPr>
        <w:t>20</w:t>
      </w:r>
      <w:r w:rsidR="00E43D94">
        <w:rPr>
          <w:rFonts w:ascii="Corbel" w:hAnsi="Corbel"/>
          <w:sz w:val="24"/>
          <w:szCs w:val="24"/>
        </w:rPr>
        <w:t>20</w:t>
      </w:r>
      <w:r w:rsidR="0065380A" w:rsidRPr="00434613">
        <w:rPr>
          <w:rFonts w:ascii="Corbel" w:hAnsi="Corbel"/>
          <w:sz w:val="24"/>
          <w:szCs w:val="24"/>
        </w:rPr>
        <w:t>/202</w:t>
      </w:r>
      <w:r w:rsidR="00E43D94">
        <w:rPr>
          <w:rFonts w:ascii="Corbel" w:hAnsi="Corbel"/>
          <w:sz w:val="24"/>
          <w:szCs w:val="24"/>
        </w:rPr>
        <w:t>1</w:t>
      </w:r>
    </w:p>
    <w:p w14:paraId="2DEDF1FE" w14:textId="77777777" w:rsidR="0085747A" w:rsidRPr="0043461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697ADD" w14:textId="77777777" w:rsidR="0085747A" w:rsidRPr="0043461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34613">
        <w:rPr>
          <w:rFonts w:ascii="Corbel" w:hAnsi="Corbel"/>
          <w:szCs w:val="24"/>
        </w:rPr>
        <w:t xml:space="preserve">1. </w:t>
      </w:r>
      <w:r w:rsidR="0085747A" w:rsidRPr="00434613">
        <w:rPr>
          <w:rFonts w:ascii="Corbel" w:hAnsi="Corbel"/>
          <w:szCs w:val="24"/>
        </w:rPr>
        <w:t xml:space="preserve">Podstawowe </w:t>
      </w:r>
      <w:r w:rsidR="00445970" w:rsidRPr="0043461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4613" w14:paraId="7719E14D" w14:textId="77777777" w:rsidTr="00B819C8">
        <w:tc>
          <w:tcPr>
            <w:tcW w:w="2694" w:type="dxa"/>
            <w:vAlign w:val="center"/>
          </w:tcPr>
          <w:p w14:paraId="159B1EBE" w14:textId="77777777" w:rsidR="0085747A" w:rsidRPr="0043461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F72A2C" w14:textId="52DD7A60" w:rsidR="0085747A" w:rsidRPr="00434613" w:rsidRDefault="005405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Komunikacja </w:t>
            </w:r>
            <w:r w:rsidR="001269A5">
              <w:rPr>
                <w:rFonts w:ascii="Corbel" w:hAnsi="Corbel"/>
                <w:b w:val="0"/>
                <w:sz w:val="24"/>
                <w:szCs w:val="24"/>
              </w:rPr>
              <w:t>społeczna</w:t>
            </w:r>
          </w:p>
        </w:tc>
      </w:tr>
      <w:tr w:rsidR="0085747A" w:rsidRPr="00434613" w14:paraId="07957575" w14:textId="77777777" w:rsidTr="00B819C8">
        <w:tc>
          <w:tcPr>
            <w:tcW w:w="2694" w:type="dxa"/>
            <w:vAlign w:val="center"/>
          </w:tcPr>
          <w:p w14:paraId="36E548F9" w14:textId="77777777" w:rsidR="0085747A" w:rsidRPr="0043461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461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D57FE" w14:textId="77777777" w:rsidR="0085747A" w:rsidRPr="0043461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34613" w14:paraId="2DB102CA" w14:textId="77777777" w:rsidTr="00B819C8">
        <w:tc>
          <w:tcPr>
            <w:tcW w:w="2694" w:type="dxa"/>
            <w:vAlign w:val="center"/>
          </w:tcPr>
          <w:p w14:paraId="0BC7B63D" w14:textId="47ACF2B6" w:rsidR="0085747A" w:rsidRPr="00434613" w:rsidRDefault="006538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N</w:t>
            </w:r>
            <w:r w:rsidR="0085747A" w:rsidRPr="0043461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461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A70680" w14:textId="6AE83D4E" w:rsidR="0085747A" w:rsidRPr="00434613" w:rsidRDefault="001738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434613" w14:paraId="2DB4B7DF" w14:textId="77777777" w:rsidTr="00B819C8">
        <w:tc>
          <w:tcPr>
            <w:tcW w:w="2694" w:type="dxa"/>
            <w:vAlign w:val="center"/>
          </w:tcPr>
          <w:p w14:paraId="7AC4D240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2DD67" w14:textId="52D41AB1" w:rsidR="0085747A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434613" w14:paraId="57495691" w14:textId="77777777" w:rsidTr="00B819C8">
        <w:tc>
          <w:tcPr>
            <w:tcW w:w="2694" w:type="dxa"/>
            <w:vAlign w:val="center"/>
          </w:tcPr>
          <w:p w14:paraId="08FEBECE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EAA1AE" w14:textId="17B1C8E7" w:rsidR="0085747A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Turystyka i Rekreacja</w:t>
            </w:r>
          </w:p>
        </w:tc>
      </w:tr>
      <w:tr w:rsidR="0085747A" w:rsidRPr="00434613" w14:paraId="10AC0123" w14:textId="77777777" w:rsidTr="00B819C8">
        <w:tc>
          <w:tcPr>
            <w:tcW w:w="2694" w:type="dxa"/>
            <w:vAlign w:val="center"/>
          </w:tcPr>
          <w:p w14:paraId="338AE805" w14:textId="77777777" w:rsidR="0085747A" w:rsidRPr="0043461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F3DE81" w14:textId="0D185988" w:rsidR="0085747A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945C32" w:rsidRPr="00434613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434613" w14:paraId="4BD6CB5B" w14:textId="77777777" w:rsidTr="00B819C8">
        <w:tc>
          <w:tcPr>
            <w:tcW w:w="2694" w:type="dxa"/>
            <w:vAlign w:val="center"/>
          </w:tcPr>
          <w:p w14:paraId="31B46260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2EBB5D" w14:textId="00C4A83E" w:rsidR="0085747A" w:rsidRPr="00434613" w:rsidRDefault="006B27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34613" w14:paraId="6448934E" w14:textId="77777777" w:rsidTr="00B819C8">
        <w:tc>
          <w:tcPr>
            <w:tcW w:w="2694" w:type="dxa"/>
            <w:vAlign w:val="center"/>
          </w:tcPr>
          <w:p w14:paraId="0A44438B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DFEB08" w14:textId="6AA7BED1" w:rsidR="0085747A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34613" w14:paraId="5DDD6348" w14:textId="77777777" w:rsidTr="00B819C8">
        <w:tc>
          <w:tcPr>
            <w:tcW w:w="2694" w:type="dxa"/>
            <w:vAlign w:val="center"/>
          </w:tcPr>
          <w:p w14:paraId="4F480BD9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4613">
              <w:rPr>
                <w:rFonts w:ascii="Corbel" w:hAnsi="Corbel"/>
                <w:sz w:val="24"/>
                <w:szCs w:val="24"/>
              </w:rPr>
              <w:t>/y</w:t>
            </w:r>
            <w:r w:rsidRPr="0043461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FB6EFB" w14:textId="61A78053" w:rsidR="0085747A" w:rsidRPr="00434613" w:rsidRDefault="006B27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65380A" w:rsidRPr="00434613">
              <w:rPr>
                <w:rFonts w:ascii="Corbel" w:hAnsi="Corbel"/>
                <w:b w:val="0"/>
                <w:sz w:val="24"/>
                <w:szCs w:val="24"/>
              </w:rPr>
              <w:t xml:space="preserve"> rok, sem. </w:t>
            </w:r>
            <w:r w:rsidRPr="00434613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434613" w14:paraId="1FDE525C" w14:textId="77777777" w:rsidTr="00B819C8">
        <w:tc>
          <w:tcPr>
            <w:tcW w:w="2694" w:type="dxa"/>
            <w:vAlign w:val="center"/>
          </w:tcPr>
          <w:p w14:paraId="1136A1AB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4CECC" w14:textId="3826F6B0" w:rsidR="0085747A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Przedmioty dodatkowe do wyboru</w:t>
            </w:r>
          </w:p>
        </w:tc>
      </w:tr>
      <w:tr w:rsidR="00923D7D" w:rsidRPr="00434613" w14:paraId="0728CD8A" w14:textId="77777777" w:rsidTr="00B819C8">
        <w:tc>
          <w:tcPr>
            <w:tcW w:w="2694" w:type="dxa"/>
            <w:vAlign w:val="center"/>
          </w:tcPr>
          <w:p w14:paraId="2F0A5CC7" w14:textId="77777777" w:rsidR="00923D7D" w:rsidRPr="0043461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961177" w14:textId="739E12C0" w:rsidR="00923D7D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4613" w14:paraId="20E8D09E" w14:textId="77777777" w:rsidTr="00B819C8">
        <w:tc>
          <w:tcPr>
            <w:tcW w:w="2694" w:type="dxa"/>
            <w:vAlign w:val="center"/>
          </w:tcPr>
          <w:p w14:paraId="4361C94D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6238" w14:textId="267DEC4B" w:rsidR="0085747A" w:rsidRPr="00434613" w:rsidRDefault="0065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</w:tc>
      </w:tr>
      <w:tr w:rsidR="0085747A" w:rsidRPr="00434613" w14:paraId="793F8809" w14:textId="77777777" w:rsidTr="00B819C8">
        <w:tc>
          <w:tcPr>
            <w:tcW w:w="2694" w:type="dxa"/>
            <w:vAlign w:val="center"/>
          </w:tcPr>
          <w:p w14:paraId="1E9801CF" w14:textId="77777777" w:rsidR="0085747A" w:rsidRPr="0043461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CCA7DF" w14:textId="77777777" w:rsidR="0085747A" w:rsidRPr="00434613" w:rsidRDefault="006B2722" w:rsidP="006B272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wykład: </w:t>
            </w:r>
            <w:r w:rsidR="0065380A" w:rsidRPr="00434613">
              <w:rPr>
                <w:rFonts w:ascii="Corbel" w:hAnsi="Corbel"/>
                <w:b w:val="0"/>
                <w:sz w:val="24"/>
                <w:szCs w:val="24"/>
              </w:rPr>
              <w:t>dr Agata Rzeszutko-Bełzowska</w:t>
            </w:r>
          </w:p>
          <w:p w14:paraId="488A35D2" w14:textId="5B7A1376" w:rsidR="006B2722" w:rsidRPr="00434613" w:rsidRDefault="006B2722" w:rsidP="006B272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ćwiczenia: dr Agata Rzeszutko-Bełzowska</w:t>
            </w:r>
          </w:p>
        </w:tc>
      </w:tr>
    </w:tbl>
    <w:p w14:paraId="1552BDCE" w14:textId="77777777" w:rsidR="0085747A" w:rsidRPr="0043461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sz w:val="24"/>
          <w:szCs w:val="24"/>
        </w:rPr>
        <w:t xml:space="preserve">* </w:t>
      </w:r>
      <w:r w:rsidRPr="00434613">
        <w:rPr>
          <w:rFonts w:ascii="Corbel" w:hAnsi="Corbel"/>
          <w:i/>
          <w:sz w:val="24"/>
          <w:szCs w:val="24"/>
        </w:rPr>
        <w:t>-</w:t>
      </w:r>
      <w:r w:rsidR="00B90885" w:rsidRPr="0043461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4613">
        <w:rPr>
          <w:rFonts w:ascii="Corbel" w:hAnsi="Corbel"/>
          <w:b w:val="0"/>
          <w:sz w:val="24"/>
          <w:szCs w:val="24"/>
        </w:rPr>
        <w:t>e,</w:t>
      </w:r>
      <w:r w:rsidRPr="00434613">
        <w:rPr>
          <w:rFonts w:ascii="Corbel" w:hAnsi="Corbel"/>
          <w:i/>
          <w:sz w:val="24"/>
          <w:szCs w:val="24"/>
        </w:rPr>
        <w:t xml:space="preserve"> </w:t>
      </w:r>
      <w:r w:rsidRPr="0043461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4613">
        <w:rPr>
          <w:rFonts w:ascii="Corbel" w:hAnsi="Corbel"/>
          <w:b w:val="0"/>
          <w:i/>
          <w:sz w:val="24"/>
          <w:szCs w:val="24"/>
        </w:rPr>
        <w:t>w Jednostce</w:t>
      </w:r>
    </w:p>
    <w:p w14:paraId="2248371E" w14:textId="77777777" w:rsidR="00923D7D" w:rsidRPr="0043461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7744FA" w14:textId="77777777" w:rsidR="0085747A" w:rsidRPr="0043461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sz w:val="24"/>
          <w:szCs w:val="24"/>
        </w:rPr>
        <w:t>1.</w:t>
      </w:r>
      <w:r w:rsidR="00E22FBC" w:rsidRPr="00434613">
        <w:rPr>
          <w:rFonts w:ascii="Corbel" w:hAnsi="Corbel"/>
          <w:sz w:val="24"/>
          <w:szCs w:val="24"/>
        </w:rPr>
        <w:t>1</w:t>
      </w:r>
      <w:r w:rsidRPr="0043461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9E04CF" w14:textId="77777777" w:rsidR="00923D7D" w:rsidRPr="0043461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4613" w14:paraId="72800B9A" w14:textId="77777777" w:rsidTr="006538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8CE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Semestr</w:t>
            </w:r>
          </w:p>
          <w:p w14:paraId="4BFACE59" w14:textId="77777777" w:rsidR="00015B8F" w:rsidRPr="0043461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(</w:t>
            </w:r>
            <w:r w:rsidR="00363F78" w:rsidRPr="0043461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FB4E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CA68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E75B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CED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7A02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1F9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2FBB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DD57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61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4C97" w14:textId="77777777" w:rsidR="00015B8F" w:rsidRPr="0043461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4613">
              <w:rPr>
                <w:rFonts w:ascii="Corbel" w:hAnsi="Corbel"/>
                <w:b/>
                <w:szCs w:val="24"/>
              </w:rPr>
              <w:t>Liczba pkt</w:t>
            </w:r>
            <w:r w:rsidR="00B90885" w:rsidRPr="00434613">
              <w:rPr>
                <w:rFonts w:ascii="Corbel" w:hAnsi="Corbel"/>
                <w:b/>
                <w:szCs w:val="24"/>
              </w:rPr>
              <w:t>.</w:t>
            </w:r>
            <w:r w:rsidRPr="0043461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4613" w14:paraId="6DC520EB" w14:textId="77777777" w:rsidTr="006538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0F7A" w14:textId="2B9EBEDF" w:rsidR="00015B8F" w:rsidRPr="00434613" w:rsidRDefault="00945C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90F6" w14:textId="0CDAE06C" w:rsidR="00015B8F" w:rsidRPr="00434613" w:rsidRDefault="00945C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ECF" w14:textId="360335F3" w:rsidR="00015B8F" w:rsidRPr="00434613" w:rsidRDefault="00945C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C557" w14:textId="77777777" w:rsidR="00015B8F" w:rsidRPr="0043461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1CA" w14:textId="77777777" w:rsidR="00015B8F" w:rsidRPr="0043461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4B4A" w14:textId="77777777" w:rsidR="00015B8F" w:rsidRPr="0043461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259B" w14:textId="77777777" w:rsidR="00015B8F" w:rsidRPr="0043461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F56" w14:textId="77777777" w:rsidR="00015B8F" w:rsidRPr="0043461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2E4" w14:textId="77777777" w:rsidR="00015B8F" w:rsidRPr="0043461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66D8" w14:textId="5E860F26" w:rsidR="00015B8F" w:rsidRPr="00434613" w:rsidRDefault="000B7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21F599" w14:textId="77777777" w:rsidR="00923D7D" w:rsidRPr="0043461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D7CD4B" w14:textId="77777777" w:rsidR="00923D7D" w:rsidRPr="0043461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EB8080" w14:textId="77777777" w:rsidR="0085747A" w:rsidRPr="0043461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>1.</w:t>
      </w:r>
      <w:r w:rsidR="00E22FBC" w:rsidRPr="00434613">
        <w:rPr>
          <w:rFonts w:ascii="Corbel" w:hAnsi="Corbel"/>
          <w:smallCaps w:val="0"/>
          <w:szCs w:val="24"/>
        </w:rPr>
        <w:t>2</w:t>
      </w:r>
      <w:r w:rsidR="00F83B28" w:rsidRPr="00434613">
        <w:rPr>
          <w:rFonts w:ascii="Corbel" w:hAnsi="Corbel"/>
          <w:smallCaps w:val="0"/>
          <w:szCs w:val="24"/>
        </w:rPr>
        <w:t>.</w:t>
      </w:r>
      <w:r w:rsidR="00F83B28" w:rsidRPr="00434613">
        <w:rPr>
          <w:rFonts w:ascii="Corbel" w:hAnsi="Corbel"/>
          <w:smallCaps w:val="0"/>
          <w:szCs w:val="24"/>
        </w:rPr>
        <w:tab/>
      </w:r>
      <w:r w:rsidRPr="00434613">
        <w:rPr>
          <w:rFonts w:ascii="Corbel" w:hAnsi="Corbel"/>
          <w:smallCaps w:val="0"/>
          <w:szCs w:val="24"/>
        </w:rPr>
        <w:t xml:space="preserve">Sposób realizacji zajęć  </w:t>
      </w:r>
    </w:p>
    <w:p w14:paraId="00AD8891" w14:textId="25C24499" w:rsidR="0085747A" w:rsidRPr="00434613" w:rsidRDefault="006538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4613">
        <w:rPr>
          <w:rFonts w:ascii="Segoe UI Emoji" w:eastAsia="MS Gothic" w:hAnsi="Segoe UI Emoji" w:cs="Segoe UI Emoji"/>
          <w:b w:val="0"/>
          <w:szCs w:val="24"/>
        </w:rPr>
        <w:t>☑</w:t>
      </w:r>
      <w:r w:rsidR="0085747A" w:rsidRPr="0043461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5CE2E4" w14:textId="77777777" w:rsidR="0085747A" w:rsidRPr="0043461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4613">
        <w:rPr>
          <w:rFonts w:ascii="Segoe UI Symbol" w:eastAsia="MS Gothic" w:hAnsi="Segoe UI Symbol" w:cs="Segoe UI Symbol"/>
          <w:b w:val="0"/>
          <w:szCs w:val="24"/>
        </w:rPr>
        <w:t>☐</w:t>
      </w:r>
      <w:r w:rsidRPr="0043461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11DB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AED968" w14:textId="77777777" w:rsidR="00E22FBC" w:rsidRPr="0043461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 xml:space="preserve">1.3 </w:t>
      </w:r>
      <w:r w:rsidR="00F83B28" w:rsidRPr="00434613">
        <w:rPr>
          <w:rFonts w:ascii="Corbel" w:hAnsi="Corbel"/>
          <w:smallCaps w:val="0"/>
          <w:szCs w:val="24"/>
        </w:rPr>
        <w:tab/>
      </w:r>
      <w:r w:rsidRPr="00434613">
        <w:rPr>
          <w:rFonts w:ascii="Corbel" w:hAnsi="Corbel"/>
          <w:smallCaps w:val="0"/>
          <w:szCs w:val="24"/>
        </w:rPr>
        <w:t>For</w:t>
      </w:r>
      <w:r w:rsidR="00445970" w:rsidRPr="00434613">
        <w:rPr>
          <w:rFonts w:ascii="Corbel" w:hAnsi="Corbel"/>
          <w:smallCaps w:val="0"/>
          <w:szCs w:val="24"/>
        </w:rPr>
        <w:t xml:space="preserve">ma zaliczenia przedmiotu </w:t>
      </w:r>
      <w:r w:rsidRPr="00434613">
        <w:rPr>
          <w:rFonts w:ascii="Corbel" w:hAnsi="Corbel"/>
          <w:smallCaps w:val="0"/>
          <w:szCs w:val="24"/>
        </w:rPr>
        <w:t xml:space="preserve"> (z toku) </w:t>
      </w:r>
      <w:r w:rsidRPr="0043461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60FA" w14:textId="56CFA791" w:rsidR="009C54AE" w:rsidRPr="0043461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5C5ADC" w14:textId="07C91557" w:rsidR="006911D5" w:rsidRPr="00434613" w:rsidRDefault="006911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34613">
        <w:rPr>
          <w:rFonts w:ascii="Corbel" w:hAnsi="Corbel"/>
          <w:b w:val="0"/>
          <w:smallCaps w:val="0"/>
          <w:szCs w:val="24"/>
        </w:rPr>
        <w:t>Ćwiczenia - zaliczenie z oceną</w:t>
      </w:r>
    </w:p>
    <w:p w14:paraId="154314D8" w14:textId="77777777" w:rsidR="00434613" w:rsidRDefault="006911D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613">
        <w:rPr>
          <w:rFonts w:ascii="Corbel" w:hAnsi="Corbel"/>
          <w:b w:val="0"/>
          <w:smallCaps w:val="0"/>
          <w:szCs w:val="24"/>
        </w:rPr>
        <w:t>Wykład - zaliczenie bez oceny</w:t>
      </w:r>
    </w:p>
    <w:p w14:paraId="4E1A9B5F" w14:textId="77777777" w:rsidR="00434613" w:rsidRDefault="004346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05873" w14:textId="4983532C" w:rsidR="00E960BB" w:rsidRPr="00434613" w:rsidRDefault="006538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34613">
        <w:rPr>
          <w:rFonts w:ascii="Corbel" w:hAnsi="Corbel"/>
          <w:b w:val="0"/>
          <w:szCs w:val="24"/>
        </w:rPr>
        <w:br/>
      </w:r>
    </w:p>
    <w:p w14:paraId="103DF08C" w14:textId="77777777" w:rsidR="00E960BB" w:rsidRPr="0043461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4613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4613" w14:paraId="43976103" w14:textId="77777777" w:rsidTr="00745302">
        <w:tc>
          <w:tcPr>
            <w:tcW w:w="9670" w:type="dxa"/>
          </w:tcPr>
          <w:p w14:paraId="02C4665B" w14:textId="479AC67B" w:rsidR="0085747A" w:rsidRPr="00434613" w:rsidRDefault="005A774F" w:rsidP="00945C3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przedmiotów Polityka turystyczna i Marketing Usług Turystycznych realizowanych na 1 roku studiów uzupełniających magisterskich. </w:t>
            </w:r>
          </w:p>
        </w:tc>
      </w:tr>
    </w:tbl>
    <w:p w14:paraId="21719386" w14:textId="77777777" w:rsidR="00153C41" w:rsidRPr="0043461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3CBE55" w14:textId="77777777" w:rsidR="00642F6E" w:rsidRPr="00434613" w:rsidRDefault="00642F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54796" w14:textId="5505D803" w:rsidR="0085747A" w:rsidRPr="0043461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4613">
        <w:rPr>
          <w:rFonts w:ascii="Corbel" w:hAnsi="Corbel"/>
          <w:szCs w:val="24"/>
        </w:rPr>
        <w:t>3.</w:t>
      </w:r>
      <w:r w:rsidR="0085747A" w:rsidRPr="00434613">
        <w:rPr>
          <w:rFonts w:ascii="Corbel" w:hAnsi="Corbel"/>
          <w:szCs w:val="24"/>
        </w:rPr>
        <w:t xml:space="preserve"> </w:t>
      </w:r>
      <w:r w:rsidR="00A84C85" w:rsidRPr="00434613">
        <w:rPr>
          <w:rFonts w:ascii="Corbel" w:hAnsi="Corbel"/>
          <w:szCs w:val="24"/>
        </w:rPr>
        <w:t>cele, efekty uczenia się</w:t>
      </w:r>
      <w:r w:rsidR="0085747A" w:rsidRPr="00434613">
        <w:rPr>
          <w:rFonts w:ascii="Corbel" w:hAnsi="Corbel"/>
          <w:szCs w:val="24"/>
        </w:rPr>
        <w:t xml:space="preserve"> , treści Programowe i stosowane metody Dydaktyczne</w:t>
      </w:r>
    </w:p>
    <w:p w14:paraId="2007F90C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E9F3A2" w14:textId="77777777" w:rsidR="0085747A" w:rsidRPr="0043461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sz w:val="24"/>
          <w:szCs w:val="24"/>
        </w:rPr>
        <w:t xml:space="preserve">3.1 </w:t>
      </w:r>
      <w:r w:rsidR="00C05F44" w:rsidRPr="00434613">
        <w:rPr>
          <w:rFonts w:ascii="Corbel" w:hAnsi="Corbel"/>
          <w:sz w:val="24"/>
          <w:szCs w:val="24"/>
        </w:rPr>
        <w:t>Cele przedmiotu</w:t>
      </w:r>
    </w:p>
    <w:p w14:paraId="6634897B" w14:textId="77777777" w:rsidR="00F83B28" w:rsidRPr="0043461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945C32" w:rsidRPr="00434613" w14:paraId="331A908C" w14:textId="77777777" w:rsidTr="00CC16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98970" w14:textId="77777777" w:rsidR="00945C32" w:rsidRPr="00434613" w:rsidRDefault="00945C32" w:rsidP="00CC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A5923" w14:textId="10220C00" w:rsidR="00945C32" w:rsidRPr="00434613" w:rsidRDefault="005A774F" w:rsidP="005A774F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</w:t>
            </w:r>
            <w:r w:rsidR="00945C32" w:rsidRPr="00434613">
              <w:rPr>
                <w:rFonts w:ascii="Corbel" w:hAnsi="Corbel"/>
                <w:b w:val="0"/>
                <w:sz w:val="24"/>
                <w:szCs w:val="24"/>
              </w:rPr>
              <w:t>kontakt</w:t>
            </w:r>
            <w:r w:rsidRPr="00434613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945C32" w:rsidRPr="00434613">
              <w:rPr>
                <w:rFonts w:ascii="Corbel" w:hAnsi="Corbel"/>
                <w:b w:val="0"/>
                <w:sz w:val="24"/>
                <w:szCs w:val="24"/>
              </w:rPr>
              <w:t xml:space="preserve"> z klientami, współpracownikami i przełożonymi z wyszczególnieniem pracy w branży turystycznej.  </w:t>
            </w:r>
          </w:p>
        </w:tc>
      </w:tr>
      <w:tr w:rsidR="00945C32" w:rsidRPr="00434613" w14:paraId="73889E10" w14:textId="77777777" w:rsidTr="00CC16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815DD" w14:textId="77777777" w:rsidR="00945C32" w:rsidRPr="00434613" w:rsidRDefault="00945C32" w:rsidP="00CC168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924F" w14:textId="3B30D636" w:rsidR="00945C32" w:rsidRPr="00434613" w:rsidRDefault="005A774F" w:rsidP="005A774F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</w:t>
            </w:r>
            <w:r w:rsidR="00871292" w:rsidRPr="00434613">
              <w:rPr>
                <w:rFonts w:ascii="Corbel" w:hAnsi="Corbel"/>
                <w:b w:val="0"/>
                <w:sz w:val="24"/>
                <w:szCs w:val="24"/>
              </w:rPr>
              <w:t>skutecznej komunikacji.</w:t>
            </w:r>
          </w:p>
        </w:tc>
      </w:tr>
      <w:tr w:rsidR="00945C32" w:rsidRPr="00434613" w14:paraId="3C1162FC" w14:textId="77777777" w:rsidTr="00CC16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4C2F2" w14:textId="77777777" w:rsidR="00945C32" w:rsidRPr="00434613" w:rsidRDefault="00945C32" w:rsidP="00CC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7B6ED" w14:textId="79644D92" w:rsidR="00945C32" w:rsidRPr="00434613" w:rsidRDefault="005A774F" w:rsidP="005A774F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b w:val="0"/>
                <w:sz w:val="24"/>
                <w:szCs w:val="24"/>
              </w:rPr>
              <w:t>Przekazanie wiedzy z zakresu</w:t>
            </w:r>
            <w:r w:rsidR="00945C32" w:rsidRPr="00434613"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="00871292" w:rsidRPr="00434613">
              <w:rPr>
                <w:rFonts w:ascii="Corbel" w:hAnsi="Corbel"/>
                <w:b w:val="0"/>
                <w:sz w:val="24"/>
                <w:szCs w:val="24"/>
              </w:rPr>
              <w:t>wystąpień publicznych i oficjalnych.</w:t>
            </w:r>
          </w:p>
        </w:tc>
      </w:tr>
    </w:tbl>
    <w:p w14:paraId="7C6CDC8F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5645C5" w14:textId="77777777" w:rsidR="001D7B54" w:rsidRPr="0043461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b/>
          <w:sz w:val="24"/>
          <w:szCs w:val="24"/>
        </w:rPr>
        <w:t xml:space="preserve">3.2 </w:t>
      </w:r>
      <w:r w:rsidR="001D7B54" w:rsidRPr="00434613">
        <w:rPr>
          <w:rFonts w:ascii="Corbel" w:hAnsi="Corbel"/>
          <w:b/>
          <w:sz w:val="24"/>
          <w:szCs w:val="24"/>
        </w:rPr>
        <w:t xml:space="preserve">Efekty </w:t>
      </w:r>
      <w:r w:rsidR="00C05F44" w:rsidRPr="0043461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34613">
        <w:rPr>
          <w:rFonts w:ascii="Corbel" w:hAnsi="Corbel"/>
          <w:b/>
          <w:sz w:val="24"/>
          <w:szCs w:val="24"/>
        </w:rPr>
        <w:t>dla przedmiotu</w:t>
      </w:r>
      <w:r w:rsidR="00445970" w:rsidRPr="00434613">
        <w:rPr>
          <w:rFonts w:ascii="Corbel" w:hAnsi="Corbel"/>
          <w:sz w:val="24"/>
          <w:szCs w:val="24"/>
        </w:rPr>
        <w:t xml:space="preserve"> </w:t>
      </w:r>
    </w:p>
    <w:p w14:paraId="43BF7F17" w14:textId="77777777" w:rsidR="001D7B54" w:rsidRPr="0043461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6911D5" w:rsidRPr="00434613" w14:paraId="2802BF74" w14:textId="77777777" w:rsidTr="00097B71">
        <w:tc>
          <w:tcPr>
            <w:tcW w:w="1679" w:type="dxa"/>
            <w:vAlign w:val="center"/>
          </w:tcPr>
          <w:p w14:paraId="79D95252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smallCaps w:val="0"/>
                <w:szCs w:val="24"/>
              </w:rPr>
              <w:t>EK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21381EDC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01049632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3461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911D5" w:rsidRPr="00434613" w14:paraId="1B7AB0B4" w14:textId="77777777" w:rsidTr="00097B71">
        <w:tc>
          <w:tcPr>
            <w:tcW w:w="1679" w:type="dxa"/>
          </w:tcPr>
          <w:p w14:paraId="0C777CF8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5F01DB12" w14:textId="28B349A1" w:rsidR="006911D5" w:rsidRPr="00434613" w:rsidRDefault="006911D5" w:rsidP="00097B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Absolwent odtwarza zasady skutecznej komunikacji w kontaktach z klientami i normy etyczne w kontaktach ze współpracownikami.</w:t>
            </w:r>
          </w:p>
        </w:tc>
        <w:tc>
          <w:tcPr>
            <w:tcW w:w="1864" w:type="dxa"/>
          </w:tcPr>
          <w:p w14:paraId="653E20BC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  <w:tr w:rsidR="006911D5" w:rsidRPr="00434613" w14:paraId="2CC4A54D" w14:textId="77777777" w:rsidTr="00097B71">
        <w:tc>
          <w:tcPr>
            <w:tcW w:w="1679" w:type="dxa"/>
          </w:tcPr>
          <w:p w14:paraId="4CD9AC27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55AE27F0" w14:textId="77777777" w:rsidR="006911D5" w:rsidRPr="00434613" w:rsidRDefault="006911D5" w:rsidP="00097B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Absolwent może stworzyć przedsiębiorstwo turystyczno-rekreacyjne oraz zajmować samodzielne, kierownicze 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br/>
              <w:t>i odpowiedzialne stanowisko w branży turystycznej.</w:t>
            </w:r>
          </w:p>
        </w:tc>
        <w:tc>
          <w:tcPr>
            <w:tcW w:w="1864" w:type="dxa"/>
          </w:tcPr>
          <w:p w14:paraId="153EFEE0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34613"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6911D5" w:rsidRPr="00434613" w14:paraId="3476E930" w14:textId="77777777" w:rsidTr="00097B71">
        <w:tc>
          <w:tcPr>
            <w:tcW w:w="1679" w:type="dxa"/>
          </w:tcPr>
          <w:p w14:paraId="0F065138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0668772" w14:textId="533DDC3E" w:rsidR="006911D5" w:rsidRPr="00434613" w:rsidRDefault="006911D5" w:rsidP="00097B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Absolwent interpretuje motywy uczestnictwa klientów 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br/>
              <w:t>w imprezach turystycznych, identyfikowania ich potrzeb oraz potrafi skutecznie przekonać ich do wzięcia w nich udziału.</w:t>
            </w:r>
          </w:p>
        </w:tc>
        <w:tc>
          <w:tcPr>
            <w:tcW w:w="1864" w:type="dxa"/>
          </w:tcPr>
          <w:p w14:paraId="7866D96E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34613">
              <w:rPr>
                <w:rFonts w:ascii="Corbel" w:hAnsi="Corbel"/>
                <w:b w:val="0"/>
                <w:bCs/>
                <w:szCs w:val="24"/>
              </w:rPr>
              <w:t>K_U10</w:t>
            </w:r>
          </w:p>
          <w:p w14:paraId="1CB059EF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11D5" w:rsidRPr="00434613" w14:paraId="4C1C0BCA" w14:textId="77777777" w:rsidTr="00097B71">
        <w:tc>
          <w:tcPr>
            <w:tcW w:w="1679" w:type="dxa"/>
          </w:tcPr>
          <w:p w14:paraId="50DC953A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3955B427" w14:textId="77777777" w:rsidR="006911D5" w:rsidRPr="00434613" w:rsidRDefault="006911D5" w:rsidP="00097B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Absolwent ma świadomość potrzeby rozwijania dorobku zawodowego i przestrzegania zasad etyki zawodowej w roli organizatora imprez turystycznych  i rekreacyjnych oraz do wypełniania zobowiązań społecznych na rzecz środowiska społecznego.</w:t>
            </w:r>
          </w:p>
        </w:tc>
        <w:tc>
          <w:tcPr>
            <w:tcW w:w="1864" w:type="dxa"/>
          </w:tcPr>
          <w:p w14:paraId="27ED0D18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34613">
              <w:rPr>
                <w:rFonts w:ascii="Corbel" w:hAnsi="Corbel"/>
                <w:b w:val="0"/>
                <w:bCs/>
                <w:szCs w:val="24"/>
              </w:rPr>
              <w:t>K_K07</w:t>
            </w:r>
          </w:p>
        </w:tc>
      </w:tr>
    </w:tbl>
    <w:p w14:paraId="2E40B326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57979" w14:textId="77777777" w:rsidR="0085747A" w:rsidRPr="0043461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4613">
        <w:rPr>
          <w:rFonts w:ascii="Corbel" w:hAnsi="Corbel"/>
          <w:b/>
          <w:sz w:val="24"/>
          <w:szCs w:val="24"/>
        </w:rPr>
        <w:t>3.3</w:t>
      </w:r>
      <w:r w:rsidR="001D7B54" w:rsidRPr="00434613">
        <w:rPr>
          <w:rFonts w:ascii="Corbel" w:hAnsi="Corbel"/>
          <w:b/>
          <w:sz w:val="24"/>
          <w:szCs w:val="24"/>
        </w:rPr>
        <w:t xml:space="preserve"> </w:t>
      </w:r>
      <w:r w:rsidR="0085747A" w:rsidRPr="00434613">
        <w:rPr>
          <w:rFonts w:ascii="Corbel" w:hAnsi="Corbel"/>
          <w:b/>
          <w:sz w:val="24"/>
          <w:szCs w:val="24"/>
        </w:rPr>
        <w:t>T</w:t>
      </w:r>
      <w:r w:rsidR="001D7B54" w:rsidRPr="0043461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34613">
        <w:rPr>
          <w:rFonts w:ascii="Corbel" w:hAnsi="Corbel"/>
          <w:sz w:val="24"/>
          <w:szCs w:val="24"/>
        </w:rPr>
        <w:t xml:space="preserve">  </w:t>
      </w:r>
    </w:p>
    <w:p w14:paraId="4FB1C111" w14:textId="77777777" w:rsidR="0085747A" w:rsidRPr="0043461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sz w:val="24"/>
          <w:szCs w:val="24"/>
        </w:rPr>
        <w:t xml:space="preserve">Problematyka wykładu </w:t>
      </w:r>
    </w:p>
    <w:p w14:paraId="71488629" w14:textId="77777777" w:rsidR="00675843" w:rsidRPr="0043461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E15B45" w:rsidRPr="00434613" w14:paraId="34E40894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EF182" w14:textId="77777777" w:rsidR="00E15B45" w:rsidRPr="00434613" w:rsidRDefault="00E15B45" w:rsidP="00CC16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5B45" w:rsidRPr="00434613" w14:paraId="2FE5213E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9F628" w14:textId="78EFFB74" w:rsidR="00E15B45" w:rsidRPr="00434613" w:rsidRDefault="0054059D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Podstawowe definicje.</w:t>
            </w:r>
          </w:p>
        </w:tc>
      </w:tr>
      <w:tr w:rsidR="00E15B45" w:rsidRPr="00434613" w14:paraId="1C40BB4D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910A8" w14:textId="565993D2" w:rsidR="00E15B45" w:rsidRPr="00434613" w:rsidRDefault="0054059D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Zasady komunikacji interpersonalnej.</w:t>
            </w:r>
          </w:p>
        </w:tc>
      </w:tr>
      <w:tr w:rsidR="00E15B45" w:rsidRPr="00434613" w14:paraId="0988AD34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E2A46" w14:textId="2946917F" w:rsidR="00E15B45" w:rsidRPr="00434613" w:rsidRDefault="0054059D" w:rsidP="00CC16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Komunikacja werbalna.</w:t>
            </w:r>
          </w:p>
        </w:tc>
      </w:tr>
      <w:tr w:rsidR="00E15B45" w:rsidRPr="00434613" w14:paraId="08104B77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6E1C7" w14:textId="31FF46A9" w:rsidR="00E15B45" w:rsidRPr="00434613" w:rsidRDefault="0054059D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Komunikacja niewerbalna.</w:t>
            </w:r>
          </w:p>
        </w:tc>
      </w:tr>
      <w:tr w:rsidR="00E15B45" w:rsidRPr="00434613" w14:paraId="747C8B33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BC90A" w14:textId="08B869E6" w:rsidR="00E15B45" w:rsidRPr="00434613" w:rsidRDefault="0054059D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Zakłócenia w komunikacji.</w:t>
            </w:r>
          </w:p>
        </w:tc>
      </w:tr>
    </w:tbl>
    <w:p w14:paraId="39093A32" w14:textId="77777777" w:rsidR="0085747A" w:rsidRPr="0043461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0A5D44" w14:textId="77777777" w:rsidR="0085747A" w:rsidRPr="0043461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434613">
        <w:rPr>
          <w:rFonts w:ascii="Corbel" w:hAnsi="Corbel"/>
          <w:sz w:val="24"/>
          <w:szCs w:val="24"/>
        </w:rPr>
        <w:t xml:space="preserve">, </w:t>
      </w:r>
      <w:r w:rsidRPr="00434613">
        <w:rPr>
          <w:rFonts w:ascii="Corbel" w:hAnsi="Corbel"/>
          <w:sz w:val="24"/>
          <w:szCs w:val="24"/>
        </w:rPr>
        <w:t xml:space="preserve">zajęć praktycznych </w:t>
      </w:r>
    </w:p>
    <w:p w14:paraId="52A8D005" w14:textId="77777777" w:rsidR="0085747A" w:rsidRPr="0043461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E15B45" w:rsidRPr="00434613" w14:paraId="3E554857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95101" w14:textId="77777777" w:rsidR="00E15B45" w:rsidRPr="00434613" w:rsidRDefault="00E15B45" w:rsidP="00CC168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5B45" w:rsidRPr="00434613" w14:paraId="66FF2C7E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F530" w14:textId="406151DB" w:rsidR="00E15B45" w:rsidRPr="00434613" w:rsidRDefault="0054059D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Zasady efektywnej komunikacji.</w:t>
            </w:r>
          </w:p>
        </w:tc>
      </w:tr>
      <w:tr w:rsidR="00E15B45" w:rsidRPr="00434613" w14:paraId="4664789B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AD9DA" w14:textId="2080C935" w:rsidR="00E15B45" w:rsidRPr="00434613" w:rsidRDefault="0054059D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Komunikacja interpersonalna na co dzień.</w:t>
            </w:r>
          </w:p>
        </w:tc>
      </w:tr>
      <w:tr w:rsidR="00E15B45" w:rsidRPr="00434613" w14:paraId="4B07A655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3A82E" w14:textId="3154A34C" w:rsidR="00E15B45" w:rsidRPr="00434613" w:rsidRDefault="00E937F9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Komunikacja medialna.</w:t>
            </w:r>
          </w:p>
        </w:tc>
      </w:tr>
      <w:tr w:rsidR="00E15B45" w:rsidRPr="00434613" w14:paraId="2672AD99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4D880" w14:textId="77777777" w:rsidR="00E15B45" w:rsidRPr="00434613" w:rsidRDefault="00E15B45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Autoprezentacja.</w:t>
            </w:r>
          </w:p>
        </w:tc>
      </w:tr>
      <w:tr w:rsidR="00E15B45" w:rsidRPr="00434613" w14:paraId="30894204" w14:textId="77777777" w:rsidTr="00E15B45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A8D3E" w14:textId="7E486F86" w:rsidR="00E15B45" w:rsidRPr="00434613" w:rsidRDefault="00E937F9" w:rsidP="00CC1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Komunikacja biznesowa.</w:t>
            </w:r>
          </w:p>
        </w:tc>
      </w:tr>
    </w:tbl>
    <w:p w14:paraId="65097D25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12F252" w14:textId="77777777" w:rsidR="0085747A" w:rsidRPr="0043461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>3.4 Metody dydaktyczne</w:t>
      </w:r>
      <w:r w:rsidRPr="00434613">
        <w:rPr>
          <w:rFonts w:ascii="Corbel" w:hAnsi="Corbel"/>
          <w:b w:val="0"/>
          <w:smallCaps w:val="0"/>
          <w:szCs w:val="24"/>
        </w:rPr>
        <w:t xml:space="preserve"> </w:t>
      </w:r>
    </w:p>
    <w:p w14:paraId="49E7139F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8A0D0" w14:textId="77777777" w:rsidR="00E21E7D" w:rsidRPr="00434613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34613">
        <w:rPr>
          <w:rFonts w:ascii="Corbel" w:hAnsi="Corbel"/>
          <w:b w:val="0"/>
          <w:smallCaps w:val="0"/>
          <w:szCs w:val="24"/>
        </w:rPr>
        <w:t>N</w:t>
      </w:r>
      <w:r w:rsidR="0085747A" w:rsidRPr="00434613">
        <w:rPr>
          <w:rFonts w:ascii="Corbel" w:hAnsi="Corbel"/>
          <w:b w:val="0"/>
          <w:smallCaps w:val="0"/>
          <w:szCs w:val="24"/>
        </w:rPr>
        <w:t>p</w:t>
      </w:r>
      <w:r w:rsidR="0085747A" w:rsidRPr="00434613">
        <w:rPr>
          <w:rFonts w:ascii="Corbel" w:hAnsi="Corbel"/>
          <w:szCs w:val="24"/>
        </w:rPr>
        <w:t>.:</w:t>
      </w:r>
      <w:r w:rsidR="00923D7D" w:rsidRPr="00434613">
        <w:rPr>
          <w:rFonts w:ascii="Corbel" w:hAnsi="Corbel"/>
          <w:szCs w:val="24"/>
        </w:rPr>
        <w:t xml:space="preserve"> </w:t>
      </w:r>
    </w:p>
    <w:p w14:paraId="376E348A" w14:textId="77777777" w:rsidR="00153C41" w:rsidRPr="0043461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34613">
        <w:rPr>
          <w:rFonts w:ascii="Corbel" w:hAnsi="Corbel"/>
          <w:b w:val="0"/>
          <w:i/>
          <w:szCs w:val="24"/>
        </w:rPr>
        <w:t xml:space="preserve"> </w:t>
      </w:r>
      <w:r w:rsidRPr="00434613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>ykład</w:t>
      </w:r>
      <w:r w:rsidRPr="00434613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434613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434613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19E257F8" w14:textId="77777777" w:rsidR="00153C41" w:rsidRPr="0043461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34613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34613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34613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434613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434613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434613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34613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434613">
        <w:rPr>
          <w:rFonts w:ascii="Corbel" w:hAnsi="Corbel"/>
          <w:b w:val="0"/>
          <w:i/>
          <w:smallCaps w:val="0"/>
          <w:szCs w:val="24"/>
        </w:rPr>
        <w:t>,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434613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434613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B5583A9" w14:textId="77777777" w:rsidR="0085747A" w:rsidRPr="0043461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34613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434613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434613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AA8B792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2AFC1A" w14:textId="77777777" w:rsidR="00E15B45" w:rsidRPr="00434613" w:rsidRDefault="00E15B45" w:rsidP="00E15B4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434613">
        <w:rPr>
          <w:rFonts w:ascii="Corbel" w:hAnsi="Corbel"/>
          <w:b/>
          <w:sz w:val="24"/>
          <w:szCs w:val="24"/>
        </w:rPr>
        <w:t xml:space="preserve">Wykład: Wykłady z prezentacją multimedialną lub problemowy. </w:t>
      </w:r>
    </w:p>
    <w:p w14:paraId="57164FB4" w14:textId="6FDD8C59" w:rsidR="00E15B45" w:rsidRPr="00434613" w:rsidRDefault="00E15B45" w:rsidP="00E15B4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434613">
        <w:rPr>
          <w:rFonts w:ascii="Corbel" w:hAnsi="Corbel"/>
          <w:b/>
          <w:sz w:val="24"/>
          <w:szCs w:val="24"/>
        </w:rPr>
        <w:t xml:space="preserve">Ćwiczenia:  </w:t>
      </w:r>
      <w:r w:rsidR="00050E0F" w:rsidRPr="00434613">
        <w:rPr>
          <w:rFonts w:ascii="Corbel" w:hAnsi="Corbel"/>
          <w:b/>
          <w:sz w:val="24"/>
          <w:szCs w:val="24"/>
        </w:rPr>
        <w:t>R</w:t>
      </w:r>
      <w:r w:rsidRPr="00434613">
        <w:rPr>
          <w:rFonts w:ascii="Corbel" w:hAnsi="Corbel"/>
          <w:b/>
          <w:sz w:val="24"/>
          <w:szCs w:val="24"/>
        </w:rPr>
        <w:t>ozwiązywanie zadań, praca w grupach</w:t>
      </w:r>
      <w:r w:rsidR="00050E0F" w:rsidRPr="00434613">
        <w:rPr>
          <w:rFonts w:ascii="Corbel" w:hAnsi="Corbel"/>
          <w:b/>
          <w:sz w:val="24"/>
          <w:szCs w:val="24"/>
        </w:rPr>
        <w:t>, dyskusja</w:t>
      </w:r>
      <w:r w:rsidRPr="00434613">
        <w:rPr>
          <w:rFonts w:ascii="Corbel" w:hAnsi="Corbel"/>
          <w:b/>
          <w:sz w:val="24"/>
          <w:szCs w:val="24"/>
        </w:rPr>
        <w:t>.</w:t>
      </w:r>
    </w:p>
    <w:p w14:paraId="34DAFE81" w14:textId="77777777" w:rsidR="00E960BB" w:rsidRPr="0043461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627A52" w14:textId="77777777" w:rsidR="00E960BB" w:rsidRPr="0043461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B855C" w14:textId="77777777" w:rsidR="0085747A" w:rsidRPr="0043461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 xml:space="preserve">4. </w:t>
      </w:r>
      <w:r w:rsidR="0085747A" w:rsidRPr="00434613">
        <w:rPr>
          <w:rFonts w:ascii="Corbel" w:hAnsi="Corbel"/>
          <w:smallCaps w:val="0"/>
          <w:szCs w:val="24"/>
        </w:rPr>
        <w:t>METODY I KRYTERIA OCENY</w:t>
      </w:r>
      <w:r w:rsidR="009F4610" w:rsidRPr="00434613">
        <w:rPr>
          <w:rFonts w:ascii="Corbel" w:hAnsi="Corbel"/>
          <w:smallCaps w:val="0"/>
          <w:szCs w:val="24"/>
        </w:rPr>
        <w:t xml:space="preserve"> </w:t>
      </w:r>
    </w:p>
    <w:p w14:paraId="08381801" w14:textId="77777777" w:rsidR="00923D7D" w:rsidRPr="0043461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FDA252" w14:textId="77777777" w:rsidR="0085747A" w:rsidRPr="0043461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4613">
        <w:rPr>
          <w:rFonts w:ascii="Corbel" w:hAnsi="Corbel"/>
          <w:smallCaps w:val="0"/>
          <w:szCs w:val="24"/>
        </w:rPr>
        <w:t>uczenia się</w:t>
      </w:r>
    </w:p>
    <w:p w14:paraId="1F491A54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6911D5" w:rsidRPr="00434613" w14:paraId="30C50F00" w14:textId="77777777" w:rsidTr="00097B71">
        <w:tc>
          <w:tcPr>
            <w:tcW w:w="2377" w:type="dxa"/>
            <w:vAlign w:val="center"/>
          </w:tcPr>
          <w:p w14:paraId="64D614AB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03E3DF28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7F4BEBF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468E96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D8EB3B" w14:textId="77777777" w:rsidR="006911D5" w:rsidRPr="00434613" w:rsidRDefault="006911D5" w:rsidP="00097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911D5" w:rsidRPr="00434613" w14:paraId="05D47494" w14:textId="77777777" w:rsidTr="00097B71">
        <w:tc>
          <w:tcPr>
            <w:tcW w:w="2377" w:type="dxa"/>
          </w:tcPr>
          <w:p w14:paraId="12DD414E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61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4D1EF9B1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385DE985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6911D5" w:rsidRPr="00434613" w14:paraId="63DFCDE2" w14:textId="77777777" w:rsidTr="00097B71">
        <w:tc>
          <w:tcPr>
            <w:tcW w:w="2377" w:type="dxa"/>
          </w:tcPr>
          <w:p w14:paraId="4288FC66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61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1C47BC75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Obserwacja w trakcie zajęć, rozwiązywanie zadań, projekt</w:t>
            </w:r>
          </w:p>
        </w:tc>
        <w:tc>
          <w:tcPr>
            <w:tcW w:w="2117" w:type="dxa"/>
          </w:tcPr>
          <w:p w14:paraId="0715A176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6911D5" w:rsidRPr="00434613" w14:paraId="0B920892" w14:textId="77777777" w:rsidTr="00097B71">
        <w:tc>
          <w:tcPr>
            <w:tcW w:w="2377" w:type="dxa"/>
          </w:tcPr>
          <w:p w14:paraId="1BEA42C7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61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6" w:type="dxa"/>
          </w:tcPr>
          <w:p w14:paraId="05108072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651C5913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6911D5" w:rsidRPr="00434613" w14:paraId="435353F3" w14:textId="77777777" w:rsidTr="00097B71">
        <w:tc>
          <w:tcPr>
            <w:tcW w:w="2377" w:type="dxa"/>
          </w:tcPr>
          <w:p w14:paraId="7C5F7445" w14:textId="77777777" w:rsidR="006911D5" w:rsidRPr="00434613" w:rsidRDefault="006911D5" w:rsidP="00097B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61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6" w:type="dxa"/>
          </w:tcPr>
          <w:p w14:paraId="74FC73D9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F5448B" w14:textId="77777777" w:rsidR="006911D5" w:rsidRPr="00434613" w:rsidRDefault="006911D5" w:rsidP="00097B7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</w:tbl>
    <w:p w14:paraId="693BFD96" w14:textId="77777777" w:rsidR="00923D7D" w:rsidRPr="0043461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C62B9" w14:textId="77777777" w:rsidR="0085747A" w:rsidRPr="0043461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 xml:space="preserve">4.2 </w:t>
      </w:r>
      <w:r w:rsidR="0085747A" w:rsidRPr="0043461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34613">
        <w:rPr>
          <w:rFonts w:ascii="Corbel" w:hAnsi="Corbel"/>
          <w:smallCaps w:val="0"/>
          <w:szCs w:val="24"/>
        </w:rPr>
        <w:t xml:space="preserve"> </w:t>
      </w:r>
    </w:p>
    <w:p w14:paraId="67E41704" w14:textId="77777777" w:rsidR="00923D7D" w:rsidRPr="0043461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4613" w14:paraId="6A859302" w14:textId="77777777" w:rsidTr="00923D7D">
        <w:tc>
          <w:tcPr>
            <w:tcW w:w="9670" w:type="dxa"/>
          </w:tcPr>
          <w:p w14:paraId="46372365" w14:textId="77777777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Cs/>
                <w:smallCaps w:val="0"/>
                <w:szCs w:val="24"/>
              </w:rPr>
              <w:t>Ćwiczenia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- ocena z zaliczenia </w:t>
            </w:r>
          </w:p>
          <w:p w14:paraId="12F91D3F" w14:textId="4C3ABCF0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50% oceny stanowi wynik kolokwiów, 25% ocena aktywności  na zajęciach i 25% ocena pracy semestralnej. </w:t>
            </w:r>
          </w:p>
          <w:p w14:paraId="4C55BCD3" w14:textId="230E0EAD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Planowane jest jedno kolokwium.</w:t>
            </w:r>
          </w:p>
          <w:p w14:paraId="1039C10C" w14:textId="19C92E46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Punkty uzyskane za kolokwium są przeliczane na procenty, którym odpowiadają oceny</w:t>
            </w:r>
          </w:p>
          <w:p w14:paraId="12AFAD66" w14:textId="77777777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789BD2D4" w14:textId="47B6CE2D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14650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14:paraId="0CF418BD" w14:textId="77777777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 61% - 70% - dostateczny plus,</w:t>
            </w:r>
          </w:p>
          <w:p w14:paraId="0B65B8BF" w14:textId="77777777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586D1FB2" w14:textId="77777777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01A77815" w14:textId="79E3C616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  <w:p w14:paraId="32332FC8" w14:textId="70BCD3CF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7729EC" w14:textId="77777777" w:rsidR="006911D5" w:rsidRPr="00434613" w:rsidRDefault="00B6363E" w:rsidP="00691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Cs/>
                <w:smallCaps w:val="0"/>
                <w:szCs w:val="24"/>
              </w:rPr>
              <w:t>Wykład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– zaliczenie na podstawie projektu.</w:t>
            </w:r>
            <w:r w:rsidR="006911D5"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Projekt składa się z kilku części, za które student będzie oceniany punktowo. </w:t>
            </w:r>
          </w:p>
          <w:p w14:paraId="14901708" w14:textId="77777777" w:rsidR="006911D5" w:rsidRPr="00434613" w:rsidRDefault="006911D5" w:rsidP="00691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Punkty  przeliczane są na procenty, którym odpowiadają oceny</w:t>
            </w:r>
          </w:p>
          <w:p w14:paraId="76D04EA4" w14:textId="78EBA16D" w:rsidR="006911D5" w:rsidRPr="00434613" w:rsidRDefault="006911D5" w:rsidP="00691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- do 50% - </w:t>
            </w:r>
            <w:r w:rsidR="00BC5878" w:rsidRPr="00434613">
              <w:rPr>
                <w:rFonts w:ascii="Corbel" w:hAnsi="Corbel"/>
                <w:b w:val="0"/>
                <w:smallCaps w:val="0"/>
                <w:szCs w:val="24"/>
              </w:rPr>
              <w:t>niezaliczone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065E762" w14:textId="50E43329" w:rsidR="006911D5" w:rsidRPr="00434613" w:rsidRDefault="006911D5" w:rsidP="00691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 5</w:t>
            </w:r>
            <w:r w:rsidR="00146502" w:rsidRPr="0014650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% - </w:t>
            </w:r>
            <w:r w:rsidR="00BC5878" w:rsidRPr="00434613">
              <w:rPr>
                <w:rFonts w:ascii="Corbel" w:hAnsi="Corbel"/>
                <w:b w:val="0"/>
                <w:smallCaps w:val="0"/>
                <w:szCs w:val="24"/>
              </w:rPr>
              <w:t>100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% - </w:t>
            </w:r>
            <w:r w:rsidR="00BC5878" w:rsidRPr="00434613">
              <w:rPr>
                <w:rFonts w:ascii="Corbel" w:hAnsi="Corbel"/>
                <w:b w:val="0"/>
                <w:smallCaps w:val="0"/>
                <w:szCs w:val="24"/>
              </w:rPr>
              <w:t>zaliczone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E880BB5" w14:textId="4FFC6630" w:rsidR="00B6363E" w:rsidRPr="00434613" w:rsidRDefault="00B6363E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92D5C" w14:textId="77777777" w:rsidR="00BC5878" w:rsidRPr="00434613" w:rsidRDefault="00BC5878" w:rsidP="00B636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99624" w14:textId="778D4546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434613">
              <w:rPr>
                <w:rFonts w:ascii="Corbel" w:hAnsi="Corbel"/>
                <w:smallCaps w:val="0"/>
                <w:szCs w:val="24"/>
              </w:rPr>
              <w:t>bardzo dobrą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51F1B9D8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potrafi wypowiadać się w sposób, spójny, wykraczający poza tematykę realizowaną na zajęciach,</w:t>
            </w:r>
          </w:p>
          <w:p w14:paraId="41737A58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06296ADF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sprawnie i prawidłowo definiuje problematykę,</w:t>
            </w:r>
          </w:p>
          <w:p w14:paraId="7DF5ABE0" w14:textId="554BF779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prezentuje wysoki poziom wiedzy teoretycznej,</w:t>
            </w:r>
          </w:p>
          <w:p w14:paraId="54CF996C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3B3DB78D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cechuje się kreatywnością w działaniu, wychodząc poza wskazany szablon,</w:t>
            </w:r>
          </w:p>
          <w:p w14:paraId="49B7649A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szeroki zakres literatury przedmiotu oraz w sposób wyczerpujący ukazuje badane zjawisko .</w:t>
            </w:r>
          </w:p>
          <w:p w14:paraId="1B9B539F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E3AEEA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434613">
              <w:rPr>
                <w:rFonts w:ascii="Corbel" w:hAnsi="Corbel"/>
                <w:smallCaps w:val="0"/>
                <w:szCs w:val="24"/>
              </w:rPr>
              <w:t>dobrą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29BA0AAB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potrafi wypowiadać się w klarowny, wyczerpujący problematykę zagadnienia,</w:t>
            </w:r>
          </w:p>
          <w:p w14:paraId="61381CC8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w sposób pełny i rzeczowy realizuje powierzone zadania,</w:t>
            </w:r>
          </w:p>
          <w:p w14:paraId="40B51C9E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prawidłowo definiuje problematykę,</w:t>
            </w:r>
          </w:p>
          <w:p w14:paraId="4A2769A3" w14:textId="2A48A323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- prezentuje ponadprzeciętny poziom wiedzy teoretycznej, </w:t>
            </w:r>
          </w:p>
          <w:p w14:paraId="650C5DAA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aktywnie uczestniczy we wszystkich formach zajęć,</w:t>
            </w:r>
          </w:p>
          <w:p w14:paraId="26723F97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działa w oparciu o wskazany szablon,</w:t>
            </w:r>
          </w:p>
          <w:p w14:paraId="07FE4EDD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przygotowuje pracę semestralną na podstawie niepełnej literatury przedmiotu oraz w sposób niepełny ukazuje badane zjawisko.</w:t>
            </w:r>
          </w:p>
          <w:p w14:paraId="422420F1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10A147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434613">
              <w:rPr>
                <w:rFonts w:ascii="Corbel" w:hAnsi="Corbel"/>
                <w:smallCaps w:val="0"/>
                <w:szCs w:val="24"/>
              </w:rPr>
              <w:t>dostateczną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3C0817EE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wypowiadać się w niepełny, chaotyczny,</w:t>
            </w:r>
          </w:p>
          <w:p w14:paraId="1D8AD81C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w sposób wystarczający realizuje powierzone zadania,</w:t>
            </w:r>
          </w:p>
          <w:p w14:paraId="72916B0F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ma trudności ze zdefiniowaniem problematyki,</w:t>
            </w:r>
          </w:p>
          <w:p w14:paraId="4FC503D4" w14:textId="3FA72ED0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- posiada niepełną wiedzę teoretyczną, </w:t>
            </w:r>
          </w:p>
          <w:p w14:paraId="5430ACB6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biernie uczestniczy we wszystkich formach zajęć,</w:t>
            </w:r>
          </w:p>
          <w:p w14:paraId="6A5EB402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ma trudności w działaniu, nie potrafi sam zidentyfikować problemu i go rozwiązać</w:t>
            </w:r>
          </w:p>
          <w:p w14:paraId="4E2C8E29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przygotowuje pracę semestralną w oparciu o 1-2 pozycje literatury przedmiotu oraz w sposób rażący przedstawia badane zjawisko..</w:t>
            </w:r>
          </w:p>
          <w:p w14:paraId="1E56A824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7D4078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Pr="00434613">
              <w:rPr>
                <w:rFonts w:ascii="Corbel" w:hAnsi="Corbel"/>
                <w:smallCaps w:val="0"/>
                <w:szCs w:val="24"/>
              </w:rPr>
              <w:t>niedostateczną</w:t>
            </w: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 otrzymuje student, który:</w:t>
            </w:r>
          </w:p>
          <w:p w14:paraId="491F422A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nie potrafi wypowiedzieć się na zadany temat,</w:t>
            </w:r>
          </w:p>
          <w:p w14:paraId="4F3A27CA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nie potrafi zrealizować powierzonych zadań,</w:t>
            </w:r>
          </w:p>
          <w:p w14:paraId="051544C2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nie definiuje problemu,</w:t>
            </w:r>
          </w:p>
          <w:p w14:paraId="1BFB67D2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- prezentuje niski poziom wiedzy teoretycznej, </w:t>
            </w:r>
          </w:p>
          <w:p w14:paraId="16CAB69D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nie uczestniczy w większości zajęć,</w:t>
            </w:r>
          </w:p>
          <w:p w14:paraId="79CC57E9" w14:textId="77777777" w:rsidR="00697567" w:rsidRPr="00434613" w:rsidRDefault="00697567" w:rsidP="00697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nie jest zainteresowany aktywnym uczestniczeniem w zajęciach,</w:t>
            </w:r>
          </w:p>
          <w:p w14:paraId="0813613A" w14:textId="6000632D" w:rsidR="0085747A" w:rsidRPr="00434613" w:rsidRDefault="006975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- nie przygotowuje pracy semestralnej, albo opracowuje ją tylko i wyłącznie w oparciu o źródła internetowe.</w:t>
            </w:r>
          </w:p>
        </w:tc>
      </w:tr>
    </w:tbl>
    <w:p w14:paraId="2165A29F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C8102" w14:textId="77777777" w:rsidR="009F4610" w:rsidRPr="0043461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4613">
        <w:rPr>
          <w:rFonts w:ascii="Corbel" w:hAnsi="Corbel"/>
          <w:b/>
          <w:sz w:val="24"/>
          <w:szCs w:val="24"/>
        </w:rPr>
        <w:t xml:space="preserve">5. </w:t>
      </w:r>
      <w:r w:rsidR="00C61DC5" w:rsidRPr="0043461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8DFC00" w14:textId="77777777" w:rsidR="0085747A" w:rsidRPr="0043461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4613" w14:paraId="5E23F0F4" w14:textId="77777777" w:rsidTr="003E1941">
        <w:tc>
          <w:tcPr>
            <w:tcW w:w="4962" w:type="dxa"/>
            <w:vAlign w:val="center"/>
          </w:tcPr>
          <w:p w14:paraId="6D095068" w14:textId="77777777" w:rsidR="0085747A" w:rsidRPr="0043461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461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461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461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5E9FC4" w14:textId="77777777" w:rsidR="0085747A" w:rsidRPr="0043461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461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461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3461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3461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34613" w14:paraId="22BC61CF" w14:textId="77777777" w:rsidTr="00923D7D">
        <w:tc>
          <w:tcPr>
            <w:tcW w:w="4962" w:type="dxa"/>
          </w:tcPr>
          <w:p w14:paraId="23DF96CF" w14:textId="77777777" w:rsidR="0085747A" w:rsidRPr="0043461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G</w:t>
            </w:r>
            <w:r w:rsidR="0085747A" w:rsidRPr="0043461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3461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3461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3461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34613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34613">
              <w:rPr>
                <w:rFonts w:ascii="Corbel" w:hAnsi="Corbel"/>
                <w:sz w:val="24"/>
                <w:szCs w:val="24"/>
              </w:rPr>
              <w:t> </w:t>
            </w:r>
            <w:r w:rsidR="0045729E" w:rsidRPr="0043461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3461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4613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3461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7B9B3CB" w14:textId="7697CFFD" w:rsidR="00E15B45" w:rsidRPr="00434613" w:rsidRDefault="00697567" w:rsidP="00E15B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20 </w:t>
            </w:r>
          </w:p>
          <w:p w14:paraId="53A958B1" w14:textId="52D28199" w:rsidR="00697567" w:rsidRPr="00434613" w:rsidRDefault="00697567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434613" w14:paraId="111B46B1" w14:textId="77777777" w:rsidTr="00923D7D">
        <w:tc>
          <w:tcPr>
            <w:tcW w:w="4962" w:type="dxa"/>
          </w:tcPr>
          <w:p w14:paraId="3000FE11" w14:textId="77777777" w:rsidR="00C61DC5" w:rsidRPr="0043461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3461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FB109" w14:textId="77777777" w:rsidR="00C61DC5" w:rsidRPr="0043461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D77E76" w14:textId="4EED836E" w:rsidR="00C61DC5" w:rsidRPr="00434613" w:rsidRDefault="00593FF9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96107">
              <w:rPr>
                <w:rFonts w:ascii="Corbel" w:hAnsi="Corbel"/>
                <w:sz w:val="24"/>
                <w:szCs w:val="24"/>
              </w:rPr>
              <w:t>5</w:t>
            </w:r>
            <w:r w:rsidR="00B6363E" w:rsidRPr="00434613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="00B96107">
              <w:rPr>
                <w:rFonts w:ascii="Corbel" w:hAnsi="Corbel"/>
                <w:sz w:val="24"/>
                <w:szCs w:val="24"/>
              </w:rPr>
              <w:t>5</w:t>
            </w:r>
            <w:r w:rsidR="00B6363E" w:rsidRPr="00434613">
              <w:rPr>
                <w:rFonts w:ascii="Corbel" w:hAnsi="Corbel"/>
                <w:sz w:val="24"/>
                <w:szCs w:val="24"/>
              </w:rPr>
              <w:t xml:space="preserve"> godz. udział w konsultacjach)</w:t>
            </w:r>
          </w:p>
        </w:tc>
      </w:tr>
      <w:tr w:rsidR="00C61DC5" w:rsidRPr="00434613" w14:paraId="78305EFB" w14:textId="77777777" w:rsidTr="00923D7D">
        <w:tc>
          <w:tcPr>
            <w:tcW w:w="4962" w:type="dxa"/>
          </w:tcPr>
          <w:p w14:paraId="5E73B543" w14:textId="77777777" w:rsidR="0071620A" w:rsidRPr="0043461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FDB7B0" w14:textId="77777777" w:rsidR="00C61DC5" w:rsidRPr="0043461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C394602" w14:textId="77777777" w:rsidR="00C61DC5" w:rsidRPr="00434613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przygotowanie do zajęć – 5 godz.</w:t>
            </w:r>
          </w:p>
          <w:p w14:paraId="09A47886" w14:textId="3B726C66" w:rsidR="00B6363E" w:rsidRPr="00434613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593FF9">
              <w:rPr>
                <w:rFonts w:ascii="Corbel" w:hAnsi="Corbel"/>
                <w:sz w:val="24"/>
                <w:szCs w:val="24"/>
              </w:rPr>
              <w:t>5</w:t>
            </w:r>
            <w:r w:rsidRPr="0043461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E15A618" w14:textId="4F3A6638" w:rsidR="00B6363E" w:rsidRPr="00434613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 xml:space="preserve">Przygotowanie projektu – </w:t>
            </w:r>
            <w:r w:rsidR="00B96107">
              <w:rPr>
                <w:rFonts w:ascii="Corbel" w:hAnsi="Corbel"/>
                <w:sz w:val="24"/>
                <w:szCs w:val="24"/>
              </w:rPr>
              <w:t>5</w:t>
            </w:r>
            <w:r w:rsidRPr="0043461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B7CA770" w14:textId="74393A70" w:rsidR="00B6363E" w:rsidRPr="00434613" w:rsidRDefault="00B6363E" w:rsidP="00B636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 xml:space="preserve">przygotowanie pracy semestralnej – </w:t>
            </w:r>
            <w:r w:rsidR="00593FF9">
              <w:rPr>
                <w:rFonts w:ascii="Corbel" w:hAnsi="Corbel"/>
                <w:sz w:val="24"/>
                <w:szCs w:val="24"/>
              </w:rPr>
              <w:t>5</w:t>
            </w:r>
            <w:r w:rsidR="00B961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4613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434613" w14:paraId="266D166E" w14:textId="77777777" w:rsidTr="00923D7D">
        <w:tc>
          <w:tcPr>
            <w:tcW w:w="4962" w:type="dxa"/>
          </w:tcPr>
          <w:p w14:paraId="72B8C794" w14:textId="77777777" w:rsidR="0085747A" w:rsidRPr="0043461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CD7778" w14:textId="1CFD6F41" w:rsidR="0085747A" w:rsidRPr="00434613" w:rsidRDefault="00B6363E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34613" w14:paraId="127B55FE" w14:textId="77777777" w:rsidTr="00923D7D">
        <w:tc>
          <w:tcPr>
            <w:tcW w:w="4962" w:type="dxa"/>
          </w:tcPr>
          <w:p w14:paraId="420239A6" w14:textId="77777777" w:rsidR="0085747A" w:rsidRPr="0043461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461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6A7E47" w14:textId="2CC6B97E" w:rsidR="0085747A" w:rsidRPr="00434613" w:rsidRDefault="00E15B45" w:rsidP="006975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46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9EAFD7" w14:textId="77777777" w:rsidR="0085747A" w:rsidRPr="0043461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461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461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CC9849" w14:textId="77777777" w:rsidR="003E1941" w:rsidRPr="0043461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ADF70" w14:textId="77777777" w:rsidR="0085747A" w:rsidRPr="0043461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 xml:space="preserve">6. </w:t>
      </w:r>
      <w:r w:rsidR="0085747A" w:rsidRPr="00434613">
        <w:rPr>
          <w:rFonts w:ascii="Corbel" w:hAnsi="Corbel"/>
          <w:smallCaps w:val="0"/>
          <w:szCs w:val="24"/>
        </w:rPr>
        <w:t>PRAKTYKI ZAWO</w:t>
      </w:r>
      <w:r w:rsidR="009C1331" w:rsidRPr="00434613">
        <w:rPr>
          <w:rFonts w:ascii="Corbel" w:hAnsi="Corbel"/>
          <w:smallCaps w:val="0"/>
          <w:szCs w:val="24"/>
        </w:rPr>
        <w:t>DOWE W RAMACH PRZEDMIOTU</w:t>
      </w:r>
    </w:p>
    <w:p w14:paraId="1C5AD15D" w14:textId="77777777" w:rsidR="0085747A" w:rsidRPr="0043461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34613" w14:paraId="2DA39C2E" w14:textId="77777777" w:rsidTr="0071620A">
        <w:trPr>
          <w:trHeight w:val="397"/>
        </w:trPr>
        <w:tc>
          <w:tcPr>
            <w:tcW w:w="3544" w:type="dxa"/>
          </w:tcPr>
          <w:p w14:paraId="631EA923" w14:textId="77777777" w:rsidR="0085747A" w:rsidRPr="004346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4B8114" w14:textId="77777777" w:rsidR="0085747A" w:rsidRPr="004346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34613" w14:paraId="07C17C0D" w14:textId="77777777" w:rsidTr="0071620A">
        <w:trPr>
          <w:trHeight w:val="397"/>
        </w:trPr>
        <w:tc>
          <w:tcPr>
            <w:tcW w:w="3544" w:type="dxa"/>
          </w:tcPr>
          <w:p w14:paraId="78AB6839" w14:textId="77777777" w:rsidR="0085747A" w:rsidRPr="004346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CA58E7" w14:textId="77777777" w:rsidR="0085747A" w:rsidRPr="004346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C0A1F1" w14:textId="77777777" w:rsidR="003E1941" w:rsidRPr="0043461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115C44" w14:textId="77777777" w:rsidR="0085747A" w:rsidRPr="0043461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4613">
        <w:rPr>
          <w:rFonts w:ascii="Corbel" w:hAnsi="Corbel"/>
          <w:smallCaps w:val="0"/>
          <w:szCs w:val="24"/>
        </w:rPr>
        <w:t xml:space="preserve">7. </w:t>
      </w:r>
      <w:r w:rsidR="0085747A" w:rsidRPr="00434613">
        <w:rPr>
          <w:rFonts w:ascii="Corbel" w:hAnsi="Corbel"/>
          <w:smallCaps w:val="0"/>
          <w:szCs w:val="24"/>
        </w:rPr>
        <w:t>LITERATURA</w:t>
      </w:r>
      <w:r w:rsidRPr="00434613">
        <w:rPr>
          <w:rFonts w:ascii="Corbel" w:hAnsi="Corbel"/>
          <w:smallCaps w:val="0"/>
          <w:szCs w:val="24"/>
        </w:rPr>
        <w:t xml:space="preserve"> </w:t>
      </w:r>
    </w:p>
    <w:p w14:paraId="6E0D5BA4" w14:textId="77777777" w:rsidR="00675843" w:rsidRPr="0043461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1D376D" w:rsidRPr="00434613" w14:paraId="362574E7" w14:textId="77777777" w:rsidTr="00CC168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AACFD" w14:textId="77777777" w:rsidR="001D376D" w:rsidRPr="00434613" w:rsidRDefault="001D376D" w:rsidP="00CC16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64B4C31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Kamińska-Radomska I.,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biznesu. Normy i formy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PWN, Warszawa 2011.</w:t>
            </w:r>
          </w:p>
          <w:p w14:paraId="3B1737A5" w14:textId="70FAB7E4" w:rsidR="00871292" w:rsidRPr="00434613" w:rsidRDefault="001D376D" w:rsidP="008712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AD2620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Kozyra B., </w:t>
            </w:r>
            <w:r w:rsidR="00AD2620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Komunikacja bez barier</w:t>
            </w:r>
            <w:r w:rsidR="00AD2620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MT Biznes, 2019 r.</w:t>
            </w:r>
          </w:p>
          <w:p w14:paraId="36E5E458" w14:textId="4E358EC6" w:rsidR="001D376D" w:rsidRPr="00434613" w:rsidRDefault="001D376D" w:rsidP="008712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Davis M., Fanning P., McKay M., </w:t>
            </w:r>
            <w:r w:rsidR="00871292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porozumiewania się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 Gdańskie Wydawnictwo Psychologiczne, 2019 r.</w:t>
            </w:r>
          </w:p>
          <w:p w14:paraId="2C75E5E7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4. Marcjanik M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.: Słownik językowego savoir-vivre-u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Warszawskiego, 2014 r.</w:t>
            </w:r>
          </w:p>
          <w:p w14:paraId="420191E7" w14:textId="0925E4C9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Rzepka B., </w:t>
            </w:r>
            <w:r w:rsidR="00871292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Efektywna komunikacja w zespole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Edgard, 2012 r.</w:t>
            </w:r>
          </w:p>
          <w:p w14:paraId="51473398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Modrzyńska J.: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Protokół dyplomatyczny, etykieta i zasady savoir-vivre’u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 Polska, Wrzesień 2014 r.</w:t>
            </w:r>
          </w:p>
          <w:p w14:paraId="33931E8B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Myśliwiec G.,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Savoir-vivre w administracji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Infor Ekspert, 2010 r.</w:t>
            </w:r>
          </w:p>
          <w:p w14:paraId="2E07898C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8. Myśliwiec G., Jabłonowska L.,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pracy. Współczesne najwyższe standardy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Difin, 2014 r.</w:t>
            </w:r>
          </w:p>
          <w:p w14:paraId="72348B89" w14:textId="5DD0140B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9. 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Sikorski W., </w:t>
            </w:r>
            <w:r w:rsidR="00871292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Niewerbalna komunikacja interpersonalna. Doskonalenie przez trening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wyd. Difin, 2018 r.</w:t>
            </w:r>
          </w:p>
          <w:p w14:paraId="64D9F224" w14:textId="0326AEA1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10. 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Silberman, Hansburg F., </w:t>
            </w:r>
            <w:r w:rsidR="00871292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Inteligencja interpersonalna. Jak utrzymać mądre relacje z innymi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Studio EMKA, 2012 r.</w:t>
            </w:r>
          </w:p>
          <w:p w14:paraId="182B3429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11. Orłowski T., Szteliga A.: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menedżera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Sonia Draga, 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2012 r.</w:t>
            </w:r>
          </w:p>
          <w:p w14:paraId="4C7CBDA5" w14:textId="5F39F823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12. 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Adler R., Rosenfeld L., Proctor R., </w:t>
            </w:r>
            <w:r w:rsidR="00871292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Relacje interpersonalne. Proces porozumiewania się</w:t>
            </w:r>
            <w:r w:rsidR="00871292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Dom Wydawniczy Rebis, 2018 r.</w:t>
            </w:r>
          </w:p>
          <w:p w14:paraId="33649E9B" w14:textId="2CC4314E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13. </w:t>
            </w:r>
            <w:r w:rsidR="00AD2620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Kozłowski W., </w:t>
            </w:r>
            <w:r w:rsidR="00AD2620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Motywowanie pracowników w organizacji</w:t>
            </w:r>
            <w:r w:rsidR="00AD2620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Wyd.CeDeWu Sp. z o.o., 2017 r.</w:t>
            </w:r>
          </w:p>
        </w:tc>
      </w:tr>
      <w:tr w:rsidR="001D376D" w:rsidRPr="00434613" w14:paraId="045F58C8" w14:textId="77777777" w:rsidTr="00CC168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9E87" w14:textId="77777777" w:rsidR="001D376D" w:rsidRPr="00434613" w:rsidRDefault="001D376D" w:rsidP="00CC16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ACA6026" w14:textId="7601FB8B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Bonneau E.,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Perfekcyjne przyjęcie. Sztuka podejmowania gości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RM, 2014 r.</w:t>
            </w:r>
          </w:p>
          <w:p w14:paraId="451C05B9" w14:textId="45902915" w:rsidR="00AD2620" w:rsidRPr="00434613" w:rsidRDefault="00AD2620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Carnegie D., </w:t>
            </w:r>
            <w:r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komunikacji. W drodze do sukcesu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Sensus, 2018 r.</w:t>
            </w:r>
          </w:p>
          <w:p w14:paraId="00D76DE5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Kamińska-Radomska I.,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Etykieta biznesu czyli międzynarodowy język kurtuazji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Studio Emka, 2004 r.</w:t>
            </w:r>
          </w:p>
          <w:p w14:paraId="639FA6BB" w14:textId="07AA2A52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="00AD2620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Hamilton Ch</w:t>
            </w:r>
            <w:r w:rsidR="00AD2620" w:rsidRPr="004346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Skuteczna komunikacja w biznesie</w:t>
            </w:r>
            <w:r w:rsidR="00AD2620"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Naukowe PWN, 2011 r.</w:t>
            </w:r>
          </w:p>
          <w:p w14:paraId="7ECC4B24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Sakowicz A.,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Podręczny poradnik Savoir vivre na co dzień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Publicat, 2011 r.</w:t>
            </w:r>
          </w:p>
          <w:p w14:paraId="7E6BAF5E" w14:textId="77777777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Sawicka E., </w:t>
            </w:r>
            <w:r w:rsidRPr="004346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Savoir-vivre. Podręcznik dobrych manier</w:t>
            </w:r>
            <w:r w:rsidRPr="004346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Szkolne PWN, 2009 r.</w:t>
            </w:r>
          </w:p>
          <w:p w14:paraId="4B11C92B" w14:textId="280F822F" w:rsidR="001D376D" w:rsidRPr="00434613" w:rsidRDefault="001D376D" w:rsidP="00CC1687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</w:p>
        </w:tc>
      </w:tr>
    </w:tbl>
    <w:p w14:paraId="7C3F447A" w14:textId="77777777" w:rsidR="0085747A" w:rsidRPr="0043461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2EBBE" w14:textId="77777777" w:rsidR="0085747A" w:rsidRPr="0043461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8A8F66" w14:textId="77777777" w:rsidR="0085747A" w:rsidRPr="0043461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461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3461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6B1A3" w14:textId="77777777" w:rsidR="00387E41" w:rsidRDefault="00387E41" w:rsidP="00C16ABF">
      <w:pPr>
        <w:spacing w:after="0" w:line="240" w:lineRule="auto"/>
      </w:pPr>
      <w:r>
        <w:separator/>
      </w:r>
    </w:p>
  </w:endnote>
  <w:endnote w:type="continuationSeparator" w:id="0">
    <w:p w14:paraId="73893EFB" w14:textId="77777777" w:rsidR="00387E41" w:rsidRDefault="00387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BF872" w14:textId="77777777" w:rsidR="00387E41" w:rsidRDefault="00387E41" w:rsidP="00C16ABF">
      <w:pPr>
        <w:spacing w:after="0" w:line="240" w:lineRule="auto"/>
      </w:pPr>
      <w:r>
        <w:separator/>
      </w:r>
    </w:p>
  </w:footnote>
  <w:footnote w:type="continuationSeparator" w:id="0">
    <w:p w14:paraId="29DE3FA5" w14:textId="77777777" w:rsidR="00387E41" w:rsidRDefault="00387E41" w:rsidP="00C16ABF">
      <w:pPr>
        <w:spacing w:after="0" w:line="240" w:lineRule="auto"/>
      </w:pPr>
      <w:r>
        <w:continuationSeparator/>
      </w:r>
    </w:p>
  </w:footnote>
  <w:footnote w:id="1">
    <w:p w14:paraId="6AFD1574" w14:textId="77777777" w:rsidR="006911D5" w:rsidRDefault="006911D5" w:rsidP="006911D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C63C69"/>
    <w:multiLevelType w:val="hybridMultilevel"/>
    <w:tmpl w:val="54443D8E"/>
    <w:lvl w:ilvl="0" w:tplc="C8E815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E0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9D7"/>
    <w:rsid w:val="000D04B0"/>
    <w:rsid w:val="000F1C57"/>
    <w:rsid w:val="000F5615"/>
    <w:rsid w:val="00124BFF"/>
    <w:rsid w:val="0012560E"/>
    <w:rsid w:val="001269A5"/>
    <w:rsid w:val="00127108"/>
    <w:rsid w:val="00134B13"/>
    <w:rsid w:val="00146502"/>
    <w:rsid w:val="00146BC0"/>
    <w:rsid w:val="00153C41"/>
    <w:rsid w:val="00154381"/>
    <w:rsid w:val="001640A7"/>
    <w:rsid w:val="00164FA7"/>
    <w:rsid w:val="00166A03"/>
    <w:rsid w:val="001718A7"/>
    <w:rsid w:val="001737CF"/>
    <w:rsid w:val="001738F6"/>
    <w:rsid w:val="00176083"/>
    <w:rsid w:val="001770C7"/>
    <w:rsid w:val="00192F37"/>
    <w:rsid w:val="001A70D2"/>
    <w:rsid w:val="001D376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613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843"/>
    <w:rsid w:val="004968E2"/>
    <w:rsid w:val="004A3EEA"/>
    <w:rsid w:val="004A4D1F"/>
    <w:rsid w:val="004D5282"/>
    <w:rsid w:val="004F1551"/>
    <w:rsid w:val="004F55A3"/>
    <w:rsid w:val="0050496F"/>
    <w:rsid w:val="00513B6F"/>
    <w:rsid w:val="005146A5"/>
    <w:rsid w:val="00517C63"/>
    <w:rsid w:val="005363C4"/>
    <w:rsid w:val="00536BDE"/>
    <w:rsid w:val="0054059D"/>
    <w:rsid w:val="00543ACC"/>
    <w:rsid w:val="0056696D"/>
    <w:rsid w:val="00593FF9"/>
    <w:rsid w:val="0059484D"/>
    <w:rsid w:val="005A0855"/>
    <w:rsid w:val="005A3196"/>
    <w:rsid w:val="005A774F"/>
    <w:rsid w:val="005C080F"/>
    <w:rsid w:val="005C55E5"/>
    <w:rsid w:val="005C696A"/>
    <w:rsid w:val="005D7F88"/>
    <w:rsid w:val="005E6E85"/>
    <w:rsid w:val="005F31D2"/>
    <w:rsid w:val="0061029B"/>
    <w:rsid w:val="00617230"/>
    <w:rsid w:val="00621CE1"/>
    <w:rsid w:val="00627FC9"/>
    <w:rsid w:val="00642F6E"/>
    <w:rsid w:val="00647FA8"/>
    <w:rsid w:val="00650C5F"/>
    <w:rsid w:val="0065380A"/>
    <w:rsid w:val="00654934"/>
    <w:rsid w:val="006620D9"/>
    <w:rsid w:val="00671958"/>
    <w:rsid w:val="00675843"/>
    <w:rsid w:val="006911D5"/>
    <w:rsid w:val="00696477"/>
    <w:rsid w:val="00697567"/>
    <w:rsid w:val="006B272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29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C32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2B85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BDF"/>
    <w:rsid w:val="00A84C85"/>
    <w:rsid w:val="00A97DE1"/>
    <w:rsid w:val="00AB053C"/>
    <w:rsid w:val="00AD1146"/>
    <w:rsid w:val="00AD2620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63E"/>
    <w:rsid w:val="00B66529"/>
    <w:rsid w:val="00B75946"/>
    <w:rsid w:val="00B8056E"/>
    <w:rsid w:val="00B819C8"/>
    <w:rsid w:val="00B82308"/>
    <w:rsid w:val="00B90885"/>
    <w:rsid w:val="00B96107"/>
    <w:rsid w:val="00BB520A"/>
    <w:rsid w:val="00BC587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B45"/>
    <w:rsid w:val="00E21E7D"/>
    <w:rsid w:val="00E22FBC"/>
    <w:rsid w:val="00E24BF5"/>
    <w:rsid w:val="00E25338"/>
    <w:rsid w:val="00E43D94"/>
    <w:rsid w:val="00E51E44"/>
    <w:rsid w:val="00E63348"/>
    <w:rsid w:val="00E77E88"/>
    <w:rsid w:val="00E8107D"/>
    <w:rsid w:val="00E937F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623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2192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6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6" ma:contentTypeDescription="Utwórz nowy dokument." ma:contentTypeScope="" ma:versionID="c33918f42d52d05e7c9c4278f6c1d6a5">
  <xsd:schema xmlns:xsd="http://www.w3.org/2001/XMLSchema" xmlns:xs="http://www.w3.org/2001/XMLSchema" xmlns:p="http://schemas.microsoft.com/office/2006/metadata/properties" xmlns:ns2="63878044-66e9-4248-beb6-4b58a7d1d5fe" xmlns:ns3="0bb1914a-1881-4268-8d13-9050bae40de9" targetNamespace="http://schemas.microsoft.com/office/2006/metadata/properties" ma:root="true" ma:fieldsID="eee6d919a395b5efa06f9f480e27b7ff" ns2:_="" ns3:_="">
    <xsd:import namespace="63878044-66e9-4248-beb6-4b58a7d1d5fe"/>
    <xsd:import namespace="0bb1914a-1881-4268-8d13-9050bae40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1914a-1881-4268-8d13-9050bae40d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4568FA-1E5C-453C-98B7-08726CF776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81D654-FAC6-475B-BC5B-FD0D6503779C}"/>
</file>

<file path=customXml/itemProps3.xml><?xml version="1.0" encoding="utf-8"?>
<ds:datastoreItem xmlns:ds="http://schemas.openxmlformats.org/officeDocument/2006/customXml" ds:itemID="{12B4B7B1-AFC8-4826-85BA-9B45063F2ABA}"/>
</file>

<file path=customXml/itemProps4.xml><?xml version="1.0" encoding="utf-8"?>
<ds:datastoreItem xmlns:ds="http://schemas.openxmlformats.org/officeDocument/2006/customXml" ds:itemID="{0D0E1693-6276-4CCD-A54B-A948B823D54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6</Pages>
  <Words>1390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Rzeszutko-Bełzowska Agata</cp:lastModifiedBy>
  <cp:revision>13</cp:revision>
  <cp:lastPrinted>2019-02-06T12:12:00Z</cp:lastPrinted>
  <dcterms:created xsi:type="dcterms:W3CDTF">2020-01-06T11:39:00Z</dcterms:created>
  <dcterms:modified xsi:type="dcterms:W3CDTF">2020-05-26T11:24:00Z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