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A64B2" w:rsidR="000B39B6" w:rsidP="000B39B6" w:rsidRDefault="00CD6897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1A64B2" w:rsidR="000B39B6">
        <w:rPr>
          <w:rFonts w:ascii="Corbel" w:hAnsi="Corbel"/>
          <w:bCs/>
          <w:i/>
        </w:rPr>
        <w:t>Załącznik nr 1.5 do Zarządzenia Rektora UR  nr 12/2019</w:t>
      </w:r>
    </w:p>
    <w:p w:rsidRPr="001A64B2" w:rsidR="000B39B6" w:rsidP="000B39B6" w:rsidRDefault="000B39B6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>SYLABUS</w:t>
      </w:r>
    </w:p>
    <w:p w:rsidRPr="001A64B2" w:rsidR="000B39B6" w:rsidP="000B39B6" w:rsidRDefault="000B39B6" w14:paraId="045A207D" w14:textId="1C81E6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A64B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A64B2">
        <w:rPr>
          <w:rFonts w:ascii="Corbel" w:hAnsi="Corbel"/>
          <w:smallCaps/>
          <w:sz w:val="24"/>
          <w:szCs w:val="24"/>
        </w:rPr>
        <w:t>202</w:t>
      </w:r>
      <w:r w:rsidR="00685243">
        <w:rPr>
          <w:rFonts w:ascii="Corbel" w:hAnsi="Corbel"/>
          <w:smallCaps/>
          <w:sz w:val="24"/>
          <w:szCs w:val="24"/>
        </w:rPr>
        <w:t>3</w:t>
      </w:r>
      <w:r w:rsidRPr="001A64B2">
        <w:rPr>
          <w:rFonts w:ascii="Corbel" w:hAnsi="Corbel"/>
          <w:smallCaps/>
          <w:sz w:val="24"/>
          <w:szCs w:val="24"/>
        </w:rPr>
        <w:t>-202</w:t>
      </w:r>
      <w:r w:rsidR="00685243">
        <w:rPr>
          <w:rFonts w:ascii="Corbel" w:hAnsi="Corbel"/>
          <w:smallCaps/>
          <w:sz w:val="24"/>
          <w:szCs w:val="24"/>
        </w:rPr>
        <w:t>4</w:t>
      </w:r>
    </w:p>
    <w:p w:rsidRPr="001A64B2" w:rsidR="000B39B6" w:rsidP="000B39B6" w:rsidRDefault="000B39B6" w14:paraId="42D65B55" w14:textId="67097AF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A64B2">
        <w:rPr>
          <w:rFonts w:ascii="Corbel" w:hAnsi="Corbel"/>
          <w:sz w:val="20"/>
          <w:szCs w:val="20"/>
        </w:rPr>
        <w:t>Rok akademicki: 202</w:t>
      </w:r>
      <w:r w:rsidR="00685243">
        <w:rPr>
          <w:rFonts w:ascii="Corbel" w:hAnsi="Corbel"/>
          <w:sz w:val="20"/>
          <w:szCs w:val="20"/>
        </w:rPr>
        <w:t>3</w:t>
      </w:r>
      <w:r w:rsidRPr="001A64B2">
        <w:rPr>
          <w:rFonts w:ascii="Corbel" w:hAnsi="Corbel"/>
          <w:sz w:val="20"/>
          <w:szCs w:val="20"/>
        </w:rPr>
        <w:t>/202</w:t>
      </w:r>
      <w:r w:rsidR="00685243">
        <w:rPr>
          <w:rFonts w:ascii="Corbel" w:hAnsi="Corbel"/>
          <w:sz w:val="20"/>
          <w:szCs w:val="20"/>
        </w:rPr>
        <w:t>4</w:t>
      </w:r>
    </w:p>
    <w:p w:rsidRPr="001A64B2" w:rsidR="0085747A" w:rsidP="000B39B6" w:rsidRDefault="0085747A" w14:paraId="672A6659" w14:textId="77777777">
      <w:pPr>
        <w:spacing w:line="240" w:lineRule="auto"/>
        <w:jc w:val="right"/>
        <w:rPr>
          <w:rFonts w:ascii="Corbel" w:hAnsi="Corbel"/>
          <w:sz w:val="20"/>
          <w:szCs w:val="20"/>
        </w:rPr>
      </w:pPr>
    </w:p>
    <w:p w:rsidRPr="001A64B2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A64B2">
        <w:rPr>
          <w:rFonts w:ascii="Corbel" w:hAnsi="Corbel"/>
          <w:szCs w:val="24"/>
        </w:rPr>
        <w:t xml:space="preserve">1. </w:t>
      </w:r>
      <w:r w:rsidRPr="001A64B2" w:rsidR="0085747A">
        <w:rPr>
          <w:rFonts w:ascii="Corbel" w:hAnsi="Corbel"/>
          <w:szCs w:val="24"/>
        </w:rPr>
        <w:t xml:space="preserve">Podstawowe </w:t>
      </w:r>
      <w:r w:rsidRPr="001A64B2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1A64B2" w:rsidR="0085747A" w:rsidTr="43C2ACDA" w14:paraId="6FA5B3EC" w14:textId="77777777">
        <w:tc>
          <w:tcPr>
            <w:tcW w:w="2694" w:type="dxa"/>
            <w:tcMar/>
            <w:vAlign w:val="center"/>
          </w:tcPr>
          <w:p w:rsidRPr="001A64B2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55221B" w14:paraId="7F4C84B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Pr="001A64B2" w:rsidR="0085747A" w:rsidTr="43C2ACDA" w14:paraId="2A72A1C9" w14:textId="77777777">
        <w:tc>
          <w:tcPr>
            <w:tcW w:w="2694" w:type="dxa"/>
            <w:tcMar/>
            <w:vAlign w:val="center"/>
          </w:tcPr>
          <w:p w:rsidRPr="001A64B2" w:rsidR="0085747A" w:rsidP="009C54A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Kod przedmiotu</w:t>
            </w:r>
            <w:r w:rsidRPr="001A64B2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55221B" w14:paraId="081D7007" w14:textId="02F007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E/II/E</w:t>
            </w:r>
            <w:r w:rsidRPr="001A64B2" w:rsidR="00FB0CEF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001A64B2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685243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Pr="001A64B2" w:rsidR="0085747A" w:rsidTr="43C2ACDA" w14:paraId="4E2F8C33" w14:textId="77777777">
        <w:tc>
          <w:tcPr>
            <w:tcW w:w="2694" w:type="dxa"/>
            <w:tcMar/>
            <w:vAlign w:val="center"/>
          </w:tcPr>
          <w:p w:rsidRPr="001A64B2" w:rsidR="0085747A" w:rsidP="00EA4832" w:rsidRDefault="0017512A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</w:t>
            </w:r>
            <w:r w:rsidRPr="001A64B2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1A64B2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17512A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1A64B2" w:rsidR="0085747A" w:rsidTr="43C2ACDA" w14:paraId="729EEB71" w14:textId="77777777">
        <w:tc>
          <w:tcPr>
            <w:tcW w:w="2694" w:type="dxa"/>
            <w:tcMar/>
            <w:vAlign w:val="center"/>
          </w:tcPr>
          <w:p w:rsidRPr="001A64B2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0B39B6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 w:eastAsia="Times New Roman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Pr="001A64B2" w:rsidR="0085747A" w:rsidTr="43C2ACDA" w14:paraId="048482E6" w14:textId="77777777">
        <w:tc>
          <w:tcPr>
            <w:tcW w:w="2694" w:type="dxa"/>
            <w:tcMar/>
            <w:vAlign w:val="center"/>
          </w:tcPr>
          <w:p w:rsidRPr="001A64B2" w:rsidR="0085747A" w:rsidP="009C54A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55221B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1A64B2" w:rsidR="0085747A" w:rsidTr="43C2ACDA" w14:paraId="055D634D" w14:textId="77777777">
        <w:tc>
          <w:tcPr>
            <w:tcW w:w="2694" w:type="dxa"/>
            <w:tcMar/>
            <w:vAlign w:val="center"/>
          </w:tcPr>
          <w:p w:rsidRPr="001A64B2" w:rsidR="0085747A" w:rsidP="009C54AE" w:rsidRDefault="00DE4A1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0B39B6" w14:paraId="76DD6F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Pr="001A64B2" w:rsidR="0085747A" w:rsidTr="43C2ACDA" w14:paraId="3A488BE5" w14:textId="77777777">
        <w:tc>
          <w:tcPr>
            <w:tcW w:w="2694" w:type="dxa"/>
            <w:tcMar/>
            <w:vAlign w:val="center"/>
          </w:tcPr>
          <w:p w:rsidRPr="001A64B2" w:rsidR="0085747A" w:rsidP="009C54A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17512A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1A64B2" w:rsidR="0085747A" w:rsidTr="43C2ACDA" w14:paraId="5C70B2EB" w14:textId="77777777">
        <w:tc>
          <w:tcPr>
            <w:tcW w:w="2694" w:type="dxa"/>
            <w:tcMar/>
            <w:vAlign w:val="center"/>
          </w:tcPr>
          <w:p w:rsidRPr="001A64B2" w:rsidR="0085747A" w:rsidP="009C54A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0B39B6" w:rsidRDefault="0097553C" w14:paraId="56B68402" w14:textId="72F603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1A64B2"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1A64B2" w:rsidR="0085747A" w:rsidTr="43C2ACDA" w14:paraId="58954631" w14:textId="77777777">
        <w:tc>
          <w:tcPr>
            <w:tcW w:w="2694" w:type="dxa"/>
            <w:tcMar/>
            <w:vAlign w:val="center"/>
          </w:tcPr>
          <w:p w:rsidRPr="001A64B2" w:rsidR="0085747A" w:rsidP="009C54A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Rok i semestr</w:t>
            </w:r>
            <w:r w:rsidRPr="001A64B2" w:rsidR="0030395F">
              <w:rPr>
                <w:rFonts w:ascii="Corbel" w:hAnsi="Corbel"/>
                <w:sz w:val="24"/>
                <w:szCs w:val="24"/>
              </w:rPr>
              <w:t>/y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43C2ACDA" w:rsidRDefault="0055221B" w14:paraId="09A16E3F" w14:textId="3DF2A2F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3C2ACDA" w:rsidR="0055221B">
              <w:rPr>
                <w:rFonts w:ascii="Corbel" w:hAnsi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Pr="001A64B2" w:rsidR="0085747A" w:rsidTr="43C2ACDA" w14:paraId="2724D578" w14:textId="77777777">
        <w:tc>
          <w:tcPr>
            <w:tcW w:w="2694" w:type="dxa"/>
            <w:tcMar/>
            <w:vAlign w:val="center"/>
          </w:tcPr>
          <w:p w:rsidRPr="001A64B2" w:rsidR="0085747A" w:rsidP="009C54A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17512A" w14:paraId="6FA8B5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1A64B2" w:rsidR="00923D7D" w:rsidTr="43C2ACDA" w14:paraId="26EB6C12" w14:textId="77777777">
        <w:tc>
          <w:tcPr>
            <w:tcW w:w="2694" w:type="dxa"/>
            <w:tcMar/>
            <w:vAlign w:val="center"/>
          </w:tcPr>
          <w:p w:rsidRPr="001A64B2" w:rsidR="00923D7D" w:rsidP="009C54A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1A64B2" w:rsidR="00923D7D" w:rsidP="009C54AE" w:rsidRDefault="0055221B" w14:paraId="07D1FA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1A64B2"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1A64B2" w:rsidR="0085747A" w:rsidTr="43C2ACDA" w14:paraId="6DF8CB8C" w14:textId="77777777">
        <w:tc>
          <w:tcPr>
            <w:tcW w:w="2694" w:type="dxa"/>
            <w:tcMar/>
            <w:vAlign w:val="center"/>
          </w:tcPr>
          <w:p w:rsidRPr="001A64B2" w:rsidR="0085747A" w:rsidP="009C54A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55221B" w14:paraId="2055212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Pr="001A64B2" w:rsidR="0085747A" w:rsidTr="43C2ACDA" w14:paraId="4DFA396E" w14:textId="77777777">
        <w:tc>
          <w:tcPr>
            <w:tcW w:w="2694" w:type="dxa"/>
            <w:tcMar/>
            <w:vAlign w:val="center"/>
          </w:tcPr>
          <w:p w:rsidRPr="001A64B2" w:rsidR="0085747A" w:rsidP="009C54A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A64B2" w:rsidR="0085747A" w:rsidP="009C54AE" w:rsidRDefault="0055221B" w14:paraId="117EA05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:rsidRPr="001A64B2" w:rsidR="0085747A" w:rsidP="61121B81" w:rsidRDefault="0085747A" w14:paraId="4DE066A3" w14:textId="50F698F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* </w:t>
      </w:r>
      <w:r w:rsidRPr="001A64B2">
        <w:rPr>
          <w:rFonts w:ascii="Corbel" w:hAnsi="Corbel"/>
          <w:i/>
          <w:iCs/>
          <w:sz w:val="24"/>
          <w:szCs w:val="24"/>
        </w:rPr>
        <w:t>-</w:t>
      </w:r>
      <w:r w:rsidRPr="001A64B2" w:rsidR="00B90885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001A64B2" w:rsidR="00B90885">
        <w:rPr>
          <w:rFonts w:ascii="Corbel" w:hAnsi="Corbel"/>
          <w:b w:val="0"/>
          <w:sz w:val="24"/>
          <w:szCs w:val="24"/>
        </w:rPr>
        <w:t>e,</w:t>
      </w:r>
      <w:r w:rsidRPr="001A64B2" w:rsidR="06CD204F">
        <w:rPr>
          <w:rFonts w:ascii="Corbel" w:hAnsi="Corbel"/>
          <w:b w:val="0"/>
          <w:sz w:val="24"/>
          <w:szCs w:val="24"/>
        </w:rPr>
        <w:t xml:space="preserve"> </w:t>
      </w:r>
      <w:r w:rsidRPr="001A64B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Pr="001A64B2" w:rsidR="00B90885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:rsidRPr="001A64B2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1.</w:t>
      </w:r>
      <w:r w:rsidRPr="001A64B2" w:rsidR="00E22FBC">
        <w:rPr>
          <w:rFonts w:ascii="Corbel" w:hAnsi="Corbel"/>
          <w:sz w:val="24"/>
          <w:szCs w:val="24"/>
        </w:rPr>
        <w:t>1</w:t>
      </w:r>
      <w:r w:rsidRPr="001A64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1A64B2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882"/>
        <w:gridCol w:w="742"/>
        <w:gridCol w:w="851"/>
        <w:gridCol w:w="766"/>
        <w:gridCol w:w="800"/>
        <w:gridCol w:w="700"/>
        <w:gridCol w:w="917"/>
        <w:gridCol w:w="1563"/>
        <w:gridCol w:w="1359"/>
      </w:tblGrid>
      <w:tr w:rsidRPr="001A64B2" w:rsidR="00015B8F" w:rsidTr="43C2ACDA" w14:paraId="4A00F40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A64B2"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Semestr</w:t>
            </w:r>
          </w:p>
          <w:p w:rsidRPr="001A64B2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(</w:t>
            </w:r>
            <w:r w:rsidRPr="001A64B2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64B2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Wykł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64B2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64B2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Konw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64B2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Sem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64B2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64B2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64B2">
              <w:rPr>
                <w:rFonts w:ascii="Corbel" w:hAnsi="Corbel"/>
                <w:szCs w:val="24"/>
              </w:rPr>
              <w:t>Prakt</w:t>
            </w:r>
            <w:proofErr w:type="spellEnd"/>
            <w:r w:rsidRPr="001A64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64B2" w:rsidR="00015B8F" w:rsidP="009C54AE" w:rsidRDefault="00015B8F" w14:paraId="5B5B1B43" w14:textId="5F73D9D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64B2">
              <w:rPr>
                <w:rFonts w:ascii="Corbel" w:hAnsi="Corbel"/>
                <w:szCs w:val="24"/>
              </w:rPr>
              <w:t>Inne (</w:t>
            </w:r>
            <w:r w:rsidR="0035597A">
              <w:rPr>
                <w:rFonts w:ascii="Corbel" w:hAnsi="Corbel"/>
                <w:szCs w:val="24"/>
              </w:rPr>
              <w:t>ćwiczenia warsztatowe</w:t>
            </w:r>
            <w:r w:rsidRPr="001A64B2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64B2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64B2">
              <w:rPr>
                <w:rFonts w:ascii="Corbel" w:hAnsi="Corbel"/>
                <w:b/>
                <w:szCs w:val="24"/>
              </w:rPr>
              <w:t>Liczba pkt</w:t>
            </w:r>
            <w:r w:rsidRPr="001A64B2" w:rsidR="00B90885">
              <w:rPr>
                <w:rFonts w:ascii="Corbel" w:hAnsi="Corbel"/>
                <w:b/>
                <w:szCs w:val="24"/>
              </w:rPr>
              <w:t>.</w:t>
            </w:r>
            <w:r w:rsidRPr="001A64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1A64B2" w:rsidR="00015B8F" w:rsidTr="43C2ACDA" w14:paraId="49557C15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FB0CEF" w14:paraId="2598DEE6" w14:textId="4C6E6B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3C2ACDA" w:rsidR="43C2ACD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015B8F" w14:paraId="5007C906" w14:textId="5AD804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5879C4" w14:paraId="0E27B00A" w14:textId="211776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64B2" w:rsidR="00015B8F" w:rsidP="009C54AE" w:rsidRDefault="00E51F0A" w14:paraId="18F999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A64B2" w:rsidR="00923D7D" w:rsidP="009C54AE" w:rsidRDefault="00923D7D" w14:paraId="44EAFD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1A64B2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1.</w:t>
      </w:r>
      <w:r w:rsidRPr="001A64B2" w:rsidR="00E22FBC">
        <w:rPr>
          <w:rFonts w:ascii="Corbel" w:hAnsi="Corbel"/>
          <w:smallCaps w:val="0"/>
          <w:szCs w:val="24"/>
        </w:rPr>
        <w:t>2</w:t>
      </w:r>
      <w:r w:rsidRPr="001A64B2" w:rsidR="00F83B28">
        <w:rPr>
          <w:rFonts w:ascii="Corbel" w:hAnsi="Corbel"/>
          <w:smallCaps w:val="0"/>
          <w:szCs w:val="24"/>
        </w:rPr>
        <w:t>.</w:t>
      </w:r>
      <w:r w:rsidRPr="001A64B2" w:rsidR="00F83B28">
        <w:rPr>
          <w:rFonts w:ascii="Corbel" w:hAnsi="Corbel"/>
          <w:smallCaps w:val="0"/>
          <w:szCs w:val="24"/>
        </w:rPr>
        <w:tab/>
      </w:r>
      <w:r w:rsidRPr="001A64B2">
        <w:rPr>
          <w:rFonts w:ascii="Corbel" w:hAnsi="Corbel"/>
          <w:smallCaps w:val="0"/>
          <w:szCs w:val="24"/>
        </w:rPr>
        <w:t xml:space="preserve">Sposób realizacji zajęć  </w:t>
      </w:r>
    </w:p>
    <w:p w:rsidRPr="001A64B2" w:rsidR="000B39B6" w:rsidP="000B39B6" w:rsidRDefault="000B39B6" w14:paraId="0123947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</w:t>
      </w:r>
      <w:r w:rsidRPr="001A64B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A64B2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A64B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Pr="001A64B2" w:rsidR="000B39B6" w:rsidP="000B39B6" w:rsidRDefault="000B39B6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64B2">
        <w:rPr>
          <w:rFonts w:hint="eastAsia" w:ascii="MS Gothic" w:hAnsi="MS Gothic" w:eastAsia="MS Gothic" w:cs="MS Gothic"/>
          <w:b w:val="0"/>
          <w:szCs w:val="24"/>
        </w:rPr>
        <w:t>☐</w:t>
      </w:r>
      <w:r w:rsidRPr="001A64B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1A64B2" w:rsidR="0085747A" w:rsidP="009C54AE" w:rsidRDefault="0085747A" w14:paraId="4B94D5A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1A64B2" w:rsidR="000B39B6" w:rsidP="000B39B6" w:rsidRDefault="000B39B6" w14:paraId="7C2A5C6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1.3 </w:t>
      </w:r>
      <w:r w:rsidRPr="001A64B2">
        <w:rPr>
          <w:rFonts w:ascii="Corbel" w:hAnsi="Corbel"/>
          <w:smallCaps w:val="0"/>
          <w:szCs w:val="24"/>
        </w:rPr>
        <w:tab/>
      </w:r>
      <w:r w:rsidRPr="001A64B2">
        <w:rPr>
          <w:rFonts w:ascii="Corbel" w:hAnsi="Corbel"/>
          <w:smallCaps w:val="0"/>
          <w:szCs w:val="24"/>
        </w:rPr>
        <w:t xml:space="preserve">Forma zaliczenia przedmiotu (z toku) </w:t>
      </w:r>
      <w:r w:rsidRPr="001A64B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A64B2" w:rsidR="000B39B6" w:rsidP="000B39B6" w:rsidRDefault="00FA015D" w14:paraId="55D48E7E" w14:textId="13E2C9D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1A64B2" w:rsidR="000B39B6">
        <w:rPr>
          <w:rFonts w:ascii="Corbel" w:hAnsi="Corbel"/>
          <w:b w:val="0"/>
          <w:smallCaps w:val="0"/>
          <w:szCs w:val="24"/>
        </w:rPr>
        <w:t>aliczenie z oceną</w:t>
      </w:r>
    </w:p>
    <w:p w:rsidRPr="001A64B2" w:rsidR="00E960BB" w:rsidP="009C54AE" w:rsidRDefault="00E960BB" w14:paraId="3DEEC6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A64B2"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A64B2" w:rsidR="0085747A" w:rsidTr="00745302" w14:paraId="3AD6E96C" w14:textId="77777777">
        <w:tc>
          <w:tcPr>
            <w:tcW w:w="9670" w:type="dxa"/>
          </w:tcPr>
          <w:p w:rsidRPr="001A64B2" w:rsidR="0085747A" w:rsidP="000B39B6" w:rsidRDefault="00E51F0A" w14:paraId="4C32CCB3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:rsidRPr="001A64B2" w:rsidR="00153C41" w:rsidP="009C54AE" w:rsidRDefault="00153C41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A64B2" w:rsidR="000B39B6" w:rsidP="009C54AE" w:rsidRDefault="000B39B6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A64B2" w:rsidR="0085747A" w:rsidP="009C54AE" w:rsidRDefault="0071620A" w14:paraId="469B63C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1A64B2">
        <w:rPr>
          <w:rFonts w:ascii="Corbel" w:hAnsi="Corbel"/>
          <w:szCs w:val="24"/>
        </w:rPr>
        <w:t>3.</w:t>
      </w:r>
      <w:r w:rsidRPr="001A64B2" w:rsidR="00A84C85">
        <w:rPr>
          <w:rFonts w:ascii="Corbel" w:hAnsi="Corbel"/>
          <w:szCs w:val="24"/>
        </w:rPr>
        <w:t>cele, efekty uczenia się</w:t>
      </w:r>
      <w:r w:rsidRPr="001A64B2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1A64B2" w:rsidR="0085747A" w:rsidP="009C54AE" w:rsidRDefault="0085747A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1A64B2"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 xml:space="preserve">3.1 </w:t>
      </w:r>
      <w:r w:rsidRPr="001A64B2" w:rsidR="00C05F44">
        <w:rPr>
          <w:rFonts w:ascii="Corbel" w:hAnsi="Corbel"/>
          <w:sz w:val="24"/>
          <w:szCs w:val="24"/>
        </w:rPr>
        <w:t>Cele przedmiotu</w:t>
      </w:r>
    </w:p>
    <w:p w:rsidRPr="001A64B2" w:rsidR="00F83B28" w:rsidP="009C54AE" w:rsidRDefault="00F83B28" w14:paraId="5312826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1A64B2" w:rsidR="00E51F0A" w:rsidTr="00E51F0A" w14:paraId="7F284AF2" w14:textId="77777777">
        <w:tc>
          <w:tcPr>
            <w:tcW w:w="845" w:type="dxa"/>
            <w:vAlign w:val="center"/>
          </w:tcPr>
          <w:p w:rsidRPr="001A64B2" w:rsidR="00E51F0A" w:rsidP="00E51F0A" w:rsidRDefault="00E51F0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1A64B2" w:rsidR="00E51F0A" w:rsidP="000B39B6" w:rsidRDefault="00E51F0A" w14:paraId="43DD5DA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Pr="001A64B2" w:rsidR="000B39B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1A64B2" w:rsidR="00E51F0A" w:rsidTr="00E51F0A" w14:paraId="172D2D3A" w14:textId="77777777">
        <w:tc>
          <w:tcPr>
            <w:tcW w:w="845" w:type="dxa"/>
            <w:vAlign w:val="center"/>
          </w:tcPr>
          <w:p w:rsidRPr="001A64B2" w:rsidR="00E51F0A" w:rsidP="00E51F0A" w:rsidRDefault="00E51F0A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1A64B2" w:rsidR="00E51F0A" w:rsidP="000B39B6" w:rsidRDefault="00E51F0A" w14:paraId="0AAA5E2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Pr="001A64B2" w:rsidR="000B39B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1A64B2" w:rsidR="00E51F0A" w:rsidTr="00E51F0A" w14:paraId="10256F31" w14:textId="77777777">
        <w:tc>
          <w:tcPr>
            <w:tcW w:w="845" w:type="dxa"/>
            <w:vAlign w:val="center"/>
          </w:tcPr>
          <w:p w:rsidRPr="001A64B2" w:rsidR="00E51F0A" w:rsidP="00E51F0A" w:rsidRDefault="00E51F0A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1A64B2" w:rsidR="00E51F0A" w:rsidP="000B39B6" w:rsidRDefault="00E51F0A" w14:paraId="707EB7D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64B2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Pr="001A64B2" w:rsidR="000B39B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1A64B2" w:rsidR="0085747A" w:rsidP="009C54AE" w:rsidRDefault="0085747A" w14:paraId="62486C0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1A64B2" w:rsidR="001D7B54" w:rsidP="009C54AE" w:rsidRDefault="009F4610" w14:paraId="3DDEBA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3.2 </w:t>
      </w:r>
      <w:r w:rsidRPr="001A64B2" w:rsidR="001D7B54">
        <w:rPr>
          <w:rFonts w:ascii="Corbel" w:hAnsi="Corbel"/>
          <w:b/>
          <w:sz w:val="24"/>
          <w:szCs w:val="24"/>
        </w:rPr>
        <w:t xml:space="preserve">Efekty </w:t>
      </w:r>
      <w:r w:rsidRPr="001A64B2" w:rsidR="00C05F44">
        <w:rPr>
          <w:rFonts w:ascii="Corbel" w:hAnsi="Corbel"/>
          <w:b/>
          <w:sz w:val="24"/>
          <w:szCs w:val="24"/>
        </w:rPr>
        <w:t xml:space="preserve">uczenia się </w:t>
      </w:r>
      <w:r w:rsidRPr="001A64B2" w:rsidR="001D7B54">
        <w:rPr>
          <w:rFonts w:ascii="Corbel" w:hAnsi="Corbel"/>
          <w:b/>
          <w:sz w:val="24"/>
          <w:szCs w:val="24"/>
        </w:rPr>
        <w:t>dla przedmiotu</w:t>
      </w:r>
    </w:p>
    <w:p w:rsidRPr="001A64B2" w:rsidR="001D7B54" w:rsidP="009C54AE" w:rsidRDefault="001D7B54" w14:paraId="410165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1A64B2" w:rsidR="0085747A" w:rsidTr="24AFD922" w14:paraId="05F1B0B3" w14:textId="77777777">
        <w:tc>
          <w:tcPr>
            <w:tcW w:w="1681" w:type="dxa"/>
            <w:vAlign w:val="center"/>
          </w:tcPr>
          <w:p w:rsidRPr="001A64B2" w:rsidR="0085747A" w:rsidP="009C54A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smallCaps w:val="0"/>
                <w:szCs w:val="24"/>
              </w:rPr>
              <w:t>EK</w:t>
            </w:r>
            <w:r w:rsidRPr="001A64B2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1A64B2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1A64B2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1A64B2" w:rsidR="0085747A" w:rsidP="00C05F44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1A64B2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1A64B2" w:rsidR="0085747A" w:rsidP="00437959" w:rsidRDefault="0085747A" w14:paraId="45BBBB2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A64B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A64B2" w:rsidR="00E51F0A" w:rsidTr="24AFD922" w14:paraId="7B5F3A2C" w14:textId="77777777">
        <w:tc>
          <w:tcPr>
            <w:tcW w:w="1681" w:type="dxa"/>
          </w:tcPr>
          <w:p w:rsidRPr="001A64B2" w:rsidR="00E51F0A" w:rsidP="00E51F0A" w:rsidRDefault="00E51F0A" w14:paraId="4FCA596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:rsidRPr="001A64B2" w:rsidR="00E51F0A" w:rsidP="000B39B6" w:rsidRDefault="00E51F0A" w14:paraId="6CFB2B9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:rsidRPr="001A64B2" w:rsidR="00E51F0A" w:rsidP="00E51F0A" w:rsidRDefault="00E51F0A" w14:paraId="27F8033C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Pr="001A64B2" w:rsidR="0062004D">
              <w:rPr>
                <w:rFonts w:ascii="Corbel" w:hAnsi="Corbel" w:cs="Times New Roman"/>
              </w:rPr>
              <w:t>1</w:t>
            </w:r>
          </w:p>
          <w:p w:rsidRPr="001A64B2" w:rsidR="00E51F0A" w:rsidP="00E51F0A" w:rsidRDefault="00E51F0A" w14:paraId="3FB25131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Pr="001A64B2" w:rsidR="0062004D">
              <w:rPr>
                <w:rFonts w:ascii="Corbel" w:hAnsi="Corbel" w:cs="Times New Roman"/>
              </w:rPr>
              <w:t>3</w:t>
            </w:r>
          </w:p>
          <w:p w:rsidRPr="001A64B2" w:rsidR="00E51F0A" w:rsidP="00E51F0A" w:rsidRDefault="00E51F0A" w14:paraId="3CDE09E3" w14:textId="78873C0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</w:t>
            </w:r>
            <w:r w:rsidRPr="001A64B2" w:rsidR="1C191FCA">
              <w:rPr>
                <w:rFonts w:ascii="Corbel" w:hAnsi="Corbel" w:cs="Times New Roman"/>
              </w:rPr>
              <w:t>0</w:t>
            </w:r>
            <w:r w:rsidRPr="001A64B2" w:rsidR="0062004D">
              <w:rPr>
                <w:rFonts w:ascii="Corbel" w:hAnsi="Corbel" w:cs="Times New Roman"/>
              </w:rPr>
              <w:t>5</w:t>
            </w:r>
          </w:p>
        </w:tc>
      </w:tr>
      <w:tr w:rsidRPr="001A64B2" w:rsidR="00E51F0A" w:rsidTr="24AFD922" w14:paraId="02E2480D" w14:textId="77777777">
        <w:tc>
          <w:tcPr>
            <w:tcW w:w="1681" w:type="dxa"/>
          </w:tcPr>
          <w:p w:rsidRPr="001A64B2" w:rsidR="00E51F0A" w:rsidP="00E51F0A" w:rsidRDefault="00E51F0A" w14:paraId="56A76B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:rsidRPr="001A64B2" w:rsidR="00E51F0A" w:rsidP="000B39B6" w:rsidRDefault="00E51F0A" w14:paraId="701154B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:rsidRPr="001A64B2" w:rsidR="00E51F0A" w:rsidP="00E51F0A" w:rsidRDefault="00E51F0A" w14:paraId="79569C6D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K_W0</w:t>
            </w:r>
            <w:r w:rsidRPr="001A64B2" w:rsidR="0062004D">
              <w:rPr>
                <w:rFonts w:ascii="Corbel" w:hAnsi="Corbel" w:cs="Times New Roman"/>
              </w:rPr>
              <w:t>2</w:t>
            </w:r>
          </w:p>
          <w:p w:rsidRPr="001A64B2" w:rsidR="00E51F0A" w:rsidP="00E51F0A" w:rsidRDefault="00E51F0A" w14:paraId="600668D8" w14:textId="1046B6B5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Pr="001A64B2" w:rsidR="00E51F0A" w:rsidTr="24AFD922" w14:paraId="29307519" w14:textId="77777777">
        <w:tc>
          <w:tcPr>
            <w:tcW w:w="1681" w:type="dxa"/>
          </w:tcPr>
          <w:p w:rsidRPr="001A64B2" w:rsidR="00E51F0A" w:rsidP="00E51F0A" w:rsidRDefault="00E51F0A" w14:paraId="419608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:rsidRPr="001A64B2" w:rsidR="00E51F0A" w:rsidP="000B39B6" w:rsidRDefault="00E51F0A" w14:paraId="65B40F1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:rsidRPr="001A64B2" w:rsidR="00E51F0A" w:rsidP="00E51F0A" w:rsidRDefault="00E51F0A" w14:paraId="3CFCD0C1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K_U01</w:t>
            </w:r>
          </w:p>
          <w:p w:rsidRPr="001A64B2" w:rsidR="00E51F0A" w:rsidP="00DC1B67" w:rsidRDefault="00E51F0A" w14:paraId="5E6EAEE4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Pr="001A64B2" w:rsidR="0062004D">
              <w:rPr>
                <w:rFonts w:ascii="Corbel" w:hAnsi="Corbel" w:cs="Times New Roman"/>
              </w:rPr>
              <w:t>2</w:t>
            </w:r>
          </w:p>
        </w:tc>
      </w:tr>
      <w:tr w:rsidRPr="001A64B2" w:rsidR="00E51F0A" w:rsidTr="24AFD922" w14:paraId="59E56137" w14:textId="77777777">
        <w:tc>
          <w:tcPr>
            <w:tcW w:w="1681" w:type="dxa"/>
          </w:tcPr>
          <w:p w:rsidRPr="001A64B2" w:rsidR="00E51F0A" w:rsidP="24AFD922" w:rsidRDefault="00E51F0A" w14:paraId="002D746F" w14:textId="70176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Pr="001A64B2" w:rsidR="684737CF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:rsidRPr="001A64B2" w:rsidR="00E51F0A" w:rsidP="24AFD922" w:rsidRDefault="00E51F0A" w14:paraId="4C6ED87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:rsidRPr="001A64B2" w:rsidR="00E51F0A" w:rsidP="24AFD922" w:rsidRDefault="00E51F0A" w14:paraId="6E723246" w14:textId="261E4EA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K_U0</w:t>
            </w:r>
            <w:r w:rsidR="00703002">
              <w:rPr>
                <w:rFonts w:ascii="Corbel" w:hAnsi="Corbel" w:cs="Times New Roman"/>
              </w:rPr>
              <w:t>4</w:t>
            </w:r>
          </w:p>
          <w:p w:rsidRPr="001A64B2" w:rsidR="0062004D" w:rsidP="24AFD922" w:rsidRDefault="0062004D" w14:paraId="17B67F8B" w14:textId="5198EAAB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Pr="001A64B2" w:rsidR="24AFD922" w:rsidTr="24AFD922" w14:paraId="275745A6" w14:textId="77777777">
        <w:tc>
          <w:tcPr>
            <w:tcW w:w="1681" w:type="dxa"/>
          </w:tcPr>
          <w:p w:rsidRPr="001A64B2" w:rsidR="0ED0DA13" w:rsidP="24AFD922" w:rsidRDefault="0ED0DA13" w14:paraId="47523718" w14:textId="3FB0FDCD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Pr="001A64B2" w:rsidR="2D4C6FB4"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  <w:tc>
          <w:tcPr>
            <w:tcW w:w="5974" w:type="dxa"/>
          </w:tcPr>
          <w:p w:rsidRPr="001A64B2" w:rsidR="3B53416C" w:rsidP="24AFD922" w:rsidRDefault="3B53416C" w14:paraId="6CC03960" w14:textId="60C564A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Współdziała w grupie analizując problemy gospodarcze</w:t>
            </w:r>
            <w:r w:rsidRPr="001A64B2" w:rsidR="34F203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prezentuje wnioski</w:t>
            </w:r>
          </w:p>
        </w:tc>
        <w:tc>
          <w:tcPr>
            <w:tcW w:w="1865" w:type="dxa"/>
          </w:tcPr>
          <w:p w:rsidRPr="001A64B2" w:rsidR="3B53416C" w:rsidP="24AFD922" w:rsidRDefault="3B53416C" w14:paraId="696D4151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K_U11</w:t>
            </w:r>
          </w:p>
          <w:p w:rsidRPr="001A64B2" w:rsidR="3B53416C" w:rsidP="24AFD922" w:rsidRDefault="3B53416C" w14:paraId="0CA1D9CC" w14:textId="273C1884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Pr="001A64B2" w:rsidR="00E51F0A" w:rsidTr="24AFD922" w14:paraId="1E71A6C1" w14:textId="77777777">
        <w:tc>
          <w:tcPr>
            <w:tcW w:w="1681" w:type="dxa"/>
          </w:tcPr>
          <w:p w:rsidRPr="001A64B2" w:rsidR="00E51F0A" w:rsidP="24AFD922" w:rsidRDefault="00E51F0A" w14:paraId="78C3198C" w14:textId="14D2BC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Pr="001A64B2" w:rsidR="5D49239A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:rsidRPr="001A64B2" w:rsidR="00E51F0A" w:rsidP="000B39B6" w:rsidRDefault="00E51F0A" w14:paraId="221091F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:rsidRPr="001A64B2" w:rsidR="00E51F0A" w:rsidP="0062004D" w:rsidRDefault="00E51F0A" w14:paraId="54E3E2D9" w14:textId="7777777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A64B2">
              <w:rPr>
                <w:rFonts w:ascii="Corbel" w:hAnsi="Corbel" w:cs="Times New Roman"/>
              </w:rPr>
              <w:t>K_K01</w:t>
            </w:r>
          </w:p>
          <w:p w:rsidRPr="001A64B2" w:rsidR="00DC1B67" w:rsidP="0062004D" w:rsidRDefault="00DC1B67" w14:paraId="37643912" w14:textId="19595DE2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:rsidRPr="001A64B2" w:rsidR="0062004D" w:rsidP="009C54AE" w:rsidRDefault="0062004D" w14:paraId="4B99056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A64B2" w:rsidR="0062004D" w:rsidP="009C54AE" w:rsidRDefault="0062004D" w14:paraId="1299C43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A64B2" w:rsidR="0085747A" w:rsidP="009C54AE" w:rsidRDefault="00675843" w14:paraId="5B09A05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>3.3</w:t>
      </w:r>
      <w:r w:rsidRPr="001A64B2" w:rsidR="0085747A">
        <w:rPr>
          <w:rFonts w:ascii="Corbel" w:hAnsi="Corbel"/>
          <w:b/>
          <w:sz w:val="24"/>
          <w:szCs w:val="24"/>
        </w:rPr>
        <w:t>T</w:t>
      </w:r>
      <w:r w:rsidRPr="001A64B2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1A64B2" w:rsidR="000B39B6" w:rsidP="009C54AE" w:rsidRDefault="000B39B6" w14:paraId="4DDBEF0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1A64B2" w:rsidR="0085747A" w:rsidP="009C54AE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64B2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1A64B2" w:rsidR="009F4610">
        <w:rPr>
          <w:rFonts w:ascii="Corbel" w:hAnsi="Corbel"/>
          <w:sz w:val="24"/>
          <w:szCs w:val="24"/>
        </w:rPr>
        <w:t xml:space="preserve">, </w:t>
      </w:r>
      <w:r w:rsidRPr="001A64B2">
        <w:rPr>
          <w:rFonts w:ascii="Corbel" w:hAnsi="Corbel"/>
          <w:sz w:val="24"/>
          <w:szCs w:val="24"/>
        </w:rPr>
        <w:t xml:space="preserve">zajęć praktycznych </w:t>
      </w:r>
    </w:p>
    <w:p w:rsidRPr="001A64B2" w:rsidR="0085747A" w:rsidP="009C54AE" w:rsidRDefault="0085747A" w14:paraId="3461D77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A64B2" w:rsidR="0085747A" w:rsidTr="00E51F0A" w14:paraId="587EA2A8" w14:textId="77777777">
        <w:tc>
          <w:tcPr>
            <w:tcW w:w="9520" w:type="dxa"/>
          </w:tcPr>
          <w:p w:rsidRPr="001A64B2" w:rsidR="0085747A" w:rsidP="009C54AE" w:rsidRDefault="0085747A" w14:paraId="3511302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1A64B2" w:rsidR="00E51F0A" w:rsidTr="00E51F0A" w14:paraId="07E2B86C" w14:textId="77777777">
        <w:tc>
          <w:tcPr>
            <w:tcW w:w="9520" w:type="dxa"/>
          </w:tcPr>
          <w:p w:rsidRPr="001A64B2" w:rsidR="00E51F0A" w:rsidP="00E51F0A" w:rsidRDefault="00E51F0A" w14:paraId="48C9E61C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1 –  Gorączka złota</w:t>
            </w:r>
            <w:r w:rsidRPr="001A64B2" w:rsidR="00B16D57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1A64B2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Pr="001A64B2" w:rsidR="00E51F0A" w:rsidTr="00E51F0A" w14:paraId="100AD789" w14:textId="77777777">
        <w:tc>
          <w:tcPr>
            <w:tcW w:w="9520" w:type="dxa"/>
          </w:tcPr>
          <w:p w:rsidRPr="001A64B2" w:rsidR="00E51F0A" w:rsidP="00E51F0A" w:rsidRDefault="00E51F0A" w14:paraId="38AFC42E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2 –  Twój czas</w:t>
            </w:r>
            <w:r w:rsidRPr="001A64B2" w:rsidR="00B16D57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1A64B2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Pr="001A64B2" w:rsidR="00F948C1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1A64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1A64B2" w:rsidR="00E51F0A" w:rsidTr="00E51F0A" w14:paraId="730DD6B5" w14:textId="77777777">
        <w:tc>
          <w:tcPr>
            <w:tcW w:w="9520" w:type="dxa"/>
          </w:tcPr>
          <w:p w:rsidRPr="001A64B2" w:rsidR="00E51F0A" w:rsidP="00E51F0A" w:rsidRDefault="00E51F0A" w14:paraId="53CDCF79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GRA 3 – Rybi biznes</w:t>
            </w:r>
            <w:r w:rsidRPr="001A64B2" w:rsidR="00B16D57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Pr="001A64B2" w:rsidR="00E51F0A" w:rsidTr="00E51F0A" w14:paraId="21FC8F53" w14:textId="77777777">
        <w:tc>
          <w:tcPr>
            <w:tcW w:w="9520" w:type="dxa"/>
          </w:tcPr>
          <w:p w:rsidRPr="001A64B2" w:rsidR="00E51F0A" w:rsidP="00E51F0A" w:rsidRDefault="00E51F0A" w14:paraId="280E220A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Pr="001A64B2" w:rsidR="00B16D57">
              <w:rPr>
                <w:rFonts w:ascii="Corbel" w:hAnsi="Corbel"/>
                <w:sz w:val="24"/>
                <w:szCs w:val="24"/>
              </w:rPr>
              <w:t>Organizacja zbytu</w:t>
            </w:r>
            <w:r w:rsidRPr="001A64B2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:rsidRPr="001A64B2" w:rsidR="0085747A" w:rsidP="009C54AE" w:rsidRDefault="0085747A" w14:paraId="3CF2D8B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1A64B2" w:rsidR="0085747A" w:rsidP="009C54AE" w:rsidRDefault="009F4610" w14:paraId="163B82D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>3.4 Metody dydaktyczne</w:t>
      </w:r>
    </w:p>
    <w:p w:rsidRPr="001A64B2" w:rsidR="00E34AED" w:rsidP="00E34AED" w:rsidRDefault="00E51F0A" w14:paraId="6EA40FF2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Pr="001A64B2" w:rsidR="00E34AED">
        <w:rPr>
          <w:rFonts w:ascii="Corbel" w:hAnsi="Corbel"/>
          <w:b w:val="0"/>
          <w:smallCaps w:val="0"/>
          <w:szCs w:val="24"/>
        </w:rPr>
        <w:t>gra dydaktyczna, praca indywidualna i w grupach,  dyskusja</w:t>
      </w:r>
      <w:r w:rsidRPr="001A64B2" w:rsidR="000B39B6">
        <w:rPr>
          <w:rFonts w:ascii="Corbel" w:hAnsi="Corbel"/>
          <w:b w:val="0"/>
          <w:smallCaps w:val="0"/>
          <w:szCs w:val="24"/>
        </w:rPr>
        <w:t>.</w:t>
      </w:r>
    </w:p>
    <w:p w:rsidRPr="001A64B2" w:rsidR="00E960BB" w:rsidP="009C54AE" w:rsidRDefault="00E960BB" w14:paraId="0FB7827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A64B2" w:rsidR="00E960BB" w:rsidP="009C54AE" w:rsidRDefault="00E960BB" w14:paraId="1FC3994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A64B2" w:rsidR="0085747A" w:rsidP="009C54AE" w:rsidRDefault="00C61DC5" w14:paraId="77FB186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 </w:t>
      </w:r>
      <w:r w:rsidRPr="001A64B2" w:rsidR="0085747A">
        <w:rPr>
          <w:rFonts w:ascii="Corbel" w:hAnsi="Corbel"/>
          <w:smallCaps w:val="0"/>
          <w:szCs w:val="24"/>
        </w:rPr>
        <w:t>METODY I KRYTERIA OCENY</w:t>
      </w:r>
    </w:p>
    <w:p w:rsidRPr="001A64B2" w:rsidR="00923D7D" w:rsidP="009C54AE" w:rsidRDefault="00923D7D" w14:paraId="0562CB0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A64B2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4.1 Sposoby weryfikacji efektów </w:t>
      </w:r>
      <w:r w:rsidRPr="001A64B2" w:rsidR="00C05F44">
        <w:rPr>
          <w:rFonts w:ascii="Corbel" w:hAnsi="Corbel"/>
          <w:smallCaps w:val="0"/>
          <w:szCs w:val="24"/>
        </w:rPr>
        <w:t>uczenia się</w:t>
      </w:r>
    </w:p>
    <w:p w:rsidRPr="001A64B2" w:rsidR="0085747A" w:rsidP="009C54AE" w:rsidRDefault="0085747A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1A64B2" w:rsidR="0085747A" w:rsidTr="24AFD922" w14:paraId="3CD72C34" w14:textId="77777777">
        <w:tc>
          <w:tcPr>
            <w:tcW w:w="1962" w:type="dxa"/>
            <w:vAlign w:val="center"/>
          </w:tcPr>
          <w:p w:rsidRPr="001A64B2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1A64B2" w:rsidR="0085747A" w:rsidP="009C54AE" w:rsidRDefault="00F974D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1A64B2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1A64B2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1A64B2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A64B2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64B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1A64B2" w:rsidR="002F5D29" w:rsidTr="24AFD922" w14:paraId="11A93070" w14:textId="77777777">
        <w:tc>
          <w:tcPr>
            <w:tcW w:w="1962" w:type="dxa"/>
          </w:tcPr>
          <w:p w:rsidRPr="001A64B2" w:rsidR="002F5D29" w:rsidP="61121B81" w:rsidRDefault="5A8C6B16" w14:paraId="24D59B3A" w14:textId="21F5894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Pr="001A64B2" w:rsidR="011C5CC0">
              <w:rPr>
                <w:rFonts w:ascii="Corbel" w:hAnsi="Corbel"/>
                <w:b w:val="0"/>
              </w:rPr>
              <w:t xml:space="preserve">k_01 </w:t>
            </w:r>
          </w:p>
        </w:tc>
        <w:tc>
          <w:tcPr>
            <w:tcW w:w="5441" w:type="dxa"/>
          </w:tcPr>
          <w:p w:rsidRPr="001A64B2" w:rsidR="002F5D29" w:rsidP="002F5D29" w:rsidRDefault="002F5D29" w14:paraId="2D2C637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:rsidRPr="001A64B2" w:rsidR="002F5D29" w:rsidP="61121B81" w:rsidRDefault="011C5CC0" w14:paraId="4F18DD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Pr="001A64B2" w:rsidR="002F5D29" w:rsidTr="24AFD922" w14:paraId="77D442E2" w14:textId="77777777">
        <w:tc>
          <w:tcPr>
            <w:tcW w:w="1962" w:type="dxa"/>
          </w:tcPr>
          <w:p w:rsidRPr="001A64B2" w:rsidR="002F5D29" w:rsidP="61121B81" w:rsidRDefault="5001EC42" w14:paraId="696357ED" w14:textId="7C18D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</w:t>
            </w:r>
            <w:r w:rsidRPr="001A64B2" w:rsidR="011C5CC0">
              <w:rPr>
                <w:rFonts w:ascii="Corbel" w:hAnsi="Corbel"/>
                <w:b w:val="0"/>
              </w:rPr>
              <w:t>k_02</w:t>
            </w:r>
          </w:p>
        </w:tc>
        <w:tc>
          <w:tcPr>
            <w:tcW w:w="5441" w:type="dxa"/>
          </w:tcPr>
          <w:p w:rsidRPr="001A64B2" w:rsidR="002F5D29" w:rsidP="002F5D29" w:rsidRDefault="002F5D29" w14:paraId="189F491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:rsidRPr="001A64B2" w:rsidR="002F5D29" w:rsidP="61121B81" w:rsidRDefault="011C5CC0" w14:paraId="5D2D58F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Pr="001A64B2" w:rsidR="002F5D29" w:rsidTr="24AFD922" w14:paraId="7379E25D" w14:textId="77777777">
        <w:tc>
          <w:tcPr>
            <w:tcW w:w="1962" w:type="dxa"/>
          </w:tcPr>
          <w:p w:rsidRPr="001A64B2" w:rsidR="002F5D29" w:rsidP="002F5D29" w:rsidRDefault="002F5D29" w14:paraId="1D652C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A64B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1A64B2" w:rsidR="002F5D29" w:rsidP="002F5D29" w:rsidRDefault="002F5D29" w14:paraId="7E1ACAA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A64B2" w:rsidR="002F5D29" w:rsidP="61121B81" w:rsidRDefault="011C5CC0" w14:paraId="59A1BC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Pr="001A64B2" w:rsidR="002F5D29" w:rsidTr="24AFD922" w14:paraId="5B7D115A" w14:textId="77777777">
        <w:tc>
          <w:tcPr>
            <w:tcW w:w="1962" w:type="dxa"/>
          </w:tcPr>
          <w:p w:rsidRPr="001A64B2" w:rsidR="24AFD922" w:rsidP="24AFD922" w:rsidRDefault="24AFD922" w14:paraId="54104451" w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:rsidRPr="001A64B2" w:rsidR="24AFD922" w:rsidP="24AFD922" w:rsidRDefault="24AFD922" w14:paraId="7D44410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A64B2" w:rsidR="24AFD922" w:rsidP="24AFD922" w:rsidRDefault="24AFD922" w14:paraId="067DB4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Pr="001A64B2" w:rsidR="24AFD922" w:rsidTr="24AFD922" w14:paraId="0B2AC50E" w14:textId="77777777">
        <w:tc>
          <w:tcPr>
            <w:tcW w:w="1962" w:type="dxa"/>
          </w:tcPr>
          <w:p w:rsidRPr="001A64B2" w:rsidR="24AFD922" w:rsidP="24AFD922" w:rsidRDefault="24AFD922" w14:paraId="215502D1" w14:textId="7DC0EDC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Pr="001A64B2" w:rsidR="462A672E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:rsidRPr="001A64B2" w:rsidR="24AFD922" w:rsidP="24AFD922" w:rsidRDefault="24AFD922" w14:paraId="0E6875F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A64B2" w:rsidR="24AFD922" w:rsidP="24AFD922" w:rsidRDefault="24AFD922" w14:paraId="3C84350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  <w:tr w:rsidRPr="001A64B2" w:rsidR="24AFD922" w:rsidTr="24AFD922" w14:paraId="1B1E67E6" w14:textId="77777777">
        <w:tc>
          <w:tcPr>
            <w:tcW w:w="1962" w:type="dxa"/>
          </w:tcPr>
          <w:p w:rsidRPr="001A64B2" w:rsidR="24AFD922" w:rsidP="24AFD922" w:rsidRDefault="24AFD922" w14:paraId="27221984" w14:textId="3F32A50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A64B2">
              <w:rPr>
                <w:rFonts w:ascii="Corbel" w:hAnsi="Corbel"/>
                <w:b w:val="0"/>
              </w:rPr>
              <w:t>Ek_0</w:t>
            </w:r>
            <w:r w:rsidRPr="001A64B2" w:rsidR="6C456F3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:rsidRPr="001A64B2" w:rsidR="24AFD922" w:rsidP="24AFD922" w:rsidRDefault="24AFD922" w14:paraId="088F09A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Pr="001A64B2" w:rsidR="24AFD922" w:rsidP="24AFD922" w:rsidRDefault="24AFD922" w14:paraId="516E5C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ćwiczenia</w:t>
            </w:r>
          </w:p>
        </w:tc>
      </w:tr>
    </w:tbl>
    <w:p w:rsidRPr="001A64B2" w:rsidR="00923D7D" w:rsidP="009C54AE" w:rsidRDefault="00923D7D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A64B2" w:rsidR="0085747A" w:rsidP="009C54AE" w:rsidRDefault="003E1941" w14:paraId="055156C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4.2 </w:t>
      </w:r>
      <w:r w:rsidRPr="001A64B2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1A64B2" w:rsidR="00923D7D" w:rsidP="009C54AE" w:rsidRDefault="00923D7D" w14:paraId="6D98A12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A64B2" w:rsidR="0085747A" w:rsidTr="1DE2ACFE" w14:paraId="7E7BA76D" w14:textId="77777777">
        <w:tc>
          <w:tcPr>
            <w:tcW w:w="9670" w:type="dxa"/>
          </w:tcPr>
          <w:p w:rsidRPr="001A64B2" w:rsidR="002F5D29" w:rsidP="00437959" w:rsidRDefault="002F5D29" w14:paraId="64C8584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:rsidRPr="001A64B2" w:rsidR="002F5D29" w:rsidP="00437959" w:rsidRDefault="002F5D29" w14:paraId="08B2625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Pr="001A64B2" w:rsidR="00FC56CC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1A64B2" w:rsidR="002F5D29" w:rsidP="00437959" w:rsidRDefault="002F5D29" w14:paraId="3AC25A8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:rsidRPr="001A64B2" w:rsidR="0085747A" w:rsidP="24AFD922" w:rsidRDefault="3903DB34" w14:paraId="2E6E57E9" w14:textId="7B8C16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Ocena na z</w:t>
            </w:r>
            <w:r w:rsidRPr="001A64B2" w:rsidR="354E045F">
              <w:rPr>
                <w:rFonts w:ascii="Corbel" w:hAnsi="Corbel"/>
                <w:sz w:val="24"/>
                <w:szCs w:val="24"/>
              </w:rPr>
              <w:t>a</w:t>
            </w:r>
            <w:r w:rsidRPr="001A64B2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</w:tc>
      </w:tr>
    </w:tbl>
    <w:p w:rsidRPr="001A64B2" w:rsidR="0085747A" w:rsidP="009C54AE" w:rsidRDefault="0085747A" w14:paraId="5997CC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A64B2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64B2">
        <w:rPr>
          <w:rFonts w:ascii="Corbel" w:hAnsi="Corbel"/>
          <w:b/>
          <w:sz w:val="24"/>
          <w:szCs w:val="24"/>
        </w:rPr>
        <w:t xml:space="preserve">5. </w:t>
      </w:r>
      <w:r w:rsidRPr="001A64B2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A64B2" w:rsidR="0085747A" w:rsidP="009C54AE" w:rsidRDefault="0085747A" w14:paraId="110FFD3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1A64B2" w:rsidR="0085747A" w:rsidTr="61121B81" w14:paraId="3808A828" w14:textId="77777777">
        <w:tc>
          <w:tcPr>
            <w:tcW w:w="4962" w:type="dxa"/>
            <w:vAlign w:val="center"/>
          </w:tcPr>
          <w:p w:rsidRPr="001A64B2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1A64B2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1A64B2" w:rsidR="0085747A" w:rsidP="009C54AE" w:rsidRDefault="00C61DC5" w14:paraId="227268D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1A64B2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A64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1A64B2" w:rsidR="0085747A" w:rsidTr="61121B81" w14:paraId="33472E7B" w14:textId="77777777">
        <w:tc>
          <w:tcPr>
            <w:tcW w:w="4962" w:type="dxa"/>
          </w:tcPr>
          <w:p w:rsidRPr="001A64B2" w:rsidR="0085747A" w:rsidP="009C54AE" w:rsidRDefault="00C61DC5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G</w:t>
            </w:r>
            <w:r w:rsidRPr="001A64B2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A64B2">
              <w:rPr>
                <w:rFonts w:ascii="Corbel" w:hAnsi="Corbel"/>
                <w:sz w:val="24"/>
                <w:szCs w:val="24"/>
              </w:rPr>
              <w:t>kontaktowe</w:t>
            </w:r>
            <w:r w:rsidRPr="001A64B2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A64B2">
              <w:rPr>
                <w:rFonts w:ascii="Corbel" w:hAnsi="Corbel"/>
                <w:sz w:val="24"/>
                <w:szCs w:val="24"/>
              </w:rPr>
              <w:t>ynikające</w:t>
            </w:r>
            <w:r w:rsidRPr="001A64B2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1A64B2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A64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1A64B2" w:rsidR="0085747A" w:rsidP="00574E4D" w:rsidRDefault="005879C4" w14:paraId="72A4FFC0" w14:textId="22BFD4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Pr="001A64B2" w:rsidR="00C61DC5" w:rsidTr="61121B81" w14:paraId="096DB874" w14:textId="77777777">
        <w:tc>
          <w:tcPr>
            <w:tcW w:w="4962" w:type="dxa"/>
          </w:tcPr>
          <w:p w:rsidRPr="001A64B2" w:rsidR="00C61DC5" w:rsidP="009C54AE" w:rsidRDefault="00C61DC5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1A64B2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1A64B2" w:rsidR="00C61DC5" w:rsidP="009C54AE" w:rsidRDefault="00C61DC5" w14:paraId="1026EC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1A64B2" w:rsidR="00C61DC5" w:rsidP="00574E4D" w:rsidRDefault="00574E4D" w14:paraId="714475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1A64B2" w:rsidR="00C61DC5" w:rsidTr="61121B81" w14:paraId="52C70F90" w14:textId="77777777">
        <w:tc>
          <w:tcPr>
            <w:tcW w:w="4962" w:type="dxa"/>
          </w:tcPr>
          <w:p w:rsidRPr="001A64B2" w:rsidR="00C61DC5" w:rsidP="009C54AE" w:rsidRDefault="00C61DC5" w14:paraId="4AC39FE3" w14:textId="23C2DA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– praca własna</w:t>
            </w:r>
            <w:r w:rsidRPr="001A64B2" w:rsidR="7BA874C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studenta</w:t>
            </w:r>
            <w:r w:rsidRPr="001A64B2" w:rsidR="5425D4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A64B2">
              <w:rPr>
                <w:rFonts w:ascii="Corbel" w:hAnsi="Corbel"/>
                <w:sz w:val="24"/>
                <w:szCs w:val="24"/>
              </w:rPr>
              <w:t>(przygotowanie do zaję</w:t>
            </w:r>
            <w:r w:rsidRPr="001A64B2">
              <w:rPr>
                <w:rFonts w:ascii="Corbel" w:hAnsi="Corbel"/>
                <w:sz w:val="24"/>
                <w:szCs w:val="24"/>
                <w:u w:val="single"/>
              </w:rPr>
              <w:t>ć</w:t>
            </w:r>
            <w:r w:rsidRPr="001A64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1A64B2" w:rsidR="00C61DC5" w:rsidP="00574E4D" w:rsidRDefault="005879C4" w14:paraId="539576E8" w14:textId="342514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r w:rsidRPr="001A64B2" w:rsidR="00574E4D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Pr="001A64B2" w:rsidR="0085747A" w:rsidTr="61121B81" w14:paraId="4D6280AD" w14:textId="77777777">
        <w:tc>
          <w:tcPr>
            <w:tcW w:w="4962" w:type="dxa"/>
          </w:tcPr>
          <w:p w:rsidRPr="001A64B2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1A64B2" w:rsidR="0085747A" w:rsidP="00574E4D" w:rsidRDefault="00574E4D" w14:paraId="688618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1A64B2" w:rsidR="0085747A" w:rsidTr="61121B81" w14:paraId="0AD00C0E" w14:textId="77777777">
        <w:tc>
          <w:tcPr>
            <w:tcW w:w="4962" w:type="dxa"/>
          </w:tcPr>
          <w:p w:rsidRPr="001A64B2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A64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1A64B2" w:rsidR="0085747A" w:rsidP="00574E4D" w:rsidRDefault="00574E4D" w14:paraId="78E884C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A64B2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A64B2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1A64B2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A64B2" w:rsidR="003E1941" w:rsidP="009C54AE" w:rsidRDefault="003E1941" w14:paraId="6B69937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A64B2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6. </w:t>
      </w:r>
      <w:r w:rsidRPr="001A64B2" w:rsidR="0085747A">
        <w:rPr>
          <w:rFonts w:ascii="Corbel" w:hAnsi="Corbel"/>
          <w:smallCaps w:val="0"/>
          <w:szCs w:val="24"/>
        </w:rPr>
        <w:t>PRAKTYKI ZAWO</w:t>
      </w:r>
      <w:r w:rsidRPr="001A64B2" w:rsidR="009D3F3B">
        <w:rPr>
          <w:rFonts w:ascii="Corbel" w:hAnsi="Corbel"/>
          <w:smallCaps w:val="0"/>
          <w:szCs w:val="24"/>
        </w:rPr>
        <w:t>DOWE W RAMACH PRZEDMIOTU</w:t>
      </w:r>
    </w:p>
    <w:p w:rsidRPr="001A64B2" w:rsidR="0085747A" w:rsidP="009C54AE" w:rsidRDefault="0085747A" w14:paraId="3FE9F23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337"/>
        <w:gridCol w:w="5302"/>
      </w:tblGrid>
      <w:tr w:rsidRPr="001A64B2" w:rsidR="0085747A" w:rsidTr="00386E73" w14:paraId="5454FE01" w14:textId="77777777">
        <w:trPr>
          <w:trHeight w:val="397"/>
          <w:jc w:val="center"/>
        </w:trPr>
        <w:tc>
          <w:tcPr>
            <w:tcW w:w="4082" w:type="dxa"/>
          </w:tcPr>
          <w:p w:rsidRPr="001A64B2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:rsidRPr="001A64B2" w:rsidR="0085747A" w:rsidP="00437959" w:rsidRDefault="00437959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1A64B2" w:rsidR="0085747A" w:rsidTr="00386E73" w14:paraId="5BCC8499" w14:textId="77777777">
        <w:trPr>
          <w:trHeight w:val="397"/>
          <w:jc w:val="center"/>
        </w:trPr>
        <w:tc>
          <w:tcPr>
            <w:tcW w:w="4082" w:type="dxa"/>
          </w:tcPr>
          <w:p w:rsidRPr="001A64B2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:rsidRPr="001A64B2" w:rsidR="0085747A" w:rsidP="00437959" w:rsidRDefault="00437959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1A64B2" w:rsidR="003E1941" w:rsidP="009C54AE" w:rsidRDefault="003E1941" w14:paraId="1F72F64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A64B2" w:rsidR="0085747A" w:rsidP="009C54AE" w:rsidRDefault="00675843" w14:paraId="7BDB76A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A64B2">
        <w:rPr>
          <w:rFonts w:ascii="Corbel" w:hAnsi="Corbel"/>
          <w:smallCaps w:val="0"/>
          <w:szCs w:val="24"/>
        </w:rPr>
        <w:t xml:space="preserve">7. </w:t>
      </w:r>
      <w:r w:rsidRPr="001A64B2" w:rsidR="0085747A">
        <w:rPr>
          <w:rFonts w:ascii="Corbel" w:hAnsi="Corbel"/>
          <w:smallCaps w:val="0"/>
          <w:szCs w:val="24"/>
        </w:rPr>
        <w:t>LITERATURA</w:t>
      </w:r>
    </w:p>
    <w:p w:rsidRPr="001A64B2" w:rsidR="00675843" w:rsidP="009C54AE" w:rsidRDefault="00675843" w14:paraId="08CE6F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1A64B2" w:rsidR="0085747A" w:rsidTr="00386E73" w14:paraId="3F4A138F" w14:textId="77777777">
        <w:trPr>
          <w:trHeight w:val="397"/>
        </w:trPr>
        <w:tc>
          <w:tcPr>
            <w:tcW w:w="9072" w:type="dxa"/>
          </w:tcPr>
          <w:p w:rsidRPr="001A64B2" w:rsidR="0085747A" w:rsidP="00437959" w:rsidRDefault="0085747A" w14:paraId="729C96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1A64B2" w:rsidR="00574E4D" w:rsidP="00437959" w:rsidRDefault="00574E4D" w14:paraId="7F7BEBA3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  <w:r w:rsidRPr="001A64B2" w:rsidR="00437959">
              <w:rPr>
                <w:rFonts w:ascii="Corbel" w:hAnsi="Corbel"/>
                <w:sz w:val="24"/>
                <w:szCs w:val="24"/>
              </w:rPr>
              <w:t>.</w:t>
            </w:r>
          </w:p>
          <w:p w:rsidRPr="001A64B2" w:rsidR="00574E4D" w:rsidP="00437959" w:rsidRDefault="00574E4D" w14:paraId="49F95DB5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:rsidRPr="001A64B2" w:rsidR="00574E4D" w:rsidP="00437959" w:rsidRDefault="00574E4D" w14:paraId="0B4AA069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64B2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Pr="001A64B2" w:rsidR="00684D02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1A64B2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  <w:r w:rsidRPr="001A64B2" w:rsidR="0043795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1A64B2" w:rsidR="0085747A" w:rsidTr="00386E73" w14:paraId="79532E08" w14:textId="77777777">
        <w:trPr>
          <w:trHeight w:val="397"/>
        </w:trPr>
        <w:tc>
          <w:tcPr>
            <w:tcW w:w="9072" w:type="dxa"/>
          </w:tcPr>
          <w:p w:rsidRPr="006911E9" w:rsidR="0085747A" w:rsidP="24AFD922" w:rsidRDefault="0085747A" w14:paraId="1616B1D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11E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:rsidRPr="001A64B2" w:rsidR="00574E4D" w:rsidP="24AFD922" w:rsidRDefault="1DC9E965" w14:paraId="2F439F66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  <w:r w:rsidRPr="001A64B2" w:rsidR="3C07CA0D">
              <w:rPr>
                <w:rFonts w:ascii="Corbel" w:hAnsi="Corbel"/>
                <w:sz w:val="24"/>
                <w:szCs w:val="24"/>
              </w:rPr>
              <w:t>.</w:t>
            </w:r>
          </w:p>
          <w:p w:rsidRPr="001A64B2" w:rsidR="00574E4D" w:rsidP="24AFD922" w:rsidRDefault="378DA14D" w14:paraId="6E959CDB" w14:textId="6025FB8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Falecki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Sosnowiec 201</w:t>
            </w:r>
            <w:r w:rsidRPr="001A64B2" w:rsidR="1DC9E965">
              <w:rPr>
                <w:rFonts w:ascii="Corbel" w:hAnsi="Corbel"/>
                <w:sz w:val="24"/>
                <w:szCs w:val="24"/>
              </w:rPr>
              <w:t>5</w:t>
            </w:r>
            <w:r w:rsidRPr="001A64B2" w:rsidR="3C07CA0D">
              <w:rPr>
                <w:rFonts w:ascii="Corbel" w:hAnsi="Corbel"/>
                <w:sz w:val="24"/>
                <w:szCs w:val="24"/>
              </w:rPr>
              <w:t>.</w:t>
            </w:r>
          </w:p>
          <w:p w:rsidRPr="001A64B2" w:rsidR="00574E4D" w:rsidP="24AFD922" w:rsidRDefault="1B7615D1" w14:paraId="5EEFACD4" w14:textId="5DF8C72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1A64B2">
              <w:rPr>
                <w:rFonts w:ascii="Corbel" w:hAnsi="Corbel"/>
                <w:sz w:val="24"/>
                <w:szCs w:val="24"/>
              </w:rPr>
              <w:t xml:space="preserve">Szara K., Kapitał kreatywny w przedsiębiorstwie, </w:t>
            </w:r>
            <w:proofErr w:type="spellStart"/>
            <w:r w:rsidRPr="001A64B2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1A64B2">
              <w:rPr>
                <w:rFonts w:ascii="Corbel" w:hAnsi="Corbel"/>
                <w:sz w:val="24"/>
                <w:szCs w:val="24"/>
              </w:rPr>
              <w:t>, Warszawa</w:t>
            </w:r>
            <w:r w:rsidRPr="001A64B2" w:rsidR="6E84744F">
              <w:rPr>
                <w:rFonts w:ascii="Corbel" w:hAnsi="Corbel"/>
                <w:sz w:val="24"/>
                <w:szCs w:val="24"/>
              </w:rPr>
              <w:t>, 2019.</w:t>
            </w:r>
          </w:p>
        </w:tc>
      </w:tr>
    </w:tbl>
    <w:p w:rsidRPr="001A64B2" w:rsidR="0085747A" w:rsidP="009C54AE" w:rsidRDefault="0085747A" w14:paraId="61CDCEA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1A64B2" w:rsidR="0085747A" w:rsidP="009C54AE" w:rsidRDefault="0085747A" w14:paraId="6BB9E25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A64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headerReference w:type="default" r:id="rId11"/>
      <w:footerReference w:type="default" r:id="rId12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750A" w:rsidP="00C16ABF" w:rsidRDefault="006E750A" w14:paraId="56D77080" w14:textId="77777777">
      <w:pPr>
        <w:spacing w:after="0" w:line="240" w:lineRule="auto"/>
      </w:pPr>
      <w:r>
        <w:separator/>
      </w:r>
    </w:p>
  </w:endnote>
  <w:endnote w:type="continuationSeparator" w:id="0">
    <w:p w:rsidR="006E750A" w:rsidP="00C16ABF" w:rsidRDefault="006E750A" w14:paraId="061F581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:rsidTr="24AFD922" w14:paraId="7161F794" w14:textId="77777777">
      <w:tc>
        <w:tcPr>
          <w:tcW w:w="3210" w:type="dxa"/>
        </w:tcPr>
        <w:p w:rsidR="24AFD922" w:rsidP="24AFD922" w:rsidRDefault="24AFD922" w14:paraId="61F935DD" w14:textId="701E05C1">
          <w:pPr>
            <w:pStyle w:val="Nagwek"/>
            <w:ind w:left="-115"/>
          </w:pPr>
        </w:p>
      </w:tc>
      <w:tc>
        <w:tcPr>
          <w:tcW w:w="3210" w:type="dxa"/>
        </w:tcPr>
        <w:p w:rsidR="24AFD922" w:rsidP="24AFD922" w:rsidRDefault="24AFD922" w14:paraId="56EEE59B" w14:textId="7C8C8082">
          <w:pPr>
            <w:pStyle w:val="Nagwek"/>
            <w:jc w:val="center"/>
          </w:pPr>
        </w:p>
      </w:tc>
      <w:tc>
        <w:tcPr>
          <w:tcW w:w="3210" w:type="dxa"/>
        </w:tcPr>
        <w:p w:rsidR="24AFD922" w:rsidP="24AFD922" w:rsidRDefault="24AFD922" w14:paraId="6099FDB0" w14:textId="76CF93A4">
          <w:pPr>
            <w:pStyle w:val="Nagwek"/>
            <w:ind w:right="-115"/>
            <w:jc w:val="right"/>
          </w:pPr>
        </w:p>
      </w:tc>
    </w:tr>
  </w:tbl>
  <w:p w:rsidR="24AFD922" w:rsidP="24AFD922" w:rsidRDefault="24AFD922" w14:paraId="3181B451" w14:textId="1C6275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750A" w:rsidP="00C16ABF" w:rsidRDefault="006E750A" w14:paraId="58B34973" w14:textId="77777777">
      <w:pPr>
        <w:spacing w:after="0" w:line="240" w:lineRule="auto"/>
      </w:pPr>
      <w:r>
        <w:separator/>
      </w:r>
    </w:p>
  </w:footnote>
  <w:footnote w:type="continuationSeparator" w:id="0">
    <w:p w:rsidR="006E750A" w:rsidP="00C16ABF" w:rsidRDefault="006E750A" w14:paraId="6865C83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FD922" w:rsidTr="24AFD922" w14:paraId="3D13AE29" w14:textId="77777777">
      <w:tc>
        <w:tcPr>
          <w:tcW w:w="3210" w:type="dxa"/>
        </w:tcPr>
        <w:p w:rsidR="24AFD922" w:rsidP="24AFD922" w:rsidRDefault="24AFD922" w14:paraId="4997D7BF" w14:textId="69EEABC6">
          <w:pPr>
            <w:pStyle w:val="Nagwek"/>
            <w:ind w:left="-115"/>
          </w:pPr>
        </w:p>
      </w:tc>
      <w:tc>
        <w:tcPr>
          <w:tcW w:w="3210" w:type="dxa"/>
        </w:tcPr>
        <w:p w:rsidR="24AFD922" w:rsidP="24AFD922" w:rsidRDefault="24AFD922" w14:paraId="56F1ED6E" w14:textId="6A49266A">
          <w:pPr>
            <w:pStyle w:val="Nagwek"/>
            <w:jc w:val="center"/>
          </w:pPr>
        </w:p>
      </w:tc>
      <w:tc>
        <w:tcPr>
          <w:tcW w:w="3210" w:type="dxa"/>
        </w:tcPr>
        <w:p w:rsidR="24AFD922" w:rsidP="24AFD922" w:rsidRDefault="24AFD922" w14:paraId="176EB157" w14:textId="7A648B76">
          <w:pPr>
            <w:pStyle w:val="Nagwek"/>
            <w:ind w:right="-115"/>
            <w:jc w:val="right"/>
          </w:pPr>
        </w:p>
      </w:tc>
    </w:tr>
  </w:tbl>
  <w:p w:rsidR="24AFD922" w:rsidP="24AFD922" w:rsidRDefault="24AFD922" w14:paraId="0C275C8E" w14:textId="456861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F4C7E"/>
    <w:multiLevelType w:val="hybridMultilevel"/>
    <w:tmpl w:val="64C42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8A3251"/>
    <w:multiLevelType w:val="hybridMultilevel"/>
    <w:tmpl w:val="FB14B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1ACC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A0F2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24F2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100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9E80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8CF4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66E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8F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D642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7801693">
    <w:abstractNumId w:val="1"/>
  </w:num>
  <w:num w:numId="2" w16cid:durableId="761410423">
    <w:abstractNumId w:val="3"/>
  </w:num>
  <w:num w:numId="3" w16cid:durableId="1132790045">
    <w:abstractNumId w:val="0"/>
  </w:num>
  <w:num w:numId="4" w16cid:durableId="1038893385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5F8"/>
    <w:rsid w:val="0009462C"/>
    <w:rsid w:val="00094B12"/>
    <w:rsid w:val="00096C46"/>
    <w:rsid w:val="000A296F"/>
    <w:rsid w:val="000A2A28"/>
    <w:rsid w:val="000A3CDF"/>
    <w:rsid w:val="000B192D"/>
    <w:rsid w:val="000B1B91"/>
    <w:rsid w:val="000B28EE"/>
    <w:rsid w:val="000B39B6"/>
    <w:rsid w:val="000B3E37"/>
    <w:rsid w:val="000D04B0"/>
    <w:rsid w:val="000D5D1C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64B2"/>
    <w:rsid w:val="001A70D2"/>
    <w:rsid w:val="001D657B"/>
    <w:rsid w:val="001D7B54"/>
    <w:rsid w:val="001E0209"/>
    <w:rsid w:val="001F2CA2"/>
    <w:rsid w:val="001F588D"/>
    <w:rsid w:val="00203691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75128"/>
    <w:rsid w:val="0027549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568C"/>
    <w:rsid w:val="00346FE9"/>
    <w:rsid w:val="0034759A"/>
    <w:rsid w:val="003503F6"/>
    <w:rsid w:val="003530DD"/>
    <w:rsid w:val="00353D65"/>
    <w:rsid w:val="0035597A"/>
    <w:rsid w:val="00363F78"/>
    <w:rsid w:val="00386DBB"/>
    <w:rsid w:val="00386E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886"/>
    <w:rsid w:val="00414E3C"/>
    <w:rsid w:val="0042244A"/>
    <w:rsid w:val="0042745A"/>
    <w:rsid w:val="00431D5C"/>
    <w:rsid w:val="004362C6"/>
    <w:rsid w:val="00437959"/>
    <w:rsid w:val="00437FA2"/>
    <w:rsid w:val="00445970"/>
    <w:rsid w:val="00446C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F3B"/>
    <w:rsid w:val="005363C4"/>
    <w:rsid w:val="00536BDE"/>
    <w:rsid w:val="00543ACC"/>
    <w:rsid w:val="0055221B"/>
    <w:rsid w:val="0056696D"/>
    <w:rsid w:val="00574E4D"/>
    <w:rsid w:val="005879C4"/>
    <w:rsid w:val="0059484D"/>
    <w:rsid w:val="005A0855"/>
    <w:rsid w:val="005A133C"/>
    <w:rsid w:val="005A3196"/>
    <w:rsid w:val="005B7233"/>
    <w:rsid w:val="005C080F"/>
    <w:rsid w:val="005C55E5"/>
    <w:rsid w:val="005C696A"/>
    <w:rsid w:val="005E6E85"/>
    <w:rsid w:val="005F31D2"/>
    <w:rsid w:val="0061029B"/>
    <w:rsid w:val="00617230"/>
    <w:rsid w:val="0062004D"/>
    <w:rsid w:val="00621CE1"/>
    <w:rsid w:val="00627FC9"/>
    <w:rsid w:val="00647FA8"/>
    <w:rsid w:val="00650C5F"/>
    <w:rsid w:val="00654934"/>
    <w:rsid w:val="00654CC7"/>
    <w:rsid w:val="006620D9"/>
    <w:rsid w:val="00671958"/>
    <w:rsid w:val="00675843"/>
    <w:rsid w:val="00684D02"/>
    <w:rsid w:val="00685243"/>
    <w:rsid w:val="006911E9"/>
    <w:rsid w:val="00693A72"/>
    <w:rsid w:val="00696477"/>
    <w:rsid w:val="006D050F"/>
    <w:rsid w:val="006D6139"/>
    <w:rsid w:val="006E5D65"/>
    <w:rsid w:val="006E750A"/>
    <w:rsid w:val="006F1282"/>
    <w:rsid w:val="006F1FBC"/>
    <w:rsid w:val="006F31E2"/>
    <w:rsid w:val="0070300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417"/>
    <w:rsid w:val="0081554D"/>
    <w:rsid w:val="0081707E"/>
    <w:rsid w:val="008449B3"/>
    <w:rsid w:val="00847A91"/>
    <w:rsid w:val="008552A2"/>
    <w:rsid w:val="0085747A"/>
    <w:rsid w:val="0087083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033"/>
    <w:rsid w:val="0097553C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3BA"/>
    <w:rsid w:val="00AD66D6"/>
    <w:rsid w:val="00AE1160"/>
    <w:rsid w:val="00AE203C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40CB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A5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9C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1B67"/>
    <w:rsid w:val="00DC6D0C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32E55"/>
    <w:rsid w:val="00E34AED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48C1"/>
    <w:rsid w:val="00F974DA"/>
    <w:rsid w:val="00FA015D"/>
    <w:rsid w:val="00FA46E5"/>
    <w:rsid w:val="00FB0CEF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11C5CC0"/>
    <w:rsid w:val="02A5F16C"/>
    <w:rsid w:val="06CD204F"/>
    <w:rsid w:val="0AA1C0B8"/>
    <w:rsid w:val="0D639DD9"/>
    <w:rsid w:val="0E0EE3FA"/>
    <w:rsid w:val="0ED0DA13"/>
    <w:rsid w:val="19F6AEB7"/>
    <w:rsid w:val="1B7615D1"/>
    <w:rsid w:val="1C191FCA"/>
    <w:rsid w:val="1DC9E965"/>
    <w:rsid w:val="1DE2ACFE"/>
    <w:rsid w:val="24AFD922"/>
    <w:rsid w:val="24C39DBD"/>
    <w:rsid w:val="2B009574"/>
    <w:rsid w:val="2D4C6FB4"/>
    <w:rsid w:val="34F20312"/>
    <w:rsid w:val="35003C2C"/>
    <w:rsid w:val="354E045F"/>
    <w:rsid w:val="378DA14D"/>
    <w:rsid w:val="37E70602"/>
    <w:rsid w:val="3818C605"/>
    <w:rsid w:val="3903DB34"/>
    <w:rsid w:val="3B53416C"/>
    <w:rsid w:val="3C07CA0D"/>
    <w:rsid w:val="408895FD"/>
    <w:rsid w:val="43C2ACDA"/>
    <w:rsid w:val="4598361A"/>
    <w:rsid w:val="462A672E"/>
    <w:rsid w:val="46F17009"/>
    <w:rsid w:val="4B817C5F"/>
    <w:rsid w:val="4C07779E"/>
    <w:rsid w:val="4D0BA314"/>
    <w:rsid w:val="5001EC42"/>
    <w:rsid w:val="504C03B0"/>
    <w:rsid w:val="5425D4B2"/>
    <w:rsid w:val="5A8C6B16"/>
    <w:rsid w:val="5D49239A"/>
    <w:rsid w:val="5DC1594F"/>
    <w:rsid w:val="600CFE05"/>
    <w:rsid w:val="61121B81"/>
    <w:rsid w:val="6456AC2D"/>
    <w:rsid w:val="674F1338"/>
    <w:rsid w:val="684737CF"/>
    <w:rsid w:val="6C456F3C"/>
    <w:rsid w:val="6C517B43"/>
    <w:rsid w:val="6E84744F"/>
    <w:rsid w:val="71F8FB0A"/>
    <w:rsid w:val="776D2488"/>
    <w:rsid w:val="7BA87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4CE94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49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275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49A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75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4A741-568B-4E9F-8BC7-E9091434E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A43D28-EDA4-49F3-B801-8DE5109FDD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6A09F7-F5D5-434F-A98C-72609545711C}"/>
</file>

<file path=customXml/itemProps4.xml><?xml version="1.0" encoding="utf-8"?>
<ds:datastoreItem xmlns:ds="http://schemas.openxmlformats.org/officeDocument/2006/customXml" ds:itemID="{46AA4DBA-61EE-4C9A-BCD0-886574E3943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Szara Katarzyna</cp:lastModifiedBy>
  <cp:revision>11</cp:revision>
  <cp:lastPrinted>2019-02-06T12:12:00Z</cp:lastPrinted>
  <dcterms:created xsi:type="dcterms:W3CDTF">2020-12-20T05:39:00Z</dcterms:created>
  <dcterms:modified xsi:type="dcterms:W3CDTF">2022-05-25T07:20:09Z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