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0293" w14:textId="312083B7" w:rsidR="003459FA" w:rsidRPr="00E960BB" w:rsidRDefault="003459FA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5BDB615C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2B577F">
        <w:rPr>
          <w:rFonts w:ascii="Corbel" w:hAnsi="Corbel"/>
          <w:i/>
          <w:smallCaps/>
          <w:sz w:val="24"/>
          <w:szCs w:val="24"/>
        </w:rPr>
        <w:t>2024-2026</w:t>
      </w:r>
    </w:p>
    <w:p w14:paraId="1CEF618B" w14:textId="73D13822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B577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2B577F">
        <w:rPr>
          <w:rFonts w:ascii="Corbel" w:hAnsi="Corbel"/>
          <w:sz w:val="20"/>
          <w:szCs w:val="20"/>
        </w:rPr>
        <w:t>5</w:t>
      </w:r>
      <w:bookmarkStart w:id="1" w:name="_GoBack"/>
      <w:bookmarkEnd w:id="1"/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6DA7B344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</w:t>
            </w:r>
            <w:r w:rsidR="00E45B23">
              <w:rPr>
                <w:rFonts w:ascii="Corbel" w:hAnsi="Corbel" w:cs="Times New Roman CE"/>
                <w:sz w:val="24"/>
                <w:szCs w:val="24"/>
              </w:rPr>
              <w:t>2</w:t>
            </w:r>
            <w:r w:rsidRPr="009B0C14">
              <w:rPr>
                <w:rFonts w:ascii="Corbel" w:hAnsi="Corbel" w:cs="Times New Roman CE"/>
                <w:sz w:val="24"/>
                <w:szCs w:val="24"/>
              </w:rPr>
              <w:t>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49C85724" w:rsidR="0085747A" w:rsidRPr="009B0C14" w:rsidRDefault="00952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0228D71E" w:rsidR="0085747A" w:rsidRPr="009B0C14" w:rsidRDefault="00D05284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4DEC676B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F17E4">
        <w:rPr>
          <w:rFonts w:ascii="Corbel" w:hAnsi="Corbel"/>
          <w:b w:val="0"/>
          <w:i/>
          <w:sz w:val="24"/>
          <w:szCs w:val="24"/>
        </w:rPr>
        <w:t>w Jednostce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417237F4" w:rsidR="00015B8F" w:rsidRPr="009B0C14" w:rsidRDefault="00D05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709B19B1" w:rsidR="00015B8F" w:rsidRPr="009B0C14" w:rsidRDefault="00952FB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4F393E03" w:rsidR="005C5091" w:rsidRPr="009B0C14" w:rsidRDefault="005C5091" w:rsidP="00DF17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F17E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517E7A8A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4.1 Sposoby weryfikacji efektów </w:t>
      </w:r>
      <w:r w:rsidR="00DF17E4">
        <w:rPr>
          <w:rFonts w:ascii="Corbel" w:hAnsi="Corbel"/>
          <w:smallCaps w:val="0"/>
          <w:szCs w:val="24"/>
        </w:rPr>
        <w:t>uczenia się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272CAFB4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F1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434B4EDB" w:rsidR="004266E2" w:rsidRPr="009B0C14" w:rsidRDefault="004266E2" w:rsidP="003459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z</w:t>
            </w:r>
            <w:r w:rsidR="003459F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B0C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91A34C2" w14:textId="5310C888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53B7A9BA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A4A3F" w14:textId="77777777" w:rsidR="00B04B26" w:rsidRDefault="00B04B26" w:rsidP="00C16ABF">
      <w:pPr>
        <w:spacing w:after="0" w:line="240" w:lineRule="auto"/>
      </w:pPr>
      <w:r>
        <w:separator/>
      </w:r>
    </w:p>
  </w:endnote>
  <w:endnote w:type="continuationSeparator" w:id="0">
    <w:p w14:paraId="75832C9C" w14:textId="77777777" w:rsidR="00B04B26" w:rsidRDefault="00B04B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5F7EE" w14:textId="77777777" w:rsidR="00B04B26" w:rsidRDefault="00B04B26" w:rsidP="00C16ABF">
      <w:pPr>
        <w:spacing w:after="0" w:line="240" w:lineRule="auto"/>
      </w:pPr>
      <w:r>
        <w:separator/>
      </w:r>
    </w:p>
  </w:footnote>
  <w:footnote w:type="continuationSeparator" w:id="0">
    <w:p w14:paraId="2E69F82E" w14:textId="77777777" w:rsidR="00B04B26" w:rsidRDefault="00B04B26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E3633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2F15"/>
    <w:rsid w:val="002B4D55"/>
    <w:rsid w:val="002B577F"/>
    <w:rsid w:val="002B5EA0"/>
    <w:rsid w:val="002B6119"/>
    <w:rsid w:val="002C1F06"/>
    <w:rsid w:val="002C2A37"/>
    <w:rsid w:val="002D73D4"/>
    <w:rsid w:val="002E57DD"/>
    <w:rsid w:val="002F02A3"/>
    <w:rsid w:val="002F4ABE"/>
    <w:rsid w:val="003018BA"/>
    <w:rsid w:val="00305C92"/>
    <w:rsid w:val="003113A5"/>
    <w:rsid w:val="003151C5"/>
    <w:rsid w:val="0033045B"/>
    <w:rsid w:val="003343CF"/>
    <w:rsid w:val="003459FA"/>
    <w:rsid w:val="00346FE9"/>
    <w:rsid w:val="0034759A"/>
    <w:rsid w:val="003503F6"/>
    <w:rsid w:val="003530DD"/>
    <w:rsid w:val="00363F78"/>
    <w:rsid w:val="003847B4"/>
    <w:rsid w:val="003A0A5B"/>
    <w:rsid w:val="003A1176"/>
    <w:rsid w:val="003A226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53B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00D01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C4AD7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553C"/>
    <w:rsid w:val="007A6E6E"/>
    <w:rsid w:val="007B6064"/>
    <w:rsid w:val="007C3299"/>
    <w:rsid w:val="007C3BCC"/>
    <w:rsid w:val="007D00D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2FBF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5DD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4B26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05284"/>
    <w:rsid w:val="00D17C3C"/>
    <w:rsid w:val="00D2164A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17E4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45B23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486AC-B2D3-4A17-BE62-B32613CBB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4E0D9A-F332-4EDF-A372-F2291325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2017-02-15T12:41:00Z</cp:lastPrinted>
  <dcterms:created xsi:type="dcterms:W3CDTF">2020-12-13T23:53:00Z</dcterms:created>
  <dcterms:modified xsi:type="dcterms:W3CDTF">2024-07-18T10:38:00Z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