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8C40E" w14:textId="77777777" w:rsidR="0013327D" w:rsidRPr="00E960BB" w:rsidRDefault="0013327D" w:rsidP="00D81B07">
      <w:pPr>
        <w:spacing w:after="0" w:line="240" w:lineRule="auto"/>
        <w:jc w:val="right"/>
        <w:rPr>
          <w:rFonts w:ascii="Corbel" w:hAnsi="Corbel"/>
          <w:bCs/>
          <w:i/>
        </w:rPr>
      </w:pPr>
      <w:bookmarkStart w:id="0" w:name="_Hlk57374335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77777777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7D8EAFF5" w14:textId="77777777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2021-2022.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33C9D0EF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E/II/GfiRC-1.3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2408EB0F" w:rsidR="00913F75" w:rsidRDefault="00A70528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3F75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13327D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486AEB87" w:rsidR="00913F75" w:rsidRDefault="00A70528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lastRenderedPageBreak/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77C91313" w:rsidR="00913F75" w:rsidRDefault="00A70528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62DBA6FA" w:rsidR="00913F75" w:rsidRDefault="00EA19E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758B2D97" w:rsidR="00913F75" w:rsidRDefault="00EA19EF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705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81B07">
              <w:rPr>
                <w:rFonts w:ascii="Corbel" w:hAnsi="Corbel"/>
                <w:sz w:val="24"/>
                <w:szCs w:val="24"/>
              </w:rPr>
              <w:t>Cellary M , Kaczurak-Kozak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Kiziukiewicz T (red.), Rachunkowość jednostek sektora finansów publicznych, </w:t>
            </w:r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Winiarska K,   Kaczurak-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 2009 nr 157 poz. 1240) z późn.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FC57F" w14:textId="77777777" w:rsidR="00A14D00" w:rsidRDefault="00A14D00" w:rsidP="0013327D">
      <w:pPr>
        <w:spacing w:after="0" w:line="240" w:lineRule="auto"/>
      </w:pPr>
      <w:r>
        <w:separator/>
      </w:r>
    </w:p>
  </w:endnote>
  <w:endnote w:type="continuationSeparator" w:id="0">
    <w:p w14:paraId="454D8F51" w14:textId="77777777" w:rsidR="00A14D00" w:rsidRDefault="00A14D00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3BF04" w14:textId="77777777" w:rsidR="00A14D00" w:rsidRDefault="00A14D00" w:rsidP="0013327D">
      <w:pPr>
        <w:spacing w:after="0" w:line="240" w:lineRule="auto"/>
      </w:pPr>
      <w:r>
        <w:separator/>
      </w:r>
    </w:p>
  </w:footnote>
  <w:footnote w:type="continuationSeparator" w:id="0">
    <w:p w14:paraId="36A34B5E" w14:textId="77777777" w:rsidR="00A14D00" w:rsidRDefault="00A14D00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7B4"/>
    <w:rsid w:val="00051690"/>
    <w:rsid w:val="00085BFA"/>
    <w:rsid w:val="0013327D"/>
    <w:rsid w:val="001D4006"/>
    <w:rsid w:val="003317B4"/>
    <w:rsid w:val="005C3268"/>
    <w:rsid w:val="00634E89"/>
    <w:rsid w:val="0072054B"/>
    <w:rsid w:val="008B4CD1"/>
    <w:rsid w:val="008C2F57"/>
    <w:rsid w:val="00913F75"/>
    <w:rsid w:val="00917749"/>
    <w:rsid w:val="00955EB4"/>
    <w:rsid w:val="00990D8C"/>
    <w:rsid w:val="00A14D00"/>
    <w:rsid w:val="00A70528"/>
    <w:rsid w:val="00A74AA1"/>
    <w:rsid w:val="00AC3DF1"/>
    <w:rsid w:val="00B6692F"/>
    <w:rsid w:val="00BA4AD6"/>
    <w:rsid w:val="00C14FFE"/>
    <w:rsid w:val="00D81B07"/>
    <w:rsid w:val="00E34D09"/>
    <w:rsid w:val="00EA19EF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8D1392-016E-4A2D-BAB9-EA5B42B40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Cyran Kazimierz</cp:lastModifiedBy>
  <cp:revision>7</cp:revision>
  <dcterms:created xsi:type="dcterms:W3CDTF">2020-11-30T21:48:00Z</dcterms:created>
  <dcterms:modified xsi:type="dcterms:W3CDTF">2020-12-13T23:54:00Z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