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A9BF78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E4118" w14:textId="70029FEE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B5978">
        <w:rPr>
          <w:rFonts w:ascii="Corbel" w:hAnsi="Corbel"/>
          <w:i/>
          <w:smallCaps/>
          <w:sz w:val="24"/>
          <w:szCs w:val="24"/>
        </w:rPr>
        <w:t>202</w:t>
      </w:r>
      <w:r w:rsidR="001A0F77">
        <w:rPr>
          <w:rFonts w:ascii="Corbel" w:hAnsi="Corbel"/>
          <w:i/>
          <w:smallCaps/>
          <w:sz w:val="24"/>
          <w:szCs w:val="24"/>
        </w:rPr>
        <w:t>3</w:t>
      </w:r>
      <w:r w:rsidR="00DC6D0C" w:rsidRPr="002B5978">
        <w:rPr>
          <w:rFonts w:ascii="Corbel" w:hAnsi="Corbel"/>
          <w:i/>
          <w:smallCaps/>
          <w:sz w:val="24"/>
          <w:szCs w:val="24"/>
        </w:rPr>
        <w:t>-202</w:t>
      </w:r>
      <w:r w:rsidR="001A0F77">
        <w:rPr>
          <w:rFonts w:ascii="Corbel" w:hAnsi="Corbel"/>
          <w:i/>
          <w:smallCaps/>
          <w:sz w:val="24"/>
          <w:szCs w:val="24"/>
        </w:rPr>
        <w:t>6</w:t>
      </w:r>
    </w:p>
    <w:p w14:paraId="6318E983" w14:textId="7F7279A2" w:rsidR="00445970" w:rsidRPr="00EA4832" w:rsidRDefault="00445970" w:rsidP="00C16A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12CEA">
        <w:rPr>
          <w:rFonts w:ascii="Corbel" w:hAnsi="Corbel"/>
          <w:sz w:val="20"/>
          <w:szCs w:val="20"/>
        </w:rPr>
        <w:t>202</w:t>
      </w:r>
      <w:r w:rsidR="001A0F77">
        <w:rPr>
          <w:rFonts w:ascii="Corbel" w:hAnsi="Corbel"/>
          <w:sz w:val="20"/>
          <w:szCs w:val="20"/>
        </w:rPr>
        <w:t>5</w:t>
      </w:r>
      <w:r w:rsidR="00712CEA">
        <w:rPr>
          <w:rFonts w:ascii="Corbel" w:hAnsi="Corbel"/>
          <w:sz w:val="20"/>
          <w:szCs w:val="20"/>
        </w:rPr>
        <w:t>/202</w:t>
      </w:r>
      <w:r w:rsidR="001A0F77">
        <w:rPr>
          <w:rFonts w:ascii="Corbel" w:hAnsi="Corbel"/>
          <w:sz w:val="20"/>
          <w:szCs w:val="20"/>
        </w:rPr>
        <w:t>6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7165" w:rsidRPr="009C54AE" w14:paraId="2E93101F" w14:textId="77777777" w:rsidTr="00F87165">
        <w:tc>
          <w:tcPr>
            <w:tcW w:w="2694" w:type="dxa"/>
            <w:vAlign w:val="center"/>
          </w:tcPr>
          <w:p w14:paraId="3CC51B6E" w14:textId="77777777" w:rsidR="00F87165" w:rsidRPr="009C54AE" w:rsidRDefault="00F87165" w:rsidP="00F871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bottom"/>
          </w:tcPr>
          <w:p w14:paraId="70BA1A62" w14:textId="4AB4F7F0" w:rsidR="00F87165" w:rsidRPr="009C54AE" w:rsidRDefault="00F87165" w:rsidP="00F871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Zarządzanie przedsiębiorstwem finansowym</w:t>
            </w:r>
          </w:p>
        </w:tc>
      </w:tr>
      <w:tr w:rsidR="0085747A" w:rsidRPr="009C54AE" w14:paraId="1A2C4EAA" w14:textId="77777777" w:rsidTr="00F87165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254B5EEE" w:rsidR="0085747A" w:rsidRPr="009C54AE" w:rsidRDefault="00F871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F8716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F87165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147A4B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F8716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CF3D3D1" w14:textId="77777777" w:rsidTr="00F87165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F87165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4A87BF47" w:rsidR="0085747A" w:rsidRPr="00A14001" w:rsidRDefault="00A12C21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F87165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F87165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FDCF51C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12C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023AB45" w14:textId="77777777" w:rsidTr="00F87165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CEFD471" w14:textId="77777777" w:rsidTr="00F87165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5FDA6890" w:rsidR="0085747A" w:rsidRPr="009C54AE" w:rsidRDefault="00C721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D546F0" w14:textId="77777777" w:rsidTr="00F87165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24193416" w:rsidR="0085747A" w:rsidRPr="009C54AE" w:rsidRDefault="00A12C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6EE448B" w14:textId="77777777" w:rsidTr="00F87165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5C39CA49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F8716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F87165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285CD6C1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F87165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376A28CC" w14:textId="77777777" w:rsidTr="00F87165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4D0F68F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12C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9420E64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30DAF1EA" w:rsidR="00015B8F" w:rsidRPr="009C54AE" w:rsidRDefault="00C721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628266EA" w:rsidR="00015B8F" w:rsidRPr="009C54AE" w:rsidRDefault="00C721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15ABCF7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235911" w14:textId="77777777" w:rsidR="00C16AE8" w:rsidRPr="001A1482" w:rsidRDefault="00C16AE8" w:rsidP="00C16AE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A1482">
        <w:rPr>
          <w:rStyle w:val="normaltextrun"/>
          <w:rFonts w:ascii="Corbel" w:hAnsi="Corbel" w:cs="Segoe UI"/>
        </w:rPr>
        <w:sym w:font="Wingdings" w:char="F0FE"/>
      </w:r>
      <w:r w:rsidRPr="001A1482">
        <w:rPr>
          <w:rStyle w:val="normaltextrun"/>
          <w:rFonts w:ascii="Corbel" w:hAnsi="Corbel" w:cs="Segoe UI"/>
        </w:rPr>
        <w:t> </w:t>
      </w:r>
      <w:r w:rsidRPr="001A1482">
        <w:rPr>
          <w:rFonts w:ascii="Corbel" w:hAnsi="Corbel"/>
        </w:rPr>
        <w:t>zajęcia w formie tradycyjnej (lub zdalnie z wykorzystaniem platformy Ms </w:t>
      </w:r>
      <w:proofErr w:type="spellStart"/>
      <w:r w:rsidRPr="001A1482">
        <w:rPr>
          <w:rStyle w:val="spellingerror"/>
          <w:rFonts w:ascii="Corbel" w:hAnsi="Corbel"/>
        </w:rPr>
        <w:t>Teams</w:t>
      </w:r>
      <w:proofErr w:type="spellEnd"/>
      <w:r w:rsidRPr="001A1482">
        <w:rPr>
          <w:rStyle w:val="spellingerror"/>
          <w:rFonts w:ascii="Corbel" w:hAnsi="Corbel"/>
        </w:rPr>
        <w:t>)</w:t>
      </w:r>
      <w:r w:rsidRPr="001A14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1CCAAE" w14:textId="77777777" w:rsidR="00C16AE8" w:rsidRDefault="00C16AE8" w:rsidP="00C16AE8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52359891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DA7D13" w14:textId="77777777" w:rsidR="00553D50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</w:t>
      </w:r>
    </w:p>
    <w:p w14:paraId="0B6E01E8" w14:textId="4655E261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="00F87165" w:rsidRPr="00F87165">
        <w:rPr>
          <w:rFonts w:ascii="Corbel" w:hAnsi="Corbel"/>
          <w:b w:val="0"/>
          <w:smallCaps w:val="0"/>
          <w:szCs w:val="24"/>
        </w:rPr>
        <w:t xml:space="preserve">Egzamin 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31F57100" w:rsidR="0085747A" w:rsidRPr="00F87165" w:rsidRDefault="00F87165" w:rsidP="00F87165">
            <w:pPr>
              <w:spacing w:after="0" w:line="0" w:lineRule="atLeast"/>
              <w:ind w:left="261"/>
              <w:rPr>
                <w:rFonts w:ascii="Corbel" w:eastAsia="Corbel" w:hAnsi="Corbel"/>
                <w:sz w:val="24"/>
              </w:rPr>
            </w:pPr>
            <w:r>
              <w:rPr>
                <w:rFonts w:ascii="Corbel" w:eastAsia="Corbel" w:hAnsi="Corbel"/>
                <w:sz w:val="24"/>
              </w:rPr>
              <w:t>Znajomość podstaw zarządzania organizacjami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A48593" w14:textId="77777777" w:rsidR="00553D50" w:rsidRDefault="00553D5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877806" w14:textId="77777777" w:rsidR="00553D50" w:rsidRPr="00C05F44" w:rsidRDefault="00553D5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53D50" w:rsidRPr="009C54AE" w14:paraId="2C19633D" w14:textId="77777777" w:rsidTr="00553D50">
        <w:trPr>
          <w:jc w:val="center"/>
        </w:trPr>
        <w:tc>
          <w:tcPr>
            <w:tcW w:w="843" w:type="dxa"/>
            <w:vAlign w:val="center"/>
          </w:tcPr>
          <w:p w14:paraId="6F99A481" w14:textId="47AE95AE" w:rsidR="00553D50" w:rsidRPr="009C54AE" w:rsidRDefault="00553D50" w:rsidP="00553D5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</w:tcPr>
          <w:p w14:paraId="695C5FBC" w14:textId="301F1E1E" w:rsidR="00553D50" w:rsidRPr="009C54AE" w:rsidRDefault="00553D50" w:rsidP="00553D50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Zaznajomienie studentów z istotą, rolą, cechami przedsiębiorstwa funkcjonującego na rynku usług finansowych</w:t>
            </w:r>
          </w:p>
        </w:tc>
      </w:tr>
      <w:tr w:rsidR="00553D50" w:rsidRPr="009C54AE" w14:paraId="2AC56354" w14:textId="77777777" w:rsidTr="00553D50">
        <w:trPr>
          <w:jc w:val="center"/>
        </w:trPr>
        <w:tc>
          <w:tcPr>
            <w:tcW w:w="843" w:type="dxa"/>
            <w:vAlign w:val="center"/>
          </w:tcPr>
          <w:p w14:paraId="3F418746" w14:textId="1A63B705" w:rsidR="00553D50" w:rsidRPr="009C54AE" w:rsidRDefault="00553D50" w:rsidP="00553D5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609486B3" w14:textId="34D330A7" w:rsidR="00553D50" w:rsidRPr="009C54AE" w:rsidRDefault="00553D50" w:rsidP="00553D50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Ukazanie studentom różnych obszarów działania i zarządzania przedsiębiorstwem finansowym</w:t>
            </w:r>
          </w:p>
        </w:tc>
      </w:tr>
      <w:tr w:rsidR="00553D50" w:rsidRPr="009C54AE" w14:paraId="5B778A0F" w14:textId="77777777" w:rsidTr="00553D50">
        <w:trPr>
          <w:jc w:val="center"/>
        </w:trPr>
        <w:tc>
          <w:tcPr>
            <w:tcW w:w="843" w:type="dxa"/>
            <w:vAlign w:val="center"/>
          </w:tcPr>
          <w:p w14:paraId="10194B0C" w14:textId="507D81DF" w:rsidR="00553D50" w:rsidRPr="009C54AE" w:rsidRDefault="00553D50" w:rsidP="00553D5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</w:tcPr>
          <w:p w14:paraId="52DE5A7B" w14:textId="24FE42A6" w:rsidR="00553D50" w:rsidRPr="009C54AE" w:rsidRDefault="00553D50" w:rsidP="00553D50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Przedstawienie roli i miejsca menedżera w zarządzaniu przedsiębiorstwem finansowym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5A70" w:rsidRPr="009C54AE" w14:paraId="368EF988" w14:textId="77777777" w:rsidTr="00B07C91">
        <w:tc>
          <w:tcPr>
            <w:tcW w:w="1682" w:type="dxa"/>
          </w:tcPr>
          <w:p w14:paraId="0FF4B8EB" w14:textId="7D8C1054" w:rsidR="002D5A70" w:rsidRPr="006371F2" w:rsidRDefault="002D5A70" w:rsidP="00B0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3" w:type="dxa"/>
          </w:tcPr>
          <w:p w14:paraId="3A66D7E7" w14:textId="77777777" w:rsidR="002D5A70" w:rsidRPr="006371F2" w:rsidRDefault="002D5A70" w:rsidP="00B07C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podstawowe pojęcia z zakresu nauk ekonomicznych dotyczących funkcjonowania przedsiębiorstw finansowych</w:t>
            </w:r>
          </w:p>
        </w:tc>
        <w:tc>
          <w:tcPr>
            <w:tcW w:w="1865" w:type="dxa"/>
          </w:tcPr>
          <w:p w14:paraId="16758C2B" w14:textId="77777777" w:rsidR="002D5A70" w:rsidRPr="006371F2" w:rsidRDefault="002D5A7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247F4178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3" w:type="dxa"/>
          </w:tcPr>
          <w:p w14:paraId="79025334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Posiada umiejętność zastosowania podstaw teoretycznych</w:t>
            </w:r>
          </w:p>
          <w:p w14:paraId="693EE966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dotyczących zarządzania przedsiębiorstwem finansowym</w:t>
            </w:r>
          </w:p>
          <w:p w14:paraId="5D4F9241" w14:textId="2D8CE378" w:rsidR="0085747A" w:rsidRPr="00400F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 opracowywania rozwiązań praktycznych.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3CBE90F3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6ACB1C00" w14:textId="11972E0A" w:rsidR="00A14001" w:rsidRPr="00617678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1B9CAFFD" w:rsidR="00956EB0" w:rsidRPr="00E32C95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14:paraId="4378261B" w14:textId="0429B43D" w:rsidR="00956EB0" w:rsidRPr="006371F2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371F2" w:rsidRPr="009C54AE" w14:paraId="69240898" w14:textId="77777777" w:rsidTr="006371F2">
        <w:tc>
          <w:tcPr>
            <w:tcW w:w="1682" w:type="dxa"/>
          </w:tcPr>
          <w:p w14:paraId="7F816CFB" w14:textId="706BE4F0" w:rsidR="006371F2" w:rsidRPr="00A14001" w:rsidRDefault="006371F2" w:rsidP="00720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2B59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14:paraId="233ED531" w14:textId="210E3CFF" w:rsidR="006371F2" w:rsidRPr="00A14001" w:rsidRDefault="00A3788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planuje i realizuje proces zdobywania wiedzy i informacji</w:t>
            </w:r>
            <w:r w:rsidR="00A408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C8583F4" w14:textId="6862CD28" w:rsid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CC5A6A" w:rsidRPr="009C54AE" w14:paraId="5B5A61A5" w14:textId="77777777" w:rsidTr="006371F2">
        <w:tc>
          <w:tcPr>
            <w:tcW w:w="1682" w:type="dxa"/>
          </w:tcPr>
          <w:p w14:paraId="1BF21521" w14:textId="47E75518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 w:rsidR="00A4086E">
              <w:rPr>
                <w:rFonts w:ascii="Corbel" w:hAnsi="Corbel"/>
                <w:sz w:val="24"/>
                <w:szCs w:val="24"/>
              </w:rPr>
              <w:t>0</w:t>
            </w:r>
            <w:r w:rsidR="002B597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3121596C" w14:textId="3E68D656" w:rsidR="00CC5A6A" w:rsidRPr="006371F2" w:rsidRDefault="00A3788C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uczestniczyć w projektach gospodarczych i społecznych</w:t>
            </w:r>
          </w:p>
        </w:tc>
        <w:tc>
          <w:tcPr>
            <w:tcW w:w="1865" w:type="dxa"/>
          </w:tcPr>
          <w:p w14:paraId="6770542E" w14:textId="38A420DC" w:rsidR="00CC5A6A" w:rsidRP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53D50" w14:paraId="701B47DF" w14:textId="77777777" w:rsidTr="00617678">
        <w:tc>
          <w:tcPr>
            <w:tcW w:w="9520" w:type="dxa"/>
          </w:tcPr>
          <w:p w14:paraId="53E4913F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B14102E" w14:textId="234FA2A6" w:rsidR="00C860E6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Specyfika sektora rynku usług finansowych. Uwarunkowania zewnętrzne i wewnętrzne zarządzania bankiem</w:t>
            </w:r>
          </w:p>
          <w:p w14:paraId="3BBD8137" w14:textId="77777777" w:rsidR="00C860E6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Poziomy i orientacje w zarządzaniu bankiem</w:t>
            </w:r>
          </w:p>
          <w:p w14:paraId="7012DFE9" w14:textId="12856A67" w:rsidR="00C860E6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Podmiot zarządzania w przedsiębiorstwie finansowym (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zarządzanie: </w:t>
            </w:r>
            <w:r w:rsidRPr="00553D50">
              <w:rPr>
                <w:rFonts w:ascii="Corbel" w:hAnsi="Corbel"/>
                <w:sz w:val="24"/>
                <w:szCs w:val="24"/>
              </w:rPr>
              <w:t>efektywnością, ryzykiem, płynnością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>,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 kapitałem)</w:t>
            </w:r>
          </w:p>
          <w:p w14:paraId="67666856" w14:textId="6AB8F6AA" w:rsidR="00C860E6" w:rsidRPr="00553D50" w:rsidRDefault="00C860E6" w:rsidP="00B07C91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Metody i techniki zarządzania bankiem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53D50">
              <w:rPr>
                <w:rFonts w:ascii="Corbel" w:hAnsi="Corbel"/>
                <w:sz w:val="24"/>
                <w:szCs w:val="24"/>
              </w:rPr>
              <w:t>Wybrane obszary zarządzania bankiem (zarządzanie finansowe, zarządzanie kapitałem banku, zarządzanie ryzykiem bankowym)</w:t>
            </w:r>
          </w:p>
          <w:p w14:paraId="5EBD8B00" w14:textId="77777777" w:rsidR="00C860E6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Znaczenie informacji w zarządzaniu bankiem</w:t>
            </w:r>
          </w:p>
          <w:p w14:paraId="5F4838B9" w14:textId="3781A699" w:rsidR="00C860E6" w:rsidRPr="00553D50" w:rsidRDefault="00C860E6" w:rsidP="00B07C91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lastRenderedPageBreak/>
              <w:t>Nadzór bankowy i controling w zarządzaniu bankiem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53D50">
              <w:rPr>
                <w:rFonts w:ascii="Corbel" w:hAnsi="Corbel"/>
                <w:sz w:val="24"/>
                <w:szCs w:val="24"/>
              </w:rPr>
              <w:t>Analiza i ocena działalności banku</w:t>
            </w:r>
          </w:p>
          <w:p w14:paraId="70B4FD07" w14:textId="77777777" w:rsidR="00C860E6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Krąg wartości i generatory wartości banku</w:t>
            </w:r>
          </w:p>
          <w:p w14:paraId="2169BA42" w14:textId="7C41D5FB" w:rsidR="00223D60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 xml:space="preserve">Współpraca na rynku usług finansowych </w:t>
            </w:r>
          </w:p>
        </w:tc>
      </w:tr>
    </w:tbl>
    <w:p w14:paraId="4D6A3F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53D50" w14:paraId="6D100B98" w14:textId="77777777" w:rsidTr="1D85435F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3D50" w14:paraId="757D8DA1" w14:textId="77777777" w:rsidTr="1D85435F">
        <w:tc>
          <w:tcPr>
            <w:tcW w:w="9520" w:type="dxa"/>
          </w:tcPr>
          <w:p w14:paraId="32DB23D2" w14:textId="70C23510" w:rsidR="00C860E6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Planowanie jako element zarządzania (rola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funkcje 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i rodzaje </w:t>
            </w:r>
            <w:r w:rsidRPr="00553D50">
              <w:rPr>
                <w:rFonts w:ascii="Corbel" w:hAnsi="Corbel"/>
                <w:sz w:val="24"/>
                <w:szCs w:val="24"/>
              </w:rPr>
              <w:t>planowania,  planowanie jako proces, etapy planowania, planowania w projektach według Prince, wymiary planowania, przyczyny niepowodzeń, planowanie zasobów ludzkich, planowanie finansowe)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>.</w:t>
            </w:r>
          </w:p>
          <w:p w14:paraId="1BF9FD24" w14:textId="657AAC08" w:rsidR="00C860E6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Organizowanie jako funkcja zarządzania (uwarunkowania sprawności procesów operacyjnych, organizacja przestrzenna, struktury organizacyjne i delegowanie uprawnień, koordynowanie procesów w czasie i przestrzeni, zarządzanie informacją a organizacja przedsiębiorstwa)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>.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0711D5A" w14:textId="23B057B2" w:rsidR="00C860E6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Przewodzenie jako funkcja zarządzania (proces decyzyjny a forma własności, formy własności podmiotów sektora usług finansowych, etapy procesu decyzyjnego i rodzaje decyzji, rodzaje menedżerów, style kierowania i uwarunkowania wyboru stylu kierowania, funkcje i role kierownicze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>)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7FE646" w14:textId="70D7D2CE" w:rsidR="00C860E6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Społeczna odpowiedzialność biznesu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 w banku, znaczenie, zastosowanie, </w:t>
            </w:r>
            <w:proofErr w:type="spellStart"/>
            <w:r w:rsidRPr="00553D50"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 w:rsidRPr="00553D5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53D50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553D5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3BB210CD" w14:textId="3F2104CE" w:rsidR="00C860E6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 xml:space="preserve">Zarządzanie efektywnością banku, wskaźniki ROE, MVA, SVA, EVA, 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 ocena efektywności transakcji, kalkulacja nadwyżki odsetkowej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i kosztu jednostkowego, składniki marży. </w:t>
            </w:r>
          </w:p>
          <w:p w14:paraId="1B99C73F" w14:textId="2E26AD9D" w:rsidR="0085747A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Trendy w bankowości (zmiany strukturalne w bankowości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Pr="00553D50">
              <w:rPr>
                <w:rFonts w:ascii="Corbel" w:hAnsi="Corbel"/>
                <w:sz w:val="24"/>
                <w:szCs w:val="24"/>
              </w:rPr>
              <w:t>, trendy w zakresie produktów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Pr="00553D50">
              <w:rPr>
                <w:rFonts w:ascii="Corbel" w:hAnsi="Corbel"/>
                <w:sz w:val="24"/>
                <w:szCs w:val="24"/>
              </w:rPr>
              <w:t>, bankowość elektroniczna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Pr="00553D50">
              <w:rPr>
                <w:rFonts w:ascii="Corbel" w:hAnsi="Corbel"/>
                <w:sz w:val="24"/>
                <w:szCs w:val="24"/>
              </w:rPr>
              <w:t>, bankowość mobilna, alternatywne systemy płatności, biometria w bankowości)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516CE79" w14:textId="77777777" w:rsidR="00553D50" w:rsidRDefault="00553D50" w:rsidP="00553D50">
      <w:pPr>
        <w:spacing w:line="0" w:lineRule="atLeast"/>
        <w:ind w:left="20"/>
        <w:rPr>
          <w:rFonts w:ascii="Corbel" w:hAnsi="Corbel"/>
          <w:sz w:val="24"/>
          <w:szCs w:val="24"/>
        </w:rPr>
      </w:pPr>
    </w:p>
    <w:p w14:paraId="2A22EE6C" w14:textId="1EE57DC6" w:rsidR="00553D50" w:rsidRPr="002A5389" w:rsidRDefault="00553D50" w:rsidP="00553D50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19218046" w14:textId="77777777" w:rsidR="00553D50" w:rsidRPr="002A5389" w:rsidRDefault="00553D50" w:rsidP="00553D50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7CF214C2" w14:textId="77777777" w:rsidR="00843BD4" w:rsidRDefault="00843BD4" w:rsidP="00843B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196876F0">
        <w:tc>
          <w:tcPr>
            <w:tcW w:w="1962" w:type="dxa"/>
            <w:vAlign w:val="center"/>
          </w:tcPr>
          <w:p w14:paraId="258A4C57" w14:textId="77777777" w:rsidR="0085747A" w:rsidRPr="002D5A70" w:rsidRDefault="0071620A" w:rsidP="002D5A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A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978" w:rsidRPr="009C54AE" w14:paraId="6216E499" w14:textId="77777777" w:rsidTr="196876F0">
        <w:tc>
          <w:tcPr>
            <w:tcW w:w="1962" w:type="dxa"/>
          </w:tcPr>
          <w:p w14:paraId="0E50FE02" w14:textId="7B99ACF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42D54AA" w14:textId="1418AFF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2B59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6A15D19A" w14:textId="35DF700C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60F20122" w14:textId="77777777" w:rsidTr="196876F0">
        <w:tc>
          <w:tcPr>
            <w:tcW w:w="1962" w:type="dxa"/>
          </w:tcPr>
          <w:p w14:paraId="234CB1C0" w14:textId="518D6662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4BE95E" w14:textId="4D5762DE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0B449418" w14:textId="6B4CB52D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18977E27" w14:textId="77777777" w:rsidTr="196876F0">
        <w:tc>
          <w:tcPr>
            <w:tcW w:w="1962" w:type="dxa"/>
          </w:tcPr>
          <w:p w14:paraId="6DE7411F" w14:textId="389D91BF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BBA45E9" w14:textId="69E44E34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1418DB08" w14:textId="47CDDF0A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E282A"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2B5978" w:rsidRPr="009C54AE" w14:paraId="38F7FFE1" w14:textId="77777777" w:rsidTr="196876F0">
        <w:tc>
          <w:tcPr>
            <w:tcW w:w="1962" w:type="dxa"/>
          </w:tcPr>
          <w:p w14:paraId="06CF5325" w14:textId="0FED258E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5AB57607" w14:textId="7BABB5AD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17" w:type="dxa"/>
          </w:tcPr>
          <w:p w14:paraId="7E7DBE3C" w14:textId="522844BA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E282A"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2B5978" w:rsidRPr="009C54AE" w14:paraId="7272AAD6" w14:textId="77777777" w:rsidTr="196876F0">
        <w:tc>
          <w:tcPr>
            <w:tcW w:w="1962" w:type="dxa"/>
          </w:tcPr>
          <w:p w14:paraId="7FDD4D79" w14:textId="17C671E9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7F22905" w14:textId="4725EFE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01C8DA4" w14:textId="17758969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B5978" w:rsidRPr="009C54AE" w14:paraId="311B45B8" w14:textId="77777777" w:rsidTr="196876F0">
        <w:tc>
          <w:tcPr>
            <w:tcW w:w="1962" w:type="dxa"/>
          </w:tcPr>
          <w:p w14:paraId="3410C0EA" w14:textId="330CA96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01C59D84" w14:textId="631E1265" w:rsidR="002B5978" w:rsidRPr="00617678" w:rsidRDefault="00AE282A" w:rsidP="196876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6876F0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17" w:type="dxa"/>
          </w:tcPr>
          <w:p w14:paraId="15386F87" w14:textId="1AB0B29E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8FDC0" w14:textId="77777777" w:rsidTr="2BCDDA24">
        <w:tc>
          <w:tcPr>
            <w:tcW w:w="9670" w:type="dxa"/>
          </w:tcPr>
          <w:p w14:paraId="6C73E891" w14:textId="77777777" w:rsidR="00553D50" w:rsidRPr="009C54AE" w:rsidRDefault="00553D50" w:rsidP="00553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CDDA24">
              <w:rPr>
                <w:rFonts w:ascii="Corbel" w:hAnsi="Corbel"/>
                <w:b w:val="0"/>
                <w:smallCaps w:val="0"/>
              </w:rPr>
              <w:t xml:space="preserve">Zaliczenie przedmiotu wiąże się z uzyskaniem minimum 51% możliwych punktów z egzaminu pisemnego i zaliczeniem ćwiczeń.  </w:t>
            </w:r>
          </w:p>
          <w:p w14:paraId="5781F4C4" w14:textId="77777777" w:rsidR="00D12CC5" w:rsidRPr="009C54AE" w:rsidRDefault="00553D50" w:rsidP="00553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>
              <w:rPr>
                <w:rFonts w:ascii="Corbel" w:hAnsi="Corbel"/>
                <w:b w:val="0"/>
                <w:smallCaps w:val="0"/>
              </w:rPr>
              <w:t>ćwiczeń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>
              <w:rPr>
                <w:rFonts w:ascii="Corbel" w:hAnsi="Corbel"/>
                <w:b w:val="0"/>
                <w:smallCaps w:val="0"/>
              </w:rPr>
              <w:t>minimum 51% punktów z kolokwium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ej/eseju/prac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punktów. 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D12CC5" w14:paraId="70A2F9AF" w14:textId="77777777" w:rsidTr="00D12CC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F97E117" w14:textId="77777777" w:rsidR="00D12CC5" w:rsidRDefault="00D12CC5" w:rsidP="00D12CC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D12CC5" w14:paraId="4EFF0FD7" w14:textId="77777777" w:rsidTr="00D12CC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7518F9B" w14:textId="77777777" w:rsidR="00D12CC5" w:rsidRDefault="00D12CC5" w:rsidP="00D12CC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D12CC5" w14:paraId="2F9A3307" w14:textId="77777777" w:rsidTr="00D12CC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A0F7F7A" w14:textId="77777777" w:rsidR="00D12CC5" w:rsidRDefault="00D12CC5" w:rsidP="00D12CC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D12CC5" w14:paraId="430B0586" w14:textId="77777777" w:rsidTr="00D12CC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49A466DD" w14:textId="77777777" w:rsidR="00D12CC5" w:rsidRDefault="00D12CC5" w:rsidP="00D12CC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D12CC5" w14:paraId="5CAEACDF" w14:textId="77777777" w:rsidTr="00D12CC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8DFCC56" w14:textId="77777777" w:rsidR="00D12CC5" w:rsidRDefault="00D12CC5" w:rsidP="00D12CC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5952C5FA" w:rsidR="0085747A" w:rsidRPr="009C54AE" w:rsidRDefault="0085747A" w:rsidP="00553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22288F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E282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02E5548B" w:rsidR="0085747A" w:rsidRPr="009C54AE" w:rsidRDefault="00C72120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50AFB9D8" w:rsidR="00C61DC5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4CFFB2D9" w:rsidR="00C61DC5" w:rsidRPr="009C54AE" w:rsidRDefault="00C61DC5" w:rsidP="00C16A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16A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655CF">
              <w:rPr>
                <w:rFonts w:ascii="Corbel" w:hAnsi="Corbel"/>
                <w:sz w:val="24"/>
                <w:szCs w:val="24"/>
              </w:rPr>
              <w:t xml:space="preserve">kolokwium, egzaminu) </w:t>
            </w:r>
          </w:p>
        </w:tc>
        <w:tc>
          <w:tcPr>
            <w:tcW w:w="4677" w:type="dxa"/>
          </w:tcPr>
          <w:p w14:paraId="47CC442C" w14:textId="08E69866" w:rsidR="00C61DC5" w:rsidRPr="009C54AE" w:rsidRDefault="00C72120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7C142923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4C40EE6F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B788A6E" w14:textId="77777777" w:rsidTr="00AE282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6D2AD92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AE282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8D1376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2B5D54C" w14:textId="77777777" w:rsidTr="1D85435F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385C03" w14:textId="77777777" w:rsidR="001006DC" w:rsidRDefault="001006DC" w:rsidP="001006DC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1006DC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1006DC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1006DC">
              <w:rPr>
                <w:rFonts w:ascii="Corbel" w:hAnsi="Corbel"/>
                <w:b w:val="0"/>
                <w:smallCaps w:val="0"/>
                <w:szCs w:val="24"/>
              </w:rPr>
              <w:t>-Drozdowska, Zarządzanie finansowe bankiem w erze cyfrowej, Polskie Wydawnictwo Ekonomiczne, 2021</w:t>
            </w:r>
          </w:p>
          <w:p w14:paraId="5B6BD421" w14:textId="7AE8916F" w:rsidR="001006DC" w:rsidRPr="001006DC" w:rsidRDefault="00843BD4" w:rsidP="001006DC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43BD4">
              <w:rPr>
                <w:rFonts w:ascii="Corbel" w:hAnsi="Corbel"/>
                <w:b w:val="0"/>
                <w:smallCaps w:val="0"/>
                <w:szCs w:val="24"/>
              </w:rPr>
              <w:t xml:space="preserve">Zajkowska M. (red. nauk.), Zarządzanie przedsiębiorstwem w warunkach zmienności otoczenia : aktualne tendencje rozwojowe i wyzwania, Gdańsk : Wyższa Szkoła Bankowa, Warszawa: </w:t>
            </w:r>
            <w:proofErr w:type="spellStart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006DC">
              <w:rPr>
                <w:rFonts w:ascii="Corbel" w:hAnsi="Corbel"/>
                <w:b w:val="0"/>
                <w:smallCaps w:val="0"/>
                <w:szCs w:val="24"/>
              </w:rPr>
              <w:t xml:space="preserve"> 2018</w:t>
            </w:r>
          </w:p>
        </w:tc>
      </w:tr>
      <w:tr w:rsidR="0085747A" w:rsidRPr="00D12CC5" w14:paraId="26447059" w14:textId="77777777" w:rsidTr="1D85435F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2E25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A64A28" w14:textId="58598B4F" w:rsidR="001006DC" w:rsidRPr="002E2513" w:rsidRDefault="001006DC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Capiga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Gradoń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Szustak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Kreowanie wartości banku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</w:p>
          <w:p w14:paraId="2E843E8A" w14:textId="0A53AC64" w:rsidR="007937A0" w:rsidRPr="007937A0" w:rsidRDefault="007937A0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lang w:val="en-US"/>
              </w:rPr>
            </w:pP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 xml:space="preserve">S. Dybka, K. Cyran,  </w:t>
            </w:r>
            <w:r>
              <w:rPr>
                <w:rFonts w:ascii="Corbel" w:hAnsi="Corbel"/>
                <w:b w:val="0"/>
                <w:smallCaps w:val="0"/>
                <w:lang w:val="en-US"/>
              </w:rPr>
              <w:t>D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eterminants of innovation in the banking sector – customer’s perspective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>,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 </w:t>
            </w:r>
            <w:r w:rsidRPr="001006DC">
              <w:rPr>
                <w:rFonts w:ascii="Corbel" w:hAnsi="Corbel"/>
                <w:b w:val="0"/>
                <w:smallCaps w:val="0"/>
                <w:lang w:val="en-US"/>
              </w:rPr>
              <w:t>Modern Management</w:t>
            </w:r>
            <w:r w:rsidRPr="007937A0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 xml:space="preserve"> Review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, </w:t>
            </w:r>
            <w:r w:rsidR="001006DC" w:rsidRPr="007937A0">
              <w:rPr>
                <w:rFonts w:ascii="Corbel" w:hAnsi="Corbel"/>
                <w:b w:val="0"/>
                <w:smallCaps w:val="0"/>
                <w:lang w:val="en-US"/>
              </w:rPr>
              <w:t>2023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 xml:space="preserve">, </w:t>
            </w:r>
            <w:r w:rsidRPr="007937A0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>28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(4), 43-55</w:t>
            </w:r>
          </w:p>
          <w:p w14:paraId="24C4A040" w14:textId="357E5CBE" w:rsidR="00617678" w:rsidRPr="00FD48C1" w:rsidRDefault="3E34DA17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lang w:val="en-US"/>
              </w:rPr>
            </w:pP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lastRenderedPageBreak/>
              <w:t>K. Cyran, S. Dybka,</w:t>
            </w:r>
            <w:r w:rsidR="007937A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t xml:space="preserve">The importance of social media in financial services selling, Scientific Journal of University of Szczecin Service Management, 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>2018,</w:t>
            </w:r>
            <w:r w:rsidR="001006DC" w:rsidRPr="00FD48C1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t>ISSN 1898-0511,  vol. 25,  s.41-48</w:t>
            </w:r>
          </w:p>
        </w:tc>
      </w:tr>
    </w:tbl>
    <w:p w14:paraId="2A96C98B" w14:textId="77777777" w:rsidR="0085747A" w:rsidRPr="008E082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8E082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7124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01977" w14:textId="77777777" w:rsidR="0097124C" w:rsidRDefault="0097124C" w:rsidP="00C16ABF">
      <w:pPr>
        <w:spacing w:after="0" w:line="240" w:lineRule="auto"/>
      </w:pPr>
      <w:r>
        <w:separator/>
      </w:r>
    </w:p>
  </w:endnote>
  <w:endnote w:type="continuationSeparator" w:id="0">
    <w:p w14:paraId="1AB39F45" w14:textId="77777777" w:rsidR="0097124C" w:rsidRDefault="009712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3768A" w14:textId="77777777" w:rsidR="0097124C" w:rsidRDefault="0097124C" w:rsidP="00C16ABF">
      <w:pPr>
        <w:spacing w:after="0" w:line="240" w:lineRule="auto"/>
      </w:pPr>
      <w:r>
        <w:separator/>
      </w:r>
    </w:p>
  </w:footnote>
  <w:footnote w:type="continuationSeparator" w:id="0">
    <w:p w14:paraId="3EBC6C7A" w14:textId="77777777" w:rsidR="0097124C" w:rsidRDefault="0097124C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196E"/>
    <w:multiLevelType w:val="hybridMultilevel"/>
    <w:tmpl w:val="8384BF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38E0B24"/>
    <w:multiLevelType w:val="hybridMultilevel"/>
    <w:tmpl w:val="B9020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C1BCA"/>
    <w:multiLevelType w:val="hybridMultilevel"/>
    <w:tmpl w:val="11C03C6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7C4068"/>
    <w:multiLevelType w:val="hybridMultilevel"/>
    <w:tmpl w:val="3F5E4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23D90"/>
    <w:multiLevelType w:val="hybridMultilevel"/>
    <w:tmpl w:val="11C03C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8630F5"/>
    <w:multiLevelType w:val="hybridMultilevel"/>
    <w:tmpl w:val="C9E6EFB8"/>
    <w:lvl w:ilvl="0" w:tplc="0415000F">
      <w:start w:val="1"/>
      <w:numFmt w:val="decimal"/>
      <w:lvlText w:val="%1."/>
      <w:lvlJc w:val="left"/>
      <w:pPr>
        <w:ind w:left="839" w:hanging="360"/>
      </w:p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9" w15:restartNumberingAfterBreak="0">
    <w:nsid w:val="788435E8"/>
    <w:multiLevelType w:val="hybridMultilevel"/>
    <w:tmpl w:val="90DA7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095539">
    <w:abstractNumId w:val="5"/>
  </w:num>
  <w:num w:numId="2" w16cid:durableId="1949316563">
    <w:abstractNumId w:val="6"/>
  </w:num>
  <w:num w:numId="3" w16cid:durableId="1440830617">
    <w:abstractNumId w:val="7"/>
  </w:num>
  <w:num w:numId="4" w16cid:durableId="1114131820">
    <w:abstractNumId w:val="3"/>
  </w:num>
  <w:num w:numId="5" w16cid:durableId="110049901">
    <w:abstractNumId w:val="1"/>
  </w:num>
  <w:num w:numId="6" w16cid:durableId="1823692934">
    <w:abstractNumId w:val="4"/>
  </w:num>
  <w:num w:numId="7" w16cid:durableId="1119224727">
    <w:abstractNumId w:val="9"/>
  </w:num>
  <w:num w:numId="8" w16cid:durableId="1377513320">
    <w:abstractNumId w:val="8"/>
  </w:num>
  <w:num w:numId="9" w16cid:durableId="1225674860">
    <w:abstractNumId w:val="0"/>
  </w:num>
  <w:num w:numId="10" w16cid:durableId="144684919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8E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06DC"/>
    <w:rsid w:val="00103C01"/>
    <w:rsid w:val="00124BFF"/>
    <w:rsid w:val="0012560E"/>
    <w:rsid w:val="00127108"/>
    <w:rsid w:val="00134B13"/>
    <w:rsid w:val="00146BC0"/>
    <w:rsid w:val="00147A4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0F77"/>
    <w:rsid w:val="001A1482"/>
    <w:rsid w:val="001A70D2"/>
    <w:rsid w:val="001C5FB7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619E6"/>
    <w:rsid w:val="00281FF2"/>
    <w:rsid w:val="002857DE"/>
    <w:rsid w:val="00291567"/>
    <w:rsid w:val="002A22BF"/>
    <w:rsid w:val="002A2389"/>
    <w:rsid w:val="002A671D"/>
    <w:rsid w:val="002B4D55"/>
    <w:rsid w:val="002B5978"/>
    <w:rsid w:val="002B5EA0"/>
    <w:rsid w:val="002B6119"/>
    <w:rsid w:val="002C1F06"/>
    <w:rsid w:val="002D3375"/>
    <w:rsid w:val="002D5A70"/>
    <w:rsid w:val="002D73D4"/>
    <w:rsid w:val="002E251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5C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4F0"/>
    <w:rsid w:val="004968E2"/>
    <w:rsid w:val="004A3EEA"/>
    <w:rsid w:val="004A4D1F"/>
    <w:rsid w:val="004C20C6"/>
    <w:rsid w:val="004D5282"/>
    <w:rsid w:val="004E6C60"/>
    <w:rsid w:val="004E7C2A"/>
    <w:rsid w:val="004F1551"/>
    <w:rsid w:val="004F55A3"/>
    <w:rsid w:val="0050496F"/>
    <w:rsid w:val="00506466"/>
    <w:rsid w:val="00513B6F"/>
    <w:rsid w:val="00517C63"/>
    <w:rsid w:val="005363C4"/>
    <w:rsid w:val="00536BDE"/>
    <w:rsid w:val="00543ACC"/>
    <w:rsid w:val="00553D50"/>
    <w:rsid w:val="0056696D"/>
    <w:rsid w:val="0059484D"/>
    <w:rsid w:val="0059641F"/>
    <w:rsid w:val="005A0855"/>
    <w:rsid w:val="005A133C"/>
    <w:rsid w:val="005A3196"/>
    <w:rsid w:val="005B2F2A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3D7"/>
    <w:rsid w:val="006E5D65"/>
    <w:rsid w:val="006F1282"/>
    <w:rsid w:val="006F1FBC"/>
    <w:rsid w:val="006F31E2"/>
    <w:rsid w:val="00706544"/>
    <w:rsid w:val="007072BA"/>
    <w:rsid w:val="00712CE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2FA"/>
    <w:rsid w:val="00777ECE"/>
    <w:rsid w:val="0078168C"/>
    <w:rsid w:val="00787C2A"/>
    <w:rsid w:val="00790E27"/>
    <w:rsid w:val="007937A0"/>
    <w:rsid w:val="007A4022"/>
    <w:rsid w:val="007A6E6E"/>
    <w:rsid w:val="007C3299"/>
    <w:rsid w:val="007C3BCC"/>
    <w:rsid w:val="007C4546"/>
    <w:rsid w:val="007D6E56"/>
    <w:rsid w:val="007F36C4"/>
    <w:rsid w:val="007F4155"/>
    <w:rsid w:val="0081554D"/>
    <w:rsid w:val="0081707E"/>
    <w:rsid w:val="00843BD4"/>
    <w:rsid w:val="008449B3"/>
    <w:rsid w:val="008552A2"/>
    <w:rsid w:val="0085747A"/>
    <w:rsid w:val="0086911C"/>
    <w:rsid w:val="00884922"/>
    <w:rsid w:val="00885F64"/>
    <w:rsid w:val="008917F9"/>
    <w:rsid w:val="008A45F7"/>
    <w:rsid w:val="008C0CC0"/>
    <w:rsid w:val="008C19A9"/>
    <w:rsid w:val="008C379D"/>
    <w:rsid w:val="008C4E09"/>
    <w:rsid w:val="008C5147"/>
    <w:rsid w:val="008C5359"/>
    <w:rsid w:val="008C5363"/>
    <w:rsid w:val="008D3DFB"/>
    <w:rsid w:val="008E082F"/>
    <w:rsid w:val="008E09DF"/>
    <w:rsid w:val="008E64F4"/>
    <w:rsid w:val="008F12C9"/>
    <w:rsid w:val="008F6E29"/>
    <w:rsid w:val="00916188"/>
    <w:rsid w:val="00923D7D"/>
    <w:rsid w:val="009253F9"/>
    <w:rsid w:val="009508DF"/>
    <w:rsid w:val="00950DAC"/>
    <w:rsid w:val="00954A07"/>
    <w:rsid w:val="00956EB0"/>
    <w:rsid w:val="00965356"/>
    <w:rsid w:val="0097124C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ABE"/>
    <w:rsid w:val="00A00ECC"/>
    <w:rsid w:val="00A12C21"/>
    <w:rsid w:val="00A14001"/>
    <w:rsid w:val="00A155EE"/>
    <w:rsid w:val="00A2245B"/>
    <w:rsid w:val="00A30110"/>
    <w:rsid w:val="00A36899"/>
    <w:rsid w:val="00A371F6"/>
    <w:rsid w:val="00A3788C"/>
    <w:rsid w:val="00A4086E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C13F4"/>
    <w:rsid w:val="00AD1146"/>
    <w:rsid w:val="00AD27D3"/>
    <w:rsid w:val="00AD66D6"/>
    <w:rsid w:val="00AE1160"/>
    <w:rsid w:val="00AE203C"/>
    <w:rsid w:val="00AE282A"/>
    <w:rsid w:val="00AE2E74"/>
    <w:rsid w:val="00AE5FCB"/>
    <w:rsid w:val="00AF2C1E"/>
    <w:rsid w:val="00B06142"/>
    <w:rsid w:val="00B07C91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5BC9"/>
    <w:rsid w:val="00BD66E9"/>
    <w:rsid w:val="00BD6FF4"/>
    <w:rsid w:val="00BF2C41"/>
    <w:rsid w:val="00C058B4"/>
    <w:rsid w:val="00C05F44"/>
    <w:rsid w:val="00C131B5"/>
    <w:rsid w:val="00C16ABF"/>
    <w:rsid w:val="00C16AE8"/>
    <w:rsid w:val="00C170AE"/>
    <w:rsid w:val="00C26CB7"/>
    <w:rsid w:val="00C324C1"/>
    <w:rsid w:val="00C36992"/>
    <w:rsid w:val="00C47B9F"/>
    <w:rsid w:val="00C56036"/>
    <w:rsid w:val="00C61DC5"/>
    <w:rsid w:val="00C67E92"/>
    <w:rsid w:val="00C70A26"/>
    <w:rsid w:val="00C72120"/>
    <w:rsid w:val="00C74AAD"/>
    <w:rsid w:val="00C766DF"/>
    <w:rsid w:val="00C844A8"/>
    <w:rsid w:val="00C860E6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2CC5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E1C"/>
    <w:rsid w:val="00DC6D0C"/>
    <w:rsid w:val="00DD6874"/>
    <w:rsid w:val="00DE09C0"/>
    <w:rsid w:val="00DE4A14"/>
    <w:rsid w:val="00DF320D"/>
    <w:rsid w:val="00DF47D2"/>
    <w:rsid w:val="00DF71C8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87165"/>
    <w:rsid w:val="00F974DA"/>
    <w:rsid w:val="00FA46E5"/>
    <w:rsid w:val="00FA55A4"/>
    <w:rsid w:val="00FB7DBA"/>
    <w:rsid w:val="00FC1C25"/>
    <w:rsid w:val="00FC3F45"/>
    <w:rsid w:val="00FD48C1"/>
    <w:rsid w:val="00FD503F"/>
    <w:rsid w:val="00FD7589"/>
    <w:rsid w:val="00FF016A"/>
    <w:rsid w:val="00FF1401"/>
    <w:rsid w:val="00FF5E7D"/>
    <w:rsid w:val="039239A4"/>
    <w:rsid w:val="05AC7B45"/>
    <w:rsid w:val="07A299EB"/>
    <w:rsid w:val="09FA6094"/>
    <w:rsid w:val="110B8601"/>
    <w:rsid w:val="1567C356"/>
    <w:rsid w:val="196876F0"/>
    <w:rsid w:val="1D85435F"/>
    <w:rsid w:val="2A639491"/>
    <w:rsid w:val="2BCDDA24"/>
    <w:rsid w:val="3E34DA17"/>
    <w:rsid w:val="4C0FDD2B"/>
    <w:rsid w:val="5411955F"/>
    <w:rsid w:val="68BA7484"/>
    <w:rsid w:val="6CA20348"/>
    <w:rsid w:val="6DF05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2BC499F3-A9B6-4885-AE32-8D3D9DF9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6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6AE8"/>
  </w:style>
  <w:style w:type="character" w:customStyle="1" w:styleId="spellingerror">
    <w:name w:val="spellingerror"/>
    <w:basedOn w:val="Domylnaczcionkaakapitu"/>
    <w:rsid w:val="00C16AE8"/>
  </w:style>
  <w:style w:type="character" w:customStyle="1" w:styleId="eop">
    <w:name w:val="eop"/>
    <w:basedOn w:val="Domylnaczcionkaakapitu"/>
    <w:rsid w:val="00C16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8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0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2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2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9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55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BC375C-2A42-4DB0-AB6C-559BCAAAA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3B2294-4130-4F11-8555-911509B8AF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090ECC-18E1-4B23-A8DE-4F22F3046E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AE7FD8-5F6D-48DB-844F-671A4817A4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5</Pages>
  <Words>1019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Sławomir Dybka</cp:lastModifiedBy>
  <cp:revision>10</cp:revision>
  <cp:lastPrinted>2019-02-06T12:12:00Z</cp:lastPrinted>
  <dcterms:created xsi:type="dcterms:W3CDTF">2024-02-06T15:27:00Z</dcterms:created>
  <dcterms:modified xsi:type="dcterms:W3CDTF">2024-02-08T22:33:00Z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