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3B3C11E7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801DDC">
        <w:rPr>
          <w:rFonts w:ascii="Corbel" w:hAnsi="Corbel"/>
          <w:b/>
          <w:smallCaps/>
          <w:sz w:val="24"/>
          <w:szCs w:val="24"/>
        </w:rPr>
        <w:t>202</w:t>
      </w:r>
      <w:r w:rsidR="00C53235">
        <w:rPr>
          <w:rFonts w:ascii="Corbel" w:hAnsi="Corbel"/>
          <w:b/>
          <w:smallCaps/>
          <w:sz w:val="24"/>
          <w:szCs w:val="24"/>
        </w:rPr>
        <w:t>1</w:t>
      </w:r>
      <w:r w:rsidR="00DC6D0C" w:rsidRPr="00801DDC">
        <w:rPr>
          <w:rFonts w:ascii="Corbel" w:hAnsi="Corbel"/>
          <w:b/>
          <w:smallCaps/>
          <w:sz w:val="24"/>
          <w:szCs w:val="24"/>
        </w:rPr>
        <w:t>-202</w:t>
      </w:r>
      <w:r w:rsidR="00C53235">
        <w:rPr>
          <w:rFonts w:ascii="Corbel" w:hAnsi="Corbel"/>
          <w:b/>
          <w:smallCaps/>
          <w:sz w:val="24"/>
          <w:szCs w:val="24"/>
        </w:rPr>
        <w:t>4</w:t>
      </w:r>
    </w:p>
    <w:p w14:paraId="7BBEB811" w14:textId="6B5D8B7F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C53235">
        <w:rPr>
          <w:rFonts w:ascii="Corbel" w:hAnsi="Corbel"/>
          <w:sz w:val="24"/>
          <w:szCs w:val="24"/>
        </w:rPr>
        <w:t>1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C53235">
        <w:rPr>
          <w:rFonts w:ascii="Corbel" w:hAnsi="Corbel"/>
          <w:sz w:val="24"/>
          <w:szCs w:val="24"/>
        </w:rPr>
        <w:t>2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FiR/I/A.11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5A38836B" w:rsidR="0085747A" w:rsidRPr="00801DDC" w:rsidRDefault="00BA48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459A4F13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  <w:r w:rsidR="007E212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1B642847" w:rsidR="00015B8F" w:rsidRPr="00801DDC" w:rsidRDefault="007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podatkowy i jego elementy. Funkcje podatków. Definicja i podział podatków. Najważniejsze teorie odnoszące się do podatków oraz systemów podatkowych (krzywa Laffera).System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BFG, UFG).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kategorii finansowych i ich rodzaje. Rodzaje kategorii finansowych: przychodowe, dochodowe, wydatkowo-kosztowe, podatkowe, dłużne. Instrumenty finansowe i ich rodzaje. 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53696E24" w:rsidR="0085747A" w:rsidRPr="00801DDC" w:rsidRDefault="007E2126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204F11AF" w:rsidR="00C61DC5" w:rsidRPr="00801DDC" w:rsidRDefault="007E2126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Ostaszewski J. (red.), Finanse, Difin,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Zadora H.(red.), Finanse: kategorie, zjawiska i procesy, podmioty, Difin,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520AB" w14:textId="77777777" w:rsidR="00E55847" w:rsidRDefault="00E55847" w:rsidP="00C16ABF">
      <w:pPr>
        <w:spacing w:after="0" w:line="240" w:lineRule="auto"/>
      </w:pPr>
      <w:r>
        <w:separator/>
      </w:r>
    </w:p>
  </w:endnote>
  <w:endnote w:type="continuationSeparator" w:id="0">
    <w:p w14:paraId="142D3117" w14:textId="77777777" w:rsidR="00E55847" w:rsidRDefault="00E558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06ED" w14:textId="77777777" w:rsidR="00E55847" w:rsidRDefault="00E55847" w:rsidP="00C16ABF">
      <w:pPr>
        <w:spacing w:after="0" w:line="240" w:lineRule="auto"/>
      </w:pPr>
      <w:r>
        <w:separator/>
      </w:r>
    </w:p>
  </w:footnote>
  <w:footnote w:type="continuationSeparator" w:id="0">
    <w:p w14:paraId="028FC344" w14:textId="77777777" w:rsidR="00E55847" w:rsidRDefault="00E5584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5E8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12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56B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A4818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3235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55847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074560-15C4-4752-A1E2-7EC581F02F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1481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2020-12-30T13:01:00Z</dcterms:created>
  <dcterms:modified xsi:type="dcterms:W3CDTF">2021-11-03T17:00:00Z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