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CA0C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7522AE21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</w:t>
      </w:r>
      <w:r w:rsidR="00FD508B">
        <w:rPr>
          <w:rFonts w:ascii="Corbel" w:hAnsi="Corbel"/>
          <w:iCs/>
          <w:smallCaps/>
          <w:sz w:val="24"/>
          <w:szCs w:val="24"/>
        </w:rPr>
        <w:t>2022-202</w:t>
      </w:r>
      <w:r w:rsidR="00FD508B">
        <w:rPr>
          <w:rFonts w:ascii="Corbel" w:hAnsi="Corbel"/>
          <w:smallCaps/>
          <w:sz w:val="24"/>
          <w:szCs w:val="24"/>
        </w:rPr>
        <w:t>5</w:t>
      </w:r>
    </w:p>
    <w:p w14:paraId="67CB884C" w14:textId="32EFDDB9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02</w:t>
      </w:r>
      <w:r w:rsidR="00FD508B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/202</w:t>
      </w:r>
      <w:r w:rsidR="00FD508B">
        <w:rPr>
          <w:rFonts w:ascii="Corbel" w:hAnsi="Corbel" w:cstheme="minorHAnsi"/>
          <w:sz w:val="24"/>
          <w:szCs w:val="24"/>
        </w:rPr>
        <w:t>3</w:t>
      </w:r>
      <w:bookmarkStart w:id="0" w:name="_GoBack"/>
      <w:bookmarkEnd w:id="0"/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FiR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C2BEA9A" w:rsidR="0085747A" w:rsidRPr="004C2B56" w:rsidRDefault="00662C1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563F6CBB" w:rsidR="004E6130" w:rsidRPr="004C2B56" w:rsidRDefault="00FA0F0B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7D910CF" w14:textId="77777777" w:rsidR="00153C41" w:rsidRPr="004C2B56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2455C89" w14:textId="77777777" w:rsidR="005F4461" w:rsidRDefault="005F4461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7D66987B" w14:textId="345DEC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lastRenderedPageBreak/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Zarządzanie jako proces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informacyjno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900BA1E" w14:textId="1CFCEBD5" w:rsidR="00B3461C" w:rsidRPr="004C2B56" w:rsidRDefault="00FA0F0B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6F1D9BDC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</w:t>
            </w:r>
            <w:r w:rsidR="00FA0F0B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Griffin R.W.,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Koźmiński A.K.,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Filip P., Grzebyk M., zarządzanie i organizacja pracy, wyd. URZ,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Korzeniowski L.F., Podstawy zarządzania organizacjami, Difin,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WSGiZ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0A77A" w14:textId="77777777" w:rsidR="00352A10" w:rsidRDefault="00352A10" w:rsidP="00C16ABF">
      <w:pPr>
        <w:spacing w:after="0" w:line="240" w:lineRule="auto"/>
      </w:pPr>
      <w:r>
        <w:separator/>
      </w:r>
    </w:p>
  </w:endnote>
  <w:endnote w:type="continuationSeparator" w:id="0">
    <w:p w14:paraId="512B1122" w14:textId="77777777" w:rsidR="00352A10" w:rsidRDefault="00352A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0E68F" w14:textId="77777777" w:rsidR="00352A10" w:rsidRDefault="00352A10" w:rsidP="00C16ABF">
      <w:pPr>
        <w:spacing w:after="0" w:line="240" w:lineRule="auto"/>
      </w:pPr>
      <w:r>
        <w:separator/>
      </w:r>
    </w:p>
  </w:footnote>
  <w:footnote w:type="continuationSeparator" w:id="0">
    <w:p w14:paraId="53C00836" w14:textId="77777777" w:rsidR="00352A10" w:rsidRDefault="00352A10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70ED6"/>
    <w:rsid w:val="00072A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A10"/>
    <w:rsid w:val="003530DD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1053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1029B"/>
    <w:rsid w:val="00617230"/>
    <w:rsid w:val="00621CE1"/>
    <w:rsid w:val="00627FC9"/>
    <w:rsid w:val="00647FA8"/>
    <w:rsid w:val="00650C5F"/>
    <w:rsid w:val="00654934"/>
    <w:rsid w:val="006620D9"/>
    <w:rsid w:val="00662C1E"/>
    <w:rsid w:val="00671958"/>
    <w:rsid w:val="006721F6"/>
    <w:rsid w:val="00675843"/>
    <w:rsid w:val="00696477"/>
    <w:rsid w:val="006A34D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A1C"/>
    <w:rsid w:val="00E8107D"/>
    <w:rsid w:val="00E85DF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F0B"/>
    <w:rsid w:val="00FA46E5"/>
    <w:rsid w:val="00FB7DBA"/>
    <w:rsid w:val="00FC1C25"/>
    <w:rsid w:val="00FC3F45"/>
    <w:rsid w:val="00FD503F"/>
    <w:rsid w:val="00FD508B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AD8D7-F834-4CE4-9531-F0F1C0962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2020-10-27T07:48:00Z</dcterms:created>
  <dcterms:modified xsi:type="dcterms:W3CDTF">2022-02-09T11:48:00Z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