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CD818DA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</w:t>
      </w:r>
      <w:r w:rsidR="00EE6FFE">
        <w:rPr>
          <w:rFonts w:ascii="Corbel" w:hAnsi="Corbel"/>
          <w:b/>
          <w:smallCaps/>
          <w:sz w:val="24"/>
          <w:szCs w:val="24"/>
        </w:rPr>
        <w:t>2022-2025</w:t>
      </w:r>
      <w:bookmarkStart w:id="0" w:name="_GoBack"/>
      <w:bookmarkEnd w:id="0"/>
    </w:p>
    <w:p w14:paraId="6A743604" w14:textId="211909B8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</w:t>
      </w:r>
      <w:r w:rsidR="00EE6FFE">
        <w:rPr>
          <w:rFonts w:ascii="Corbel" w:hAnsi="Corbel"/>
          <w:sz w:val="24"/>
          <w:szCs w:val="24"/>
        </w:rPr>
        <w:t>2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EE6FFE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33A1">
              <w:rPr>
                <w:rFonts w:ascii="Corbel" w:hAnsi="Corbel"/>
                <w:b w:val="0"/>
                <w:sz w:val="24"/>
                <w:szCs w:val="24"/>
              </w:rPr>
              <w:t>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017718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233A1">
        <w:rPr>
          <w:rFonts w:ascii="Corbel" w:hAnsi="Corbel"/>
          <w:sz w:val="24"/>
          <w:szCs w:val="24"/>
        </w:rPr>
        <w:t>ECTS</w:t>
      </w:r>
      <w:proofErr w:type="spellEnd"/>
      <w:r w:rsidRPr="003233A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Wykł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Konw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Sem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Prakt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3233A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9F83894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233A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233A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33A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33A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6692A35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33A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33A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C33952B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233A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233A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R.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Czaplewskiego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Kosztowniak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nauk., J.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Stacewicz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F59F0" w14:textId="77777777" w:rsidR="0035278C" w:rsidRDefault="0035278C" w:rsidP="00C16ABF">
      <w:pPr>
        <w:spacing w:after="0" w:line="240" w:lineRule="auto"/>
      </w:pPr>
      <w:r>
        <w:separator/>
      </w:r>
    </w:p>
  </w:endnote>
  <w:endnote w:type="continuationSeparator" w:id="0">
    <w:p w14:paraId="4B513A3D" w14:textId="77777777" w:rsidR="0035278C" w:rsidRDefault="003527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A4B49" w14:textId="77777777" w:rsidR="0035278C" w:rsidRDefault="0035278C" w:rsidP="00C16ABF">
      <w:pPr>
        <w:spacing w:after="0" w:line="240" w:lineRule="auto"/>
      </w:pPr>
      <w:r>
        <w:separator/>
      </w:r>
    </w:p>
  </w:footnote>
  <w:footnote w:type="continuationSeparator" w:id="0">
    <w:p w14:paraId="7AA6407A" w14:textId="77777777" w:rsidR="0035278C" w:rsidRDefault="0035278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278C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37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6F62C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6FFE"/>
    <w:rsid w:val="00F070AB"/>
    <w:rsid w:val="00F1706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44A559-B260-43DA-A717-3771A985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2020-10-23T11:13:00Z</dcterms:created>
  <dcterms:modified xsi:type="dcterms:W3CDTF">2022-02-09T08:06:00Z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