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445F7" w14:textId="43590112" w:rsidR="0083733C" w:rsidRPr="00E960BB" w:rsidRDefault="0083733C" w:rsidP="0083733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872C8D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817F7F">
        <w:rPr>
          <w:rFonts w:ascii="Corbel" w:hAnsi="Corbel"/>
          <w:iCs/>
          <w:smallCaps/>
          <w:sz w:val="24"/>
          <w:szCs w:val="24"/>
        </w:rPr>
        <w:t>2024-202</w:t>
      </w:r>
      <w:r w:rsidR="00817F7F">
        <w:rPr>
          <w:rFonts w:ascii="Corbel" w:hAnsi="Corbel"/>
          <w:smallCaps/>
          <w:sz w:val="24"/>
          <w:szCs w:val="24"/>
        </w:rPr>
        <w:t>7</w:t>
      </w:r>
    </w:p>
    <w:p w14:paraId="635E9350" w14:textId="6BA580CC" w:rsidR="00D60117" w:rsidRDefault="00577A2C" w:rsidP="005B522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817F7F">
        <w:rPr>
          <w:rFonts w:ascii="Corbel" w:hAnsi="Corbel"/>
          <w:sz w:val="24"/>
          <w:szCs w:val="24"/>
        </w:rPr>
        <w:t>6</w:t>
      </w:r>
      <w:r>
        <w:rPr>
          <w:rFonts w:ascii="Corbel" w:hAnsi="Corbel"/>
          <w:sz w:val="24"/>
          <w:szCs w:val="24"/>
        </w:rPr>
        <w:t>/202</w:t>
      </w:r>
      <w:r w:rsidR="00817F7F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FiR/I/RP/C-1.5a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Etyka i kodeksy dobrych praktyk (w tym ACCA’s Code of Ethics and Conduct).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(stwierdzenia/assertions)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488ADDFE" w:rsidR="005D23B4" w:rsidRPr="00507FD5" w:rsidRDefault="005D23B4" w:rsidP="00837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Difin,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CeDeWu,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B5227"/>
    <w:rsid w:val="005D23B4"/>
    <w:rsid w:val="005F337B"/>
    <w:rsid w:val="005F727D"/>
    <w:rsid w:val="00652C89"/>
    <w:rsid w:val="00704BF3"/>
    <w:rsid w:val="007154C6"/>
    <w:rsid w:val="0075040E"/>
    <w:rsid w:val="007B023B"/>
    <w:rsid w:val="007E2C32"/>
    <w:rsid w:val="007F03EA"/>
    <w:rsid w:val="00817F7F"/>
    <w:rsid w:val="0083733C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C32F3"/>
    <w:rsid w:val="00C21046"/>
    <w:rsid w:val="00C7225E"/>
    <w:rsid w:val="00D2220A"/>
    <w:rsid w:val="00D60117"/>
    <w:rsid w:val="00D64C85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3EEB33-ADE6-4360-B304-4D267B22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1309</Words>
  <Characters>7855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20</cp:revision>
  <dcterms:created xsi:type="dcterms:W3CDTF">2020-12-15T14:09:00Z</dcterms:created>
  <dcterms:modified xsi:type="dcterms:W3CDTF">2024-07-24T06:27:00Z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