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A3B7BE2" w:rsidR="0085747A" w:rsidRPr="00695B58" w:rsidRDefault="0071620A" w:rsidP="56C74376">
      <w:pPr>
        <w:spacing w:after="0" w:line="240" w:lineRule="exact"/>
        <w:jc w:val="center"/>
        <w:rPr>
          <w:rFonts w:ascii="Corbel" w:hAnsi="Corbel"/>
          <w:b/>
          <w:bCs/>
          <w:smallCaps/>
          <w:sz w:val="24"/>
          <w:szCs w:val="24"/>
        </w:rPr>
      </w:pPr>
      <w:r w:rsidRPr="56C74376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DC6D0C" w:rsidRPr="56C74376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DC6D0C" w:rsidRPr="00F903D6">
        <w:rPr>
          <w:rFonts w:ascii="Corbel" w:hAnsi="Corbel"/>
          <w:b/>
          <w:bCs/>
          <w:smallCaps/>
          <w:sz w:val="24"/>
          <w:szCs w:val="24"/>
        </w:rPr>
        <w:t>202</w:t>
      </w:r>
      <w:r w:rsidR="00015D68">
        <w:rPr>
          <w:rFonts w:ascii="Corbel" w:hAnsi="Corbel"/>
          <w:b/>
          <w:bCs/>
          <w:smallCaps/>
          <w:sz w:val="24"/>
          <w:szCs w:val="24"/>
        </w:rPr>
        <w:t>1</w:t>
      </w:r>
      <w:r w:rsidR="00DC6D0C" w:rsidRPr="00F903D6">
        <w:rPr>
          <w:rFonts w:ascii="Corbel" w:hAnsi="Corbel"/>
          <w:b/>
          <w:bCs/>
          <w:smallCaps/>
          <w:sz w:val="24"/>
          <w:szCs w:val="24"/>
        </w:rPr>
        <w:t>-202</w:t>
      </w:r>
      <w:r w:rsidR="00015D68">
        <w:rPr>
          <w:rFonts w:ascii="Corbel" w:hAnsi="Corbel"/>
          <w:b/>
          <w:bCs/>
          <w:smallCaps/>
          <w:sz w:val="24"/>
          <w:szCs w:val="24"/>
        </w:rPr>
        <w:t>3</w:t>
      </w:r>
    </w:p>
    <w:p w14:paraId="6A743604" w14:textId="33486D11" w:rsidR="00445970" w:rsidRPr="00695B58" w:rsidRDefault="00445970" w:rsidP="00182C9E">
      <w:pPr>
        <w:spacing w:after="0" w:line="240" w:lineRule="exact"/>
        <w:jc w:val="center"/>
        <w:rPr>
          <w:rFonts w:ascii="Corbel" w:hAnsi="Corbel"/>
          <w:sz w:val="24"/>
          <w:szCs w:val="24"/>
        </w:rPr>
      </w:pPr>
      <w:r w:rsidRPr="00695B58">
        <w:rPr>
          <w:rFonts w:ascii="Corbel" w:hAnsi="Corbel"/>
          <w:sz w:val="24"/>
          <w:szCs w:val="24"/>
        </w:rPr>
        <w:t xml:space="preserve">Rok akademicki   </w:t>
      </w:r>
      <w:r w:rsidR="00182C9E" w:rsidRPr="00695B58">
        <w:rPr>
          <w:rFonts w:ascii="Corbel" w:hAnsi="Corbel"/>
          <w:sz w:val="24"/>
          <w:szCs w:val="24"/>
        </w:rPr>
        <w:t>202</w:t>
      </w:r>
      <w:r w:rsidR="00015D68">
        <w:rPr>
          <w:rFonts w:ascii="Corbel" w:hAnsi="Corbel"/>
          <w:sz w:val="24"/>
          <w:szCs w:val="24"/>
        </w:rPr>
        <w:t>2</w:t>
      </w:r>
      <w:r w:rsidR="00182C9E" w:rsidRPr="00695B58">
        <w:rPr>
          <w:rFonts w:ascii="Corbel" w:hAnsi="Corbel"/>
          <w:sz w:val="24"/>
          <w:szCs w:val="24"/>
        </w:rPr>
        <w:t>/202</w:t>
      </w:r>
      <w:r w:rsidR="00015D68">
        <w:rPr>
          <w:rFonts w:ascii="Corbel" w:hAnsi="Corbel"/>
          <w:sz w:val="24"/>
          <w:szCs w:val="24"/>
        </w:rPr>
        <w:t>3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174A8049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A2310">
              <w:rPr>
                <w:rFonts w:ascii="Corbel" w:hAnsi="Corbel"/>
                <w:b w:val="0"/>
                <w:sz w:val="24"/>
                <w:szCs w:val="24"/>
              </w:rPr>
              <w:t>Metody ilościowe w finansach</w:t>
            </w:r>
          </w:p>
        </w:tc>
      </w:tr>
      <w:tr w:rsidR="0085747A" w:rsidRPr="00015D68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4C325547" w:rsidR="0085747A" w:rsidRPr="00DA2310" w:rsidRDefault="00C41B9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  <w:lang w:val="en-US"/>
              </w:rPr>
            </w:pPr>
            <w:proofErr w:type="spellStart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FiR</w:t>
            </w:r>
            <w:proofErr w:type="spellEnd"/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</w:t>
            </w:r>
            <w:r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I/</w:t>
            </w:r>
            <w:proofErr w:type="spellStart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RiA</w:t>
            </w:r>
            <w:proofErr w:type="spellEnd"/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/C-1</w:t>
            </w:r>
            <w:r w:rsid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.</w:t>
            </w:r>
            <w:r w:rsidR="00DA2310" w:rsidRPr="00DA2310">
              <w:rPr>
                <w:rFonts w:ascii="Corbel" w:hAnsi="Corbel"/>
                <w:b w:val="0"/>
                <w:sz w:val="24"/>
                <w:szCs w:val="24"/>
                <w:lang w:val="en-US"/>
              </w:rPr>
              <w:t>1a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4800B8B9" w:rsidR="0085747A" w:rsidRPr="00DF28AB" w:rsidRDefault="00DF28AB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F28A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51A2AC7B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F903D6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38CE96AB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rugi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37022AD1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746D8FC7" w:rsidR="0085747A" w:rsidRPr="009C54AE" w:rsidRDefault="0050357F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nies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 xml:space="preserve">tacjonarne 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A747DA2" w:rsidR="0085747A" w:rsidRPr="009C54AE" w:rsidRDefault="008962A4" w:rsidP="00DA2310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II / </w:t>
            </w:r>
            <w:r w:rsidR="00DA231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3E669A4F" w:rsidR="0085747A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0D9610C" w:rsidR="00923D7D" w:rsidRPr="009C54AE" w:rsidRDefault="00030DEF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="00C41B9B">
              <w:rPr>
                <w:rFonts w:ascii="Corbel" w:hAnsi="Corbel"/>
                <w:b w:val="0"/>
                <w:sz w:val="24"/>
                <w:szCs w:val="24"/>
              </w:rPr>
              <w:t>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13FC6F9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4730CA2D" w:rsidR="0085747A" w:rsidRPr="009C54AE" w:rsidRDefault="00DA2310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inż. Jolanta Wojnar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C766DF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C766DF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35C8E8C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45D2C8A3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C8CEFA7" w:rsidR="00015B8F" w:rsidRPr="009C54AE" w:rsidRDefault="00015D68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1B5675EE" w:rsidR="00015B8F" w:rsidRPr="009C54AE" w:rsidRDefault="00DA231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2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368193C" w14:textId="1AD43BCE" w:rsidR="0085747A" w:rsidRPr="009C54AE" w:rsidRDefault="00DA2310" w:rsidP="56C74376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56C74376">
        <w:rPr>
          <w:rFonts w:ascii="MS Gothic" w:eastAsia="MS Gothic" w:hAnsi="MS Gothic" w:cs="MS Gothic"/>
          <w:b w:val="0"/>
        </w:rPr>
        <w:t>✕</w:t>
      </w:r>
      <w:r w:rsidR="0085747A" w:rsidRPr="56C74376">
        <w:rPr>
          <w:rFonts w:ascii="Corbel" w:hAnsi="Corbel"/>
          <w:b w:val="0"/>
          <w:smallCaps w:val="0"/>
        </w:rPr>
        <w:t xml:space="preserve"> zajęcia w formie tradycyj</w:t>
      </w:r>
      <w:r w:rsidR="0085747A" w:rsidRPr="56C74376">
        <w:rPr>
          <w:rFonts w:ascii="Corbel" w:hAnsi="Corbel"/>
          <w:b w:val="0"/>
          <w:smallCaps w:val="0"/>
          <w:szCs w:val="24"/>
        </w:rPr>
        <w:t xml:space="preserve">nej </w:t>
      </w:r>
      <w:r w:rsidR="17D16BC2" w:rsidRPr="56C74376">
        <w:rPr>
          <w:rFonts w:ascii="Corbel" w:hAnsi="Corbel"/>
          <w:b w:val="0"/>
          <w:smallCaps w:val="0"/>
          <w:szCs w:val="24"/>
        </w:rPr>
        <w:t xml:space="preserve">lub z wykorzystaniem platformy Ms </w:t>
      </w:r>
      <w:proofErr w:type="spellStart"/>
      <w:r w:rsidR="17D16BC2" w:rsidRPr="56C74376"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3CE06286" w14:textId="372019F4" w:rsidR="00E960BB" w:rsidRDefault="74F81BA1" w:rsidP="56C74376">
      <w:pPr>
        <w:pStyle w:val="Punktygwne"/>
        <w:spacing w:before="0" w:after="0"/>
        <w:ind w:firstLine="708"/>
        <w:rPr>
          <w:rFonts w:ascii="Corbel" w:hAnsi="Corbel"/>
          <w:b w:val="0"/>
          <w:smallCaps w:val="0"/>
        </w:rPr>
      </w:pPr>
      <w:r w:rsidRPr="56C74376">
        <w:rPr>
          <w:rFonts w:ascii="Corbel" w:hAnsi="Corbel"/>
          <w:b w:val="0"/>
          <w:smallCaps w:val="0"/>
        </w:rPr>
        <w:t>Z</w:t>
      </w:r>
      <w:r w:rsidR="00E83D31" w:rsidRPr="56C74376">
        <w:rPr>
          <w:rFonts w:ascii="Corbel" w:hAnsi="Corbel"/>
          <w:b w:val="0"/>
          <w:smallCaps w:val="0"/>
        </w:rPr>
        <w:t>aliczenie z oceną</w:t>
      </w:r>
    </w:p>
    <w:p w14:paraId="1FB1EACC" w14:textId="77777777" w:rsidR="00E83D31" w:rsidRDefault="00E83D31" w:rsidP="00E83D31">
      <w:pPr>
        <w:pStyle w:val="Punktygwne"/>
        <w:spacing w:before="0" w:after="0"/>
        <w:ind w:firstLine="708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198AF41F" w:rsidR="0085747A" w:rsidRPr="009C54AE" w:rsidRDefault="00E83D31" w:rsidP="00E83D3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E83D31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Student powinien posiadać podstawową wiedzę o funkcjonowaniu rynków finansowych. Ponadto wymagana jest znajomość podstawowych technik komputerowych oraz ogólna wiedza ze statystyki, ekonometrii.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E83D31" w:rsidRPr="009C54AE" w14:paraId="1D38D5E6" w14:textId="77777777" w:rsidTr="00D3100A">
        <w:tc>
          <w:tcPr>
            <w:tcW w:w="851" w:type="dxa"/>
          </w:tcPr>
          <w:p w14:paraId="4B62A855" w14:textId="003F5C8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C1 </w:t>
            </w:r>
          </w:p>
        </w:tc>
        <w:tc>
          <w:tcPr>
            <w:tcW w:w="8819" w:type="dxa"/>
          </w:tcPr>
          <w:p w14:paraId="22E09820" w14:textId="29059989" w:rsidR="00E83D31" w:rsidRPr="00E83D31" w:rsidRDefault="00E83D31" w:rsidP="00E83D31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Zapoznanie studentów z wybran</w:t>
            </w:r>
            <w:r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 xml:space="preserve">ymi metodami analizy ilościowej, wykorzystywanymi do analizowania </w:t>
            </w: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danych finansowych</w:t>
            </w:r>
          </w:p>
        </w:tc>
      </w:tr>
      <w:tr w:rsidR="00E83D31" w:rsidRPr="009C54AE" w14:paraId="2547E272" w14:textId="77777777" w:rsidTr="00D3100A">
        <w:tc>
          <w:tcPr>
            <w:tcW w:w="851" w:type="dxa"/>
          </w:tcPr>
          <w:p w14:paraId="28729CF7" w14:textId="264A7136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C2</w:t>
            </w:r>
          </w:p>
        </w:tc>
        <w:tc>
          <w:tcPr>
            <w:tcW w:w="8819" w:type="dxa"/>
          </w:tcPr>
          <w:p w14:paraId="4FFC835A" w14:textId="10E5F578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Przekazanie wiedzy teoretycznej oraz wykształcenie umiejętności praktycznego stosowania metod statystycznych do rozwiązywania rzeczywistych problemów związanych z analizą danych finansowych.</w:t>
            </w:r>
          </w:p>
        </w:tc>
      </w:tr>
      <w:tr w:rsidR="00E83D31" w:rsidRPr="009C54AE" w14:paraId="06598C3F" w14:textId="77777777" w:rsidTr="00D3100A">
        <w:tc>
          <w:tcPr>
            <w:tcW w:w="851" w:type="dxa"/>
          </w:tcPr>
          <w:p w14:paraId="089964A0" w14:textId="6106AFB1" w:rsidR="00E83D31" w:rsidRPr="00E83D31" w:rsidRDefault="00E83D31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C3</w:t>
            </w:r>
          </w:p>
        </w:tc>
        <w:tc>
          <w:tcPr>
            <w:tcW w:w="8819" w:type="dxa"/>
          </w:tcPr>
          <w:p w14:paraId="7FB60E8F" w14:textId="588F14DB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Wypracowanie umiejętności interpretacji wyników analiz uzyskanych w przypadku stosowanych metod.</w:t>
            </w:r>
          </w:p>
        </w:tc>
      </w:tr>
      <w:tr w:rsidR="00E83D31" w:rsidRPr="009C54AE" w14:paraId="0DF48945" w14:textId="77777777" w:rsidTr="00D3100A">
        <w:tc>
          <w:tcPr>
            <w:tcW w:w="851" w:type="dxa"/>
          </w:tcPr>
          <w:p w14:paraId="51C70595" w14:textId="5B352AF0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C4</w:t>
            </w:r>
          </w:p>
        </w:tc>
        <w:tc>
          <w:tcPr>
            <w:tcW w:w="8819" w:type="dxa"/>
          </w:tcPr>
          <w:p w14:paraId="5B2DFA9F" w14:textId="21BD168D" w:rsidR="00E83D31" w:rsidRPr="00E83D31" w:rsidRDefault="00E83D31" w:rsidP="009C54AE">
            <w:pPr>
              <w:pStyle w:val="Podpunkty"/>
              <w:spacing w:before="40" w:after="40"/>
              <w:ind w:left="0"/>
              <w:jc w:val="left"/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</w:pPr>
            <w:r w:rsidRPr="00E83D31">
              <w:rPr>
                <w:rFonts w:ascii="Corbel" w:eastAsia="Calibri" w:hAnsi="Corbel"/>
                <w:b w:val="0"/>
                <w:color w:val="000000"/>
                <w:sz w:val="24"/>
                <w:szCs w:val="24"/>
                <w:lang w:eastAsia="en-US"/>
              </w:rPr>
              <w:t>Wdrożenie umiejętności obsługi profesjonalnego pakietu statystycznego STATISTICA.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0"/>
        <w:gridCol w:w="5975"/>
        <w:gridCol w:w="1865"/>
      </w:tblGrid>
      <w:tr w:rsidR="0085747A" w:rsidRPr="009C54AE" w14:paraId="4989DCBB" w14:textId="77777777" w:rsidTr="0071620A">
        <w:tc>
          <w:tcPr>
            <w:tcW w:w="170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D7B48" w:rsidRPr="009C54AE" w14:paraId="2FAE894A" w14:textId="77777777" w:rsidTr="00DF28AB">
        <w:tc>
          <w:tcPr>
            <w:tcW w:w="1701" w:type="dxa"/>
            <w:vAlign w:val="center"/>
          </w:tcPr>
          <w:p w14:paraId="48E5C6E7" w14:textId="61EEACD3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6096" w:type="dxa"/>
            <w:vAlign w:val="center"/>
          </w:tcPr>
          <w:p w14:paraId="320C6502" w14:textId="4181022F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Objaśnia istotę opisu ilościowych relacji pomiędzy elementami systemu finansowego. Definiuje podstawowe pojęcia z zakresu analizy wielowymiarowej ,</w:t>
            </w:r>
            <w:r w:rsidRPr="00F70B22">
              <w:rPr>
                <w:szCs w:val="24"/>
              </w:rPr>
              <w:t xml:space="preserve"> </w:t>
            </w:r>
            <w:r w:rsidRPr="00F70B22">
              <w:rPr>
                <w:rFonts w:ascii="Corbel" w:hAnsi="Corbel"/>
                <w:b w:val="0"/>
                <w:smallCaps w:val="0"/>
                <w:szCs w:val="24"/>
              </w:rPr>
              <w:t>analizy porównawczej oraz ma pogłębioną wiedzę na temat metod ilościowych stosowanych do analizy danych finansowych.</w:t>
            </w:r>
          </w:p>
        </w:tc>
        <w:tc>
          <w:tcPr>
            <w:tcW w:w="1873" w:type="dxa"/>
            <w:vAlign w:val="center"/>
          </w:tcPr>
          <w:p w14:paraId="208BD672" w14:textId="0321C44F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K_W09</w:t>
            </w:r>
          </w:p>
        </w:tc>
      </w:tr>
      <w:tr w:rsidR="008D7B48" w:rsidRPr="009C54AE" w14:paraId="48B116A6" w14:textId="77777777" w:rsidTr="00DF28AB">
        <w:tc>
          <w:tcPr>
            <w:tcW w:w="1701" w:type="dxa"/>
            <w:vAlign w:val="center"/>
          </w:tcPr>
          <w:p w14:paraId="3734D013" w14:textId="7777777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5D5A65C" w14:textId="001F352F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005C0665" w14:textId="6B78B10A" w:rsidR="008D7B48" w:rsidRPr="00F70B22" w:rsidRDefault="008D7B48" w:rsidP="008D7B4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Pozyskuje dane, przeprowadza analizę badanego zjawiska na podstawie posiadanych informacji, oraz wykorzystując aplikacje komputerowe dobiera odpowiednie metody analizy statystycznej do rozwiązania konkretnego problemu. </w:t>
            </w:r>
          </w:p>
        </w:tc>
        <w:tc>
          <w:tcPr>
            <w:tcW w:w="1873" w:type="dxa"/>
          </w:tcPr>
          <w:p w14:paraId="0C9F5BD9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K_U02</w:t>
            </w:r>
          </w:p>
          <w:p w14:paraId="589352FF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K_U05</w:t>
            </w:r>
          </w:p>
          <w:p w14:paraId="656E048A" w14:textId="26E3DF33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K_U10</w:t>
            </w:r>
          </w:p>
        </w:tc>
      </w:tr>
      <w:tr w:rsidR="008D7B48" w:rsidRPr="009C54AE" w14:paraId="32BADA47" w14:textId="77777777" w:rsidTr="00DF28AB">
        <w:tc>
          <w:tcPr>
            <w:tcW w:w="1701" w:type="dxa"/>
            <w:vAlign w:val="center"/>
          </w:tcPr>
          <w:p w14:paraId="4CBEB17A" w14:textId="1D6137C7" w:rsidR="008D7B48" w:rsidRPr="00F70B22" w:rsidRDefault="008D7B48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6096" w:type="dxa"/>
          </w:tcPr>
          <w:p w14:paraId="4AAB609F" w14:textId="35A58CC2" w:rsidR="008D7B48" w:rsidRPr="00F70B22" w:rsidRDefault="008D7B4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Jest gotów do wykorzystania metod ilościowych przy opracowywaniu analiz finansowych, zaprezentowania i interpretacji wyników własnego badania w projekcie oraz wyciągnięcia wniosków. </w:t>
            </w:r>
          </w:p>
        </w:tc>
        <w:tc>
          <w:tcPr>
            <w:tcW w:w="1873" w:type="dxa"/>
          </w:tcPr>
          <w:p w14:paraId="2B15C28C" w14:textId="77777777" w:rsidR="008D7B48" w:rsidRPr="00F70B22" w:rsidRDefault="008D7B48" w:rsidP="008D7B48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F70B22">
              <w:rPr>
                <w:rFonts w:ascii="Corbel" w:hAnsi="Corbel" w:cs="Times New Roman"/>
                <w:color w:val="auto"/>
              </w:rPr>
              <w:t>K_K01</w:t>
            </w:r>
          </w:p>
          <w:p w14:paraId="2BA6A2A8" w14:textId="7CD5470D" w:rsidR="008D7B48" w:rsidRPr="00F70B22" w:rsidRDefault="008D7B48" w:rsidP="008D7B48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56C74376">
        <w:rPr>
          <w:rFonts w:ascii="Corbel" w:hAnsi="Corbel"/>
          <w:b/>
          <w:bCs/>
          <w:sz w:val="24"/>
          <w:szCs w:val="24"/>
        </w:rPr>
        <w:t>3.3</w:t>
      </w:r>
      <w:r w:rsidR="0085747A" w:rsidRPr="56C74376">
        <w:rPr>
          <w:rFonts w:ascii="Corbel" w:hAnsi="Corbel"/>
          <w:b/>
          <w:bCs/>
          <w:sz w:val="24"/>
          <w:szCs w:val="24"/>
        </w:rPr>
        <w:t>T</w:t>
      </w:r>
      <w:r w:rsidR="001D7B54" w:rsidRPr="56C74376">
        <w:rPr>
          <w:rFonts w:ascii="Corbel" w:hAnsi="Corbel"/>
          <w:b/>
          <w:bCs/>
          <w:sz w:val="24"/>
          <w:szCs w:val="24"/>
        </w:rPr>
        <w:t xml:space="preserve">reści programowe </w:t>
      </w:r>
    </w:p>
    <w:p w14:paraId="67759548" w14:textId="77777777" w:rsidR="00675843" w:rsidRPr="009C54AE" w:rsidRDefault="00675843" w:rsidP="56C74376">
      <w:pPr>
        <w:pStyle w:val="Akapitzlist"/>
        <w:spacing w:after="120" w:line="240" w:lineRule="auto"/>
        <w:ind w:left="708"/>
        <w:jc w:val="both"/>
        <w:rPr>
          <w:rFonts w:ascii="Corbel" w:hAnsi="Corbel"/>
          <w:sz w:val="24"/>
          <w:szCs w:val="24"/>
        </w:rPr>
      </w:pPr>
    </w:p>
    <w:p w14:paraId="464989C7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56C74376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56C74376">
        <w:rPr>
          <w:rFonts w:ascii="Corbel" w:hAnsi="Corbel"/>
          <w:sz w:val="24"/>
          <w:szCs w:val="24"/>
        </w:rPr>
        <w:t xml:space="preserve">, </w:t>
      </w:r>
      <w:r w:rsidRPr="56C74376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2F5B3963" w14:textId="77777777" w:rsidTr="00923D7D">
        <w:tc>
          <w:tcPr>
            <w:tcW w:w="9639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8D7B48" w:rsidRPr="009C54AE" w14:paraId="1C230FF5" w14:textId="77777777" w:rsidTr="00923D7D">
        <w:tc>
          <w:tcPr>
            <w:tcW w:w="9639" w:type="dxa"/>
          </w:tcPr>
          <w:p w14:paraId="59B5524C" w14:textId="5541DB21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Pozyskiwanie materiału empirycznego z dostępnych baz danych.</w:t>
            </w:r>
          </w:p>
        </w:tc>
      </w:tr>
      <w:tr w:rsidR="008D7B48" w:rsidRPr="009C54AE" w14:paraId="7BDBAFB0" w14:textId="77777777" w:rsidTr="00923D7D">
        <w:tc>
          <w:tcPr>
            <w:tcW w:w="9639" w:type="dxa"/>
          </w:tcPr>
          <w:p w14:paraId="0827D9D0" w14:textId="5A806B76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Rodzaje zmiennych diagnostycznych stosowanych w badaniach finansów przedsiębiorstw (stymulanty,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destymulanty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nominanty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). </w:t>
            </w:r>
          </w:p>
        </w:tc>
      </w:tr>
      <w:tr w:rsidR="008D7B48" w:rsidRPr="009C54AE" w14:paraId="13F433D4" w14:textId="77777777" w:rsidTr="00923D7D">
        <w:tc>
          <w:tcPr>
            <w:tcW w:w="9639" w:type="dxa"/>
          </w:tcPr>
          <w:p w14:paraId="26227BCD" w14:textId="0BA76BFB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Wprowadzenie do zagadnień klasyfikacji i grupowania: klasyfikacja ze wzorcem i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bezwzorcowa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. Metody doboru zmiennych do modeli. Metody normalizacji i standaryzacji zmiennych. </w:t>
            </w:r>
          </w:p>
        </w:tc>
      </w:tr>
      <w:tr w:rsidR="008D7B48" w:rsidRPr="009C54AE" w14:paraId="50409DAA" w14:textId="77777777" w:rsidTr="00923D7D">
        <w:tc>
          <w:tcPr>
            <w:tcW w:w="9639" w:type="dxa"/>
          </w:tcPr>
          <w:p w14:paraId="1601705F" w14:textId="30E6350E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Syntetyczne mierniki taksonomiczne, taksonomiczna miara atrakcyjności inwestowania (TMAI) na rynku kapitałowym.</w:t>
            </w:r>
          </w:p>
        </w:tc>
      </w:tr>
      <w:tr w:rsidR="008D7B48" w:rsidRPr="009C54AE" w14:paraId="6A719978" w14:textId="77777777" w:rsidTr="00923D7D">
        <w:tc>
          <w:tcPr>
            <w:tcW w:w="9639" w:type="dxa"/>
          </w:tcPr>
          <w:p w14:paraId="5CEF7BEA" w14:textId="0A8E2EC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Wykorzystanie wybranych miar syntetycznych (syntetyczny miernik rozwoju Hellwiga, wskaźnik względnego poziomu rozwoju) do klasyfikacji obiektów ekonomicznych (przedsiębiorstw, banków, spółek) opisanych wieloma cechami diagnostycznymi.</w:t>
            </w:r>
          </w:p>
        </w:tc>
      </w:tr>
      <w:tr w:rsidR="008D7B48" w:rsidRPr="009C54AE" w14:paraId="07711702" w14:textId="77777777" w:rsidTr="00923D7D">
        <w:tc>
          <w:tcPr>
            <w:tcW w:w="9639" w:type="dxa"/>
          </w:tcPr>
          <w:p w14:paraId="3C5441E7" w14:textId="0BA485B2" w:rsidR="008D7B48" w:rsidRPr="00F70B22" w:rsidRDefault="008D7B48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Procedury porządkowania liniowego,  grupowania obiektów, sporządzania rankingów.</w:t>
            </w:r>
          </w:p>
        </w:tc>
      </w:tr>
      <w:tr w:rsidR="008D7B48" w:rsidRPr="009C54AE" w14:paraId="52C24D11" w14:textId="77777777" w:rsidTr="00923D7D">
        <w:tc>
          <w:tcPr>
            <w:tcW w:w="9639" w:type="dxa"/>
          </w:tcPr>
          <w:p w14:paraId="35EFFCCE" w14:textId="4BBF3476" w:rsidR="008D7B48" w:rsidRPr="00F70B22" w:rsidRDefault="008D7B48" w:rsidP="00A73B02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 xml:space="preserve">Analiza </w:t>
            </w:r>
            <w:proofErr w:type="spellStart"/>
            <w:r w:rsidRPr="00F70B22">
              <w:rPr>
                <w:rFonts w:ascii="Corbel" w:hAnsi="Corbel"/>
                <w:sz w:val="24"/>
                <w:szCs w:val="24"/>
              </w:rPr>
              <w:t>dyskryminacyjna.Dobór</w:t>
            </w:r>
            <w:proofErr w:type="spellEnd"/>
            <w:r w:rsidRPr="00F70B22">
              <w:rPr>
                <w:rFonts w:ascii="Corbel" w:hAnsi="Corbel"/>
                <w:sz w:val="24"/>
                <w:szCs w:val="24"/>
              </w:rPr>
              <w:t xml:space="preserve"> zmiennych diagnostycznych, sformułowanie modelu i ocena trafności klasyfikacji na podstawie modelu.</w:t>
            </w:r>
          </w:p>
        </w:tc>
      </w:tr>
    </w:tbl>
    <w:p w14:paraId="0313640A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CBB46D2" w14:textId="625AB867" w:rsidR="00E960BB" w:rsidRPr="00F70B22" w:rsidRDefault="008D7B48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70B22">
        <w:rPr>
          <w:rFonts w:ascii="Corbel" w:hAnsi="Corbel"/>
          <w:b w:val="0"/>
          <w:smallCaps w:val="0"/>
          <w:szCs w:val="24"/>
        </w:rPr>
        <w:t>Ćwiczenia obejmują rozwiązywanie zadań (analiza rzeczywistych danych finansowych za pomocą prezentowanych metod) z wykorzystaniem komputera –</w:t>
      </w:r>
      <w:r w:rsidR="006F1666" w:rsidRPr="00F70B22">
        <w:rPr>
          <w:rFonts w:ascii="Corbel" w:hAnsi="Corbel"/>
          <w:b w:val="0"/>
          <w:smallCaps w:val="0"/>
          <w:szCs w:val="24"/>
        </w:rPr>
        <w:t xml:space="preserve"> </w:t>
      </w:r>
      <w:r w:rsidRPr="00F70B22">
        <w:rPr>
          <w:rFonts w:ascii="Corbel" w:hAnsi="Corbel"/>
          <w:b w:val="0"/>
          <w:smallCaps w:val="0"/>
          <w:szCs w:val="24"/>
        </w:rPr>
        <w:t>praca w laboratorium. Przygotowanie projektu.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56C74376">
        <w:tc>
          <w:tcPr>
            <w:tcW w:w="198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70B22" w:rsidRPr="009C54AE" w14:paraId="5FC256E6" w14:textId="77777777" w:rsidTr="56C74376">
        <w:tc>
          <w:tcPr>
            <w:tcW w:w="1985" w:type="dxa"/>
            <w:vAlign w:val="center"/>
          </w:tcPr>
          <w:p w14:paraId="1B521E17" w14:textId="0BFFE40B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528" w:type="dxa"/>
            <w:vAlign w:val="center"/>
          </w:tcPr>
          <w:p w14:paraId="38591A5E" w14:textId="2BCED868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ocena </w:t>
            </w:r>
            <w:r w:rsidR="6C7EE013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aktywności 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w czasie zajęć, projekt</w:t>
            </w:r>
          </w:p>
        </w:tc>
        <w:tc>
          <w:tcPr>
            <w:tcW w:w="2126" w:type="dxa"/>
            <w:vAlign w:val="center"/>
          </w:tcPr>
          <w:p w14:paraId="4D5562F6" w14:textId="6205DDA7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7AB03720" w14:textId="77777777" w:rsidTr="56C74376">
        <w:tc>
          <w:tcPr>
            <w:tcW w:w="1985" w:type="dxa"/>
            <w:vAlign w:val="center"/>
          </w:tcPr>
          <w:p w14:paraId="562ECE2E" w14:textId="5129331C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528" w:type="dxa"/>
            <w:vAlign w:val="center"/>
          </w:tcPr>
          <w:p w14:paraId="5CA8942D" w14:textId="71F6D2CA" w:rsidR="00F70B22" w:rsidRPr="00F70B22" w:rsidRDefault="4E131D54" w:rsidP="56C74376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trike/>
              </w:rPr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kolokwium, ocena </w:t>
            </w:r>
            <w:r w:rsidR="46CF4B5C"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aktywności</w:t>
            </w: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w czasie zajęć</w:t>
            </w:r>
          </w:p>
        </w:tc>
        <w:tc>
          <w:tcPr>
            <w:tcW w:w="2126" w:type="dxa"/>
            <w:vAlign w:val="center"/>
          </w:tcPr>
          <w:p w14:paraId="4A49578A" w14:textId="2695EF63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70B22" w:rsidRPr="009C54AE" w14:paraId="2D84DE03" w14:textId="77777777" w:rsidTr="56C74376">
        <w:tc>
          <w:tcPr>
            <w:tcW w:w="1985" w:type="dxa"/>
            <w:vAlign w:val="center"/>
          </w:tcPr>
          <w:p w14:paraId="3D8CA619" w14:textId="72DC2A9F" w:rsidR="00F70B22" w:rsidRPr="00DF28AB" w:rsidRDefault="00DF28AB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F70B22" w:rsidRPr="00DF28A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528" w:type="dxa"/>
            <w:vAlign w:val="center"/>
          </w:tcPr>
          <w:p w14:paraId="57CCE02D" w14:textId="3D32E3DD" w:rsidR="00F70B22" w:rsidRPr="00F70B22" w:rsidRDefault="2D658FED" w:rsidP="56C74376">
            <w:pPr>
              <w:pStyle w:val="Punktygwne"/>
              <w:spacing w:before="0" w:after="0"/>
              <w:jc w:val="center"/>
            </w:pPr>
            <w:r w:rsidRPr="56C74376">
              <w:rPr>
                <w:rFonts w:ascii="Corbel" w:hAnsi="Corbel"/>
                <w:b w:val="0"/>
                <w:smallCaps w:val="0"/>
                <w:color w:val="000000" w:themeColor="text1"/>
              </w:rPr>
              <w:t>projekt</w:t>
            </w:r>
          </w:p>
        </w:tc>
        <w:tc>
          <w:tcPr>
            <w:tcW w:w="2126" w:type="dxa"/>
            <w:vAlign w:val="center"/>
          </w:tcPr>
          <w:p w14:paraId="69C1090B" w14:textId="0704BF36" w:rsidR="00F70B22" w:rsidRPr="00F70B22" w:rsidRDefault="00F70B22" w:rsidP="00DF28A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193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70"/>
        <w:gridCol w:w="9670"/>
      </w:tblGrid>
      <w:tr w:rsidR="00F70B22" w:rsidRPr="009C54AE" w14:paraId="442B12DD" w14:textId="77777777" w:rsidTr="56C74376">
        <w:tc>
          <w:tcPr>
            <w:tcW w:w="9670" w:type="dxa"/>
          </w:tcPr>
          <w:p w14:paraId="5B4B4FB7" w14:textId="77777777" w:rsidR="00F70B22" w:rsidRPr="00F70B22" w:rsidRDefault="00F70B22" w:rsidP="00B3007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733DF6D8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1 kolokwium,</w:t>
            </w:r>
          </w:p>
          <w:p w14:paraId="2B33B4BB" w14:textId="77777777" w:rsidR="00F70B22" w:rsidRPr="00F70B22" w:rsidRDefault="00F70B22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70B22">
              <w:rPr>
                <w:rFonts w:ascii="Corbel" w:hAnsi="Corbel"/>
                <w:sz w:val="24"/>
                <w:szCs w:val="24"/>
              </w:rPr>
              <w:t>projekt, praca zespołowa w grupach 2 osobowych,</w:t>
            </w:r>
          </w:p>
          <w:p w14:paraId="79A931F0" w14:textId="77777777" w:rsidR="00F70B22" w:rsidRPr="00F70B22" w:rsidRDefault="4E131D54" w:rsidP="00F70B22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56C74376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647E8D6C" w14:textId="4722C10F" w:rsidR="00F70B22" w:rsidRPr="009C54AE" w:rsidRDefault="2F01C10B" w:rsidP="56C7437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56C74376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  <w:tc>
          <w:tcPr>
            <w:tcW w:w="9670" w:type="dxa"/>
          </w:tcPr>
          <w:p w14:paraId="7DC5C763" w14:textId="65435E1E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277F27B0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54225531" w14:textId="77777777" w:rsidR="00F70B22" w:rsidRPr="009C54AE" w:rsidRDefault="00F70B22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1"/>
        <w:gridCol w:w="4619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F70B22" w:rsidRPr="009C54AE" w14:paraId="41D7342E" w14:textId="77777777" w:rsidTr="00923D7D">
        <w:tc>
          <w:tcPr>
            <w:tcW w:w="4962" w:type="dxa"/>
          </w:tcPr>
          <w:p w14:paraId="336857A1" w14:textId="1646901D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kontaktowe wynikające z planu  studiów</w:t>
            </w:r>
          </w:p>
        </w:tc>
        <w:tc>
          <w:tcPr>
            <w:tcW w:w="4677" w:type="dxa"/>
          </w:tcPr>
          <w:p w14:paraId="44F68EF5" w14:textId="06CBA8A3" w:rsidR="00F70B22" w:rsidRPr="009C54AE" w:rsidRDefault="0012517F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9</w:t>
            </w:r>
          </w:p>
        </w:tc>
      </w:tr>
      <w:tr w:rsidR="00F70B22" w:rsidRPr="009C54AE" w14:paraId="14748C99" w14:textId="77777777" w:rsidTr="00923D7D">
        <w:tc>
          <w:tcPr>
            <w:tcW w:w="4962" w:type="dxa"/>
          </w:tcPr>
          <w:p w14:paraId="660B718A" w14:textId="77777777" w:rsidR="00F70B22" w:rsidRPr="00DF28AB" w:rsidRDefault="00F70B22" w:rsidP="00B3007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Inne z udziałem nauczyciela</w:t>
            </w:r>
          </w:p>
          <w:p w14:paraId="3F8D2502" w14:textId="600F9E30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(udział w konsultacjach)</w:t>
            </w:r>
          </w:p>
        </w:tc>
        <w:tc>
          <w:tcPr>
            <w:tcW w:w="4677" w:type="dxa"/>
          </w:tcPr>
          <w:p w14:paraId="24D181FD" w14:textId="41A839EE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F70B22" w:rsidRPr="009C54AE" w14:paraId="41367D30" w14:textId="77777777" w:rsidTr="00923D7D">
        <w:tc>
          <w:tcPr>
            <w:tcW w:w="4962" w:type="dxa"/>
          </w:tcPr>
          <w:p w14:paraId="4F573F09" w14:textId="74E4975E" w:rsidR="00F70B22" w:rsidRPr="009C54AE" w:rsidRDefault="00F70B22" w:rsidP="00F70B22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Godziny niekontaktowe – praca własna studenta (przygotowanie do zajęć, przygotowanie do kolokwium, napisanie projektu)</w:t>
            </w:r>
          </w:p>
        </w:tc>
        <w:tc>
          <w:tcPr>
            <w:tcW w:w="4677" w:type="dxa"/>
          </w:tcPr>
          <w:p w14:paraId="611A18CE" w14:textId="059A65B9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DF28AB">
              <w:rPr>
                <w:rFonts w:ascii="Corbel" w:hAnsi="Corbel"/>
                <w:sz w:val="24"/>
                <w:szCs w:val="24"/>
              </w:rPr>
              <w:t>3</w:t>
            </w:r>
            <w:r w:rsidR="0012517F">
              <w:rPr>
                <w:rFonts w:ascii="Corbel" w:hAnsi="Corbel"/>
                <w:sz w:val="24"/>
                <w:szCs w:val="24"/>
              </w:rPr>
              <w:t>6</w:t>
            </w:r>
          </w:p>
        </w:tc>
      </w:tr>
      <w:tr w:rsidR="00F70B22" w:rsidRPr="009C54AE" w14:paraId="45A3E8D7" w14:textId="77777777" w:rsidTr="00923D7D">
        <w:tc>
          <w:tcPr>
            <w:tcW w:w="4962" w:type="dxa"/>
          </w:tcPr>
          <w:p w14:paraId="626D78EC" w14:textId="54C80607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sz w:val="21"/>
                <w:szCs w:val="21"/>
              </w:rPr>
              <w:t>SUMA GODZIN</w:t>
            </w:r>
          </w:p>
        </w:tc>
        <w:tc>
          <w:tcPr>
            <w:tcW w:w="4677" w:type="dxa"/>
          </w:tcPr>
          <w:p w14:paraId="1CC4D173" w14:textId="189C0BF5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50</w:t>
            </w:r>
          </w:p>
        </w:tc>
      </w:tr>
      <w:tr w:rsidR="00F70B22" w:rsidRPr="009C54AE" w14:paraId="761AF2EE" w14:textId="77777777" w:rsidTr="00923D7D">
        <w:tc>
          <w:tcPr>
            <w:tcW w:w="4962" w:type="dxa"/>
          </w:tcPr>
          <w:p w14:paraId="3C28658F" w14:textId="0C9ACF0F" w:rsidR="00F70B22" w:rsidRPr="009C54AE" w:rsidRDefault="00F70B22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A0627A6" w:rsidR="00F70B22" w:rsidRPr="009C54AE" w:rsidRDefault="00F70B22" w:rsidP="00F70B22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5A4C2B">
              <w:rPr>
                <w:rFonts w:ascii="Corbel" w:hAnsi="Corbel"/>
                <w:b/>
                <w:sz w:val="21"/>
                <w:szCs w:val="21"/>
              </w:rPr>
              <w:t>2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492BE3CB" w14:textId="77777777" w:rsidR="0085747A" w:rsidRPr="00F70B2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6469A238" w14:textId="77777777" w:rsidR="00851A2B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bCs/>
                <w:smallCaps w:val="0"/>
                <w:szCs w:val="24"/>
              </w:rPr>
            </w:pPr>
            <w:r w:rsidRPr="00F70B22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Tarczyński W., Metody wielowymiarowej analizy porównawczej na rynku kapitałowym, Wydawnictwo naukowe PWN, Warszawa 2006</w:t>
            </w:r>
          </w:p>
          <w:p w14:paraId="7404D27D" w14:textId="3F0E461C" w:rsidR="00851A2B" w:rsidRPr="00851A2B" w:rsidRDefault="00F70B22" w:rsidP="00851A2B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szCs w:val="24"/>
              </w:rPr>
            </w:pPr>
            <w:r w:rsidRPr="00851A2B">
              <w:rPr>
                <w:rFonts w:ascii="Corbel" w:hAnsi="Corbel"/>
                <w:b w:val="0"/>
                <w:bCs/>
                <w:smallCaps w:val="0"/>
                <w:szCs w:val="24"/>
              </w:rPr>
              <w:t>Łuniewska M., Ekonometria finansowa: analiza rynku kapitałowego, Wydawnictwo naukowe PWN, Warszawa 2008.</w:t>
            </w:r>
          </w:p>
          <w:p w14:paraId="50F2B9B2" w14:textId="12DBD09A" w:rsidR="00F70B22" w:rsidRPr="00F70B22" w:rsidRDefault="00851A2B" w:rsidP="00F70B22">
            <w:pPr>
              <w:pStyle w:val="Punktygwne"/>
              <w:numPr>
                <w:ilvl w:val="0"/>
                <w:numId w:val="3"/>
              </w:numPr>
              <w:spacing w:before="0" w:after="0"/>
              <w:ind w:left="426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709FF">
              <w:rPr>
                <w:rFonts w:ascii="Corbel" w:hAnsi="Corbel"/>
                <w:b w:val="0"/>
                <w:smallCaps w:val="0"/>
                <w:szCs w:val="24"/>
              </w:rPr>
              <w:t>Nowak E. (red.), Metody statystyczne w analizie działalności przedsiębiorstwa, PWE, Warszawa 2001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323D4514" w14:textId="77777777" w:rsidR="00851A2B" w:rsidRDefault="0085747A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Literatura uzupełniająca: </w:t>
            </w:r>
          </w:p>
          <w:p w14:paraId="42A50661" w14:textId="1D0E3469" w:rsidR="00F70B22" w:rsidRPr="00F70B22" w:rsidRDefault="00F70B22" w:rsidP="00851A2B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1.   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Gabrusewicz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W.,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Metody analizy finansowej przedsiębiorstwa</w:t>
            </w:r>
            <w:r w:rsid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, </w:t>
            </w:r>
            <w:r w:rsidR="00851A2B" w:rsidRPr="009709FF">
              <w:rPr>
                <w:rFonts w:ascii="Corbel" w:hAnsi="Corbel"/>
                <w:b w:val="0"/>
                <w:smallCaps w:val="0"/>
                <w:szCs w:val="24"/>
              </w:rPr>
              <w:t>PWE,</w:t>
            </w:r>
            <w:r w:rsidR="00851A2B" w:rsidRPr="00851A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Warszawa 2019.</w:t>
            </w:r>
          </w:p>
          <w:p w14:paraId="73373A26" w14:textId="534FD9C1" w:rsid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2.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Jajuga K., Metody ekonometryczne i statystyczne w analizie rynku kapitałowego , 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</w:t>
            </w:r>
          </w:p>
          <w:p w14:paraId="1F17CF12" w14:textId="3961A24C" w:rsidR="00F70B22" w:rsidRPr="00F70B22" w:rsidRDefault="00F70B22" w:rsidP="00F70B22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      </w:t>
            </w:r>
            <w:r w:rsidRPr="00F70B2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Wydawnictwo AE, Wrocław 2000.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DF17CC" w14:textId="77777777" w:rsidR="00E26711" w:rsidRDefault="00E26711" w:rsidP="00C16ABF">
      <w:pPr>
        <w:spacing w:after="0" w:line="240" w:lineRule="auto"/>
      </w:pPr>
      <w:r>
        <w:separator/>
      </w:r>
    </w:p>
  </w:endnote>
  <w:endnote w:type="continuationSeparator" w:id="0">
    <w:p w14:paraId="2973872E" w14:textId="77777777" w:rsidR="00E26711" w:rsidRDefault="00E26711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841552" w14:textId="77777777" w:rsidR="00E26711" w:rsidRDefault="00E26711" w:rsidP="00C16ABF">
      <w:pPr>
        <w:spacing w:after="0" w:line="240" w:lineRule="auto"/>
      </w:pPr>
      <w:r>
        <w:separator/>
      </w:r>
    </w:p>
  </w:footnote>
  <w:footnote w:type="continuationSeparator" w:id="0">
    <w:p w14:paraId="5068FDC1" w14:textId="77777777" w:rsidR="00E26711" w:rsidRDefault="00E26711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28B3AD0"/>
    <w:multiLevelType w:val="hybridMultilevel"/>
    <w:tmpl w:val="188648AE"/>
    <w:lvl w:ilvl="0" w:tplc="AD726CA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15D68"/>
    <w:rsid w:val="00022ECE"/>
    <w:rsid w:val="00030DEF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C538F"/>
    <w:rsid w:val="000D04B0"/>
    <w:rsid w:val="000F1C57"/>
    <w:rsid w:val="000F5615"/>
    <w:rsid w:val="00124BFF"/>
    <w:rsid w:val="0012517F"/>
    <w:rsid w:val="0012560E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771D9"/>
    <w:rsid w:val="00281FF2"/>
    <w:rsid w:val="002827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5282"/>
    <w:rsid w:val="004F1551"/>
    <w:rsid w:val="004F55A3"/>
    <w:rsid w:val="0050357F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0F9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5B58"/>
    <w:rsid w:val="00696477"/>
    <w:rsid w:val="006D050F"/>
    <w:rsid w:val="006D6139"/>
    <w:rsid w:val="006E5D65"/>
    <w:rsid w:val="006F1282"/>
    <w:rsid w:val="006F1666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53567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554D"/>
    <w:rsid w:val="0081707E"/>
    <w:rsid w:val="008449B3"/>
    <w:rsid w:val="00851A2B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D7B48"/>
    <w:rsid w:val="008E64F4"/>
    <w:rsid w:val="008F12C9"/>
    <w:rsid w:val="008F6E29"/>
    <w:rsid w:val="00916188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4C6B"/>
    <w:rsid w:val="00A155EE"/>
    <w:rsid w:val="00A2245B"/>
    <w:rsid w:val="00A245B2"/>
    <w:rsid w:val="00A30110"/>
    <w:rsid w:val="00A36899"/>
    <w:rsid w:val="00A371F6"/>
    <w:rsid w:val="00A43BF6"/>
    <w:rsid w:val="00A5031B"/>
    <w:rsid w:val="00A53FA5"/>
    <w:rsid w:val="00A54817"/>
    <w:rsid w:val="00A601C8"/>
    <w:rsid w:val="00A60799"/>
    <w:rsid w:val="00A73B02"/>
    <w:rsid w:val="00A84C85"/>
    <w:rsid w:val="00A97DE1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D7E03"/>
    <w:rsid w:val="00BF1B7D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552B2"/>
    <w:rsid w:val="00D608D1"/>
    <w:rsid w:val="00D74119"/>
    <w:rsid w:val="00D8075B"/>
    <w:rsid w:val="00D8678B"/>
    <w:rsid w:val="00DA2114"/>
    <w:rsid w:val="00DA2310"/>
    <w:rsid w:val="00DA6057"/>
    <w:rsid w:val="00DC6D0C"/>
    <w:rsid w:val="00DE09C0"/>
    <w:rsid w:val="00DE4A14"/>
    <w:rsid w:val="00DF28AB"/>
    <w:rsid w:val="00DF320D"/>
    <w:rsid w:val="00DF71C8"/>
    <w:rsid w:val="00E129B8"/>
    <w:rsid w:val="00E21E7D"/>
    <w:rsid w:val="00E22FBC"/>
    <w:rsid w:val="00E24BF5"/>
    <w:rsid w:val="00E25338"/>
    <w:rsid w:val="00E26711"/>
    <w:rsid w:val="00E45502"/>
    <w:rsid w:val="00E51E44"/>
    <w:rsid w:val="00E63348"/>
    <w:rsid w:val="00E661B9"/>
    <w:rsid w:val="00E742AA"/>
    <w:rsid w:val="00E77E88"/>
    <w:rsid w:val="00E8107D"/>
    <w:rsid w:val="00E83D31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7A7B"/>
    <w:rsid w:val="00F526AF"/>
    <w:rsid w:val="00F617C3"/>
    <w:rsid w:val="00F7066B"/>
    <w:rsid w:val="00F70B22"/>
    <w:rsid w:val="00F83B28"/>
    <w:rsid w:val="00F903D6"/>
    <w:rsid w:val="00F943D4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17D16BC2"/>
    <w:rsid w:val="21BC1607"/>
    <w:rsid w:val="2357E668"/>
    <w:rsid w:val="24F3B6C9"/>
    <w:rsid w:val="2B49CFF0"/>
    <w:rsid w:val="2D658FED"/>
    <w:rsid w:val="2F01C10B"/>
    <w:rsid w:val="46CF4B5C"/>
    <w:rsid w:val="473DBE46"/>
    <w:rsid w:val="4E131D54"/>
    <w:rsid w:val="56C74376"/>
    <w:rsid w:val="6C7EE013"/>
    <w:rsid w:val="74F81B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318D617D-7D2F-4CB2-B1DD-C826FAA9D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uiPriority w:val="99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7C60A38-B584-4083-8ABA-9213FC76CF6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24EFA0-56B8-4875-8471-B3D5CBFF80E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44B3CB5-0442-44A2-BFAA-2208662F2A4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6E30E16-8746-480A-89E6-E53B5BC933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900</Words>
  <Characters>5406</Characters>
  <Application>Microsoft Office Word</Application>
  <DocSecurity>0</DocSecurity>
  <Lines>45</Lines>
  <Paragraphs>12</Paragraphs>
  <ScaleCrop>false</ScaleCrop>
  <Company>Hewlett-Packard Company</Company>
  <LinksUpToDate>false</LinksUpToDate>
  <CharactersWithSpaces>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2020-12-15T14:24:00Z</dcterms:created>
  <dcterms:modified xsi:type="dcterms:W3CDTF">2021-11-04T09:19:00Z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