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0EAA7A90" w14:textId="77777777" w:rsidR="00F478DA" w:rsidRDefault="00AF72BE" w:rsidP="00F478DA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478DA">
        <w:rPr>
          <w:rFonts w:ascii="Corbel" w:hAnsi="Corbel" w:cs="Corbel"/>
          <w:b/>
          <w:smallCaps/>
          <w:sz w:val="24"/>
          <w:szCs w:val="24"/>
        </w:rPr>
        <w:t>2019-2021</w:t>
      </w:r>
    </w:p>
    <w:p w14:paraId="18F74DEE" w14:textId="01254A92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4B0801B0" w14:textId="26D588B1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F478DA">
        <w:rPr>
          <w:rFonts w:ascii="Corbel" w:hAnsi="Corbel"/>
          <w:sz w:val="20"/>
          <w:szCs w:val="20"/>
        </w:rPr>
        <w:t>0</w:t>
      </w:r>
      <w:r w:rsidRPr="00AA486F">
        <w:rPr>
          <w:rFonts w:ascii="Corbel" w:hAnsi="Corbel"/>
          <w:sz w:val="20"/>
          <w:szCs w:val="20"/>
        </w:rPr>
        <w:t>/202</w:t>
      </w:r>
      <w:r w:rsidR="00F478DA">
        <w:rPr>
          <w:rFonts w:ascii="Corbel" w:hAnsi="Corbel"/>
          <w:sz w:val="20"/>
          <w:szCs w:val="20"/>
        </w:rPr>
        <w:t>1</w:t>
      </w:r>
      <w:bookmarkStart w:id="0" w:name="_GoBack"/>
      <w:bookmarkEnd w:id="0"/>
      <w:r w:rsidRPr="00AA486F">
        <w:rPr>
          <w:rFonts w:ascii="Corbel" w:hAnsi="Corbel"/>
          <w:sz w:val="20"/>
          <w:szCs w:val="20"/>
        </w:rPr>
        <w:t xml:space="preserve"> 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1B7C113F" w:rsidR="00AF72BE" w:rsidRPr="002A6362" w:rsidRDefault="00E00BF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2A6362">
        <w:rPr>
          <w:rFonts w:ascii="Corbel" w:hAnsi="Corbel"/>
          <w:sz w:val="24"/>
          <w:szCs w:val="24"/>
        </w:rPr>
        <w:t>ECTS</w:t>
      </w:r>
      <w:proofErr w:type="spellEnd"/>
      <w:r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2A636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27CEE581" w:rsidR="00AF72BE" w:rsidRPr="002A6362" w:rsidRDefault="00AA46D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lastRenderedPageBreak/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B303BD">
        <w:rPr>
          <w:rFonts w:ascii="Corbel" w:hAnsi="Corbel"/>
          <w:b/>
          <w:sz w:val="24"/>
          <w:szCs w:val="24"/>
        </w:rPr>
        <w:t>ECTS</w:t>
      </w:r>
      <w:proofErr w:type="spellEnd"/>
      <w:r w:rsidRPr="00B303BD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0BFA6EE5" w:rsidR="00AF72BE" w:rsidRPr="00B303BD" w:rsidRDefault="00AA46D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303B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303BD"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egzaminu)</w:t>
            </w:r>
          </w:p>
        </w:tc>
        <w:tc>
          <w:tcPr>
            <w:tcW w:w="4677" w:type="dxa"/>
          </w:tcPr>
          <w:p w14:paraId="3726D6AE" w14:textId="538979B4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46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B303B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B303B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B303B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A.K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96B3A"/>
    <w:rsid w:val="002A6362"/>
    <w:rsid w:val="002B1B77"/>
    <w:rsid w:val="003A1C6A"/>
    <w:rsid w:val="003C1BD8"/>
    <w:rsid w:val="004B55B7"/>
    <w:rsid w:val="00615A63"/>
    <w:rsid w:val="00897699"/>
    <w:rsid w:val="0098137D"/>
    <w:rsid w:val="009B031B"/>
    <w:rsid w:val="00A31488"/>
    <w:rsid w:val="00AA46DE"/>
    <w:rsid w:val="00AF72BE"/>
    <w:rsid w:val="00B303BD"/>
    <w:rsid w:val="00B577B4"/>
    <w:rsid w:val="00B8799C"/>
    <w:rsid w:val="00C2448B"/>
    <w:rsid w:val="00D17468"/>
    <w:rsid w:val="00E00BF7"/>
    <w:rsid w:val="00EB296B"/>
    <w:rsid w:val="00F43D84"/>
    <w:rsid w:val="00F478DA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953</Words>
  <Characters>5719</Characters>
  <Application>Microsoft Office Word</Application>
  <DocSecurity>0</DocSecurity>
  <Lines>47</Lines>
  <Paragraphs>13</Paragraphs>
  <ScaleCrop>false</ScaleCrop>
  <Company>NIK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14</cp:revision>
  <dcterms:created xsi:type="dcterms:W3CDTF">2020-10-27T10:14:00Z</dcterms:created>
  <dcterms:modified xsi:type="dcterms:W3CDTF">2021-11-08T07:55:00Z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