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11A78925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DD2C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2020-2022</w:t>
      </w:r>
      <w:r w:rsidR="00DC6D0C" w:rsidRPr="00DD2C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37E922A" w14:textId="7A51027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21</w:t>
      </w:r>
      <w:r w:rsidR="00182C9E">
        <w:rPr>
          <w:rFonts w:ascii="Corbel" w:hAnsi="Corbel"/>
          <w:sz w:val="20"/>
          <w:szCs w:val="20"/>
        </w:rPr>
        <w:t>/202</w:t>
      </w:r>
      <w:r w:rsidR="00B356FA">
        <w:rPr>
          <w:rFonts w:ascii="Corbel" w:hAnsi="Corbel"/>
          <w:sz w:val="20"/>
          <w:szCs w:val="20"/>
        </w:rPr>
        <w:t>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1B2ED0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385BEF0C" w:rsidR="0085747A" w:rsidRPr="009C54AE" w:rsidRDefault="006457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2E458BF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7E1033A" w:rsidR="00015B8F" w:rsidRPr="009C54AE" w:rsidRDefault="001B2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>, praca zdalna Ms Teams</w:t>
      </w:r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3CBAA1BE" w:rsidR="0085747A" w:rsidRPr="009C54AE" w:rsidRDefault="001B2ED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2F0D6220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B2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i rozliczenia międzynarodowe / Aneta Kosztowniak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Marciniak-Neider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BA2F" w14:textId="77777777" w:rsidR="007B7D67" w:rsidRDefault="007B7D67" w:rsidP="00C16ABF">
      <w:pPr>
        <w:spacing w:after="0" w:line="240" w:lineRule="auto"/>
      </w:pPr>
      <w:r>
        <w:separator/>
      </w:r>
    </w:p>
  </w:endnote>
  <w:endnote w:type="continuationSeparator" w:id="0">
    <w:p w14:paraId="240FE8FA" w14:textId="77777777" w:rsidR="007B7D67" w:rsidRDefault="007B7D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4418B" w14:textId="77777777" w:rsidR="007B7D67" w:rsidRDefault="007B7D67" w:rsidP="00C16ABF">
      <w:pPr>
        <w:spacing w:after="0" w:line="240" w:lineRule="auto"/>
      </w:pPr>
      <w:r>
        <w:separator/>
      </w:r>
    </w:p>
  </w:footnote>
  <w:footnote w:type="continuationSeparator" w:id="0">
    <w:p w14:paraId="7AC80ECF" w14:textId="77777777" w:rsidR="007B7D67" w:rsidRDefault="007B7D6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2ED0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570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7D6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526AF"/>
    <w:rsid w:val="00F617C3"/>
    <w:rsid w:val="00F7066B"/>
    <w:rsid w:val="00F7666E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AC9789-2F7A-41CD-B857-58F4921F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2021-01-28T08:25:00Z</dcterms:created>
  <dcterms:modified xsi:type="dcterms:W3CDTF">2021-11-04T08:19:00Z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