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395FBA7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DC6D0C" w:rsidRPr="002A28EB">
        <w:rPr>
          <w:rFonts w:ascii="Corbel" w:hAnsi="Corbel"/>
          <w:b/>
          <w:smallCaps/>
          <w:sz w:val="24"/>
          <w:szCs w:val="24"/>
        </w:rPr>
        <w:t>2020-2022</w:t>
      </w:r>
    </w:p>
    <w:p w14:paraId="6A743604" w14:textId="203B05D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F506D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8F506D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5B0FB59" w:rsidR="002434BE" w:rsidRPr="009C6954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1EDA6D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5929836" w:rsidR="00015B8F" w:rsidRPr="009C54AE" w:rsidRDefault="00A21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4A690A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4487346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2158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A42158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C403B" w14:textId="77777777" w:rsidR="000457E5" w:rsidRDefault="000457E5" w:rsidP="00C16ABF">
      <w:pPr>
        <w:spacing w:after="0" w:line="240" w:lineRule="auto"/>
      </w:pPr>
      <w:r>
        <w:separator/>
      </w:r>
    </w:p>
  </w:endnote>
  <w:endnote w:type="continuationSeparator" w:id="0">
    <w:p w14:paraId="744D326E" w14:textId="77777777" w:rsidR="000457E5" w:rsidRDefault="000457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7A134" w14:textId="77777777" w:rsidR="000457E5" w:rsidRDefault="000457E5" w:rsidP="00C16ABF">
      <w:pPr>
        <w:spacing w:after="0" w:line="240" w:lineRule="auto"/>
      </w:pPr>
      <w:r>
        <w:separator/>
      </w:r>
    </w:p>
  </w:footnote>
  <w:footnote w:type="continuationSeparator" w:id="0">
    <w:p w14:paraId="61F7FAE2" w14:textId="77777777" w:rsidR="000457E5" w:rsidRDefault="000457E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7E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1E3A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25435C-590B-4AAE-92AB-F92288D235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794</Words>
  <Characters>4768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20</cp:revision>
  <cp:lastPrinted>2019-02-06T12:12:00Z</cp:lastPrinted>
  <dcterms:created xsi:type="dcterms:W3CDTF">2020-09-30T13:29:00Z</dcterms:created>
  <dcterms:modified xsi:type="dcterms:W3CDTF">2021-11-04T09:41:00Z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